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8C279A" w14:textId="470BE62E" w:rsidR="00160E76" w:rsidRPr="00516F3F" w:rsidRDefault="00586624" w:rsidP="00160E76">
      <w:pPr>
        <w:pStyle w:val="ProductFamily"/>
      </w:pPr>
      <w:r>
        <w:t>ISO 20022</w:t>
      </w:r>
    </w:p>
    <w:p w14:paraId="01A50E2D" w14:textId="192B40E5" w:rsidR="00A83743" w:rsidRPr="00C44891" w:rsidRDefault="00843417" w:rsidP="00C44891">
      <w:pPr>
        <w:pStyle w:val="ProductName"/>
      </w:pPr>
      <w:r w:rsidRPr="00C44891">
        <w:t>General Meeting</w:t>
      </w:r>
    </w:p>
    <w:p w14:paraId="6256DEBD" w14:textId="11C3E6AB" w:rsidR="00843417" w:rsidRDefault="00A83743" w:rsidP="00A83743">
      <w:pPr>
        <w:pStyle w:val="DocumentTitle0"/>
      </w:pPr>
      <w:r w:rsidRPr="009D39A6">
        <w:t>Message Definition Report Part 1</w:t>
      </w:r>
    </w:p>
    <w:p w14:paraId="2FEB201D" w14:textId="77777777" w:rsidR="00586624" w:rsidRPr="00516F3F" w:rsidRDefault="00586624" w:rsidP="00586624">
      <w:pPr>
        <w:pStyle w:val="DocumentSubtitle"/>
      </w:pPr>
      <w:r>
        <w:t xml:space="preserve">Maintenance 2020/2021 - </w:t>
      </w:r>
      <w:r w:rsidRPr="0086543A">
        <w:t xml:space="preserve">Approved by </w:t>
      </w:r>
      <w:r>
        <w:t>ISO Securities SEG on the 25th of January 2021</w:t>
      </w:r>
    </w:p>
    <w:p w14:paraId="41936EB9" w14:textId="1D6A5D1C" w:rsidR="00A83743" w:rsidRPr="00A970C5" w:rsidRDefault="00A83743" w:rsidP="00A83743">
      <w:pPr>
        <w:pStyle w:val="DocumentSubtitle"/>
        <w:spacing w:before="120" w:after="0"/>
        <w:rPr>
          <w:iCs/>
          <w:color w:val="000000" w:themeColor="text1"/>
          <w:sz w:val="20"/>
          <w:szCs w:val="20"/>
        </w:rPr>
      </w:pPr>
      <w:r w:rsidRPr="00A970C5">
        <w:rPr>
          <w:iCs/>
          <w:color w:val="000000" w:themeColor="text1"/>
          <w:sz w:val="20"/>
          <w:szCs w:val="20"/>
        </w:rPr>
        <w:t xml:space="preserve">This document contains information about the use of the messages for </w:t>
      </w:r>
      <w:r w:rsidR="001E27F3">
        <w:rPr>
          <w:iCs/>
          <w:color w:val="000000" w:themeColor="text1"/>
          <w:sz w:val="20"/>
          <w:szCs w:val="20"/>
        </w:rPr>
        <w:t xml:space="preserve">General Meeting </w:t>
      </w:r>
      <w:r w:rsidRPr="00A970C5">
        <w:rPr>
          <w:iCs/>
          <w:color w:val="000000" w:themeColor="text1"/>
          <w:sz w:val="20"/>
          <w:szCs w:val="20"/>
        </w:rPr>
        <w:t xml:space="preserve">and includes, </w:t>
      </w:r>
      <w:r w:rsidR="00CC5AA7" w:rsidRPr="00CC5AA7">
        <w:rPr>
          <w:iCs/>
          <w:color w:val="000000" w:themeColor="text1"/>
          <w:sz w:val="20"/>
          <w:szCs w:val="20"/>
        </w:rPr>
        <w:t xml:space="preserve">for example, business </w:t>
      </w:r>
      <w:r w:rsidR="004F6C44">
        <w:rPr>
          <w:iCs/>
          <w:color w:val="000000" w:themeColor="text1"/>
          <w:sz w:val="20"/>
          <w:szCs w:val="20"/>
        </w:rPr>
        <w:t>scenario</w:t>
      </w:r>
      <w:r w:rsidR="00CC5AA7" w:rsidRPr="00CC5AA7">
        <w:rPr>
          <w:iCs/>
          <w:color w:val="000000" w:themeColor="text1"/>
          <w:sz w:val="20"/>
          <w:szCs w:val="20"/>
        </w:rPr>
        <w:t xml:space="preserve"> and </w:t>
      </w:r>
      <w:r w:rsidR="004F6C44">
        <w:rPr>
          <w:iCs/>
          <w:color w:val="000000" w:themeColor="text1"/>
          <w:sz w:val="20"/>
          <w:szCs w:val="20"/>
        </w:rPr>
        <w:t>message flows</w:t>
      </w:r>
      <w:r w:rsidR="00CC5AA7" w:rsidRPr="00CC5AA7">
        <w:rPr>
          <w:iCs/>
          <w:color w:val="000000" w:themeColor="text1"/>
          <w:sz w:val="20"/>
          <w:szCs w:val="20"/>
        </w:rPr>
        <w:t>.</w:t>
      </w:r>
    </w:p>
    <w:p w14:paraId="64001544" w14:textId="4D93BFE6" w:rsidR="00A83743" w:rsidRPr="00A970C5" w:rsidRDefault="00160E76" w:rsidP="00A83743">
      <w:pPr>
        <w:pStyle w:val="Releasedate"/>
        <w:rPr>
          <w:color w:val="000000" w:themeColor="text1"/>
        </w:rPr>
      </w:pPr>
      <w:r>
        <w:rPr>
          <w:color w:val="000000" w:themeColor="text1"/>
        </w:rPr>
        <w:t>February 2021</w:t>
      </w:r>
    </w:p>
    <w:p w14:paraId="3E6408EC" w14:textId="77777777" w:rsidR="0082751E" w:rsidRDefault="0082751E" w:rsidP="0033506F">
      <w:pPr>
        <w:pStyle w:val="Productvariant"/>
      </w:pPr>
    </w:p>
    <w:p w14:paraId="3E6408ED" w14:textId="77777777" w:rsidR="0033506F" w:rsidRPr="0082751E" w:rsidRDefault="0033506F" w:rsidP="0082751E">
      <w:pPr>
        <w:pStyle w:val="ProductName"/>
        <w:rPr>
          <w:sz w:val="28"/>
        </w:rPr>
      </w:pPr>
    </w:p>
    <w:p w14:paraId="3E6408EE" w14:textId="77777777" w:rsidR="0033506F" w:rsidRPr="008B3BC4" w:rsidRDefault="0033506F">
      <w:pPr>
        <w:sectPr w:rsidR="0033506F" w:rsidRPr="008B3BC4" w:rsidSect="005568C7">
          <w:headerReference w:type="even" r:id="rId11"/>
          <w:headerReference w:type="default" r:id="rId12"/>
          <w:footerReference w:type="even" r:id="rId13"/>
          <w:footerReference w:type="default" r:id="rId14"/>
          <w:headerReference w:type="first" r:id="rId15"/>
          <w:footerReference w:type="first" r:id="rId16"/>
          <w:pgSz w:w="11907" w:h="16840" w:code="9"/>
          <w:pgMar w:top="1021" w:right="1304" w:bottom="1701" w:left="1304" w:header="567" w:footer="533" w:gutter="0"/>
          <w:pgNumType w:start="1"/>
          <w:cols w:space="720"/>
          <w:formProt w:val="0"/>
        </w:sectPr>
      </w:pPr>
    </w:p>
    <w:p w14:paraId="3E6408EF" w14:textId="77777777" w:rsidR="009C1AB2" w:rsidRPr="008B3BC4" w:rsidRDefault="009C1AB2" w:rsidP="00160E76">
      <w:pPr>
        <w:pStyle w:val="IntroHeading"/>
      </w:pPr>
      <w:bookmarkStart w:id="0" w:name="_Toc63870565"/>
      <w:r w:rsidRPr="008B3BC4">
        <w:lastRenderedPageBreak/>
        <w:t>Table of contents</w:t>
      </w:r>
      <w:bookmarkEnd w:id="0"/>
    </w:p>
    <w:bookmarkStart w:id="1" w:name="_GoBack"/>
    <w:bookmarkEnd w:id="1"/>
    <w:p w14:paraId="3D8E4FC8" w14:textId="700735DA" w:rsidR="00D6231B" w:rsidRDefault="00115470">
      <w:pPr>
        <w:pStyle w:val="TOC1"/>
        <w:rPr>
          <w:rFonts w:asciiTheme="minorHAnsi" w:eastAsiaTheme="minorEastAsia" w:hAnsiTheme="minorHAnsi" w:cstheme="minorBidi"/>
          <w:b w:val="0"/>
          <w:szCs w:val="22"/>
        </w:rPr>
      </w:pPr>
      <w:r>
        <w:rPr>
          <w:rFonts w:cs="Arial"/>
          <w:b w:val="0"/>
        </w:rPr>
        <w:fldChar w:fldCharType="begin"/>
      </w:r>
      <w:r>
        <w:rPr>
          <w:rFonts w:cs="Arial"/>
          <w:b w:val="0"/>
        </w:rPr>
        <w:instrText xml:space="preserve"> TOC \o "1-3" \h \z \u </w:instrText>
      </w:r>
      <w:r>
        <w:rPr>
          <w:rFonts w:cs="Arial"/>
          <w:b w:val="0"/>
        </w:rPr>
        <w:fldChar w:fldCharType="separate"/>
      </w:r>
      <w:hyperlink w:anchor="_Toc63870565" w:history="1">
        <w:r w:rsidR="00D6231B" w:rsidRPr="0012062A">
          <w:rPr>
            <w:rStyle w:val="Hyperlink"/>
          </w:rPr>
          <w:t>Table of contents</w:t>
        </w:r>
        <w:r w:rsidR="00D6231B">
          <w:rPr>
            <w:webHidden/>
          </w:rPr>
          <w:tab/>
        </w:r>
        <w:r w:rsidR="00D6231B">
          <w:rPr>
            <w:webHidden/>
          </w:rPr>
          <w:fldChar w:fldCharType="begin"/>
        </w:r>
        <w:r w:rsidR="00D6231B">
          <w:rPr>
            <w:webHidden/>
          </w:rPr>
          <w:instrText xml:space="preserve"> PAGEREF _Toc63870565 \h </w:instrText>
        </w:r>
        <w:r w:rsidR="00D6231B">
          <w:rPr>
            <w:webHidden/>
          </w:rPr>
        </w:r>
        <w:r w:rsidR="00D6231B">
          <w:rPr>
            <w:webHidden/>
          </w:rPr>
          <w:fldChar w:fldCharType="separate"/>
        </w:r>
        <w:r w:rsidR="00D6231B">
          <w:rPr>
            <w:webHidden/>
          </w:rPr>
          <w:t>2</w:t>
        </w:r>
        <w:r w:rsidR="00D6231B">
          <w:rPr>
            <w:webHidden/>
          </w:rPr>
          <w:fldChar w:fldCharType="end"/>
        </w:r>
      </w:hyperlink>
    </w:p>
    <w:p w14:paraId="17979036" w14:textId="3F5293FB" w:rsidR="00D6231B" w:rsidRDefault="00D6231B">
      <w:pPr>
        <w:pStyle w:val="TOC1"/>
        <w:rPr>
          <w:rFonts w:asciiTheme="minorHAnsi" w:eastAsiaTheme="minorEastAsia" w:hAnsiTheme="minorHAnsi" w:cstheme="minorBidi"/>
          <w:b w:val="0"/>
          <w:szCs w:val="22"/>
        </w:rPr>
      </w:pPr>
      <w:hyperlink w:anchor="_Toc63870566" w:history="1">
        <w:r w:rsidRPr="0012062A">
          <w:rPr>
            <w:rStyle w:val="Hyperlink"/>
          </w:rPr>
          <w:t>1.</w:t>
        </w:r>
        <w:r>
          <w:rPr>
            <w:rFonts w:asciiTheme="minorHAnsi" w:eastAsiaTheme="minorEastAsia" w:hAnsiTheme="minorHAnsi" w:cstheme="minorBidi"/>
            <w:b w:val="0"/>
            <w:szCs w:val="22"/>
          </w:rPr>
          <w:tab/>
        </w:r>
        <w:r w:rsidRPr="0012062A">
          <w:rPr>
            <w:rStyle w:val="Hyperlink"/>
          </w:rPr>
          <w:t>Introduction</w:t>
        </w:r>
        <w:r>
          <w:rPr>
            <w:webHidden/>
          </w:rPr>
          <w:tab/>
        </w:r>
        <w:r>
          <w:rPr>
            <w:webHidden/>
          </w:rPr>
          <w:fldChar w:fldCharType="begin"/>
        </w:r>
        <w:r>
          <w:rPr>
            <w:webHidden/>
          </w:rPr>
          <w:instrText xml:space="preserve"> PAGEREF _Toc63870566 \h </w:instrText>
        </w:r>
        <w:r>
          <w:rPr>
            <w:webHidden/>
          </w:rPr>
        </w:r>
        <w:r>
          <w:rPr>
            <w:webHidden/>
          </w:rPr>
          <w:fldChar w:fldCharType="separate"/>
        </w:r>
        <w:r>
          <w:rPr>
            <w:webHidden/>
          </w:rPr>
          <w:t>4</w:t>
        </w:r>
        <w:r>
          <w:rPr>
            <w:webHidden/>
          </w:rPr>
          <w:fldChar w:fldCharType="end"/>
        </w:r>
      </w:hyperlink>
    </w:p>
    <w:p w14:paraId="2C843851" w14:textId="072BC77F" w:rsidR="00D6231B" w:rsidRDefault="00D6231B">
      <w:pPr>
        <w:pStyle w:val="TOC2"/>
        <w:tabs>
          <w:tab w:val="left" w:pos="1418"/>
        </w:tabs>
        <w:rPr>
          <w:rFonts w:asciiTheme="minorHAnsi" w:eastAsiaTheme="minorEastAsia" w:hAnsiTheme="minorHAnsi" w:cstheme="minorBidi"/>
          <w:sz w:val="22"/>
          <w:szCs w:val="22"/>
        </w:rPr>
      </w:pPr>
      <w:hyperlink w:anchor="_Toc63870567" w:history="1">
        <w:r w:rsidRPr="0012062A">
          <w:rPr>
            <w:rStyle w:val="Hyperlink"/>
          </w:rPr>
          <w:t>1.1</w:t>
        </w:r>
        <w:r>
          <w:rPr>
            <w:rFonts w:asciiTheme="minorHAnsi" w:eastAsiaTheme="minorEastAsia" w:hAnsiTheme="minorHAnsi" w:cstheme="minorBidi"/>
            <w:sz w:val="22"/>
            <w:szCs w:val="22"/>
          </w:rPr>
          <w:tab/>
        </w:r>
        <w:r w:rsidRPr="0012062A">
          <w:rPr>
            <w:rStyle w:val="Hyperlink"/>
          </w:rPr>
          <w:t>Terms and definitions</w:t>
        </w:r>
        <w:r>
          <w:rPr>
            <w:webHidden/>
          </w:rPr>
          <w:tab/>
        </w:r>
        <w:r>
          <w:rPr>
            <w:webHidden/>
          </w:rPr>
          <w:fldChar w:fldCharType="begin"/>
        </w:r>
        <w:r>
          <w:rPr>
            <w:webHidden/>
          </w:rPr>
          <w:instrText xml:space="preserve"> PAGEREF _Toc63870567 \h </w:instrText>
        </w:r>
        <w:r>
          <w:rPr>
            <w:webHidden/>
          </w:rPr>
        </w:r>
        <w:r>
          <w:rPr>
            <w:webHidden/>
          </w:rPr>
          <w:fldChar w:fldCharType="separate"/>
        </w:r>
        <w:r>
          <w:rPr>
            <w:webHidden/>
          </w:rPr>
          <w:t>4</w:t>
        </w:r>
        <w:r>
          <w:rPr>
            <w:webHidden/>
          </w:rPr>
          <w:fldChar w:fldCharType="end"/>
        </w:r>
      </w:hyperlink>
    </w:p>
    <w:p w14:paraId="677146F4" w14:textId="0C924516" w:rsidR="00D6231B" w:rsidRDefault="00D6231B">
      <w:pPr>
        <w:pStyle w:val="TOC2"/>
        <w:tabs>
          <w:tab w:val="left" w:pos="1418"/>
        </w:tabs>
        <w:rPr>
          <w:rFonts w:asciiTheme="minorHAnsi" w:eastAsiaTheme="minorEastAsia" w:hAnsiTheme="minorHAnsi" w:cstheme="minorBidi"/>
          <w:sz w:val="22"/>
          <w:szCs w:val="22"/>
        </w:rPr>
      </w:pPr>
      <w:hyperlink w:anchor="_Toc63870568" w:history="1">
        <w:r w:rsidRPr="0012062A">
          <w:rPr>
            <w:rStyle w:val="Hyperlink"/>
          </w:rPr>
          <w:t>1.2</w:t>
        </w:r>
        <w:r>
          <w:rPr>
            <w:rFonts w:asciiTheme="minorHAnsi" w:eastAsiaTheme="minorEastAsia" w:hAnsiTheme="minorHAnsi" w:cstheme="minorBidi"/>
            <w:sz w:val="22"/>
            <w:szCs w:val="22"/>
          </w:rPr>
          <w:tab/>
        </w:r>
        <w:r w:rsidRPr="0012062A">
          <w:rPr>
            <w:rStyle w:val="Hyperlink"/>
          </w:rPr>
          <w:t>Glossary</w:t>
        </w:r>
        <w:r>
          <w:rPr>
            <w:webHidden/>
          </w:rPr>
          <w:tab/>
        </w:r>
        <w:r>
          <w:rPr>
            <w:webHidden/>
          </w:rPr>
          <w:fldChar w:fldCharType="begin"/>
        </w:r>
        <w:r>
          <w:rPr>
            <w:webHidden/>
          </w:rPr>
          <w:instrText xml:space="preserve"> PAGEREF _Toc63870568 \h </w:instrText>
        </w:r>
        <w:r>
          <w:rPr>
            <w:webHidden/>
          </w:rPr>
        </w:r>
        <w:r>
          <w:rPr>
            <w:webHidden/>
          </w:rPr>
          <w:fldChar w:fldCharType="separate"/>
        </w:r>
        <w:r>
          <w:rPr>
            <w:webHidden/>
          </w:rPr>
          <w:t>4</w:t>
        </w:r>
        <w:r>
          <w:rPr>
            <w:webHidden/>
          </w:rPr>
          <w:fldChar w:fldCharType="end"/>
        </w:r>
      </w:hyperlink>
    </w:p>
    <w:p w14:paraId="7FBBDC13" w14:textId="0F124D3A" w:rsidR="00D6231B" w:rsidRDefault="00D6231B">
      <w:pPr>
        <w:pStyle w:val="TOC2"/>
        <w:tabs>
          <w:tab w:val="left" w:pos="1418"/>
        </w:tabs>
        <w:rPr>
          <w:rFonts w:asciiTheme="minorHAnsi" w:eastAsiaTheme="minorEastAsia" w:hAnsiTheme="minorHAnsi" w:cstheme="minorBidi"/>
          <w:sz w:val="22"/>
          <w:szCs w:val="22"/>
        </w:rPr>
      </w:pPr>
      <w:hyperlink w:anchor="_Toc63870569" w:history="1">
        <w:r w:rsidRPr="0012062A">
          <w:rPr>
            <w:rStyle w:val="Hyperlink"/>
          </w:rPr>
          <w:t>1.3</w:t>
        </w:r>
        <w:r>
          <w:rPr>
            <w:rFonts w:asciiTheme="minorHAnsi" w:eastAsiaTheme="minorEastAsia" w:hAnsiTheme="minorHAnsi" w:cstheme="minorBidi"/>
            <w:sz w:val="22"/>
            <w:szCs w:val="22"/>
          </w:rPr>
          <w:tab/>
        </w:r>
        <w:r w:rsidRPr="0012062A">
          <w:rPr>
            <w:rStyle w:val="Hyperlink"/>
          </w:rPr>
          <w:t>Document Scope and Objectives</w:t>
        </w:r>
        <w:r>
          <w:rPr>
            <w:webHidden/>
          </w:rPr>
          <w:tab/>
        </w:r>
        <w:r>
          <w:rPr>
            <w:webHidden/>
          </w:rPr>
          <w:fldChar w:fldCharType="begin"/>
        </w:r>
        <w:r>
          <w:rPr>
            <w:webHidden/>
          </w:rPr>
          <w:instrText xml:space="preserve"> PAGEREF _Toc63870569 \h </w:instrText>
        </w:r>
        <w:r>
          <w:rPr>
            <w:webHidden/>
          </w:rPr>
        </w:r>
        <w:r>
          <w:rPr>
            <w:webHidden/>
          </w:rPr>
          <w:fldChar w:fldCharType="separate"/>
        </w:r>
        <w:r>
          <w:rPr>
            <w:webHidden/>
          </w:rPr>
          <w:t>5</w:t>
        </w:r>
        <w:r>
          <w:rPr>
            <w:webHidden/>
          </w:rPr>
          <w:fldChar w:fldCharType="end"/>
        </w:r>
      </w:hyperlink>
    </w:p>
    <w:p w14:paraId="64F6B225" w14:textId="561ABDB7" w:rsidR="00D6231B" w:rsidRDefault="00D6231B">
      <w:pPr>
        <w:pStyle w:val="TOC2"/>
        <w:tabs>
          <w:tab w:val="left" w:pos="1418"/>
        </w:tabs>
        <w:rPr>
          <w:rFonts w:asciiTheme="minorHAnsi" w:eastAsiaTheme="minorEastAsia" w:hAnsiTheme="minorHAnsi" w:cstheme="minorBidi"/>
          <w:sz w:val="22"/>
          <w:szCs w:val="22"/>
        </w:rPr>
      </w:pPr>
      <w:hyperlink w:anchor="_Toc63870570" w:history="1">
        <w:r w:rsidRPr="0012062A">
          <w:rPr>
            <w:rStyle w:val="Hyperlink"/>
          </w:rPr>
          <w:t>1.4</w:t>
        </w:r>
        <w:r>
          <w:rPr>
            <w:rFonts w:asciiTheme="minorHAnsi" w:eastAsiaTheme="minorEastAsia" w:hAnsiTheme="minorHAnsi" w:cstheme="minorBidi"/>
            <w:sz w:val="22"/>
            <w:szCs w:val="22"/>
          </w:rPr>
          <w:tab/>
        </w:r>
        <w:r w:rsidRPr="0012062A">
          <w:rPr>
            <w:rStyle w:val="Hyperlink"/>
          </w:rPr>
          <w:t>References</w:t>
        </w:r>
        <w:r>
          <w:rPr>
            <w:webHidden/>
          </w:rPr>
          <w:tab/>
        </w:r>
        <w:r>
          <w:rPr>
            <w:webHidden/>
          </w:rPr>
          <w:fldChar w:fldCharType="begin"/>
        </w:r>
        <w:r>
          <w:rPr>
            <w:webHidden/>
          </w:rPr>
          <w:instrText xml:space="preserve"> PAGEREF _Toc63870570 \h </w:instrText>
        </w:r>
        <w:r>
          <w:rPr>
            <w:webHidden/>
          </w:rPr>
        </w:r>
        <w:r>
          <w:rPr>
            <w:webHidden/>
          </w:rPr>
          <w:fldChar w:fldCharType="separate"/>
        </w:r>
        <w:r>
          <w:rPr>
            <w:webHidden/>
          </w:rPr>
          <w:t>5</w:t>
        </w:r>
        <w:r>
          <w:rPr>
            <w:webHidden/>
          </w:rPr>
          <w:fldChar w:fldCharType="end"/>
        </w:r>
      </w:hyperlink>
    </w:p>
    <w:p w14:paraId="671D2F59" w14:textId="63AF2588" w:rsidR="00D6231B" w:rsidRDefault="00D6231B">
      <w:pPr>
        <w:pStyle w:val="TOC1"/>
        <w:rPr>
          <w:rFonts w:asciiTheme="minorHAnsi" w:eastAsiaTheme="minorEastAsia" w:hAnsiTheme="minorHAnsi" w:cstheme="minorBidi"/>
          <w:b w:val="0"/>
          <w:szCs w:val="22"/>
        </w:rPr>
      </w:pPr>
      <w:hyperlink w:anchor="_Toc63870571" w:history="1">
        <w:r w:rsidRPr="0012062A">
          <w:rPr>
            <w:rStyle w:val="Hyperlink"/>
          </w:rPr>
          <w:t>2.</w:t>
        </w:r>
        <w:r>
          <w:rPr>
            <w:rFonts w:asciiTheme="minorHAnsi" w:eastAsiaTheme="minorEastAsia" w:hAnsiTheme="minorHAnsi" w:cstheme="minorBidi"/>
            <w:b w:val="0"/>
            <w:szCs w:val="22"/>
          </w:rPr>
          <w:tab/>
        </w:r>
        <w:r w:rsidRPr="0012062A">
          <w:rPr>
            <w:rStyle w:val="Hyperlink"/>
          </w:rPr>
          <w:t>Scope and Functionality</w:t>
        </w:r>
        <w:r>
          <w:rPr>
            <w:webHidden/>
          </w:rPr>
          <w:tab/>
        </w:r>
        <w:r>
          <w:rPr>
            <w:webHidden/>
          </w:rPr>
          <w:fldChar w:fldCharType="begin"/>
        </w:r>
        <w:r>
          <w:rPr>
            <w:webHidden/>
          </w:rPr>
          <w:instrText xml:space="preserve"> PAGEREF _Toc63870571 \h </w:instrText>
        </w:r>
        <w:r>
          <w:rPr>
            <w:webHidden/>
          </w:rPr>
        </w:r>
        <w:r>
          <w:rPr>
            <w:webHidden/>
          </w:rPr>
          <w:fldChar w:fldCharType="separate"/>
        </w:r>
        <w:r>
          <w:rPr>
            <w:webHidden/>
          </w:rPr>
          <w:t>6</w:t>
        </w:r>
        <w:r>
          <w:rPr>
            <w:webHidden/>
          </w:rPr>
          <w:fldChar w:fldCharType="end"/>
        </w:r>
      </w:hyperlink>
    </w:p>
    <w:p w14:paraId="65AE577A" w14:textId="5407EF20" w:rsidR="00D6231B" w:rsidRDefault="00D6231B">
      <w:pPr>
        <w:pStyle w:val="TOC2"/>
        <w:tabs>
          <w:tab w:val="left" w:pos="1418"/>
        </w:tabs>
        <w:rPr>
          <w:rFonts w:asciiTheme="minorHAnsi" w:eastAsiaTheme="minorEastAsia" w:hAnsiTheme="minorHAnsi" w:cstheme="minorBidi"/>
          <w:sz w:val="22"/>
          <w:szCs w:val="22"/>
        </w:rPr>
      </w:pPr>
      <w:hyperlink w:anchor="_Toc63870572" w:history="1">
        <w:r w:rsidRPr="0012062A">
          <w:rPr>
            <w:rStyle w:val="Hyperlink"/>
          </w:rPr>
          <w:t>2.1</w:t>
        </w:r>
        <w:r>
          <w:rPr>
            <w:rFonts w:asciiTheme="minorHAnsi" w:eastAsiaTheme="minorEastAsia" w:hAnsiTheme="minorHAnsi" w:cstheme="minorBidi"/>
            <w:sz w:val="22"/>
            <w:szCs w:val="22"/>
          </w:rPr>
          <w:tab/>
        </w:r>
        <w:r w:rsidRPr="0012062A">
          <w:rPr>
            <w:rStyle w:val="Hyperlink"/>
          </w:rPr>
          <w:t>Background</w:t>
        </w:r>
        <w:r>
          <w:rPr>
            <w:webHidden/>
          </w:rPr>
          <w:tab/>
        </w:r>
        <w:r>
          <w:rPr>
            <w:webHidden/>
          </w:rPr>
          <w:fldChar w:fldCharType="begin"/>
        </w:r>
        <w:r>
          <w:rPr>
            <w:webHidden/>
          </w:rPr>
          <w:instrText xml:space="preserve"> PAGEREF _Toc63870572 \h </w:instrText>
        </w:r>
        <w:r>
          <w:rPr>
            <w:webHidden/>
          </w:rPr>
        </w:r>
        <w:r>
          <w:rPr>
            <w:webHidden/>
          </w:rPr>
          <w:fldChar w:fldCharType="separate"/>
        </w:r>
        <w:r>
          <w:rPr>
            <w:webHidden/>
          </w:rPr>
          <w:t>6</w:t>
        </w:r>
        <w:r>
          <w:rPr>
            <w:webHidden/>
          </w:rPr>
          <w:fldChar w:fldCharType="end"/>
        </w:r>
      </w:hyperlink>
    </w:p>
    <w:p w14:paraId="6C5EBD9B" w14:textId="7F3C645B" w:rsidR="00D6231B" w:rsidRDefault="00D6231B">
      <w:pPr>
        <w:pStyle w:val="TOC2"/>
        <w:tabs>
          <w:tab w:val="left" w:pos="1418"/>
        </w:tabs>
        <w:rPr>
          <w:rFonts w:asciiTheme="minorHAnsi" w:eastAsiaTheme="minorEastAsia" w:hAnsiTheme="minorHAnsi" w:cstheme="minorBidi"/>
          <w:sz w:val="22"/>
          <w:szCs w:val="22"/>
        </w:rPr>
      </w:pPr>
      <w:hyperlink w:anchor="_Toc63870573" w:history="1">
        <w:r w:rsidRPr="0012062A">
          <w:rPr>
            <w:rStyle w:val="Hyperlink"/>
          </w:rPr>
          <w:t>2.2</w:t>
        </w:r>
        <w:r>
          <w:rPr>
            <w:rFonts w:asciiTheme="minorHAnsi" w:eastAsiaTheme="minorEastAsia" w:hAnsiTheme="minorHAnsi" w:cstheme="minorBidi"/>
            <w:sz w:val="22"/>
            <w:szCs w:val="22"/>
          </w:rPr>
          <w:tab/>
        </w:r>
        <w:r w:rsidRPr="0012062A">
          <w:rPr>
            <w:rStyle w:val="Hyperlink"/>
          </w:rPr>
          <w:t>Scope</w:t>
        </w:r>
        <w:r>
          <w:rPr>
            <w:webHidden/>
          </w:rPr>
          <w:tab/>
        </w:r>
        <w:r>
          <w:rPr>
            <w:webHidden/>
          </w:rPr>
          <w:fldChar w:fldCharType="begin"/>
        </w:r>
        <w:r>
          <w:rPr>
            <w:webHidden/>
          </w:rPr>
          <w:instrText xml:space="preserve"> PAGEREF _Toc63870573 \h </w:instrText>
        </w:r>
        <w:r>
          <w:rPr>
            <w:webHidden/>
          </w:rPr>
        </w:r>
        <w:r>
          <w:rPr>
            <w:webHidden/>
          </w:rPr>
          <w:fldChar w:fldCharType="separate"/>
        </w:r>
        <w:r>
          <w:rPr>
            <w:webHidden/>
          </w:rPr>
          <w:t>6</w:t>
        </w:r>
        <w:r>
          <w:rPr>
            <w:webHidden/>
          </w:rPr>
          <w:fldChar w:fldCharType="end"/>
        </w:r>
      </w:hyperlink>
    </w:p>
    <w:p w14:paraId="099CDECB" w14:textId="0D6C5430" w:rsidR="00D6231B" w:rsidRDefault="00D6231B">
      <w:pPr>
        <w:pStyle w:val="TOC2"/>
        <w:tabs>
          <w:tab w:val="left" w:pos="1418"/>
        </w:tabs>
        <w:rPr>
          <w:rFonts w:asciiTheme="minorHAnsi" w:eastAsiaTheme="minorEastAsia" w:hAnsiTheme="minorHAnsi" w:cstheme="minorBidi"/>
          <w:sz w:val="22"/>
          <w:szCs w:val="22"/>
        </w:rPr>
      </w:pPr>
      <w:hyperlink w:anchor="_Toc63870574" w:history="1">
        <w:r w:rsidRPr="0012062A">
          <w:rPr>
            <w:rStyle w:val="Hyperlink"/>
          </w:rPr>
          <w:t>2.3</w:t>
        </w:r>
        <w:r>
          <w:rPr>
            <w:rFonts w:asciiTheme="minorHAnsi" w:eastAsiaTheme="minorEastAsia" w:hAnsiTheme="minorHAnsi" w:cstheme="minorBidi"/>
            <w:sz w:val="22"/>
            <w:szCs w:val="22"/>
          </w:rPr>
          <w:tab/>
        </w:r>
        <w:r w:rsidRPr="0012062A">
          <w:rPr>
            <w:rStyle w:val="Hyperlink"/>
          </w:rPr>
          <w:t>Groups of MessageDefinitions and Functionality</w:t>
        </w:r>
        <w:r>
          <w:rPr>
            <w:webHidden/>
          </w:rPr>
          <w:tab/>
        </w:r>
        <w:r>
          <w:rPr>
            <w:webHidden/>
          </w:rPr>
          <w:fldChar w:fldCharType="begin"/>
        </w:r>
        <w:r>
          <w:rPr>
            <w:webHidden/>
          </w:rPr>
          <w:instrText xml:space="preserve"> PAGEREF _Toc63870574 \h </w:instrText>
        </w:r>
        <w:r>
          <w:rPr>
            <w:webHidden/>
          </w:rPr>
        </w:r>
        <w:r>
          <w:rPr>
            <w:webHidden/>
          </w:rPr>
          <w:fldChar w:fldCharType="separate"/>
        </w:r>
        <w:r>
          <w:rPr>
            <w:webHidden/>
          </w:rPr>
          <w:t>8</w:t>
        </w:r>
        <w:r>
          <w:rPr>
            <w:webHidden/>
          </w:rPr>
          <w:fldChar w:fldCharType="end"/>
        </w:r>
      </w:hyperlink>
    </w:p>
    <w:p w14:paraId="621BD268" w14:textId="79AB27F3" w:rsidR="00D6231B" w:rsidRDefault="00D6231B">
      <w:pPr>
        <w:pStyle w:val="TOC1"/>
        <w:rPr>
          <w:rFonts w:asciiTheme="minorHAnsi" w:eastAsiaTheme="minorEastAsia" w:hAnsiTheme="minorHAnsi" w:cstheme="minorBidi"/>
          <w:b w:val="0"/>
          <w:szCs w:val="22"/>
        </w:rPr>
      </w:pPr>
      <w:hyperlink w:anchor="_Toc63870575" w:history="1">
        <w:r w:rsidRPr="0012062A">
          <w:rPr>
            <w:rStyle w:val="Hyperlink"/>
          </w:rPr>
          <w:t>3.</w:t>
        </w:r>
        <w:r>
          <w:rPr>
            <w:rFonts w:asciiTheme="minorHAnsi" w:eastAsiaTheme="minorEastAsia" w:hAnsiTheme="minorHAnsi" w:cstheme="minorBidi"/>
            <w:b w:val="0"/>
            <w:szCs w:val="22"/>
          </w:rPr>
          <w:tab/>
        </w:r>
        <w:r w:rsidRPr="0012062A">
          <w:rPr>
            <w:rStyle w:val="Hyperlink"/>
            <w:i/>
          </w:rPr>
          <w:t xml:space="preserve">BusinessRoles </w:t>
        </w:r>
        <w:r w:rsidRPr="0012062A">
          <w:rPr>
            <w:rStyle w:val="Hyperlink"/>
          </w:rPr>
          <w:t xml:space="preserve">and </w:t>
        </w:r>
        <w:r w:rsidRPr="0012062A">
          <w:rPr>
            <w:rStyle w:val="Hyperlink"/>
            <w:i/>
          </w:rPr>
          <w:t>Participants</w:t>
        </w:r>
        <w:r>
          <w:rPr>
            <w:webHidden/>
          </w:rPr>
          <w:tab/>
        </w:r>
        <w:r>
          <w:rPr>
            <w:webHidden/>
          </w:rPr>
          <w:fldChar w:fldCharType="begin"/>
        </w:r>
        <w:r>
          <w:rPr>
            <w:webHidden/>
          </w:rPr>
          <w:instrText xml:space="preserve"> PAGEREF _Toc63870575 \h </w:instrText>
        </w:r>
        <w:r>
          <w:rPr>
            <w:webHidden/>
          </w:rPr>
        </w:r>
        <w:r>
          <w:rPr>
            <w:webHidden/>
          </w:rPr>
          <w:fldChar w:fldCharType="separate"/>
        </w:r>
        <w:r>
          <w:rPr>
            <w:webHidden/>
          </w:rPr>
          <w:t>9</w:t>
        </w:r>
        <w:r>
          <w:rPr>
            <w:webHidden/>
          </w:rPr>
          <w:fldChar w:fldCharType="end"/>
        </w:r>
      </w:hyperlink>
    </w:p>
    <w:p w14:paraId="6063D69E" w14:textId="629F49DC" w:rsidR="00D6231B" w:rsidRDefault="00D6231B">
      <w:pPr>
        <w:pStyle w:val="TOC1"/>
        <w:rPr>
          <w:rFonts w:asciiTheme="minorHAnsi" w:eastAsiaTheme="minorEastAsia" w:hAnsiTheme="minorHAnsi" w:cstheme="minorBidi"/>
          <w:b w:val="0"/>
          <w:szCs w:val="22"/>
        </w:rPr>
      </w:pPr>
      <w:hyperlink w:anchor="_Toc63870576" w:history="1">
        <w:r w:rsidRPr="0012062A">
          <w:rPr>
            <w:rStyle w:val="Hyperlink"/>
          </w:rPr>
          <w:t>4.</w:t>
        </w:r>
        <w:r>
          <w:rPr>
            <w:rFonts w:asciiTheme="minorHAnsi" w:eastAsiaTheme="minorEastAsia" w:hAnsiTheme="minorHAnsi" w:cstheme="minorBidi"/>
            <w:b w:val="0"/>
            <w:szCs w:val="22"/>
          </w:rPr>
          <w:tab/>
        </w:r>
        <w:r w:rsidRPr="0012062A">
          <w:rPr>
            <w:rStyle w:val="Hyperlink"/>
          </w:rPr>
          <w:t>BusinessTransactions</w:t>
        </w:r>
        <w:r>
          <w:rPr>
            <w:webHidden/>
          </w:rPr>
          <w:tab/>
        </w:r>
        <w:r>
          <w:rPr>
            <w:webHidden/>
          </w:rPr>
          <w:fldChar w:fldCharType="begin"/>
        </w:r>
        <w:r>
          <w:rPr>
            <w:webHidden/>
          </w:rPr>
          <w:instrText xml:space="preserve"> PAGEREF _Toc63870576 \h </w:instrText>
        </w:r>
        <w:r>
          <w:rPr>
            <w:webHidden/>
          </w:rPr>
        </w:r>
        <w:r>
          <w:rPr>
            <w:webHidden/>
          </w:rPr>
          <w:fldChar w:fldCharType="separate"/>
        </w:r>
        <w:r>
          <w:rPr>
            <w:webHidden/>
          </w:rPr>
          <w:t>11</w:t>
        </w:r>
        <w:r>
          <w:rPr>
            <w:webHidden/>
          </w:rPr>
          <w:fldChar w:fldCharType="end"/>
        </w:r>
      </w:hyperlink>
    </w:p>
    <w:p w14:paraId="712D4862" w14:textId="0AE7CA7F" w:rsidR="00D6231B" w:rsidRDefault="00D6231B">
      <w:pPr>
        <w:pStyle w:val="TOC2"/>
        <w:tabs>
          <w:tab w:val="left" w:pos="1418"/>
        </w:tabs>
        <w:rPr>
          <w:rFonts w:asciiTheme="minorHAnsi" w:eastAsiaTheme="minorEastAsia" w:hAnsiTheme="minorHAnsi" w:cstheme="minorBidi"/>
          <w:sz w:val="22"/>
          <w:szCs w:val="22"/>
        </w:rPr>
      </w:pPr>
      <w:hyperlink w:anchor="_Toc63870577" w:history="1">
        <w:r w:rsidRPr="0012062A">
          <w:rPr>
            <w:rStyle w:val="Hyperlink"/>
          </w:rPr>
          <w:t>4.1</w:t>
        </w:r>
        <w:r>
          <w:rPr>
            <w:rFonts w:asciiTheme="minorHAnsi" w:eastAsiaTheme="minorEastAsia" w:hAnsiTheme="minorHAnsi" w:cstheme="minorBidi"/>
            <w:sz w:val="22"/>
            <w:szCs w:val="22"/>
          </w:rPr>
          <w:tab/>
        </w:r>
        <w:r w:rsidRPr="0012062A">
          <w:rPr>
            <w:rStyle w:val="Hyperlink"/>
          </w:rPr>
          <w:t>Meeting Notification Scenario</w:t>
        </w:r>
        <w:r>
          <w:rPr>
            <w:webHidden/>
          </w:rPr>
          <w:tab/>
        </w:r>
        <w:r>
          <w:rPr>
            <w:webHidden/>
          </w:rPr>
          <w:fldChar w:fldCharType="begin"/>
        </w:r>
        <w:r>
          <w:rPr>
            <w:webHidden/>
          </w:rPr>
          <w:instrText xml:space="preserve"> PAGEREF _Toc63870577 \h </w:instrText>
        </w:r>
        <w:r>
          <w:rPr>
            <w:webHidden/>
          </w:rPr>
        </w:r>
        <w:r>
          <w:rPr>
            <w:webHidden/>
          </w:rPr>
          <w:fldChar w:fldCharType="separate"/>
        </w:r>
        <w:r>
          <w:rPr>
            <w:webHidden/>
          </w:rPr>
          <w:t>11</w:t>
        </w:r>
        <w:r>
          <w:rPr>
            <w:webHidden/>
          </w:rPr>
          <w:fldChar w:fldCharType="end"/>
        </w:r>
      </w:hyperlink>
    </w:p>
    <w:p w14:paraId="713EC166" w14:textId="18B86EF0" w:rsidR="00D6231B" w:rsidRDefault="00D6231B">
      <w:pPr>
        <w:pStyle w:val="TOC2"/>
        <w:tabs>
          <w:tab w:val="left" w:pos="1418"/>
        </w:tabs>
        <w:rPr>
          <w:rFonts w:asciiTheme="minorHAnsi" w:eastAsiaTheme="minorEastAsia" w:hAnsiTheme="minorHAnsi" w:cstheme="minorBidi"/>
          <w:sz w:val="22"/>
          <w:szCs w:val="22"/>
        </w:rPr>
      </w:pPr>
      <w:hyperlink w:anchor="_Toc63870578" w:history="1">
        <w:r w:rsidRPr="0012062A">
          <w:rPr>
            <w:rStyle w:val="Hyperlink"/>
          </w:rPr>
          <w:t>4.2</w:t>
        </w:r>
        <w:r>
          <w:rPr>
            <w:rFonts w:asciiTheme="minorHAnsi" w:eastAsiaTheme="minorEastAsia" w:hAnsiTheme="minorHAnsi" w:cstheme="minorBidi"/>
            <w:sz w:val="22"/>
            <w:szCs w:val="22"/>
          </w:rPr>
          <w:tab/>
        </w:r>
        <w:r w:rsidRPr="0012062A">
          <w:rPr>
            <w:rStyle w:val="Hyperlink"/>
          </w:rPr>
          <w:t>Meeting Instruction Scenario</w:t>
        </w:r>
        <w:r>
          <w:rPr>
            <w:webHidden/>
          </w:rPr>
          <w:tab/>
        </w:r>
        <w:r>
          <w:rPr>
            <w:webHidden/>
          </w:rPr>
          <w:fldChar w:fldCharType="begin"/>
        </w:r>
        <w:r>
          <w:rPr>
            <w:webHidden/>
          </w:rPr>
          <w:instrText xml:space="preserve"> PAGEREF _Toc63870578 \h </w:instrText>
        </w:r>
        <w:r>
          <w:rPr>
            <w:webHidden/>
          </w:rPr>
        </w:r>
        <w:r>
          <w:rPr>
            <w:webHidden/>
          </w:rPr>
          <w:fldChar w:fldCharType="separate"/>
        </w:r>
        <w:r>
          <w:rPr>
            <w:webHidden/>
          </w:rPr>
          <w:t>11</w:t>
        </w:r>
        <w:r>
          <w:rPr>
            <w:webHidden/>
          </w:rPr>
          <w:fldChar w:fldCharType="end"/>
        </w:r>
      </w:hyperlink>
    </w:p>
    <w:p w14:paraId="0F8E522E" w14:textId="3FBE9F1F" w:rsidR="00D6231B" w:rsidRDefault="00D6231B">
      <w:pPr>
        <w:pStyle w:val="TOC2"/>
        <w:tabs>
          <w:tab w:val="left" w:pos="1418"/>
        </w:tabs>
        <w:rPr>
          <w:rFonts w:asciiTheme="minorHAnsi" w:eastAsiaTheme="minorEastAsia" w:hAnsiTheme="minorHAnsi" w:cstheme="minorBidi"/>
          <w:sz w:val="22"/>
          <w:szCs w:val="22"/>
        </w:rPr>
      </w:pPr>
      <w:hyperlink w:anchor="_Toc63870579" w:history="1">
        <w:r w:rsidRPr="0012062A">
          <w:rPr>
            <w:rStyle w:val="Hyperlink"/>
          </w:rPr>
          <w:t>4.3</w:t>
        </w:r>
        <w:r>
          <w:rPr>
            <w:rFonts w:asciiTheme="minorHAnsi" w:eastAsiaTheme="minorEastAsia" w:hAnsiTheme="minorHAnsi" w:cstheme="minorBidi"/>
            <w:sz w:val="22"/>
            <w:szCs w:val="22"/>
          </w:rPr>
          <w:tab/>
        </w:r>
        <w:r w:rsidRPr="0012062A">
          <w:rPr>
            <w:rStyle w:val="Hyperlink"/>
          </w:rPr>
          <w:t>Results Dissemination Scenario</w:t>
        </w:r>
        <w:r>
          <w:rPr>
            <w:webHidden/>
          </w:rPr>
          <w:tab/>
        </w:r>
        <w:r>
          <w:rPr>
            <w:webHidden/>
          </w:rPr>
          <w:fldChar w:fldCharType="begin"/>
        </w:r>
        <w:r>
          <w:rPr>
            <w:webHidden/>
          </w:rPr>
          <w:instrText xml:space="preserve"> PAGEREF _Toc63870579 \h </w:instrText>
        </w:r>
        <w:r>
          <w:rPr>
            <w:webHidden/>
          </w:rPr>
        </w:r>
        <w:r>
          <w:rPr>
            <w:webHidden/>
          </w:rPr>
          <w:fldChar w:fldCharType="separate"/>
        </w:r>
        <w:r>
          <w:rPr>
            <w:webHidden/>
          </w:rPr>
          <w:t>12</w:t>
        </w:r>
        <w:r>
          <w:rPr>
            <w:webHidden/>
          </w:rPr>
          <w:fldChar w:fldCharType="end"/>
        </w:r>
      </w:hyperlink>
    </w:p>
    <w:p w14:paraId="61F36662" w14:textId="01D150A6" w:rsidR="00D6231B" w:rsidRDefault="00D6231B">
      <w:pPr>
        <w:pStyle w:val="TOC1"/>
        <w:rPr>
          <w:rFonts w:asciiTheme="minorHAnsi" w:eastAsiaTheme="minorEastAsia" w:hAnsiTheme="minorHAnsi" w:cstheme="minorBidi"/>
          <w:b w:val="0"/>
          <w:szCs w:val="22"/>
        </w:rPr>
      </w:pPr>
      <w:hyperlink w:anchor="_Toc63870580" w:history="1">
        <w:r w:rsidRPr="0012062A">
          <w:rPr>
            <w:rStyle w:val="Hyperlink"/>
          </w:rPr>
          <w:t>5.</w:t>
        </w:r>
        <w:r>
          <w:rPr>
            <w:rFonts w:asciiTheme="minorHAnsi" w:eastAsiaTheme="minorEastAsia" w:hAnsiTheme="minorHAnsi" w:cstheme="minorBidi"/>
            <w:b w:val="0"/>
            <w:szCs w:val="22"/>
          </w:rPr>
          <w:tab/>
        </w:r>
        <w:r w:rsidRPr="0012062A">
          <w:rPr>
            <w:rStyle w:val="Hyperlink"/>
          </w:rPr>
          <w:t>Business Examples</w:t>
        </w:r>
        <w:r>
          <w:rPr>
            <w:webHidden/>
          </w:rPr>
          <w:tab/>
        </w:r>
        <w:r>
          <w:rPr>
            <w:webHidden/>
          </w:rPr>
          <w:fldChar w:fldCharType="begin"/>
        </w:r>
        <w:r>
          <w:rPr>
            <w:webHidden/>
          </w:rPr>
          <w:instrText xml:space="preserve"> PAGEREF _Toc63870580 \h </w:instrText>
        </w:r>
        <w:r>
          <w:rPr>
            <w:webHidden/>
          </w:rPr>
        </w:r>
        <w:r>
          <w:rPr>
            <w:webHidden/>
          </w:rPr>
          <w:fldChar w:fldCharType="separate"/>
        </w:r>
        <w:r>
          <w:rPr>
            <w:webHidden/>
          </w:rPr>
          <w:t>13</w:t>
        </w:r>
        <w:r>
          <w:rPr>
            <w:webHidden/>
          </w:rPr>
          <w:fldChar w:fldCharType="end"/>
        </w:r>
      </w:hyperlink>
    </w:p>
    <w:p w14:paraId="51AB95DE" w14:textId="5D8A6538" w:rsidR="00D6231B" w:rsidRDefault="00D6231B">
      <w:pPr>
        <w:pStyle w:val="TOC2"/>
        <w:tabs>
          <w:tab w:val="left" w:pos="1418"/>
        </w:tabs>
        <w:rPr>
          <w:rFonts w:asciiTheme="minorHAnsi" w:eastAsiaTheme="minorEastAsia" w:hAnsiTheme="minorHAnsi" w:cstheme="minorBidi"/>
          <w:sz w:val="22"/>
          <w:szCs w:val="22"/>
        </w:rPr>
      </w:pPr>
      <w:hyperlink w:anchor="_Toc63870581" w:history="1">
        <w:r w:rsidRPr="0012062A">
          <w:rPr>
            <w:rStyle w:val="Hyperlink"/>
          </w:rPr>
          <w:t>5.1</w:t>
        </w:r>
        <w:r>
          <w:rPr>
            <w:rFonts w:asciiTheme="minorHAnsi" w:eastAsiaTheme="minorEastAsia" w:hAnsiTheme="minorHAnsi" w:cstheme="minorBidi"/>
            <w:sz w:val="22"/>
            <w:szCs w:val="22"/>
          </w:rPr>
          <w:tab/>
        </w:r>
        <w:r w:rsidRPr="0012062A">
          <w:rPr>
            <w:rStyle w:val="Hyperlink"/>
          </w:rPr>
          <w:t>MeetingNotification - seev.001.001.08</w:t>
        </w:r>
        <w:r>
          <w:rPr>
            <w:webHidden/>
          </w:rPr>
          <w:tab/>
        </w:r>
        <w:r>
          <w:rPr>
            <w:webHidden/>
          </w:rPr>
          <w:fldChar w:fldCharType="begin"/>
        </w:r>
        <w:r>
          <w:rPr>
            <w:webHidden/>
          </w:rPr>
          <w:instrText xml:space="preserve"> PAGEREF _Toc63870581 \h </w:instrText>
        </w:r>
        <w:r>
          <w:rPr>
            <w:webHidden/>
          </w:rPr>
        </w:r>
        <w:r>
          <w:rPr>
            <w:webHidden/>
          </w:rPr>
          <w:fldChar w:fldCharType="separate"/>
        </w:r>
        <w:r>
          <w:rPr>
            <w:webHidden/>
          </w:rPr>
          <w:t>13</w:t>
        </w:r>
        <w:r>
          <w:rPr>
            <w:webHidden/>
          </w:rPr>
          <w:fldChar w:fldCharType="end"/>
        </w:r>
      </w:hyperlink>
    </w:p>
    <w:p w14:paraId="3EA13E70" w14:textId="63DDFBF0" w:rsidR="00D6231B" w:rsidRDefault="00D6231B">
      <w:pPr>
        <w:pStyle w:val="TOC2"/>
        <w:tabs>
          <w:tab w:val="left" w:pos="1418"/>
        </w:tabs>
        <w:rPr>
          <w:rFonts w:asciiTheme="minorHAnsi" w:eastAsiaTheme="minorEastAsia" w:hAnsiTheme="minorHAnsi" w:cstheme="minorBidi"/>
          <w:sz w:val="22"/>
          <w:szCs w:val="22"/>
        </w:rPr>
      </w:pPr>
      <w:hyperlink w:anchor="_Toc63870582" w:history="1">
        <w:r w:rsidRPr="0012062A">
          <w:rPr>
            <w:rStyle w:val="Hyperlink"/>
          </w:rPr>
          <w:t>5.2</w:t>
        </w:r>
        <w:r>
          <w:rPr>
            <w:rFonts w:asciiTheme="minorHAnsi" w:eastAsiaTheme="minorEastAsia" w:hAnsiTheme="minorHAnsi" w:cstheme="minorBidi"/>
            <w:sz w:val="22"/>
            <w:szCs w:val="22"/>
          </w:rPr>
          <w:tab/>
        </w:r>
        <w:r w:rsidRPr="0012062A">
          <w:rPr>
            <w:rStyle w:val="Hyperlink"/>
          </w:rPr>
          <w:t>MeetingCancellation - seev.002.001.07</w:t>
        </w:r>
        <w:r>
          <w:rPr>
            <w:webHidden/>
          </w:rPr>
          <w:tab/>
        </w:r>
        <w:r>
          <w:rPr>
            <w:webHidden/>
          </w:rPr>
          <w:fldChar w:fldCharType="begin"/>
        </w:r>
        <w:r>
          <w:rPr>
            <w:webHidden/>
          </w:rPr>
          <w:instrText xml:space="preserve"> PAGEREF _Toc63870582 \h </w:instrText>
        </w:r>
        <w:r>
          <w:rPr>
            <w:webHidden/>
          </w:rPr>
        </w:r>
        <w:r>
          <w:rPr>
            <w:webHidden/>
          </w:rPr>
          <w:fldChar w:fldCharType="separate"/>
        </w:r>
        <w:r>
          <w:rPr>
            <w:webHidden/>
          </w:rPr>
          <w:t>19</w:t>
        </w:r>
        <w:r>
          <w:rPr>
            <w:webHidden/>
          </w:rPr>
          <w:fldChar w:fldCharType="end"/>
        </w:r>
      </w:hyperlink>
    </w:p>
    <w:p w14:paraId="4AE531E4" w14:textId="35CABBF8" w:rsidR="00D6231B" w:rsidRDefault="00D6231B">
      <w:pPr>
        <w:pStyle w:val="TOC2"/>
        <w:tabs>
          <w:tab w:val="left" w:pos="1418"/>
        </w:tabs>
        <w:rPr>
          <w:rFonts w:asciiTheme="minorHAnsi" w:eastAsiaTheme="minorEastAsia" w:hAnsiTheme="minorHAnsi" w:cstheme="minorBidi"/>
          <w:sz w:val="22"/>
          <w:szCs w:val="22"/>
        </w:rPr>
      </w:pPr>
      <w:hyperlink w:anchor="_Toc63870583" w:history="1">
        <w:r w:rsidRPr="0012062A">
          <w:rPr>
            <w:rStyle w:val="Hyperlink"/>
          </w:rPr>
          <w:t>5.3</w:t>
        </w:r>
        <w:r>
          <w:rPr>
            <w:rFonts w:asciiTheme="minorHAnsi" w:eastAsiaTheme="minorEastAsia" w:hAnsiTheme="minorHAnsi" w:cstheme="minorBidi"/>
            <w:sz w:val="22"/>
            <w:szCs w:val="22"/>
          </w:rPr>
          <w:tab/>
        </w:r>
        <w:r w:rsidRPr="0012062A">
          <w:rPr>
            <w:rStyle w:val="Hyperlink"/>
          </w:rPr>
          <w:t>MeetingEntitlementNotification - seev.003.001.07</w:t>
        </w:r>
        <w:r>
          <w:rPr>
            <w:webHidden/>
          </w:rPr>
          <w:tab/>
        </w:r>
        <w:r>
          <w:rPr>
            <w:webHidden/>
          </w:rPr>
          <w:fldChar w:fldCharType="begin"/>
        </w:r>
        <w:r>
          <w:rPr>
            <w:webHidden/>
          </w:rPr>
          <w:instrText xml:space="preserve"> PAGEREF _Toc63870583 \h </w:instrText>
        </w:r>
        <w:r>
          <w:rPr>
            <w:webHidden/>
          </w:rPr>
        </w:r>
        <w:r>
          <w:rPr>
            <w:webHidden/>
          </w:rPr>
          <w:fldChar w:fldCharType="separate"/>
        </w:r>
        <w:r>
          <w:rPr>
            <w:webHidden/>
          </w:rPr>
          <w:t>21</w:t>
        </w:r>
        <w:r>
          <w:rPr>
            <w:webHidden/>
          </w:rPr>
          <w:fldChar w:fldCharType="end"/>
        </w:r>
      </w:hyperlink>
    </w:p>
    <w:p w14:paraId="55B7E48C" w14:textId="606BD54A" w:rsidR="00D6231B" w:rsidRDefault="00D6231B">
      <w:pPr>
        <w:pStyle w:val="TOC2"/>
        <w:tabs>
          <w:tab w:val="left" w:pos="1418"/>
        </w:tabs>
        <w:rPr>
          <w:rFonts w:asciiTheme="minorHAnsi" w:eastAsiaTheme="minorEastAsia" w:hAnsiTheme="minorHAnsi" w:cstheme="minorBidi"/>
          <w:sz w:val="22"/>
          <w:szCs w:val="22"/>
        </w:rPr>
      </w:pPr>
      <w:hyperlink w:anchor="_Toc63870584" w:history="1">
        <w:r w:rsidRPr="0012062A">
          <w:rPr>
            <w:rStyle w:val="Hyperlink"/>
          </w:rPr>
          <w:t>5.4</w:t>
        </w:r>
        <w:r>
          <w:rPr>
            <w:rFonts w:asciiTheme="minorHAnsi" w:eastAsiaTheme="minorEastAsia" w:hAnsiTheme="minorHAnsi" w:cstheme="minorBidi"/>
            <w:sz w:val="22"/>
            <w:szCs w:val="22"/>
          </w:rPr>
          <w:tab/>
        </w:r>
        <w:r w:rsidRPr="0012062A">
          <w:rPr>
            <w:rStyle w:val="Hyperlink"/>
          </w:rPr>
          <w:t>MeetingInstruction - seev.004.001.07</w:t>
        </w:r>
        <w:r>
          <w:rPr>
            <w:webHidden/>
          </w:rPr>
          <w:tab/>
        </w:r>
        <w:r>
          <w:rPr>
            <w:webHidden/>
          </w:rPr>
          <w:fldChar w:fldCharType="begin"/>
        </w:r>
        <w:r>
          <w:rPr>
            <w:webHidden/>
          </w:rPr>
          <w:instrText xml:space="preserve"> PAGEREF _Toc63870584 \h </w:instrText>
        </w:r>
        <w:r>
          <w:rPr>
            <w:webHidden/>
          </w:rPr>
        </w:r>
        <w:r>
          <w:rPr>
            <w:webHidden/>
          </w:rPr>
          <w:fldChar w:fldCharType="separate"/>
        </w:r>
        <w:r>
          <w:rPr>
            <w:webHidden/>
          </w:rPr>
          <w:t>23</w:t>
        </w:r>
        <w:r>
          <w:rPr>
            <w:webHidden/>
          </w:rPr>
          <w:fldChar w:fldCharType="end"/>
        </w:r>
      </w:hyperlink>
    </w:p>
    <w:p w14:paraId="0AC7BE35" w14:textId="589B2549" w:rsidR="00D6231B" w:rsidRDefault="00D6231B">
      <w:pPr>
        <w:pStyle w:val="TOC2"/>
        <w:tabs>
          <w:tab w:val="left" w:pos="1418"/>
        </w:tabs>
        <w:rPr>
          <w:rFonts w:asciiTheme="minorHAnsi" w:eastAsiaTheme="minorEastAsia" w:hAnsiTheme="minorHAnsi" w:cstheme="minorBidi"/>
          <w:sz w:val="22"/>
          <w:szCs w:val="22"/>
        </w:rPr>
      </w:pPr>
      <w:hyperlink w:anchor="_Toc63870585" w:history="1">
        <w:r w:rsidRPr="0012062A">
          <w:rPr>
            <w:rStyle w:val="Hyperlink"/>
          </w:rPr>
          <w:t>5.5</w:t>
        </w:r>
        <w:r>
          <w:rPr>
            <w:rFonts w:asciiTheme="minorHAnsi" w:eastAsiaTheme="minorEastAsia" w:hAnsiTheme="minorHAnsi" w:cstheme="minorBidi"/>
            <w:sz w:val="22"/>
            <w:szCs w:val="22"/>
          </w:rPr>
          <w:tab/>
        </w:r>
        <w:r w:rsidRPr="0012062A">
          <w:rPr>
            <w:rStyle w:val="Hyperlink"/>
          </w:rPr>
          <w:t>MeetingInstructionCancellationRequest - seev.005.001.07</w:t>
        </w:r>
        <w:r>
          <w:rPr>
            <w:webHidden/>
          </w:rPr>
          <w:tab/>
        </w:r>
        <w:r>
          <w:rPr>
            <w:webHidden/>
          </w:rPr>
          <w:fldChar w:fldCharType="begin"/>
        </w:r>
        <w:r>
          <w:rPr>
            <w:webHidden/>
          </w:rPr>
          <w:instrText xml:space="preserve"> PAGEREF _Toc63870585 \h </w:instrText>
        </w:r>
        <w:r>
          <w:rPr>
            <w:webHidden/>
          </w:rPr>
        </w:r>
        <w:r>
          <w:rPr>
            <w:webHidden/>
          </w:rPr>
          <w:fldChar w:fldCharType="separate"/>
        </w:r>
        <w:r>
          <w:rPr>
            <w:webHidden/>
          </w:rPr>
          <w:t>31</w:t>
        </w:r>
        <w:r>
          <w:rPr>
            <w:webHidden/>
          </w:rPr>
          <w:fldChar w:fldCharType="end"/>
        </w:r>
      </w:hyperlink>
    </w:p>
    <w:p w14:paraId="2BD8A796" w14:textId="1C3CE5B8" w:rsidR="00D6231B" w:rsidRDefault="00D6231B">
      <w:pPr>
        <w:pStyle w:val="TOC2"/>
        <w:tabs>
          <w:tab w:val="left" w:pos="1418"/>
        </w:tabs>
        <w:rPr>
          <w:rFonts w:asciiTheme="minorHAnsi" w:eastAsiaTheme="minorEastAsia" w:hAnsiTheme="minorHAnsi" w:cstheme="minorBidi"/>
          <w:sz w:val="22"/>
          <w:szCs w:val="22"/>
        </w:rPr>
      </w:pPr>
      <w:hyperlink w:anchor="_Toc63870586" w:history="1">
        <w:r w:rsidRPr="0012062A">
          <w:rPr>
            <w:rStyle w:val="Hyperlink"/>
          </w:rPr>
          <w:t>5.6</w:t>
        </w:r>
        <w:r>
          <w:rPr>
            <w:rFonts w:asciiTheme="minorHAnsi" w:eastAsiaTheme="minorEastAsia" w:hAnsiTheme="minorHAnsi" w:cstheme="minorBidi"/>
            <w:sz w:val="22"/>
            <w:szCs w:val="22"/>
          </w:rPr>
          <w:tab/>
        </w:r>
        <w:r w:rsidRPr="0012062A">
          <w:rPr>
            <w:rStyle w:val="Hyperlink"/>
          </w:rPr>
          <w:t>MeetingInstructionStatus - seev.006.001.07</w:t>
        </w:r>
        <w:r>
          <w:rPr>
            <w:webHidden/>
          </w:rPr>
          <w:tab/>
        </w:r>
        <w:r>
          <w:rPr>
            <w:webHidden/>
          </w:rPr>
          <w:fldChar w:fldCharType="begin"/>
        </w:r>
        <w:r>
          <w:rPr>
            <w:webHidden/>
          </w:rPr>
          <w:instrText xml:space="preserve"> PAGEREF _Toc63870586 \h </w:instrText>
        </w:r>
        <w:r>
          <w:rPr>
            <w:webHidden/>
          </w:rPr>
        </w:r>
        <w:r>
          <w:rPr>
            <w:webHidden/>
          </w:rPr>
          <w:fldChar w:fldCharType="separate"/>
        </w:r>
        <w:r>
          <w:rPr>
            <w:webHidden/>
          </w:rPr>
          <w:t>33</w:t>
        </w:r>
        <w:r>
          <w:rPr>
            <w:webHidden/>
          </w:rPr>
          <w:fldChar w:fldCharType="end"/>
        </w:r>
      </w:hyperlink>
    </w:p>
    <w:p w14:paraId="31A1DF0A" w14:textId="48088BC8" w:rsidR="00D6231B" w:rsidRDefault="00D6231B">
      <w:pPr>
        <w:pStyle w:val="TOC2"/>
        <w:tabs>
          <w:tab w:val="left" w:pos="1418"/>
        </w:tabs>
        <w:rPr>
          <w:rFonts w:asciiTheme="minorHAnsi" w:eastAsiaTheme="minorEastAsia" w:hAnsiTheme="minorHAnsi" w:cstheme="minorBidi"/>
          <w:sz w:val="22"/>
          <w:szCs w:val="22"/>
        </w:rPr>
      </w:pPr>
      <w:hyperlink w:anchor="_Toc63870587" w:history="1">
        <w:r w:rsidRPr="0012062A">
          <w:rPr>
            <w:rStyle w:val="Hyperlink"/>
          </w:rPr>
          <w:t>5.7</w:t>
        </w:r>
        <w:r>
          <w:rPr>
            <w:rFonts w:asciiTheme="minorHAnsi" w:eastAsiaTheme="minorEastAsia" w:hAnsiTheme="minorHAnsi" w:cstheme="minorBidi"/>
            <w:sz w:val="22"/>
            <w:szCs w:val="22"/>
          </w:rPr>
          <w:tab/>
        </w:r>
        <w:r w:rsidRPr="0012062A">
          <w:rPr>
            <w:rStyle w:val="Hyperlink"/>
          </w:rPr>
          <w:t>MeetingVoteExecutionConfirmation - seev.007.001.07</w:t>
        </w:r>
        <w:r>
          <w:rPr>
            <w:webHidden/>
          </w:rPr>
          <w:tab/>
        </w:r>
        <w:r>
          <w:rPr>
            <w:webHidden/>
          </w:rPr>
          <w:fldChar w:fldCharType="begin"/>
        </w:r>
        <w:r>
          <w:rPr>
            <w:webHidden/>
          </w:rPr>
          <w:instrText xml:space="preserve"> PAGEREF _Toc63870587 \h </w:instrText>
        </w:r>
        <w:r>
          <w:rPr>
            <w:webHidden/>
          </w:rPr>
        </w:r>
        <w:r>
          <w:rPr>
            <w:webHidden/>
          </w:rPr>
          <w:fldChar w:fldCharType="separate"/>
        </w:r>
        <w:r>
          <w:rPr>
            <w:webHidden/>
          </w:rPr>
          <w:t>37</w:t>
        </w:r>
        <w:r>
          <w:rPr>
            <w:webHidden/>
          </w:rPr>
          <w:fldChar w:fldCharType="end"/>
        </w:r>
      </w:hyperlink>
    </w:p>
    <w:p w14:paraId="29F6494B" w14:textId="506228B9" w:rsidR="00D6231B" w:rsidRDefault="00D6231B">
      <w:pPr>
        <w:pStyle w:val="TOC2"/>
        <w:tabs>
          <w:tab w:val="left" w:pos="1418"/>
        </w:tabs>
        <w:rPr>
          <w:rFonts w:asciiTheme="minorHAnsi" w:eastAsiaTheme="minorEastAsia" w:hAnsiTheme="minorHAnsi" w:cstheme="minorBidi"/>
          <w:sz w:val="22"/>
          <w:szCs w:val="22"/>
        </w:rPr>
      </w:pPr>
      <w:hyperlink w:anchor="_Toc63870588" w:history="1">
        <w:r w:rsidRPr="0012062A">
          <w:rPr>
            <w:rStyle w:val="Hyperlink"/>
          </w:rPr>
          <w:t>5.8</w:t>
        </w:r>
        <w:r>
          <w:rPr>
            <w:rFonts w:asciiTheme="minorHAnsi" w:eastAsiaTheme="minorEastAsia" w:hAnsiTheme="minorHAnsi" w:cstheme="minorBidi"/>
            <w:sz w:val="22"/>
            <w:szCs w:val="22"/>
          </w:rPr>
          <w:tab/>
        </w:r>
        <w:r w:rsidRPr="0012062A">
          <w:rPr>
            <w:rStyle w:val="Hyperlink"/>
          </w:rPr>
          <w:t>MeetingResultDissemination - seev.008.001.07</w:t>
        </w:r>
        <w:r>
          <w:rPr>
            <w:webHidden/>
          </w:rPr>
          <w:tab/>
        </w:r>
        <w:r>
          <w:rPr>
            <w:webHidden/>
          </w:rPr>
          <w:fldChar w:fldCharType="begin"/>
        </w:r>
        <w:r>
          <w:rPr>
            <w:webHidden/>
          </w:rPr>
          <w:instrText xml:space="preserve"> PAGEREF _Toc63870588 \h </w:instrText>
        </w:r>
        <w:r>
          <w:rPr>
            <w:webHidden/>
          </w:rPr>
        </w:r>
        <w:r>
          <w:rPr>
            <w:webHidden/>
          </w:rPr>
          <w:fldChar w:fldCharType="separate"/>
        </w:r>
        <w:r>
          <w:rPr>
            <w:webHidden/>
          </w:rPr>
          <w:t>39</w:t>
        </w:r>
        <w:r>
          <w:rPr>
            <w:webHidden/>
          </w:rPr>
          <w:fldChar w:fldCharType="end"/>
        </w:r>
      </w:hyperlink>
    </w:p>
    <w:p w14:paraId="686680BC" w14:textId="23F5B522" w:rsidR="00D6231B" w:rsidRDefault="00D6231B">
      <w:pPr>
        <w:pStyle w:val="TOC1"/>
        <w:rPr>
          <w:rFonts w:asciiTheme="minorHAnsi" w:eastAsiaTheme="minorEastAsia" w:hAnsiTheme="minorHAnsi" w:cstheme="minorBidi"/>
          <w:b w:val="0"/>
          <w:szCs w:val="22"/>
        </w:rPr>
      </w:pPr>
      <w:hyperlink w:anchor="_Toc63870589" w:history="1">
        <w:r w:rsidRPr="0012062A">
          <w:rPr>
            <w:rStyle w:val="Hyperlink"/>
          </w:rPr>
          <w:t>Revision Record</w:t>
        </w:r>
        <w:r>
          <w:rPr>
            <w:webHidden/>
          </w:rPr>
          <w:tab/>
        </w:r>
        <w:r>
          <w:rPr>
            <w:webHidden/>
          </w:rPr>
          <w:fldChar w:fldCharType="begin"/>
        </w:r>
        <w:r>
          <w:rPr>
            <w:webHidden/>
          </w:rPr>
          <w:instrText xml:space="preserve"> PAGEREF _Toc63870589 \h </w:instrText>
        </w:r>
        <w:r>
          <w:rPr>
            <w:webHidden/>
          </w:rPr>
        </w:r>
        <w:r>
          <w:rPr>
            <w:webHidden/>
          </w:rPr>
          <w:fldChar w:fldCharType="separate"/>
        </w:r>
        <w:r>
          <w:rPr>
            <w:webHidden/>
          </w:rPr>
          <w:t>42</w:t>
        </w:r>
        <w:r>
          <w:rPr>
            <w:webHidden/>
          </w:rPr>
          <w:fldChar w:fldCharType="end"/>
        </w:r>
      </w:hyperlink>
    </w:p>
    <w:p w14:paraId="3B9A8D89" w14:textId="31D117E4" w:rsidR="00FF4861" w:rsidRDefault="00115470" w:rsidP="004C7664">
      <w:pPr>
        <w:rPr>
          <w:rFonts w:cs="Arial"/>
          <w:b/>
          <w:noProof/>
        </w:rPr>
      </w:pPr>
      <w:r>
        <w:rPr>
          <w:rFonts w:cs="Arial"/>
          <w:b/>
          <w:noProof/>
        </w:rPr>
        <w:fldChar w:fldCharType="end"/>
      </w:r>
    </w:p>
    <w:p w14:paraId="041384BC" w14:textId="77777777" w:rsidR="00FF4861" w:rsidRDefault="00FF4861" w:rsidP="004C7664">
      <w:pPr>
        <w:rPr>
          <w:rFonts w:cs="Arial"/>
          <w:b/>
          <w:noProof/>
        </w:rPr>
      </w:pPr>
    </w:p>
    <w:p w14:paraId="455B40C6" w14:textId="3DA9568C" w:rsidR="006F1F53" w:rsidRPr="00497582" w:rsidRDefault="006F1F53" w:rsidP="00497582">
      <w:pPr>
        <w:widowControl/>
        <w:spacing w:before="0"/>
        <w:rPr>
          <w:rFonts w:cs="Arial"/>
          <w:b/>
          <w:noProof/>
        </w:rPr>
      </w:pPr>
      <w:r>
        <w:rPr>
          <w:rFonts w:cs="Arial"/>
          <w:b/>
          <w:noProof/>
        </w:rPr>
        <w:br w:type="page"/>
      </w:r>
    </w:p>
    <w:p w14:paraId="3D90DB43" w14:textId="337348DD" w:rsidR="006F1F53" w:rsidRPr="00516F3F" w:rsidRDefault="006F1F53" w:rsidP="006F1F53">
      <w:pPr>
        <w:rPr>
          <w:rStyle w:val="Italic"/>
        </w:rPr>
        <w:sectPr w:rsidR="006F1F53" w:rsidRPr="00516F3F" w:rsidSect="00ED504F">
          <w:headerReference w:type="even" r:id="rId17"/>
          <w:headerReference w:type="default" r:id="rId18"/>
          <w:footerReference w:type="even" r:id="rId19"/>
          <w:footerReference w:type="default" r:id="rId20"/>
          <w:pgSz w:w="11909" w:h="15840" w:code="9"/>
          <w:pgMar w:top="1021" w:right="1304" w:bottom="1701" w:left="1304" w:header="567" w:footer="567" w:gutter="0"/>
          <w:cols w:space="720"/>
          <w:docGrid w:linePitch="258"/>
        </w:sectPr>
      </w:pPr>
    </w:p>
    <w:p w14:paraId="31C6698F" w14:textId="77777777" w:rsidR="00F61950" w:rsidRPr="005331A5" w:rsidRDefault="005B5ECF" w:rsidP="00F61950">
      <w:pPr>
        <w:pStyle w:val="PreliminaryNote"/>
        <w:rPr>
          <w:rStyle w:val="Italic"/>
        </w:rPr>
      </w:pPr>
      <w:bookmarkStart w:id="2" w:name="_Toc116962860"/>
      <w:bookmarkStart w:id="3" w:name="_Toc146690773"/>
      <w:r w:rsidRPr="008B3BC4">
        <w:lastRenderedPageBreak/>
        <w:t xml:space="preserve"> </w:t>
      </w:r>
      <w:r w:rsidR="00F61950" w:rsidRPr="005331A5">
        <w:rPr>
          <w:rStyle w:val="Italic"/>
        </w:rPr>
        <w:t>Preliminary Note</w:t>
      </w:r>
    </w:p>
    <w:p w14:paraId="23CC55B6" w14:textId="77777777" w:rsidR="00F61950" w:rsidRPr="00A15787" w:rsidRDefault="00F61950" w:rsidP="00F61950">
      <w:r w:rsidRPr="00A15787">
        <w:t>The Message Definition Report (MDR) is made of three parts:</w:t>
      </w:r>
    </w:p>
    <w:p w14:paraId="7100FAE2" w14:textId="77777777" w:rsidR="00F61950" w:rsidRPr="00A15787" w:rsidRDefault="00F61950" w:rsidP="00F61950">
      <w:pPr>
        <w:pStyle w:val="BlockLabel"/>
      </w:pPr>
      <w:r w:rsidRPr="00A15787">
        <w:t>MDR part 1</w:t>
      </w:r>
    </w:p>
    <w:p w14:paraId="4DA5B327" w14:textId="77777777" w:rsidR="00F61950" w:rsidRPr="00A15787" w:rsidRDefault="00F61950" w:rsidP="00F61950">
      <w:r w:rsidRPr="00A15787">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21" w:history="1">
        <w:r w:rsidRPr="00A15787">
          <w:rPr>
            <w:rStyle w:val="Hyperlink"/>
          </w:rPr>
          <w:t>www.iso20022.org</w:t>
        </w:r>
      </w:hyperlink>
      <w:r w:rsidRPr="00A15787">
        <w:t xml:space="preserve">. </w:t>
      </w:r>
    </w:p>
    <w:p w14:paraId="68D6AD2B" w14:textId="77777777" w:rsidR="00F61950" w:rsidRPr="00A15787" w:rsidRDefault="00F61950" w:rsidP="00F61950">
      <w:pPr>
        <w:pStyle w:val="BlockLabel"/>
      </w:pPr>
      <w:r w:rsidRPr="00A15787">
        <w:t>MDR part 2</w:t>
      </w:r>
    </w:p>
    <w:p w14:paraId="0EBE27D6" w14:textId="77777777" w:rsidR="00F61950" w:rsidRPr="00A15787" w:rsidRDefault="00F61950" w:rsidP="00F61950">
      <w:r w:rsidRPr="00A15787">
        <w:t>This is the detailed description of each message definition of the message set. Part 2 is produced by the RA using the model developed by the submitting organisation.</w:t>
      </w:r>
    </w:p>
    <w:p w14:paraId="300AEEB8" w14:textId="77777777" w:rsidR="00F61950" w:rsidRPr="00A15787" w:rsidRDefault="00F61950" w:rsidP="00F61950">
      <w:pPr>
        <w:pStyle w:val="BlockLabel"/>
      </w:pPr>
      <w:r w:rsidRPr="00A15787">
        <w:t>MDR part 3</w:t>
      </w:r>
    </w:p>
    <w:p w14:paraId="2E74E89A" w14:textId="77777777" w:rsidR="00F61950" w:rsidRPr="00516F3F" w:rsidRDefault="00F61950" w:rsidP="00F61950">
      <w:pPr>
        <w:rPr>
          <w:rStyle w:val="Italic"/>
        </w:rPr>
        <w:sectPr w:rsidR="00F61950" w:rsidRPr="00516F3F" w:rsidSect="00ED504F">
          <w:headerReference w:type="even" r:id="rId22"/>
          <w:headerReference w:type="default" r:id="rId23"/>
          <w:footerReference w:type="even" r:id="rId24"/>
          <w:footerReference w:type="default" r:id="rId25"/>
          <w:pgSz w:w="11909" w:h="15840" w:code="9"/>
          <w:pgMar w:top="1021" w:right="1304" w:bottom="1701" w:left="1304" w:header="567" w:footer="567" w:gutter="0"/>
          <w:cols w:space="720"/>
          <w:docGrid w:linePitch="258"/>
        </w:sectPr>
      </w:pPr>
      <w:r>
        <w:t>This is an extract o</w:t>
      </w:r>
      <w:r w:rsidRPr="00A15787">
        <w:t>f the ISO 20022 Business Model describing the business concepts used in the message set. Part 3 is an Ex</w:t>
      </w:r>
      <w:r>
        <w:t>cel document produced by the RA.</w:t>
      </w:r>
    </w:p>
    <w:p w14:paraId="3E640902" w14:textId="7351AF60" w:rsidR="00961093" w:rsidRPr="008B3BC4" w:rsidRDefault="00961093" w:rsidP="00F61950">
      <w:pPr>
        <w:pStyle w:val="Heading1"/>
      </w:pPr>
      <w:bookmarkStart w:id="4" w:name="_Toc63870566"/>
      <w:r w:rsidRPr="008B3BC4">
        <w:lastRenderedPageBreak/>
        <w:t>Introduction</w:t>
      </w:r>
      <w:bookmarkEnd w:id="2"/>
      <w:bookmarkEnd w:id="3"/>
      <w:bookmarkEnd w:id="4"/>
    </w:p>
    <w:p w14:paraId="3E640903" w14:textId="77777777" w:rsidR="00840A10" w:rsidRPr="008B3BC4" w:rsidRDefault="00755E11" w:rsidP="00840A10">
      <w:pPr>
        <w:pStyle w:val="Heading2"/>
      </w:pPr>
      <w:bookmarkStart w:id="5" w:name="_Toc116962861"/>
      <w:bookmarkStart w:id="6" w:name="_Toc146690774"/>
      <w:bookmarkStart w:id="7" w:name="_Toc63870567"/>
      <w:r>
        <w:t>Terms and d</w:t>
      </w:r>
      <w:r w:rsidR="00840A10">
        <w:t>efinitions</w:t>
      </w:r>
      <w:bookmarkEnd w:id="7"/>
    </w:p>
    <w:p w14:paraId="3E640904" w14:textId="52737517" w:rsidR="00840A10" w:rsidRPr="007750E8" w:rsidRDefault="00840A10" w:rsidP="00BB1BCD">
      <w:r w:rsidRPr="007750E8">
        <w:t>The following terms are reserved words d</w:t>
      </w:r>
      <w:r w:rsidR="005218F1">
        <w:t>efined in ISO 20022</w:t>
      </w:r>
      <w:r w:rsidRPr="007750E8">
        <w:t>– Part</w:t>
      </w:r>
      <w:r w:rsidR="002F29CD">
        <w:t xml:space="preserve"> </w:t>
      </w:r>
      <w:r w:rsidRPr="007750E8">
        <w:t xml:space="preserve">1. </w:t>
      </w:r>
      <w:r w:rsidR="00131FDB" w:rsidRPr="00131FDB">
        <w:t>When used in this document, the UpperCamelCase notation is followed.</w:t>
      </w:r>
    </w:p>
    <w:p w14:paraId="3E640905" w14:textId="77777777" w:rsidR="00840A10" w:rsidRPr="007750E8" w:rsidRDefault="00840A10" w:rsidP="00840A10">
      <w:pPr>
        <w:rPr>
          <w:rFonts w:cs="Arial"/>
          <w:sz w:val="18"/>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094"/>
        <w:gridCol w:w="6978"/>
      </w:tblGrid>
      <w:tr w:rsidR="00840A10" w:rsidRPr="008B3BC4" w14:paraId="3E640908" w14:textId="77777777" w:rsidTr="00EF2614">
        <w:tc>
          <w:tcPr>
            <w:tcW w:w="2094" w:type="dxa"/>
            <w:shd w:val="pct60" w:color="000000" w:fill="FFFFFF"/>
            <w:vAlign w:val="center"/>
          </w:tcPr>
          <w:p w14:paraId="3E640906" w14:textId="77777777" w:rsidR="00840A10" w:rsidRPr="006F6A65" w:rsidRDefault="00755E11" w:rsidP="00B63233">
            <w:pPr>
              <w:pStyle w:val="TableTitle"/>
              <w:rPr>
                <w:rFonts w:ascii="Arial" w:hAnsi="Arial" w:cs="Arial"/>
                <w:sz w:val="20"/>
              </w:rPr>
            </w:pPr>
            <w:r>
              <w:rPr>
                <w:rFonts w:ascii="Arial" w:hAnsi="Arial" w:cs="Arial"/>
                <w:sz w:val="20"/>
              </w:rPr>
              <w:t>Term</w:t>
            </w:r>
          </w:p>
        </w:tc>
        <w:tc>
          <w:tcPr>
            <w:tcW w:w="6978" w:type="dxa"/>
            <w:shd w:val="pct60" w:color="000000" w:fill="FFFFFF"/>
            <w:vAlign w:val="center"/>
          </w:tcPr>
          <w:p w14:paraId="3E640907" w14:textId="77777777" w:rsidR="00840A10" w:rsidRPr="007750E8" w:rsidRDefault="00840A10" w:rsidP="00B63233">
            <w:pPr>
              <w:pStyle w:val="TableTitle"/>
              <w:rPr>
                <w:rFonts w:ascii="Arial" w:hAnsi="Arial" w:cs="Arial"/>
                <w:sz w:val="20"/>
              </w:rPr>
            </w:pPr>
            <w:r w:rsidRPr="007750E8">
              <w:rPr>
                <w:rFonts w:ascii="Arial" w:hAnsi="Arial" w:cs="Arial"/>
                <w:sz w:val="20"/>
              </w:rPr>
              <w:t>Definition</w:t>
            </w:r>
          </w:p>
        </w:tc>
      </w:tr>
      <w:tr w:rsidR="00F97B60" w:rsidRPr="008B3BC4" w14:paraId="3E64090B" w14:textId="77777777" w:rsidTr="00EF2614">
        <w:tc>
          <w:tcPr>
            <w:tcW w:w="2094" w:type="dxa"/>
            <w:vAlign w:val="center"/>
          </w:tcPr>
          <w:p w14:paraId="3E640909" w14:textId="7E26C39B" w:rsidR="00F97B60" w:rsidRPr="00F82596" w:rsidRDefault="00F97B60" w:rsidP="00B63233">
            <w:pPr>
              <w:pStyle w:val="TableEntrySpecial"/>
              <w:rPr>
                <w:rFonts w:ascii="Arial" w:hAnsi="Arial" w:cs="Arial"/>
                <w:b w:val="0"/>
                <w:sz w:val="20"/>
              </w:rPr>
            </w:pPr>
            <w:r w:rsidRPr="00F82596">
              <w:rPr>
                <w:rFonts w:ascii="Arial" w:hAnsi="Arial" w:cs="Arial"/>
                <w:b w:val="0"/>
                <w:sz w:val="20"/>
              </w:rPr>
              <w:t>BusinessRole</w:t>
            </w:r>
          </w:p>
        </w:tc>
        <w:tc>
          <w:tcPr>
            <w:tcW w:w="6978" w:type="dxa"/>
            <w:vAlign w:val="center"/>
          </w:tcPr>
          <w:p w14:paraId="3E64090A" w14:textId="7C96DF6D" w:rsidR="00F97B60" w:rsidRPr="00B63233" w:rsidRDefault="00F97B60" w:rsidP="00B63233">
            <w:pPr>
              <w:pStyle w:val="BodyText"/>
              <w:spacing w:before="0"/>
              <w:rPr>
                <w:rFonts w:cs="Arial"/>
              </w:rPr>
            </w:pPr>
            <w:r w:rsidRPr="00B63233">
              <w:rPr>
                <w:rFonts w:cs="Arial"/>
                <w:lang w:val="en-US"/>
              </w:rPr>
              <w:t xml:space="preserve">functional role played by a business actor in a particular BusinessProcess or </w:t>
            </w:r>
            <w:r w:rsidRPr="00F82596">
              <w:rPr>
                <w:rFonts w:cs="Arial"/>
                <w:lang w:val="en-US"/>
              </w:rPr>
              <w:t>BusinessTransaction</w:t>
            </w:r>
          </w:p>
        </w:tc>
      </w:tr>
      <w:tr w:rsidR="00F97B60" w:rsidRPr="008B3BC4" w14:paraId="3E64090E" w14:textId="77777777" w:rsidTr="00EF2614">
        <w:tc>
          <w:tcPr>
            <w:tcW w:w="2094" w:type="dxa"/>
            <w:vAlign w:val="center"/>
          </w:tcPr>
          <w:p w14:paraId="3E64090C" w14:textId="64D46A4A" w:rsidR="00F97B60" w:rsidRPr="00F82596" w:rsidRDefault="00F97B60" w:rsidP="00B63233">
            <w:pPr>
              <w:pStyle w:val="TableEntrySpecial"/>
              <w:rPr>
                <w:rFonts w:ascii="Arial" w:hAnsi="Arial" w:cs="Arial"/>
                <w:b w:val="0"/>
                <w:sz w:val="20"/>
              </w:rPr>
            </w:pPr>
            <w:r w:rsidRPr="00F82596">
              <w:rPr>
                <w:rFonts w:ascii="Arial" w:hAnsi="Arial" w:cs="Arial"/>
                <w:b w:val="0"/>
                <w:sz w:val="20"/>
              </w:rPr>
              <w:t>Participant</w:t>
            </w:r>
          </w:p>
        </w:tc>
        <w:tc>
          <w:tcPr>
            <w:tcW w:w="6978" w:type="dxa"/>
            <w:vAlign w:val="center"/>
          </w:tcPr>
          <w:p w14:paraId="3E64090D" w14:textId="17DC62D5" w:rsidR="00F97B60" w:rsidRPr="00B63233" w:rsidRDefault="00F97B60" w:rsidP="00B63233">
            <w:pPr>
              <w:pStyle w:val="TableEntry"/>
              <w:rPr>
                <w:rFonts w:ascii="Arial" w:hAnsi="Arial" w:cs="Arial"/>
                <w:sz w:val="20"/>
              </w:rPr>
            </w:pPr>
            <w:r w:rsidRPr="00B63233">
              <w:rPr>
                <w:rFonts w:ascii="Arial" w:hAnsi="Arial" w:cs="Arial"/>
                <w:sz w:val="20"/>
                <w:lang w:val="en-US"/>
              </w:rPr>
              <w:t xml:space="preserve">involvement of a </w:t>
            </w:r>
            <w:r w:rsidRPr="00F82596">
              <w:rPr>
                <w:rFonts w:ascii="Arial" w:hAnsi="Arial" w:cs="Arial"/>
                <w:sz w:val="20"/>
                <w:lang w:val="en-US"/>
              </w:rPr>
              <w:t>BusinessRole</w:t>
            </w:r>
            <w:r w:rsidRPr="00B63233">
              <w:rPr>
                <w:rFonts w:ascii="Arial" w:hAnsi="Arial" w:cs="Arial"/>
                <w:sz w:val="20"/>
                <w:lang w:val="en-US"/>
              </w:rPr>
              <w:t xml:space="preserve"> in a </w:t>
            </w:r>
            <w:r w:rsidRPr="00F82596">
              <w:rPr>
                <w:rFonts w:ascii="Arial" w:hAnsi="Arial" w:cs="Arial"/>
                <w:sz w:val="20"/>
                <w:lang w:val="en-US"/>
              </w:rPr>
              <w:t>BusinessTransaction</w:t>
            </w:r>
          </w:p>
        </w:tc>
      </w:tr>
      <w:tr w:rsidR="00F97B60" w:rsidRPr="008B3BC4" w14:paraId="3E640911" w14:textId="77777777" w:rsidTr="00EF2614">
        <w:tc>
          <w:tcPr>
            <w:tcW w:w="2094" w:type="dxa"/>
            <w:vAlign w:val="center"/>
          </w:tcPr>
          <w:p w14:paraId="3E64090F" w14:textId="2A9E3FB0" w:rsidR="00F97B60" w:rsidRPr="00F82596" w:rsidRDefault="00F97B60" w:rsidP="00B63233">
            <w:pPr>
              <w:pStyle w:val="TableEntrySpecial"/>
              <w:rPr>
                <w:rFonts w:ascii="Arial" w:hAnsi="Arial" w:cs="Arial"/>
                <w:b w:val="0"/>
                <w:sz w:val="20"/>
              </w:rPr>
            </w:pPr>
            <w:r w:rsidRPr="00F82596">
              <w:rPr>
                <w:rFonts w:ascii="Arial" w:hAnsi="Arial" w:cs="Arial"/>
                <w:b w:val="0"/>
                <w:sz w:val="20"/>
              </w:rPr>
              <w:t>BusinessProcess</w:t>
            </w:r>
          </w:p>
        </w:tc>
        <w:tc>
          <w:tcPr>
            <w:tcW w:w="6978" w:type="dxa"/>
            <w:vAlign w:val="center"/>
          </w:tcPr>
          <w:p w14:paraId="3E640910" w14:textId="11840AF1" w:rsidR="00F97B60" w:rsidRPr="00B63233" w:rsidRDefault="00F97B60" w:rsidP="00EF2614">
            <w:pPr>
              <w:pStyle w:val="BodyText"/>
              <w:spacing w:before="0"/>
              <w:rPr>
                <w:rFonts w:cs="Arial"/>
              </w:rPr>
            </w:pPr>
            <w:r w:rsidRPr="00B63233">
              <w:rPr>
                <w:rFonts w:cs="Arial"/>
                <w:lang w:val="en-US"/>
              </w:rPr>
              <w:t xml:space="preserve">unrealized definition of the business activities undertaken by </w:t>
            </w:r>
            <w:r w:rsidRPr="00F82596">
              <w:rPr>
                <w:rFonts w:cs="Arial"/>
                <w:lang w:val="en-US"/>
              </w:rPr>
              <w:t>BusinessRoles</w:t>
            </w:r>
            <w:r w:rsidRPr="00F11FCB">
              <w:rPr>
                <w:rFonts w:cs="Arial"/>
                <w:i/>
                <w:lang w:val="en-US"/>
              </w:rPr>
              <w:t xml:space="preserve"> </w:t>
            </w:r>
            <w:r w:rsidRPr="00B63233">
              <w:rPr>
                <w:rFonts w:cs="Arial"/>
                <w:lang w:val="en-US"/>
              </w:rPr>
              <w:t xml:space="preserve">within a </w:t>
            </w:r>
            <w:r w:rsidRPr="00F82596">
              <w:rPr>
                <w:rFonts w:cs="Arial"/>
                <w:lang w:val="en-US"/>
              </w:rPr>
              <w:t>BusinessArea</w:t>
            </w:r>
            <w:r w:rsidRPr="00B63233">
              <w:rPr>
                <w:rFonts w:cs="Arial"/>
                <w:lang w:val="en-US"/>
              </w:rPr>
              <w:t xml:space="preserve"> whereby each</w:t>
            </w:r>
            <w:r w:rsidRPr="00F11FCB">
              <w:rPr>
                <w:rFonts w:cs="Arial"/>
                <w:i/>
                <w:lang w:val="en-US"/>
              </w:rPr>
              <w:t xml:space="preserve"> </w:t>
            </w:r>
            <w:r w:rsidRPr="00F82596">
              <w:rPr>
                <w:rFonts w:cs="Arial"/>
                <w:lang w:val="en-US"/>
              </w:rPr>
              <w:t>BusinessProcess</w:t>
            </w:r>
            <w:r w:rsidRPr="00B63233">
              <w:rPr>
                <w:rFonts w:cs="Arial"/>
                <w:lang w:val="en-US"/>
              </w:rPr>
              <w:t xml:space="preserve"> fulfils one type of business activity and whereby a </w:t>
            </w:r>
            <w:r w:rsidRPr="00F82596">
              <w:rPr>
                <w:rFonts w:cs="Arial"/>
                <w:lang w:val="en-US"/>
              </w:rPr>
              <w:t>BusinessProcess</w:t>
            </w:r>
            <w:r w:rsidRPr="00B63233">
              <w:rPr>
                <w:rFonts w:cs="Arial"/>
                <w:lang w:val="en-US"/>
              </w:rPr>
              <w:t xml:space="preserve"> may include and extend other </w:t>
            </w:r>
            <w:r w:rsidRPr="00F82596">
              <w:rPr>
                <w:rFonts w:cs="Arial"/>
                <w:lang w:val="en-US"/>
              </w:rPr>
              <w:t>BusinessProcesses</w:t>
            </w:r>
          </w:p>
        </w:tc>
      </w:tr>
      <w:tr w:rsidR="00F97B60" w:rsidRPr="008B3BC4" w14:paraId="3E640914" w14:textId="77777777" w:rsidTr="00EF2614">
        <w:trPr>
          <w:trHeight w:val="312"/>
        </w:trPr>
        <w:tc>
          <w:tcPr>
            <w:tcW w:w="2094" w:type="dxa"/>
            <w:vAlign w:val="center"/>
          </w:tcPr>
          <w:p w14:paraId="3E640912" w14:textId="6CB56706" w:rsidR="00F97B60" w:rsidRPr="00F82596" w:rsidRDefault="00F97B60" w:rsidP="00755E11">
            <w:pPr>
              <w:pStyle w:val="TableEntrySpecial"/>
              <w:rPr>
                <w:rFonts w:ascii="Arial" w:hAnsi="Arial" w:cs="Arial"/>
                <w:b w:val="0"/>
                <w:sz w:val="20"/>
              </w:rPr>
            </w:pPr>
            <w:r w:rsidRPr="00F82596">
              <w:rPr>
                <w:rFonts w:ascii="Arial" w:hAnsi="Arial" w:cs="Arial"/>
                <w:b w:val="0"/>
                <w:sz w:val="20"/>
              </w:rPr>
              <w:t>BusinessTransaction</w:t>
            </w:r>
          </w:p>
        </w:tc>
        <w:tc>
          <w:tcPr>
            <w:tcW w:w="6978" w:type="dxa"/>
            <w:vAlign w:val="center"/>
          </w:tcPr>
          <w:p w14:paraId="3E640913" w14:textId="1CD98FFA" w:rsidR="00F97B60" w:rsidRPr="00B63233" w:rsidRDefault="00F97B60" w:rsidP="00EF2614">
            <w:pPr>
              <w:pStyle w:val="TableEntry"/>
              <w:rPr>
                <w:rFonts w:ascii="Arial" w:hAnsi="Arial" w:cs="Arial"/>
                <w:sz w:val="20"/>
              </w:rPr>
            </w:pPr>
            <w:r w:rsidRPr="00B63233">
              <w:rPr>
                <w:rFonts w:ascii="Arial" w:hAnsi="Arial" w:cs="Arial"/>
                <w:sz w:val="20"/>
                <w:lang w:val="en-US"/>
              </w:rPr>
              <w:t xml:space="preserve">particular solution that meets the communication requirements and the interaction requirements of a particular </w:t>
            </w:r>
            <w:r w:rsidRPr="00F82596">
              <w:rPr>
                <w:rFonts w:ascii="Arial" w:hAnsi="Arial" w:cs="Arial"/>
                <w:sz w:val="20"/>
                <w:lang w:val="en-US"/>
              </w:rPr>
              <w:t>BusinessProcess</w:t>
            </w:r>
            <w:r w:rsidRPr="00B63233">
              <w:rPr>
                <w:rFonts w:ascii="Arial" w:hAnsi="Arial" w:cs="Arial"/>
                <w:sz w:val="20"/>
                <w:lang w:val="en-US"/>
              </w:rPr>
              <w:t xml:space="preserve"> and </w:t>
            </w:r>
            <w:r w:rsidRPr="00F82596">
              <w:rPr>
                <w:rFonts w:ascii="Arial" w:hAnsi="Arial" w:cs="Arial"/>
                <w:sz w:val="20"/>
                <w:lang w:val="en-US"/>
              </w:rPr>
              <w:t>BusinessArea</w:t>
            </w:r>
          </w:p>
        </w:tc>
      </w:tr>
      <w:tr w:rsidR="00F97B60" w:rsidRPr="008B3BC4" w14:paraId="3E640917" w14:textId="77777777" w:rsidTr="00EF2614">
        <w:tc>
          <w:tcPr>
            <w:tcW w:w="2094" w:type="dxa"/>
            <w:vAlign w:val="center"/>
          </w:tcPr>
          <w:p w14:paraId="3E640915" w14:textId="658457AF" w:rsidR="00F97B60" w:rsidRPr="00F82596" w:rsidRDefault="00F97B60" w:rsidP="00B63233">
            <w:pPr>
              <w:pStyle w:val="TableEntrySpecial"/>
              <w:rPr>
                <w:rFonts w:ascii="Arial" w:hAnsi="Arial" w:cs="Arial"/>
                <w:b w:val="0"/>
                <w:sz w:val="20"/>
              </w:rPr>
            </w:pPr>
            <w:r w:rsidRPr="00F82596">
              <w:rPr>
                <w:rFonts w:ascii="Arial" w:hAnsi="Arial" w:cs="Arial"/>
                <w:b w:val="0"/>
                <w:sz w:val="20"/>
              </w:rPr>
              <w:t>MessageDefinition</w:t>
            </w:r>
          </w:p>
        </w:tc>
        <w:tc>
          <w:tcPr>
            <w:tcW w:w="6978" w:type="dxa"/>
            <w:vAlign w:val="center"/>
          </w:tcPr>
          <w:p w14:paraId="3E640916" w14:textId="1A32286E" w:rsidR="00F97B60" w:rsidRPr="00B63233" w:rsidRDefault="00F97B60" w:rsidP="00EF2614">
            <w:pPr>
              <w:pStyle w:val="BodyText"/>
              <w:spacing w:before="0"/>
              <w:rPr>
                <w:rFonts w:cs="Arial"/>
              </w:rPr>
            </w:pPr>
            <w:r w:rsidRPr="00B63233">
              <w:rPr>
                <w:rFonts w:cs="Arial"/>
              </w:rPr>
              <w:t xml:space="preserve">formal description of the structure of a </w:t>
            </w:r>
            <w:r w:rsidRPr="00F82596">
              <w:rPr>
                <w:rFonts w:cs="Arial"/>
              </w:rPr>
              <w:t>MessageInstance</w:t>
            </w:r>
          </w:p>
        </w:tc>
      </w:tr>
    </w:tbl>
    <w:p w14:paraId="3E640918" w14:textId="77777777" w:rsidR="00961093" w:rsidRPr="008B3BC4" w:rsidRDefault="00961093" w:rsidP="00BB5003">
      <w:pPr>
        <w:pStyle w:val="Heading2"/>
      </w:pPr>
      <w:bookmarkStart w:id="8" w:name="_Toc63870568"/>
      <w:r w:rsidRPr="008B3BC4">
        <w:t>Glossary</w:t>
      </w:r>
      <w:bookmarkEnd w:id="5"/>
      <w:bookmarkEnd w:id="6"/>
      <w:bookmarkEnd w:id="8"/>
    </w:p>
    <w:p w14:paraId="3E640919" w14:textId="2E04FFC0" w:rsidR="00961093" w:rsidRPr="008B3BC4" w:rsidRDefault="00961093" w:rsidP="007906F1">
      <w:pPr>
        <w:shd w:val="clear" w:color="auto" w:fill="99CCFF"/>
        <w:rPr>
          <w:rFonts w:cs="Arial"/>
          <w:b/>
        </w:rPr>
      </w:pPr>
      <w:bookmarkStart w:id="9" w:name="_Toc146690776"/>
      <w:bookmarkStart w:id="10" w:name="_Toc116962862"/>
      <w:r w:rsidRPr="008B3BC4">
        <w:rPr>
          <w:rFonts w:cs="Arial"/>
          <w:b/>
        </w:rPr>
        <w:t>Acronyms</w:t>
      </w:r>
      <w:bookmarkEnd w:id="9"/>
    </w:p>
    <w:p w14:paraId="3E64091A" w14:textId="77777777" w:rsidR="007906F1" w:rsidRPr="007750E8" w:rsidRDefault="007906F1" w:rsidP="007906F1">
      <w:pPr>
        <w:rPr>
          <w:rFonts w:cs="Arial"/>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88"/>
      </w:tblGrid>
      <w:tr w:rsidR="00961093" w:rsidRPr="008B3BC4" w14:paraId="3E64091D" w14:textId="77777777" w:rsidTr="0070102A">
        <w:tc>
          <w:tcPr>
            <w:tcW w:w="1984" w:type="dxa"/>
            <w:shd w:val="pct60" w:color="000000" w:fill="FFFFFF"/>
            <w:vAlign w:val="center"/>
          </w:tcPr>
          <w:p w14:paraId="3E64091B" w14:textId="77777777" w:rsidR="00961093" w:rsidRPr="006F6A65" w:rsidRDefault="00961093" w:rsidP="00E4260E">
            <w:pPr>
              <w:pStyle w:val="TableTitle"/>
              <w:rPr>
                <w:rFonts w:ascii="Arial" w:hAnsi="Arial" w:cs="Arial"/>
                <w:sz w:val="20"/>
              </w:rPr>
            </w:pPr>
            <w:r w:rsidRPr="006F6A65">
              <w:rPr>
                <w:rFonts w:ascii="Arial" w:hAnsi="Arial" w:cs="Arial"/>
                <w:sz w:val="20"/>
              </w:rPr>
              <w:t>Acronym</w:t>
            </w:r>
          </w:p>
        </w:tc>
        <w:tc>
          <w:tcPr>
            <w:tcW w:w="7088" w:type="dxa"/>
            <w:shd w:val="pct60" w:color="000000" w:fill="FFFFFF"/>
            <w:vAlign w:val="center"/>
          </w:tcPr>
          <w:p w14:paraId="3E64091C" w14:textId="77777777" w:rsidR="00961093" w:rsidRPr="006F6A65" w:rsidRDefault="00961093" w:rsidP="00E4260E">
            <w:pPr>
              <w:pStyle w:val="TableTitle"/>
              <w:rPr>
                <w:rFonts w:ascii="Arial" w:hAnsi="Arial" w:cs="Arial"/>
                <w:sz w:val="20"/>
              </w:rPr>
            </w:pPr>
            <w:r w:rsidRPr="006F6A65">
              <w:rPr>
                <w:rFonts w:ascii="Arial" w:hAnsi="Arial" w:cs="Arial"/>
                <w:sz w:val="20"/>
              </w:rPr>
              <w:t>Definition</w:t>
            </w:r>
          </w:p>
        </w:tc>
      </w:tr>
      <w:tr w:rsidR="001948DD" w:rsidRPr="00F61A06" w14:paraId="17531E8C" w14:textId="77777777" w:rsidTr="0070102A">
        <w:tc>
          <w:tcPr>
            <w:tcW w:w="1984" w:type="dxa"/>
            <w:vAlign w:val="center"/>
          </w:tcPr>
          <w:p w14:paraId="3E8823F7" w14:textId="6AC7972E" w:rsidR="001948DD" w:rsidRDefault="001948DD" w:rsidP="00F61A06">
            <w:pPr>
              <w:pStyle w:val="TableEntry"/>
              <w:rPr>
                <w:rFonts w:ascii="Arial" w:hAnsi="Arial"/>
                <w:sz w:val="20"/>
              </w:rPr>
            </w:pPr>
            <w:r>
              <w:rPr>
                <w:rFonts w:ascii="Arial" w:hAnsi="Arial"/>
                <w:sz w:val="20"/>
              </w:rPr>
              <w:t>GM</w:t>
            </w:r>
          </w:p>
        </w:tc>
        <w:tc>
          <w:tcPr>
            <w:tcW w:w="7088" w:type="dxa"/>
            <w:vAlign w:val="center"/>
          </w:tcPr>
          <w:p w14:paraId="07D87D7F" w14:textId="05FFB401" w:rsidR="001948DD" w:rsidRDefault="001948DD" w:rsidP="00F61A06">
            <w:pPr>
              <w:pStyle w:val="TableEntry"/>
              <w:rPr>
                <w:rFonts w:ascii="Arial" w:hAnsi="Arial"/>
                <w:sz w:val="20"/>
              </w:rPr>
            </w:pPr>
            <w:r>
              <w:rPr>
                <w:rFonts w:ascii="Arial" w:hAnsi="Arial"/>
                <w:sz w:val="20"/>
              </w:rPr>
              <w:t>General Meeting</w:t>
            </w:r>
          </w:p>
        </w:tc>
      </w:tr>
      <w:tr w:rsidR="00961093" w:rsidRPr="00F61A06" w14:paraId="3E640920" w14:textId="77777777" w:rsidTr="0070102A">
        <w:tc>
          <w:tcPr>
            <w:tcW w:w="1984" w:type="dxa"/>
            <w:vAlign w:val="center"/>
          </w:tcPr>
          <w:p w14:paraId="3E64091E" w14:textId="0EC83393" w:rsidR="00961093" w:rsidRPr="00F61A06" w:rsidRDefault="00D945CC" w:rsidP="00F61A06">
            <w:pPr>
              <w:pStyle w:val="TableEntry"/>
              <w:rPr>
                <w:rFonts w:ascii="Arial" w:hAnsi="Arial"/>
                <w:sz w:val="20"/>
              </w:rPr>
            </w:pPr>
            <w:r>
              <w:rPr>
                <w:rFonts w:ascii="Arial" w:hAnsi="Arial"/>
                <w:sz w:val="20"/>
              </w:rPr>
              <w:t>PV</w:t>
            </w:r>
          </w:p>
        </w:tc>
        <w:tc>
          <w:tcPr>
            <w:tcW w:w="7088" w:type="dxa"/>
            <w:vAlign w:val="center"/>
          </w:tcPr>
          <w:p w14:paraId="3E64091F" w14:textId="12819A75" w:rsidR="00961093" w:rsidRPr="00F61A06" w:rsidRDefault="00D945CC" w:rsidP="00F61A06">
            <w:pPr>
              <w:pStyle w:val="TableEntry"/>
              <w:rPr>
                <w:rFonts w:ascii="Arial" w:hAnsi="Arial"/>
                <w:sz w:val="20"/>
              </w:rPr>
            </w:pPr>
            <w:r>
              <w:rPr>
                <w:rFonts w:ascii="Arial" w:hAnsi="Arial"/>
                <w:sz w:val="20"/>
              </w:rPr>
              <w:t>Proxy Voting</w:t>
            </w:r>
          </w:p>
        </w:tc>
      </w:tr>
      <w:tr w:rsidR="00E4260E" w:rsidRPr="00F61A06" w14:paraId="3E640923" w14:textId="77777777" w:rsidTr="0070102A">
        <w:tc>
          <w:tcPr>
            <w:tcW w:w="1984" w:type="dxa"/>
            <w:vAlign w:val="center"/>
          </w:tcPr>
          <w:p w14:paraId="3E640921" w14:textId="77777777" w:rsidR="00E4260E" w:rsidRPr="00F61A06" w:rsidRDefault="00E4260E" w:rsidP="00F61A06">
            <w:pPr>
              <w:pStyle w:val="TableEntry"/>
              <w:rPr>
                <w:rFonts w:ascii="Arial" w:hAnsi="Arial"/>
                <w:sz w:val="20"/>
              </w:rPr>
            </w:pPr>
            <w:r w:rsidRPr="00F61A06">
              <w:rPr>
                <w:rFonts w:ascii="Arial" w:hAnsi="Arial"/>
                <w:sz w:val="20"/>
              </w:rPr>
              <w:t>CSD</w:t>
            </w:r>
          </w:p>
        </w:tc>
        <w:tc>
          <w:tcPr>
            <w:tcW w:w="7088" w:type="dxa"/>
            <w:vAlign w:val="center"/>
          </w:tcPr>
          <w:p w14:paraId="3E640922" w14:textId="77777777" w:rsidR="00E4260E" w:rsidRPr="00F61A06" w:rsidRDefault="00E4260E" w:rsidP="00F61A06">
            <w:pPr>
              <w:pStyle w:val="TableEntry"/>
              <w:rPr>
                <w:rFonts w:ascii="Arial" w:hAnsi="Arial"/>
                <w:sz w:val="20"/>
              </w:rPr>
            </w:pPr>
            <w:r w:rsidRPr="00F61A06">
              <w:rPr>
                <w:rFonts w:ascii="Arial" w:hAnsi="Arial"/>
                <w:sz w:val="20"/>
              </w:rPr>
              <w:t>Central Securities Depository</w:t>
            </w:r>
          </w:p>
        </w:tc>
      </w:tr>
      <w:tr w:rsidR="00E4260E" w:rsidRPr="00F61A06" w14:paraId="3E640926" w14:textId="77777777" w:rsidTr="0070102A">
        <w:tc>
          <w:tcPr>
            <w:tcW w:w="1984" w:type="dxa"/>
            <w:vAlign w:val="center"/>
          </w:tcPr>
          <w:p w14:paraId="3E640924" w14:textId="77777777" w:rsidR="00E4260E" w:rsidRPr="00F61A06" w:rsidRDefault="00E4260E" w:rsidP="00F61A06">
            <w:pPr>
              <w:pStyle w:val="TableEntry"/>
              <w:rPr>
                <w:rFonts w:ascii="Arial" w:hAnsi="Arial"/>
                <w:sz w:val="20"/>
              </w:rPr>
            </w:pPr>
            <w:r w:rsidRPr="00F61A06">
              <w:rPr>
                <w:rFonts w:ascii="Arial" w:hAnsi="Arial"/>
                <w:sz w:val="20"/>
              </w:rPr>
              <w:t>ICSD</w:t>
            </w:r>
          </w:p>
        </w:tc>
        <w:tc>
          <w:tcPr>
            <w:tcW w:w="7088" w:type="dxa"/>
            <w:vAlign w:val="center"/>
          </w:tcPr>
          <w:p w14:paraId="3E640925" w14:textId="77777777" w:rsidR="00E4260E" w:rsidRPr="00F61A06" w:rsidRDefault="00E4260E" w:rsidP="00F61A06">
            <w:pPr>
              <w:pStyle w:val="TableEntry"/>
              <w:rPr>
                <w:rFonts w:ascii="Arial" w:hAnsi="Arial"/>
                <w:sz w:val="20"/>
              </w:rPr>
            </w:pPr>
            <w:r w:rsidRPr="00F61A06">
              <w:rPr>
                <w:rFonts w:ascii="Arial" w:hAnsi="Arial"/>
                <w:sz w:val="20"/>
              </w:rPr>
              <w:t>International Central Securities Depository</w:t>
            </w:r>
          </w:p>
        </w:tc>
      </w:tr>
      <w:tr w:rsidR="00C73FCA" w:rsidRPr="00F61A06" w14:paraId="3E640929" w14:textId="77777777" w:rsidTr="0070102A">
        <w:trPr>
          <w:trHeight w:val="312"/>
        </w:trPr>
        <w:tc>
          <w:tcPr>
            <w:tcW w:w="1984" w:type="dxa"/>
            <w:vAlign w:val="center"/>
          </w:tcPr>
          <w:p w14:paraId="3E640927" w14:textId="77777777" w:rsidR="00C73FCA" w:rsidRPr="00F61A06" w:rsidRDefault="00C73FCA" w:rsidP="00F61A06">
            <w:pPr>
              <w:pStyle w:val="TableEntry"/>
              <w:rPr>
                <w:rFonts w:ascii="Arial" w:hAnsi="Arial"/>
                <w:sz w:val="20"/>
              </w:rPr>
            </w:pPr>
            <w:r w:rsidRPr="00F61A06">
              <w:rPr>
                <w:rFonts w:ascii="Arial" w:hAnsi="Arial"/>
                <w:sz w:val="20"/>
              </w:rPr>
              <w:t>SMPG</w:t>
            </w:r>
          </w:p>
        </w:tc>
        <w:tc>
          <w:tcPr>
            <w:tcW w:w="7088" w:type="dxa"/>
            <w:vAlign w:val="center"/>
          </w:tcPr>
          <w:p w14:paraId="3E640928" w14:textId="77777777" w:rsidR="00C73FCA" w:rsidRPr="00F61A06" w:rsidRDefault="00C73FCA" w:rsidP="00F61A06">
            <w:pPr>
              <w:pStyle w:val="TableEntry"/>
              <w:rPr>
                <w:rFonts w:ascii="Arial" w:hAnsi="Arial"/>
                <w:sz w:val="20"/>
              </w:rPr>
            </w:pPr>
            <w:r w:rsidRPr="00F61A06">
              <w:rPr>
                <w:rFonts w:ascii="Arial" w:hAnsi="Arial"/>
                <w:sz w:val="20"/>
              </w:rPr>
              <w:t>Securities Market Practice Group (</w:t>
            </w:r>
            <w:hyperlink r:id="rId26" w:history="1">
              <w:r w:rsidRPr="00F61A06">
                <w:rPr>
                  <w:rFonts w:ascii="Arial" w:hAnsi="Arial"/>
                  <w:sz w:val="20"/>
                </w:rPr>
                <w:t>www.smpg.info</w:t>
              </w:r>
            </w:hyperlink>
            <w:r w:rsidRPr="00F61A06">
              <w:rPr>
                <w:rFonts w:ascii="Arial" w:hAnsi="Arial"/>
                <w:sz w:val="20"/>
              </w:rPr>
              <w:t>)</w:t>
            </w:r>
          </w:p>
        </w:tc>
      </w:tr>
    </w:tbl>
    <w:p w14:paraId="3E64092D" w14:textId="77777777" w:rsidR="00EF7F89" w:rsidRPr="007750E8" w:rsidRDefault="00EF7F89" w:rsidP="007906F1">
      <w:pPr>
        <w:rPr>
          <w:rFonts w:cs="Arial"/>
        </w:rPr>
      </w:pPr>
      <w:bookmarkStart w:id="11" w:name="_Toc146690777"/>
    </w:p>
    <w:bookmarkEnd w:id="11"/>
    <w:p w14:paraId="3E64093D" w14:textId="2ACCF01C" w:rsidR="002545C4" w:rsidRPr="007750E8" w:rsidRDefault="003C6A90">
      <w:pPr>
        <w:rPr>
          <w:rFonts w:cs="Arial"/>
        </w:rPr>
      </w:pPr>
      <w:r w:rsidRPr="008B3BC4">
        <w:br w:type="page"/>
      </w:r>
    </w:p>
    <w:p w14:paraId="3E64093E" w14:textId="77777777" w:rsidR="00961093" w:rsidRPr="008B3BC4" w:rsidRDefault="00B5005B" w:rsidP="00BB5003">
      <w:pPr>
        <w:pStyle w:val="Heading2"/>
      </w:pPr>
      <w:bookmarkStart w:id="12" w:name="_Toc146690778"/>
      <w:bookmarkStart w:id="13" w:name="_Toc63870569"/>
      <w:r w:rsidRPr="008B3BC4">
        <w:lastRenderedPageBreak/>
        <w:t>Document Sc</w:t>
      </w:r>
      <w:r w:rsidR="00961093" w:rsidRPr="008B3BC4">
        <w:t>ope</w:t>
      </w:r>
      <w:bookmarkEnd w:id="10"/>
      <w:bookmarkEnd w:id="12"/>
      <w:r w:rsidRPr="008B3BC4">
        <w:t xml:space="preserve"> and O</w:t>
      </w:r>
      <w:r w:rsidR="0003109F" w:rsidRPr="008B3BC4">
        <w:t>bjectives</w:t>
      </w:r>
      <w:bookmarkEnd w:id="13"/>
    </w:p>
    <w:p w14:paraId="0B4014D9" w14:textId="77777777" w:rsidR="00F97B60" w:rsidRPr="00F82596" w:rsidRDefault="00F97B60" w:rsidP="00F97B60">
      <w:pPr>
        <w:pStyle w:val="BodyText"/>
        <w:jc w:val="both"/>
        <w:rPr>
          <w:rFonts w:cs="Arial"/>
        </w:rPr>
      </w:pPr>
      <w:bookmarkStart w:id="14" w:name="OLE_LINK1"/>
      <w:bookmarkStart w:id="15" w:name="OLE_LINK2"/>
      <w:r w:rsidRPr="00F82596">
        <w:rPr>
          <w:rFonts w:cs="Arial"/>
        </w:rPr>
        <w:t>This document is the first part of the ISO 20022 Message Definition Report (MDR) that describes the BusinessTransactions and underlying message set. For the sake of completeness, the document may also describe BusinessActivities that are not in the scope of the project.</w:t>
      </w:r>
    </w:p>
    <w:bookmarkEnd w:id="14"/>
    <w:bookmarkEnd w:id="15"/>
    <w:p w14:paraId="3E640940" w14:textId="77777777" w:rsidR="006E4A92" w:rsidRPr="00F82596" w:rsidRDefault="006E4A92" w:rsidP="006E4A92">
      <w:pPr>
        <w:pStyle w:val="BodyText"/>
        <w:jc w:val="both"/>
        <w:rPr>
          <w:rFonts w:cs="Arial"/>
        </w:rPr>
      </w:pPr>
      <w:r w:rsidRPr="00F82596">
        <w:rPr>
          <w:rFonts w:cs="Arial"/>
        </w:rPr>
        <w:t>This document sets:</w:t>
      </w:r>
    </w:p>
    <w:p w14:paraId="3E640941" w14:textId="77777777" w:rsidR="006E4A92" w:rsidRPr="00F82596" w:rsidRDefault="00493E71" w:rsidP="006E4A92">
      <w:pPr>
        <w:pStyle w:val="BodyText"/>
        <w:numPr>
          <w:ilvl w:val="0"/>
          <w:numId w:val="5"/>
        </w:numPr>
        <w:spacing w:before="120"/>
        <w:jc w:val="both"/>
        <w:rPr>
          <w:rFonts w:cs="Arial"/>
        </w:rPr>
      </w:pPr>
      <w:r w:rsidRPr="00F82596">
        <w:rPr>
          <w:rFonts w:cs="Arial"/>
        </w:rPr>
        <w:t>The B</w:t>
      </w:r>
      <w:r w:rsidR="006E4A92" w:rsidRPr="00F82596">
        <w:rPr>
          <w:rFonts w:cs="Arial"/>
        </w:rPr>
        <w:t>usiness</w:t>
      </w:r>
      <w:r w:rsidRPr="00F82596">
        <w:rPr>
          <w:rFonts w:cs="Arial"/>
        </w:rPr>
        <w:t>P</w:t>
      </w:r>
      <w:r w:rsidR="006E4A92" w:rsidRPr="00F82596">
        <w:rPr>
          <w:rFonts w:cs="Arial"/>
        </w:rPr>
        <w:t>rocess scope (business processes addressed or impacted by the project)</w:t>
      </w:r>
    </w:p>
    <w:p w14:paraId="3E640942" w14:textId="77777777" w:rsidR="00493E71" w:rsidRPr="00F82596" w:rsidRDefault="00493E71" w:rsidP="006E4A92">
      <w:pPr>
        <w:pStyle w:val="BodyText"/>
        <w:numPr>
          <w:ilvl w:val="0"/>
          <w:numId w:val="5"/>
        </w:numPr>
        <w:spacing w:before="120"/>
        <w:jc w:val="both"/>
        <w:rPr>
          <w:rFonts w:cs="Arial"/>
        </w:rPr>
      </w:pPr>
      <w:r w:rsidRPr="00F82596">
        <w:rPr>
          <w:rFonts w:cs="Arial"/>
        </w:rPr>
        <w:t>The BusinessRoles involved in these BusinessProcesses</w:t>
      </w:r>
    </w:p>
    <w:p w14:paraId="3E640943" w14:textId="77777777" w:rsidR="00493E71" w:rsidRPr="00F82596" w:rsidRDefault="00493E71" w:rsidP="00F91934">
      <w:pPr>
        <w:pStyle w:val="BodyText"/>
        <w:spacing w:before="120"/>
        <w:ind w:left="1211"/>
        <w:jc w:val="both"/>
        <w:rPr>
          <w:rFonts w:cs="Arial"/>
        </w:rPr>
      </w:pPr>
    </w:p>
    <w:p w14:paraId="3E640944" w14:textId="77777777" w:rsidR="006E4A92" w:rsidRPr="00F82596" w:rsidRDefault="00CA0823" w:rsidP="006E4A92">
      <w:pPr>
        <w:pStyle w:val="BodyText"/>
        <w:jc w:val="both"/>
        <w:rPr>
          <w:rFonts w:cs="Arial"/>
        </w:rPr>
      </w:pPr>
      <w:r w:rsidRPr="00F82596">
        <w:rPr>
          <w:rFonts w:cs="Arial"/>
        </w:rPr>
        <w:t xml:space="preserve">The main objectives of this </w:t>
      </w:r>
      <w:r w:rsidR="006E4A92" w:rsidRPr="00F82596">
        <w:rPr>
          <w:rFonts w:cs="Arial"/>
        </w:rPr>
        <w:t>document are:</w:t>
      </w:r>
    </w:p>
    <w:p w14:paraId="3E640945" w14:textId="77777777" w:rsidR="006E4A92" w:rsidRPr="00F82596" w:rsidRDefault="00F91934" w:rsidP="006E4A92">
      <w:pPr>
        <w:pStyle w:val="BodyText"/>
        <w:numPr>
          <w:ilvl w:val="0"/>
          <w:numId w:val="4"/>
        </w:numPr>
        <w:spacing w:before="120"/>
        <w:jc w:val="both"/>
        <w:rPr>
          <w:rFonts w:cs="Arial"/>
        </w:rPr>
      </w:pPr>
      <w:r w:rsidRPr="00F82596">
        <w:rPr>
          <w:rFonts w:cs="Arial"/>
        </w:rPr>
        <w:t>To explain what B</w:t>
      </w:r>
      <w:r w:rsidR="006E4A92" w:rsidRPr="00F82596">
        <w:rPr>
          <w:rFonts w:cs="Arial"/>
        </w:rPr>
        <w:t>usi</w:t>
      </w:r>
      <w:r w:rsidRPr="00F82596">
        <w:rPr>
          <w:rFonts w:cs="Arial"/>
        </w:rPr>
        <w:t>nessP</w:t>
      </w:r>
      <w:r w:rsidR="006E4A92" w:rsidRPr="00F82596">
        <w:rPr>
          <w:rFonts w:cs="Arial"/>
        </w:rPr>
        <w:t xml:space="preserve">rocesses and </w:t>
      </w:r>
      <w:r w:rsidRPr="00F82596">
        <w:rPr>
          <w:rFonts w:cs="Arial"/>
        </w:rPr>
        <w:t>BusinessA</w:t>
      </w:r>
      <w:r w:rsidR="006E4A92" w:rsidRPr="00F82596">
        <w:rPr>
          <w:rFonts w:cs="Arial"/>
        </w:rPr>
        <w:t xml:space="preserve">ctivities these </w:t>
      </w:r>
      <w:r w:rsidR="00301BED" w:rsidRPr="00F82596">
        <w:rPr>
          <w:rFonts w:cs="Arial"/>
        </w:rPr>
        <w:t>M</w:t>
      </w:r>
      <w:r w:rsidR="006E4A92" w:rsidRPr="00F82596">
        <w:rPr>
          <w:rFonts w:cs="Arial"/>
        </w:rPr>
        <w:t>essage</w:t>
      </w:r>
      <w:r w:rsidR="00301BED" w:rsidRPr="00F82596">
        <w:rPr>
          <w:rFonts w:cs="Arial"/>
        </w:rPr>
        <w:t>D</w:t>
      </w:r>
      <w:r w:rsidR="00C57A36" w:rsidRPr="00F82596">
        <w:rPr>
          <w:rFonts w:cs="Arial"/>
        </w:rPr>
        <w:t>efinition</w:t>
      </w:r>
      <w:r w:rsidR="006E4A92" w:rsidRPr="00F82596">
        <w:rPr>
          <w:rFonts w:cs="Arial"/>
        </w:rPr>
        <w:t xml:space="preserve">s </w:t>
      </w:r>
      <w:r w:rsidR="00CA0823" w:rsidRPr="00F82596">
        <w:rPr>
          <w:rFonts w:cs="Arial"/>
        </w:rPr>
        <w:t>have addressed</w:t>
      </w:r>
    </w:p>
    <w:p w14:paraId="3E640946" w14:textId="77777777" w:rsidR="006E4A92" w:rsidRPr="00F82596" w:rsidRDefault="006E4A92" w:rsidP="006E4A92">
      <w:pPr>
        <w:pStyle w:val="BodyText"/>
        <w:numPr>
          <w:ilvl w:val="0"/>
          <w:numId w:val="4"/>
        </w:numPr>
        <w:spacing w:before="120"/>
        <w:jc w:val="both"/>
        <w:rPr>
          <w:rFonts w:cs="Arial"/>
        </w:rPr>
      </w:pPr>
      <w:r w:rsidRPr="00F82596">
        <w:rPr>
          <w:rFonts w:cs="Arial"/>
        </w:rPr>
        <w:t xml:space="preserve">To give a high level description </w:t>
      </w:r>
      <w:r w:rsidR="00F91934" w:rsidRPr="00F82596">
        <w:rPr>
          <w:rFonts w:cs="Arial"/>
        </w:rPr>
        <w:t>of BusinessP</w:t>
      </w:r>
      <w:r w:rsidR="009145CE" w:rsidRPr="00F82596">
        <w:rPr>
          <w:rFonts w:cs="Arial"/>
        </w:rPr>
        <w:t>rocesses and the associated BusinessRoles</w:t>
      </w:r>
    </w:p>
    <w:p w14:paraId="3E640947" w14:textId="77777777" w:rsidR="006E4A92" w:rsidRPr="00F82596" w:rsidRDefault="006E4A92" w:rsidP="006E4A92">
      <w:pPr>
        <w:pStyle w:val="BodyText"/>
        <w:numPr>
          <w:ilvl w:val="0"/>
          <w:numId w:val="4"/>
        </w:numPr>
        <w:spacing w:before="120"/>
        <w:jc w:val="both"/>
        <w:rPr>
          <w:rFonts w:cs="Arial"/>
        </w:rPr>
      </w:pPr>
      <w:r w:rsidRPr="00F82596">
        <w:rPr>
          <w:rFonts w:cs="Arial"/>
        </w:rPr>
        <w:t xml:space="preserve">To </w:t>
      </w:r>
      <w:r w:rsidR="009145CE" w:rsidRPr="00F82596">
        <w:rPr>
          <w:rFonts w:cs="Arial"/>
        </w:rPr>
        <w:t>document the BusinessTransaction</w:t>
      </w:r>
      <w:r w:rsidR="000B72F7" w:rsidRPr="00F82596">
        <w:rPr>
          <w:rFonts w:cs="Arial"/>
        </w:rPr>
        <w:t>s</w:t>
      </w:r>
      <w:r w:rsidR="009145CE" w:rsidRPr="00F82596">
        <w:rPr>
          <w:rFonts w:cs="Arial"/>
        </w:rPr>
        <w:t xml:space="preserve"> and their Participants</w:t>
      </w:r>
      <w:r w:rsidR="000B72F7" w:rsidRPr="00F82596">
        <w:rPr>
          <w:rFonts w:cs="Arial"/>
        </w:rPr>
        <w:t xml:space="preserve"> (sequence diagrams)</w:t>
      </w:r>
      <w:r w:rsidRPr="00F82596">
        <w:rPr>
          <w:rFonts w:cs="Arial"/>
        </w:rPr>
        <w:t xml:space="preserve"> </w:t>
      </w:r>
    </w:p>
    <w:p w14:paraId="3E640948" w14:textId="77777777" w:rsidR="006E4A92" w:rsidRPr="000368C4" w:rsidRDefault="006E4A92" w:rsidP="006E4A92">
      <w:pPr>
        <w:pStyle w:val="BodyText"/>
        <w:numPr>
          <w:ilvl w:val="0"/>
          <w:numId w:val="4"/>
        </w:numPr>
        <w:spacing w:before="120"/>
        <w:jc w:val="both"/>
        <w:rPr>
          <w:rFonts w:cs="Arial"/>
        </w:rPr>
      </w:pPr>
      <w:r w:rsidRPr="00F82596">
        <w:rPr>
          <w:rFonts w:cs="Arial"/>
        </w:rPr>
        <w:t xml:space="preserve">To </w:t>
      </w:r>
      <w:r w:rsidR="00D432A8" w:rsidRPr="00F82596">
        <w:rPr>
          <w:rFonts w:cs="Arial"/>
        </w:rPr>
        <w:t>list the</w:t>
      </w:r>
      <w:r w:rsidR="00C61312" w:rsidRPr="00F82596">
        <w:rPr>
          <w:rFonts w:cs="Arial"/>
        </w:rPr>
        <w:t xml:space="preserve"> </w:t>
      </w:r>
      <w:r w:rsidR="00D432A8" w:rsidRPr="00F82596">
        <w:rPr>
          <w:rFonts w:cs="Arial"/>
        </w:rPr>
        <w:t>MessageD</w:t>
      </w:r>
      <w:r w:rsidR="00C57A36" w:rsidRPr="00F82596">
        <w:rPr>
          <w:rFonts w:cs="Arial"/>
        </w:rPr>
        <w:t>efinition</w:t>
      </w:r>
      <w:r w:rsidR="00CA0823" w:rsidRPr="00F82596">
        <w:rPr>
          <w:rFonts w:cs="Arial"/>
        </w:rPr>
        <w:t>s</w:t>
      </w:r>
      <w:r w:rsidR="00C57A36" w:rsidRPr="000368C4">
        <w:rPr>
          <w:rFonts w:cs="Arial"/>
        </w:rPr>
        <w:t xml:space="preserve"> </w:t>
      </w:r>
    </w:p>
    <w:p w14:paraId="3E64094C" w14:textId="77777777" w:rsidR="00961093" w:rsidRPr="008B3BC4" w:rsidRDefault="00961093" w:rsidP="00BB5003">
      <w:pPr>
        <w:pStyle w:val="Heading2"/>
      </w:pPr>
      <w:bookmarkStart w:id="16" w:name="_Target_audience"/>
      <w:bookmarkStart w:id="17" w:name="_Toc338423620"/>
      <w:bookmarkStart w:id="18" w:name="_Toc116962865"/>
      <w:bookmarkStart w:id="19" w:name="_Toc146690781"/>
      <w:bookmarkStart w:id="20" w:name="_Toc63870570"/>
      <w:bookmarkEnd w:id="16"/>
      <w:r w:rsidRPr="008B3BC4">
        <w:t>References</w:t>
      </w:r>
      <w:bookmarkEnd w:id="17"/>
      <w:bookmarkEnd w:id="18"/>
      <w:bookmarkEnd w:id="19"/>
      <w:bookmarkEnd w:id="20"/>
    </w:p>
    <w:p w14:paraId="3E64094D" w14:textId="77777777" w:rsidR="00004240" w:rsidRPr="008B3BC4" w:rsidRDefault="00004240" w:rsidP="00C64929">
      <w:pPr>
        <w:autoSpaceDE w:val="0"/>
        <w:autoSpaceDN w:val="0"/>
        <w:adjustRightInd w:val="0"/>
        <w:spacing w:before="0"/>
        <w:jc w:val="both"/>
      </w:pPr>
    </w:p>
    <w:tbl>
      <w:tblPr>
        <w:tblW w:w="9527" w:type="dxa"/>
        <w:jc w:val="center"/>
        <w:tblLook w:val="0000" w:firstRow="0" w:lastRow="0" w:firstColumn="0" w:lastColumn="0" w:noHBand="0" w:noVBand="0"/>
      </w:tblPr>
      <w:tblGrid>
        <w:gridCol w:w="5680"/>
        <w:gridCol w:w="1274"/>
        <w:gridCol w:w="1681"/>
        <w:gridCol w:w="892"/>
      </w:tblGrid>
      <w:tr w:rsidR="00004240" w:rsidRPr="00740BDD" w14:paraId="3E640952" w14:textId="77777777" w:rsidTr="009632BD">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14:paraId="3E64094E" w14:textId="77777777" w:rsidR="00004240" w:rsidRPr="00740BDD" w:rsidRDefault="00004240" w:rsidP="00A92B1C">
            <w:pPr>
              <w:pStyle w:val="BodyText"/>
              <w:spacing w:before="0"/>
              <w:jc w:val="center"/>
              <w:rPr>
                <w:rFonts w:cs="Arial"/>
                <w:color w:val="FFFFFF"/>
              </w:rPr>
            </w:pPr>
            <w:r w:rsidRPr="00740BDD">
              <w:rPr>
                <w:rFonts w:cs="Arial"/>
                <w:color w:val="FFFFFF"/>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14:paraId="3E64094F" w14:textId="77777777" w:rsidR="00004240" w:rsidRPr="00740BDD" w:rsidRDefault="00004240" w:rsidP="00A92B1C">
            <w:pPr>
              <w:pStyle w:val="BodyText"/>
              <w:spacing w:before="0"/>
              <w:jc w:val="center"/>
              <w:rPr>
                <w:rFonts w:cs="Arial"/>
                <w:color w:val="FFFFFF"/>
              </w:rPr>
            </w:pPr>
            <w:r w:rsidRPr="00740BDD">
              <w:rPr>
                <w:rFonts w:cs="Arial"/>
                <w:color w:val="FFFFFF"/>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14:paraId="3E640950" w14:textId="77777777" w:rsidR="00004240" w:rsidRPr="00740BDD" w:rsidRDefault="00004240" w:rsidP="00A92B1C">
            <w:pPr>
              <w:pStyle w:val="BodyText"/>
              <w:spacing w:before="0"/>
              <w:jc w:val="center"/>
              <w:rPr>
                <w:rFonts w:cs="Arial"/>
                <w:color w:val="FFFFFF"/>
              </w:rPr>
            </w:pPr>
            <w:r w:rsidRPr="00740BDD">
              <w:rPr>
                <w:rFonts w:cs="Arial"/>
                <w:color w:val="FFFFFF"/>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14:paraId="3E640951" w14:textId="77777777" w:rsidR="00004240" w:rsidRPr="00740BDD" w:rsidRDefault="00004240" w:rsidP="00A92B1C">
            <w:pPr>
              <w:pStyle w:val="BodyText"/>
              <w:spacing w:before="0"/>
              <w:jc w:val="center"/>
              <w:rPr>
                <w:rFonts w:cs="Arial"/>
                <w:color w:val="FFFFFF"/>
              </w:rPr>
            </w:pPr>
            <w:r w:rsidRPr="00740BDD">
              <w:rPr>
                <w:rFonts w:cs="Arial"/>
                <w:color w:val="FFFFFF"/>
              </w:rPr>
              <w:t>Author</w:t>
            </w:r>
          </w:p>
        </w:tc>
      </w:tr>
      <w:tr w:rsidR="00170ACD" w:rsidRPr="00740BDD" w14:paraId="3E640957" w14:textId="77777777" w:rsidTr="00843417">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3E640953" w14:textId="3FB5C81E" w:rsidR="00170ACD" w:rsidRPr="00740BDD" w:rsidRDefault="00843417" w:rsidP="00843417">
            <w:pPr>
              <w:spacing w:before="0"/>
              <w:rPr>
                <w:rFonts w:cs="Arial"/>
                <w:color w:val="0070C0"/>
              </w:rPr>
            </w:pPr>
            <w:r>
              <w:rPr>
                <w:noProof/>
                <w:sz w:val="18"/>
                <w:szCs w:val="18"/>
              </w:rPr>
              <w:t>ISO2002</w:t>
            </w:r>
            <w:r w:rsidR="00497582">
              <w:rPr>
                <w:noProof/>
                <w:sz w:val="18"/>
                <w:szCs w:val="18"/>
              </w:rPr>
              <w:t>2 MCR_ProxyVotingMaintenance_2020</w:t>
            </w:r>
            <w:r>
              <w:rPr>
                <w:noProof/>
                <w:sz w:val="18"/>
                <w:szCs w:val="18"/>
              </w:rPr>
              <w:t>_202</w:t>
            </w:r>
            <w:r w:rsidR="00497582">
              <w:rPr>
                <w:noProof/>
                <w:sz w:val="18"/>
                <w:szCs w:val="18"/>
              </w:rPr>
              <w:t>1</w:t>
            </w:r>
          </w:p>
        </w:tc>
        <w:tc>
          <w:tcPr>
            <w:tcW w:w="1274" w:type="dxa"/>
            <w:tcBorders>
              <w:top w:val="single" w:sz="4" w:space="0" w:color="auto"/>
              <w:left w:val="single" w:sz="4" w:space="0" w:color="auto"/>
              <w:bottom w:val="single" w:sz="4" w:space="0" w:color="auto"/>
              <w:right w:val="single" w:sz="4" w:space="0" w:color="auto"/>
            </w:tcBorders>
            <w:vAlign w:val="center"/>
          </w:tcPr>
          <w:p w14:paraId="3E640954" w14:textId="77777777" w:rsidR="00170ACD" w:rsidRPr="00F50B2C" w:rsidRDefault="00170ACD" w:rsidP="00843417">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3E640955" w14:textId="186339F1" w:rsidR="00170ACD" w:rsidRPr="00F50B2C" w:rsidRDefault="00497582" w:rsidP="00843417">
            <w:pPr>
              <w:spacing w:before="0"/>
              <w:rPr>
                <w:rFonts w:eastAsia="Times New Roman" w:cs="Arial"/>
              </w:rPr>
            </w:pPr>
            <w:r>
              <w:rPr>
                <w:rFonts w:eastAsia="Times New Roman" w:cs="Arial"/>
              </w:rPr>
              <w:t>1 September 2020</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3E640956" w14:textId="40D9842C" w:rsidR="00170ACD" w:rsidRPr="00F50B2C" w:rsidRDefault="00F50B2C" w:rsidP="00843417">
            <w:pPr>
              <w:spacing w:before="0"/>
              <w:rPr>
                <w:rFonts w:eastAsia="Times New Roman" w:cs="Arial"/>
              </w:rPr>
            </w:pPr>
            <w:r w:rsidRPr="00F50B2C">
              <w:rPr>
                <w:rFonts w:eastAsia="Times New Roman" w:cs="Arial"/>
              </w:rPr>
              <w:t>SWIFT</w:t>
            </w:r>
          </w:p>
        </w:tc>
      </w:tr>
      <w:tr w:rsidR="00170ACD" w:rsidRPr="00740BDD" w14:paraId="49B82E83" w14:textId="77777777" w:rsidTr="00170ACD">
        <w:trPr>
          <w:trHeight w:val="400"/>
          <w:jc w:val="center"/>
        </w:trPr>
        <w:tc>
          <w:tcPr>
            <w:tcW w:w="5680" w:type="dxa"/>
            <w:tcBorders>
              <w:top w:val="single" w:sz="4" w:space="0" w:color="auto"/>
              <w:left w:val="single" w:sz="4" w:space="0" w:color="auto"/>
              <w:bottom w:val="single" w:sz="4" w:space="0" w:color="auto"/>
              <w:right w:val="single" w:sz="4" w:space="0" w:color="auto"/>
            </w:tcBorders>
          </w:tcPr>
          <w:p w14:paraId="3E9D9818" w14:textId="5015B130" w:rsidR="00170ACD" w:rsidRPr="00740BDD" w:rsidRDefault="00170ACD" w:rsidP="00170ACD">
            <w:pPr>
              <w:spacing w:before="0"/>
              <w:rPr>
                <w:rFonts w:eastAsia="Times New Roman" w:cs="Arial"/>
                <w:color w:val="0070C0"/>
              </w:rPr>
            </w:pPr>
            <w:r w:rsidRPr="00A079B1">
              <w:t>ISO 15022 Category 5 Securities Markets - Message Usage Guidelines</w:t>
            </w:r>
          </w:p>
        </w:tc>
        <w:tc>
          <w:tcPr>
            <w:tcW w:w="1274" w:type="dxa"/>
            <w:tcBorders>
              <w:top w:val="single" w:sz="4" w:space="0" w:color="auto"/>
              <w:left w:val="single" w:sz="4" w:space="0" w:color="auto"/>
              <w:bottom w:val="single" w:sz="4" w:space="0" w:color="auto"/>
              <w:right w:val="single" w:sz="4" w:space="0" w:color="auto"/>
            </w:tcBorders>
            <w:vAlign w:val="center"/>
          </w:tcPr>
          <w:p w14:paraId="3EE0B8A5" w14:textId="77777777" w:rsidR="00170ACD" w:rsidRPr="00F50B2C" w:rsidRDefault="00170ACD" w:rsidP="00170ACD">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4E18694F" w14:textId="54BF03DD" w:rsidR="00170ACD" w:rsidRPr="00F50B2C" w:rsidRDefault="00654C3F" w:rsidP="00170ACD">
            <w:pPr>
              <w:spacing w:before="0"/>
              <w:rPr>
                <w:rFonts w:eastAsia="Times New Roman" w:cs="Arial"/>
              </w:rPr>
            </w:pPr>
            <w:r>
              <w:rPr>
                <w:rFonts w:eastAsia="Times New Roman" w:cs="Arial"/>
              </w:rPr>
              <w:t>2012</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198CCD99" w14:textId="5B2FCAF0" w:rsidR="00170ACD" w:rsidRPr="00F50B2C" w:rsidRDefault="00F50B2C" w:rsidP="00170ACD">
            <w:pPr>
              <w:spacing w:before="0"/>
              <w:rPr>
                <w:rFonts w:eastAsia="Times New Roman" w:cs="Arial"/>
              </w:rPr>
            </w:pPr>
            <w:r>
              <w:rPr>
                <w:rFonts w:eastAsia="Times New Roman" w:cs="Arial"/>
              </w:rPr>
              <w:t>SWIFT</w:t>
            </w:r>
          </w:p>
        </w:tc>
      </w:tr>
      <w:tr w:rsidR="00170ACD" w:rsidRPr="00740BDD" w14:paraId="0A315239" w14:textId="77777777" w:rsidTr="00170ACD">
        <w:trPr>
          <w:trHeight w:val="400"/>
          <w:jc w:val="center"/>
        </w:trPr>
        <w:tc>
          <w:tcPr>
            <w:tcW w:w="5680" w:type="dxa"/>
            <w:tcBorders>
              <w:top w:val="single" w:sz="4" w:space="0" w:color="auto"/>
              <w:left w:val="single" w:sz="4" w:space="0" w:color="auto"/>
              <w:bottom w:val="single" w:sz="4" w:space="0" w:color="auto"/>
              <w:right w:val="single" w:sz="4" w:space="0" w:color="auto"/>
            </w:tcBorders>
          </w:tcPr>
          <w:p w14:paraId="39DD3FD1" w14:textId="39A2E9FF" w:rsidR="00170ACD" w:rsidRPr="00740BDD" w:rsidRDefault="00170ACD" w:rsidP="00170ACD">
            <w:pPr>
              <w:spacing w:before="0"/>
              <w:rPr>
                <w:rFonts w:eastAsia="Times New Roman" w:cs="Arial"/>
                <w:color w:val="0070C0"/>
              </w:rPr>
            </w:pPr>
            <w:r w:rsidRPr="00A079B1">
              <w:t>ISO 15022 Category 5 Securities Markets - Message Reference Guide</w:t>
            </w:r>
          </w:p>
        </w:tc>
        <w:tc>
          <w:tcPr>
            <w:tcW w:w="1274" w:type="dxa"/>
            <w:tcBorders>
              <w:top w:val="single" w:sz="4" w:space="0" w:color="auto"/>
              <w:left w:val="single" w:sz="4" w:space="0" w:color="auto"/>
              <w:bottom w:val="single" w:sz="4" w:space="0" w:color="auto"/>
              <w:right w:val="single" w:sz="4" w:space="0" w:color="auto"/>
            </w:tcBorders>
            <w:vAlign w:val="center"/>
          </w:tcPr>
          <w:p w14:paraId="77E601CD" w14:textId="77777777" w:rsidR="00170ACD" w:rsidRPr="00F50B2C" w:rsidRDefault="00170ACD" w:rsidP="00170ACD">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4DDFFD3F" w14:textId="6B3B57F9" w:rsidR="00170ACD" w:rsidRPr="00F50B2C" w:rsidRDefault="00654C3F" w:rsidP="00170ACD">
            <w:pPr>
              <w:spacing w:before="0"/>
              <w:rPr>
                <w:rFonts w:eastAsia="Times New Roman" w:cs="Arial"/>
              </w:rPr>
            </w:pPr>
            <w:r>
              <w:rPr>
                <w:rFonts w:eastAsia="Times New Roman" w:cs="Arial"/>
              </w:rPr>
              <w:t>2009</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50349C2" w14:textId="53892F34" w:rsidR="00170ACD" w:rsidRPr="00F50B2C" w:rsidRDefault="00F50B2C" w:rsidP="00170ACD">
            <w:pPr>
              <w:spacing w:before="0"/>
              <w:rPr>
                <w:rFonts w:eastAsia="Times New Roman" w:cs="Arial"/>
              </w:rPr>
            </w:pPr>
            <w:r>
              <w:rPr>
                <w:rFonts w:eastAsia="Times New Roman" w:cs="Arial"/>
              </w:rPr>
              <w:t>SWIFT</w:t>
            </w:r>
          </w:p>
        </w:tc>
      </w:tr>
    </w:tbl>
    <w:p w14:paraId="3E64096C" w14:textId="77777777" w:rsidR="00155D04" w:rsidRDefault="00FA000A" w:rsidP="00961093">
      <w:pPr>
        <w:pStyle w:val="BodyText"/>
      </w:pPr>
      <w:r>
        <w:t xml:space="preserve"> </w:t>
      </w:r>
    </w:p>
    <w:p w14:paraId="1DF5DDF1" w14:textId="77777777" w:rsidR="00603426" w:rsidRPr="002D43E8" w:rsidRDefault="00603426" w:rsidP="002D43E8">
      <w:pPr>
        <w:pStyle w:val="BodyText"/>
        <w:ind w:firstLine="720"/>
        <w:rPr>
          <w:rFonts w:cs="Arial"/>
        </w:rPr>
        <w:sectPr w:rsidR="00603426" w:rsidRPr="002D43E8" w:rsidSect="009E617B">
          <w:headerReference w:type="even" r:id="rId27"/>
          <w:headerReference w:type="default" r:id="rId28"/>
          <w:footerReference w:type="default" r:id="rId29"/>
          <w:pgSz w:w="11907" w:h="16840" w:code="9"/>
          <w:pgMar w:top="1021" w:right="1304" w:bottom="1701" w:left="1304" w:header="567" w:footer="533" w:gutter="0"/>
          <w:cols w:space="720"/>
          <w:formProt w:val="0"/>
          <w:docGrid w:linePitch="272"/>
        </w:sectPr>
      </w:pPr>
    </w:p>
    <w:p w14:paraId="3E64096D" w14:textId="77777777" w:rsidR="008E3B65" w:rsidRPr="006F1F53" w:rsidRDefault="008E3B65" w:rsidP="006F1F53">
      <w:pPr>
        <w:pStyle w:val="Heading1"/>
      </w:pPr>
      <w:bookmarkStart w:id="21" w:name="_Toc63870571"/>
      <w:r w:rsidRPr="006F1F53">
        <w:lastRenderedPageBreak/>
        <w:t>Scope and Functionality</w:t>
      </w:r>
      <w:bookmarkEnd w:id="21"/>
    </w:p>
    <w:p w14:paraId="3E64096E" w14:textId="77777777" w:rsidR="008E3B65" w:rsidRDefault="008E3B65" w:rsidP="008E3B65">
      <w:pPr>
        <w:pStyle w:val="Heading2"/>
      </w:pPr>
      <w:bookmarkStart w:id="22" w:name="_Toc63870572"/>
      <w:r w:rsidRPr="008B3BC4">
        <w:t>Background</w:t>
      </w:r>
      <w:bookmarkEnd w:id="22"/>
    </w:p>
    <w:p w14:paraId="0A232A7B" w14:textId="44D875E3" w:rsidR="000A2701" w:rsidRPr="001E2F18" w:rsidRDefault="000A2701" w:rsidP="000A2701">
      <w:pPr>
        <w:rPr>
          <w:rFonts w:cs="Arial"/>
          <w:color w:val="000000" w:themeColor="text1"/>
        </w:rPr>
      </w:pPr>
      <w:r w:rsidRPr="001E2F18">
        <w:rPr>
          <w:rFonts w:cs="Arial"/>
          <w:color w:val="000000" w:themeColor="text1"/>
        </w:rPr>
        <w:t>This Message Defi</w:t>
      </w:r>
      <w:r w:rsidR="00310481">
        <w:rPr>
          <w:rFonts w:cs="Arial"/>
          <w:color w:val="000000" w:themeColor="text1"/>
        </w:rPr>
        <w:t xml:space="preserve">nition Report covers a set of </w:t>
      </w:r>
      <w:r w:rsidR="00C424CA">
        <w:rPr>
          <w:rFonts w:cs="Arial"/>
          <w:color w:val="000000" w:themeColor="text1"/>
        </w:rPr>
        <w:t>8</w:t>
      </w:r>
      <w:r w:rsidRPr="001E2F18">
        <w:rPr>
          <w:rFonts w:cs="Arial"/>
          <w:color w:val="000000" w:themeColor="text1"/>
        </w:rPr>
        <w:t xml:space="preserve"> ISO 20022 </w:t>
      </w:r>
      <w:r w:rsidRPr="00F82596">
        <w:rPr>
          <w:rFonts w:cs="Arial"/>
          <w:color w:val="000000" w:themeColor="text1"/>
        </w:rPr>
        <w:t>MessageDefinitions</w:t>
      </w:r>
      <w:r w:rsidRPr="001E2F18">
        <w:rPr>
          <w:rFonts w:cs="Arial"/>
          <w:color w:val="000000" w:themeColor="text1"/>
        </w:rPr>
        <w:t xml:space="preserve"> developed by SWIFT in close collaboration with the ISO</w:t>
      </w:r>
      <w:r w:rsidR="00C424CA">
        <w:rPr>
          <w:rFonts w:cs="Arial"/>
          <w:color w:val="000000" w:themeColor="text1"/>
        </w:rPr>
        <w:t xml:space="preserve"> </w:t>
      </w:r>
      <w:r w:rsidRPr="001E2F18">
        <w:rPr>
          <w:rFonts w:cs="Arial"/>
          <w:color w:val="000000" w:themeColor="text1"/>
        </w:rPr>
        <w:t xml:space="preserve">20022 community of users and </w:t>
      </w:r>
      <w:r w:rsidR="00310481">
        <w:rPr>
          <w:rFonts w:cs="Arial"/>
          <w:color w:val="000000" w:themeColor="text1"/>
        </w:rPr>
        <w:t xml:space="preserve">to be </w:t>
      </w:r>
      <w:r w:rsidRPr="001E2F18">
        <w:rPr>
          <w:rFonts w:cs="Arial"/>
          <w:color w:val="000000" w:themeColor="text1"/>
        </w:rPr>
        <w:t>approved by the Securities St</w:t>
      </w:r>
      <w:r w:rsidR="00310481">
        <w:rPr>
          <w:rFonts w:cs="Arial"/>
          <w:color w:val="000000" w:themeColor="text1"/>
        </w:rPr>
        <w:t>andards Evaluation Group (SEG)</w:t>
      </w:r>
      <w:r w:rsidRPr="001E2F18">
        <w:rPr>
          <w:rFonts w:cs="Arial"/>
          <w:color w:val="000000" w:themeColor="text1"/>
        </w:rPr>
        <w:t>.</w:t>
      </w:r>
    </w:p>
    <w:p w14:paraId="59D8EA73" w14:textId="04E1C49B" w:rsidR="00DA4237" w:rsidRDefault="00DA4237" w:rsidP="00DA4237">
      <w:pPr>
        <w:rPr>
          <w:rFonts w:cs="Arial"/>
        </w:rPr>
      </w:pPr>
      <w:r w:rsidRPr="00A741CA">
        <w:rPr>
          <w:rFonts w:cs="Arial"/>
        </w:rPr>
        <w:t xml:space="preserve">These messages </w:t>
      </w:r>
      <w:r w:rsidR="003F12C0">
        <w:rPr>
          <w:rFonts w:cs="Arial"/>
        </w:rPr>
        <w:t>were</w:t>
      </w:r>
      <w:r w:rsidRPr="00A741CA">
        <w:rPr>
          <w:rFonts w:cs="Arial"/>
        </w:rPr>
        <w:t xml:space="preserve"> specifically designed to support </w:t>
      </w:r>
      <w:r w:rsidR="0066270E">
        <w:rPr>
          <w:rFonts w:cs="Arial"/>
        </w:rPr>
        <w:t xml:space="preserve">all </w:t>
      </w:r>
      <w:r w:rsidRPr="00183331">
        <w:rPr>
          <w:rFonts w:cs="Arial"/>
        </w:rPr>
        <w:t xml:space="preserve">the </w:t>
      </w:r>
      <w:r w:rsidR="00BE1A64">
        <w:rPr>
          <w:rFonts w:cs="Arial"/>
        </w:rPr>
        <w:t xml:space="preserve">general meeting (GM) and </w:t>
      </w:r>
      <w:r w:rsidR="00C424CA">
        <w:rPr>
          <w:rFonts w:cs="Arial"/>
        </w:rPr>
        <w:t>proxy voting</w:t>
      </w:r>
      <w:r w:rsidRPr="00183331">
        <w:rPr>
          <w:rFonts w:cs="Arial"/>
        </w:rPr>
        <w:t xml:space="preserve"> </w:t>
      </w:r>
      <w:r>
        <w:rPr>
          <w:rFonts w:cs="Arial"/>
        </w:rPr>
        <w:t xml:space="preserve">related business processes through the full chain of business actors and are meant to cover the whole </w:t>
      </w:r>
      <w:r w:rsidR="00BE1A64">
        <w:rPr>
          <w:rFonts w:cs="Arial"/>
        </w:rPr>
        <w:t xml:space="preserve">general meeting and </w:t>
      </w:r>
      <w:r w:rsidR="00C424CA">
        <w:rPr>
          <w:rFonts w:cs="Arial"/>
        </w:rPr>
        <w:t xml:space="preserve">proxy voting </w:t>
      </w:r>
      <w:r w:rsidR="0066270E">
        <w:rPr>
          <w:rFonts w:cs="Arial"/>
        </w:rPr>
        <w:t>process</w:t>
      </w:r>
      <w:r>
        <w:rPr>
          <w:rFonts w:cs="Arial"/>
        </w:rPr>
        <w:t xml:space="preserve"> lifecycle.</w:t>
      </w:r>
    </w:p>
    <w:p w14:paraId="58533DCF" w14:textId="6AAAC6E7" w:rsidR="0083048F" w:rsidRDefault="0066270E" w:rsidP="008E3B65">
      <w:pPr>
        <w:rPr>
          <w:rFonts w:cs="Arial"/>
        </w:rPr>
      </w:pPr>
      <w:r>
        <w:rPr>
          <w:rFonts w:cs="Arial"/>
        </w:rPr>
        <w:t>Unlike the ISO 20022 corporate actions message definitions, t</w:t>
      </w:r>
      <w:r w:rsidR="0083048F">
        <w:rPr>
          <w:rFonts w:cs="Arial"/>
        </w:rPr>
        <w:t xml:space="preserve">hose </w:t>
      </w:r>
      <w:r w:rsidR="001E27F3">
        <w:rPr>
          <w:rFonts w:cs="Arial"/>
        </w:rPr>
        <w:t>general meeting</w:t>
      </w:r>
      <w:r>
        <w:rPr>
          <w:rFonts w:cs="Arial"/>
        </w:rPr>
        <w:t xml:space="preserve"> </w:t>
      </w:r>
      <w:r w:rsidR="0083048F">
        <w:rPr>
          <w:rFonts w:cs="Arial"/>
        </w:rPr>
        <w:t xml:space="preserve">ISO 20022 message definitions were </w:t>
      </w:r>
      <w:r>
        <w:rPr>
          <w:rFonts w:cs="Arial"/>
        </w:rPr>
        <w:t xml:space="preserve">not </w:t>
      </w:r>
      <w:r w:rsidR="0083048F">
        <w:rPr>
          <w:rFonts w:cs="Arial"/>
        </w:rPr>
        <w:t xml:space="preserve">reversed engineered from </w:t>
      </w:r>
      <w:r>
        <w:rPr>
          <w:rFonts w:cs="Arial"/>
        </w:rPr>
        <w:t xml:space="preserve">the </w:t>
      </w:r>
      <w:r w:rsidR="0083048F">
        <w:rPr>
          <w:rFonts w:cs="Arial"/>
        </w:rPr>
        <w:t xml:space="preserve">ISO 15022 </w:t>
      </w:r>
      <w:r>
        <w:rPr>
          <w:rFonts w:cs="Arial"/>
        </w:rPr>
        <w:t xml:space="preserve">MT 56x </w:t>
      </w:r>
      <w:r w:rsidR="0083048F">
        <w:rPr>
          <w:rFonts w:cs="Arial"/>
        </w:rPr>
        <w:t xml:space="preserve">messages. </w:t>
      </w:r>
      <w:r>
        <w:rPr>
          <w:rFonts w:cs="Arial"/>
        </w:rPr>
        <w:t xml:space="preserve">On the contrary, those message definitions have been </w:t>
      </w:r>
      <w:r w:rsidR="00BA641C">
        <w:rPr>
          <w:rFonts w:cs="Arial"/>
        </w:rPr>
        <w:t xml:space="preserve">strictly </w:t>
      </w:r>
      <w:r>
        <w:rPr>
          <w:rFonts w:cs="Arial"/>
        </w:rPr>
        <w:t>designed following the ISO 20022 business analysis, design and development methodology and processes starting from an extensive user requirement collection and  analysis phase.</w:t>
      </w:r>
    </w:p>
    <w:p w14:paraId="528BA3BD" w14:textId="23C32C87" w:rsidR="0066270E" w:rsidRDefault="0066270E" w:rsidP="0037187D">
      <w:pPr>
        <w:rPr>
          <w:rFonts w:cs="Arial"/>
        </w:rPr>
      </w:pPr>
      <w:r>
        <w:rPr>
          <w:rFonts w:cs="Arial"/>
        </w:rPr>
        <w:t>The scope of this ISO 20022</w:t>
      </w:r>
      <w:r w:rsidR="00BA641C">
        <w:rPr>
          <w:rFonts w:cs="Arial"/>
        </w:rPr>
        <w:t xml:space="preserve"> </w:t>
      </w:r>
      <w:r w:rsidR="0026599A">
        <w:rPr>
          <w:rFonts w:cs="Arial"/>
        </w:rPr>
        <w:t xml:space="preserve">general meeting </w:t>
      </w:r>
      <w:r>
        <w:rPr>
          <w:rFonts w:cs="Arial"/>
        </w:rPr>
        <w:t>solution can the</w:t>
      </w:r>
      <w:r w:rsidR="00BA641C">
        <w:rPr>
          <w:rFonts w:cs="Arial"/>
        </w:rPr>
        <w:t>n</w:t>
      </w:r>
      <w:r>
        <w:rPr>
          <w:rFonts w:cs="Arial"/>
        </w:rPr>
        <w:t xml:space="preserve"> be considered as</w:t>
      </w:r>
      <w:r w:rsidR="00BA641C">
        <w:rPr>
          <w:rFonts w:cs="Arial"/>
        </w:rPr>
        <w:t xml:space="preserve"> fully complete compared to the restricted scope of the ISO15022 messages. As a consequence, there are no coexistence periods to be considered in this business area between ISO 15002 MT56x messages and the IS0 20022 </w:t>
      </w:r>
      <w:r w:rsidR="0026599A">
        <w:rPr>
          <w:rFonts w:cs="Arial"/>
        </w:rPr>
        <w:t>general meeting</w:t>
      </w:r>
      <w:r w:rsidR="00BA641C">
        <w:rPr>
          <w:rFonts w:cs="Arial"/>
        </w:rPr>
        <w:t xml:space="preserve"> solution. </w:t>
      </w:r>
    </w:p>
    <w:p w14:paraId="298FA313" w14:textId="059A05C4" w:rsidR="00DA4237" w:rsidRDefault="00DA4237" w:rsidP="0037187D">
      <w:pPr>
        <w:rPr>
          <w:rFonts w:cs="Arial"/>
        </w:rPr>
      </w:pPr>
      <w:r>
        <w:rPr>
          <w:rFonts w:cs="Arial"/>
        </w:rPr>
        <w:t xml:space="preserve">This set of messages will be </w:t>
      </w:r>
      <w:r w:rsidR="00C424CA">
        <w:rPr>
          <w:rFonts w:cs="Arial"/>
        </w:rPr>
        <w:t xml:space="preserve">mostly </w:t>
      </w:r>
      <w:r>
        <w:rPr>
          <w:rFonts w:cs="Arial"/>
        </w:rPr>
        <w:t xml:space="preserve">used by intermediaries involved in the </w:t>
      </w:r>
      <w:r w:rsidR="0026599A">
        <w:rPr>
          <w:rFonts w:cs="Arial"/>
        </w:rPr>
        <w:t xml:space="preserve">general meeting and </w:t>
      </w:r>
      <w:r w:rsidR="00C424CA">
        <w:rPr>
          <w:rFonts w:cs="Arial"/>
        </w:rPr>
        <w:t xml:space="preserve">proxy voting </w:t>
      </w:r>
      <w:r>
        <w:rPr>
          <w:rFonts w:cs="Arial"/>
        </w:rPr>
        <w:t xml:space="preserve">processing chain such as the </w:t>
      </w:r>
      <w:r w:rsidR="004F44B5">
        <w:rPr>
          <w:rFonts w:cs="Arial"/>
        </w:rPr>
        <w:t>i</w:t>
      </w:r>
      <w:r w:rsidR="007B4CCF">
        <w:rPr>
          <w:rFonts w:cs="Arial"/>
        </w:rPr>
        <w:t>ssuer</w:t>
      </w:r>
      <w:r w:rsidR="004F44B5">
        <w:rPr>
          <w:rFonts w:cs="Arial"/>
        </w:rPr>
        <w:t xml:space="preserve"> agents</w:t>
      </w:r>
      <w:r w:rsidR="007B4CCF">
        <w:rPr>
          <w:rFonts w:cs="Arial"/>
        </w:rPr>
        <w:t xml:space="preserve">, </w:t>
      </w:r>
      <w:r w:rsidR="00BA641C">
        <w:rPr>
          <w:rFonts w:cs="Arial"/>
        </w:rPr>
        <w:t>t</w:t>
      </w:r>
      <w:r w:rsidR="004F44B5">
        <w:rPr>
          <w:rFonts w:cs="Arial"/>
        </w:rPr>
        <w:t>he central securities depositories</w:t>
      </w:r>
      <w:r w:rsidR="00BA641C">
        <w:rPr>
          <w:rFonts w:cs="Arial"/>
        </w:rPr>
        <w:t>, the global and local custodian</w:t>
      </w:r>
      <w:r w:rsidR="004F44B5">
        <w:rPr>
          <w:rFonts w:cs="Arial"/>
        </w:rPr>
        <w:t>s</w:t>
      </w:r>
      <w:r w:rsidR="007B4CCF">
        <w:rPr>
          <w:rFonts w:cs="Arial"/>
        </w:rPr>
        <w:t xml:space="preserve">, </w:t>
      </w:r>
      <w:r w:rsidR="004F44B5">
        <w:rPr>
          <w:rFonts w:cs="Arial"/>
        </w:rPr>
        <w:t xml:space="preserve">the proxy agents, </w:t>
      </w:r>
      <w:r w:rsidR="00BA641C">
        <w:rPr>
          <w:rFonts w:cs="Arial"/>
        </w:rPr>
        <w:t>the investment manager</w:t>
      </w:r>
      <w:r w:rsidR="004F44B5">
        <w:rPr>
          <w:rFonts w:cs="Arial"/>
        </w:rPr>
        <w:t>s</w:t>
      </w:r>
      <w:r w:rsidR="00BA641C">
        <w:rPr>
          <w:rFonts w:cs="Arial"/>
        </w:rPr>
        <w:t>.</w:t>
      </w:r>
    </w:p>
    <w:p w14:paraId="7B728AFE" w14:textId="77777777" w:rsidR="00E036A4" w:rsidRDefault="00E036A4" w:rsidP="00DA4237">
      <w:pPr>
        <w:autoSpaceDE w:val="0"/>
        <w:autoSpaceDN w:val="0"/>
        <w:adjustRightInd w:val="0"/>
        <w:spacing w:before="0"/>
        <w:rPr>
          <w:rFonts w:cs="Arial"/>
        </w:rPr>
      </w:pPr>
    </w:p>
    <w:p w14:paraId="3601DA99" w14:textId="547FDB1C" w:rsidR="0026599A" w:rsidRPr="00F759B4" w:rsidRDefault="00F759B4" w:rsidP="00F759B4">
      <w:pPr>
        <w:autoSpaceDE w:val="0"/>
        <w:autoSpaceDN w:val="0"/>
        <w:rPr>
          <w:rFonts w:eastAsia="Times New Roman"/>
          <w:szCs w:val="24"/>
        </w:rPr>
      </w:pPr>
      <w:r w:rsidRPr="00F759B4">
        <w:rPr>
          <w:rFonts w:cs="Arial"/>
        </w:rPr>
        <w:t xml:space="preserve">Since the </w:t>
      </w:r>
      <w:r w:rsidR="00310481" w:rsidRPr="00F759B4">
        <w:rPr>
          <w:rFonts w:cs="Arial"/>
        </w:rPr>
        <w:t>201</w:t>
      </w:r>
      <w:r w:rsidR="00BE1A64" w:rsidRPr="00F759B4">
        <w:rPr>
          <w:rFonts w:cs="Arial"/>
        </w:rPr>
        <w:t>9/2020</w:t>
      </w:r>
      <w:r w:rsidR="0083048F" w:rsidRPr="00F759B4">
        <w:rPr>
          <w:rFonts w:cs="Arial"/>
        </w:rPr>
        <w:t xml:space="preserve"> </w:t>
      </w:r>
      <w:r w:rsidR="003F12C0" w:rsidRPr="00F759B4">
        <w:rPr>
          <w:rFonts w:cs="Arial"/>
        </w:rPr>
        <w:t>M</w:t>
      </w:r>
      <w:r w:rsidR="0083048F" w:rsidRPr="00F759B4">
        <w:rPr>
          <w:rFonts w:cs="Arial"/>
        </w:rPr>
        <w:t xml:space="preserve">aintenance </w:t>
      </w:r>
      <w:r w:rsidR="003F12C0" w:rsidRPr="00F759B4">
        <w:rPr>
          <w:rFonts w:cs="Arial"/>
        </w:rPr>
        <w:t>C</w:t>
      </w:r>
      <w:r w:rsidR="0083048F" w:rsidRPr="00F759B4">
        <w:rPr>
          <w:rFonts w:cs="Arial"/>
        </w:rPr>
        <w:t>ycle</w:t>
      </w:r>
      <w:r w:rsidRPr="00F759B4">
        <w:rPr>
          <w:rFonts w:cs="Arial"/>
        </w:rPr>
        <w:t xml:space="preserve">, the general meeting messages are also </w:t>
      </w:r>
      <w:r w:rsidR="0026599A" w:rsidRPr="00F759B4">
        <w:rPr>
          <w:rFonts w:cs="Arial"/>
        </w:rPr>
        <w:t>complian</w:t>
      </w:r>
      <w:r w:rsidRPr="00F759B4">
        <w:rPr>
          <w:rFonts w:cs="Arial"/>
        </w:rPr>
        <w:t>t</w:t>
      </w:r>
      <w:r w:rsidR="0026599A" w:rsidRPr="00F759B4">
        <w:rPr>
          <w:rFonts w:cs="Arial"/>
        </w:rPr>
        <w:t xml:space="preserve"> with the EC Shareholder Directive </w:t>
      </w:r>
      <w:r w:rsidR="0026599A" w:rsidRPr="00F759B4">
        <w:rPr>
          <w:rFonts w:eastAsia="Times New Roman"/>
          <w:szCs w:val="24"/>
        </w:rPr>
        <w:t xml:space="preserve">II (Directive 2017/828/EC – </w:t>
      </w:r>
      <w:hyperlink r:id="rId30" w:history="1">
        <w:r w:rsidR="0026599A" w:rsidRPr="00F759B4">
          <w:rPr>
            <w:rFonts w:eastAsia="Times New Roman"/>
            <w:color w:val="0000FF"/>
            <w:szCs w:val="24"/>
          </w:rPr>
          <w:t>https://eur-lex.europa.eu/legal-content/EN/TXT/?uri=CELEX%3A32017L0828</w:t>
        </w:r>
      </w:hyperlink>
      <w:r w:rsidR="0026599A" w:rsidRPr="00F759B4">
        <w:rPr>
          <w:rFonts w:eastAsia="Times New Roman"/>
          <w:szCs w:val="24"/>
        </w:rPr>
        <w:t xml:space="preserve">) and </w:t>
      </w:r>
      <w:r w:rsidRPr="00F759B4">
        <w:rPr>
          <w:rFonts w:eastAsia="Times New Roman"/>
          <w:szCs w:val="24"/>
        </w:rPr>
        <w:t xml:space="preserve">with </w:t>
      </w:r>
      <w:r w:rsidR="0026599A" w:rsidRPr="00F759B4">
        <w:rPr>
          <w:rFonts w:eastAsia="Times New Roman"/>
          <w:szCs w:val="24"/>
        </w:rPr>
        <w:t xml:space="preserve">the related implementing regulation </w:t>
      </w:r>
      <w:r w:rsidR="0026599A" w:rsidRPr="00F759B4">
        <w:t>(</w:t>
      </w:r>
      <w:hyperlink r:id="rId31" w:history="1">
        <w:r w:rsidR="0026599A" w:rsidRPr="00F759B4">
          <w:rPr>
            <w:color w:val="0000FF"/>
          </w:rPr>
          <w:t>https://eur-lex.europa.eu/legal-content/EN/TXT/?qid=1546244107743&amp;uri=CELEX:32018R1212</w:t>
        </w:r>
      </w:hyperlink>
      <w:r w:rsidR="0026599A" w:rsidRPr="00F759B4">
        <w:t xml:space="preserve">), </w:t>
      </w:r>
      <w:r w:rsidRPr="00F759B4">
        <w:t>that ca</w:t>
      </w:r>
      <w:r w:rsidR="0026599A" w:rsidRPr="00F759B4">
        <w:t xml:space="preserve">me into force on 3 September 2020. </w:t>
      </w:r>
    </w:p>
    <w:p w14:paraId="3E640970" w14:textId="77777777" w:rsidR="008E3B65" w:rsidRDefault="008E3B65" w:rsidP="008E3B65">
      <w:pPr>
        <w:pStyle w:val="Heading2"/>
      </w:pPr>
      <w:bookmarkStart w:id="23" w:name="_Toc63870573"/>
      <w:r>
        <w:t>Scope</w:t>
      </w:r>
      <w:bookmarkEnd w:id="23"/>
    </w:p>
    <w:p w14:paraId="57C3031E" w14:textId="0293B06C" w:rsidR="000F00E8" w:rsidRPr="00E658FE" w:rsidRDefault="000F00E8" w:rsidP="000F00E8">
      <w:r w:rsidRPr="00E658FE">
        <w:t xml:space="preserve">This set of </w:t>
      </w:r>
      <w:r w:rsidR="00E658FE">
        <w:t xml:space="preserve">8 </w:t>
      </w:r>
      <w:r w:rsidRPr="00E658FE">
        <w:t xml:space="preserve">messages will be used by parties involved in the organisation of a shareholders meeting. It covers the complete </w:t>
      </w:r>
      <w:r w:rsidR="00F82596" w:rsidRPr="00E658FE">
        <w:t>end-to-end</w:t>
      </w:r>
      <w:r w:rsidRPr="00E658FE">
        <w:t xml:space="preserve"> flow of messages between the issuer and its agent and the parties holding the right to vote through a certain number of intermediaries.</w:t>
      </w:r>
    </w:p>
    <w:p w14:paraId="658BEF47" w14:textId="328143A3" w:rsidR="000F00E8" w:rsidRDefault="000F00E8" w:rsidP="000F00E8">
      <w:r w:rsidRPr="00E658FE">
        <w:t xml:space="preserve">The </w:t>
      </w:r>
      <w:r w:rsidR="001948DD">
        <w:t>general meeting</w:t>
      </w:r>
      <w:r w:rsidRPr="00E658FE">
        <w:t xml:space="preserve"> messages are used to announce the meeting, register participation, appoint a proxy, register or block securities, vote, confirm the status and execution of a vote and report on the outcome of the meeting.</w:t>
      </w:r>
    </w:p>
    <w:p w14:paraId="4C534BC0" w14:textId="5319BDA4" w:rsidR="005C282C" w:rsidRDefault="005C282C" w:rsidP="005C282C">
      <w:r>
        <w:t>T</w:t>
      </w:r>
      <w:r w:rsidRPr="001E2F6F">
        <w:t xml:space="preserve">he scope covers the </w:t>
      </w:r>
      <w:r>
        <w:t>c</w:t>
      </w:r>
      <w:r w:rsidRPr="001E2F6F">
        <w:t>ommunication flows</w:t>
      </w:r>
      <w:r w:rsidR="00D36BE1">
        <w:t xml:space="preserve"> illustrated globally below</w:t>
      </w:r>
      <w:r w:rsidRPr="001E2F6F">
        <w:t>. These flows are detailed in the following chapters.</w:t>
      </w:r>
    </w:p>
    <w:p w14:paraId="7F1BC13D" w14:textId="77777777" w:rsidR="00E658FE" w:rsidRDefault="00E658FE" w:rsidP="005C282C"/>
    <w:p w14:paraId="328DF48B" w14:textId="0EBC7764" w:rsidR="005C282C" w:rsidRDefault="00D36BE1" w:rsidP="00E658FE">
      <w:r w:rsidRPr="00D36BE1">
        <w:rPr>
          <w:rFonts w:eastAsia="Times New Roman" w:cstheme="minorBidi"/>
          <w:noProof/>
          <w:color w:val="000000" w:themeColor="text1"/>
          <w:kern w:val="24"/>
          <w:sz w:val="16"/>
          <w:szCs w:val="16"/>
        </w:rPr>
        <w:lastRenderedPageBreak/>
        <mc:AlternateContent>
          <mc:Choice Requires="wpg">
            <w:drawing>
              <wp:inline distT="0" distB="0" distL="0" distR="0" wp14:anchorId="199545A9" wp14:editId="6A5CC94E">
                <wp:extent cx="6214743" cy="3230829"/>
                <wp:effectExtent l="0" t="0" r="0" b="27305"/>
                <wp:docPr id="1" name="Group 13"/>
                <wp:cNvGraphicFramePr/>
                <a:graphic xmlns:a="http://schemas.openxmlformats.org/drawingml/2006/main">
                  <a:graphicData uri="http://schemas.microsoft.com/office/word/2010/wordprocessingGroup">
                    <wpg:wgp>
                      <wpg:cNvGrpSpPr/>
                      <wpg:grpSpPr>
                        <a:xfrm>
                          <a:off x="0" y="0"/>
                          <a:ext cx="6214743" cy="3230829"/>
                          <a:chOff x="0" y="0"/>
                          <a:chExt cx="6214743" cy="3230829"/>
                        </a:xfrm>
                      </wpg:grpSpPr>
                      <wps:wsp>
                        <wps:cNvPr id="3" name="TextBox 42"/>
                        <wps:cNvSpPr txBox="1"/>
                        <wps:spPr>
                          <a:xfrm>
                            <a:off x="5093333" y="449751"/>
                            <a:ext cx="1121410" cy="208280"/>
                          </a:xfrm>
                          <a:prstGeom prst="rect">
                            <a:avLst/>
                          </a:prstGeom>
                          <a:noFill/>
                        </wps:spPr>
                        <wps:txbx>
                          <w:txbxContent>
                            <w:p w14:paraId="6AFA6999"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7" name="Straight Connector 7"/>
                        <wps:cNvCnPr/>
                        <wps:spPr bwMode="auto">
                          <a:xfrm>
                            <a:off x="625415" y="667432"/>
                            <a:ext cx="0" cy="2445443"/>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290" name="Picture 290" descr="Bank_cmyk_warmgray_10"/>
                          <pic:cNvPicPr>
                            <a:picLocks noChangeAspect="1" noChangeArrowheads="1"/>
                          </pic:cNvPicPr>
                        </pic:nvPicPr>
                        <pic:blipFill>
                          <a:blip r:embed="rId32" cstate="print"/>
                          <a:srcRect/>
                          <a:stretch>
                            <a:fillRect/>
                          </a:stretch>
                        </pic:blipFill>
                        <pic:spPr bwMode="auto">
                          <a:xfrm>
                            <a:off x="379223" y="10559"/>
                            <a:ext cx="449813" cy="490325"/>
                          </a:xfrm>
                          <a:prstGeom prst="rect">
                            <a:avLst/>
                          </a:prstGeom>
                          <a:noFill/>
                        </pic:spPr>
                      </pic:pic>
                      <wps:wsp>
                        <wps:cNvPr id="291" name="Straight Connector 291"/>
                        <wps:cNvCnPr/>
                        <wps:spPr bwMode="auto">
                          <a:xfrm>
                            <a:off x="3155830" y="667432"/>
                            <a:ext cx="12831" cy="256339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292" name="Picture 292" descr="Bank_cmyk_warmgray_10"/>
                          <pic:cNvPicPr>
                            <a:picLocks noChangeAspect="1" noChangeArrowheads="1"/>
                          </pic:cNvPicPr>
                        </pic:nvPicPr>
                        <pic:blipFill>
                          <a:blip r:embed="rId32" cstate="print"/>
                          <a:srcRect/>
                          <a:stretch>
                            <a:fillRect/>
                          </a:stretch>
                        </pic:blipFill>
                        <pic:spPr bwMode="auto">
                          <a:xfrm>
                            <a:off x="2909638" y="10559"/>
                            <a:ext cx="449813" cy="490325"/>
                          </a:xfrm>
                          <a:prstGeom prst="rect">
                            <a:avLst/>
                          </a:prstGeom>
                          <a:noFill/>
                        </pic:spPr>
                      </pic:pic>
                      <wps:wsp>
                        <wps:cNvPr id="293" name="TextBox 7"/>
                        <wps:cNvSpPr txBox="1"/>
                        <wps:spPr>
                          <a:xfrm>
                            <a:off x="707788" y="809174"/>
                            <a:ext cx="2337435" cy="208280"/>
                          </a:xfrm>
                          <a:prstGeom prst="rect">
                            <a:avLst/>
                          </a:prstGeom>
                          <a:noFill/>
                        </wps:spPr>
                        <wps:txbx>
                          <w:txbxContent>
                            <w:p w14:paraId="7D460BB4"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294" name="Straight Connector 294"/>
                        <wps:cNvCnPr/>
                        <wps:spPr bwMode="auto">
                          <a:xfrm>
                            <a:off x="649850"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95" name="TextBox 9"/>
                        <wps:cNvSpPr txBox="1"/>
                        <wps:spPr>
                          <a:xfrm>
                            <a:off x="0" y="451906"/>
                            <a:ext cx="1250950" cy="208280"/>
                          </a:xfrm>
                          <a:prstGeom prst="rect">
                            <a:avLst/>
                          </a:prstGeom>
                          <a:noFill/>
                        </wps:spPr>
                        <wps:txbx>
                          <w:txbxContent>
                            <w:p w14:paraId="2D04E4D4"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wps:txbx>
                        <wps:bodyPr wrap="square" rtlCol="0">
                          <a:spAutoFit/>
                        </wps:bodyPr>
                      </wps:wsp>
                      <wps:wsp>
                        <wps:cNvPr id="307" name="TextBox 10"/>
                        <wps:cNvSpPr txBox="1"/>
                        <wps:spPr>
                          <a:xfrm>
                            <a:off x="2573543" y="451906"/>
                            <a:ext cx="1121410" cy="208280"/>
                          </a:xfrm>
                          <a:prstGeom prst="rect">
                            <a:avLst/>
                          </a:prstGeom>
                          <a:noFill/>
                        </wps:spPr>
                        <wps:txbx>
                          <w:txbxContent>
                            <w:p w14:paraId="29C8D255"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515" name="Straight Connector 515"/>
                        <wps:cNvCnPr/>
                        <wps:spPr bwMode="auto">
                          <a:xfrm>
                            <a:off x="673255" y="1241379"/>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6" name="Straight Connector 516"/>
                        <wps:cNvCnPr/>
                        <wps:spPr bwMode="auto">
                          <a:xfrm flipH="1">
                            <a:off x="3137175" y="162488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7" name="Straight Connector 517"/>
                        <wps:cNvCnPr/>
                        <wps:spPr bwMode="auto">
                          <a:xfrm flipH="1">
                            <a:off x="5606055" y="740693"/>
                            <a:ext cx="3416" cy="249013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518" name="Picture 518" descr="Bank_cmyk_warmgray_10"/>
                          <pic:cNvPicPr>
                            <a:picLocks noChangeAspect="1" noChangeArrowheads="1"/>
                          </pic:cNvPicPr>
                        </pic:nvPicPr>
                        <pic:blipFill>
                          <a:blip r:embed="rId32" cstate="print"/>
                          <a:srcRect/>
                          <a:stretch>
                            <a:fillRect/>
                          </a:stretch>
                        </pic:blipFill>
                        <pic:spPr bwMode="auto">
                          <a:xfrm>
                            <a:off x="5363278" y="0"/>
                            <a:ext cx="449813" cy="490325"/>
                          </a:xfrm>
                          <a:prstGeom prst="rect">
                            <a:avLst/>
                          </a:prstGeom>
                          <a:noFill/>
                        </pic:spPr>
                      </pic:pic>
                      <wps:wsp>
                        <wps:cNvPr id="519" name="Straight Connector 519"/>
                        <wps:cNvCnPr/>
                        <wps:spPr bwMode="auto">
                          <a:xfrm>
                            <a:off x="3150977" y="10897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0" name="Straight Connector 520"/>
                        <wps:cNvCnPr/>
                        <wps:spPr bwMode="auto">
                          <a:xfrm>
                            <a:off x="3168661" y="1338103"/>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1" name="TextBox 45"/>
                        <wps:cNvSpPr txBox="1"/>
                        <wps:spPr>
                          <a:xfrm>
                            <a:off x="3233888" y="874163"/>
                            <a:ext cx="2337435" cy="208280"/>
                          </a:xfrm>
                          <a:prstGeom prst="rect">
                            <a:avLst/>
                          </a:prstGeom>
                          <a:noFill/>
                        </wps:spPr>
                        <wps:txbx>
                          <w:txbxContent>
                            <w:p w14:paraId="7C556835"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522" name="TextBox 46"/>
                        <wps:cNvSpPr txBox="1"/>
                        <wps:spPr>
                          <a:xfrm>
                            <a:off x="721521" y="1055284"/>
                            <a:ext cx="2337435" cy="208280"/>
                          </a:xfrm>
                          <a:prstGeom prst="rect">
                            <a:avLst/>
                          </a:prstGeom>
                          <a:noFill/>
                        </wps:spPr>
                        <wps:txbx>
                          <w:txbxContent>
                            <w:p w14:paraId="503FE74E"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23" name="TextBox 47"/>
                        <wps:cNvSpPr txBox="1"/>
                        <wps:spPr>
                          <a:xfrm>
                            <a:off x="3250086" y="1148084"/>
                            <a:ext cx="2337435" cy="208280"/>
                          </a:xfrm>
                          <a:prstGeom prst="rect">
                            <a:avLst/>
                          </a:prstGeom>
                          <a:noFill/>
                        </wps:spPr>
                        <wps:txbx>
                          <w:txbxContent>
                            <w:p w14:paraId="211146EF"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24" name="TextBox 51"/>
                        <wps:cNvSpPr txBox="1"/>
                        <wps:spPr>
                          <a:xfrm>
                            <a:off x="3242467" y="1432548"/>
                            <a:ext cx="2337435" cy="208280"/>
                          </a:xfrm>
                          <a:prstGeom prst="rect">
                            <a:avLst/>
                          </a:prstGeom>
                          <a:noFill/>
                        </wps:spPr>
                        <wps:txbx>
                          <w:txbxContent>
                            <w:p w14:paraId="240F1D4C"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wps:txbx>
                        <wps:bodyPr wrap="square" rtlCol="0" anchor="b" anchorCtr="0">
                          <a:spAutoFit/>
                        </wps:bodyPr>
                      </wps:wsp>
                      <wps:wsp>
                        <wps:cNvPr id="527" name="TextBox 37"/>
                        <wps:cNvSpPr txBox="1"/>
                        <wps:spPr>
                          <a:xfrm>
                            <a:off x="707788" y="1852925"/>
                            <a:ext cx="2337435" cy="208280"/>
                          </a:xfrm>
                          <a:prstGeom prst="rect">
                            <a:avLst/>
                          </a:prstGeom>
                          <a:noFill/>
                        </wps:spPr>
                        <wps:txbx>
                          <w:txbxContent>
                            <w:p w14:paraId="01F65D1A"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528" name="Straight Connector 528"/>
                        <wps:cNvCnPr/>
                        <wps:spPr bwMode="auto">
                          <a:xfrm>
                            <a:off x="649850" y="20237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9" name="Straight Connector 529"/>
                        <wps:cNvCnPr/>
                        <wps:spPr bwMode="auto">
                          <a:xfrm>
                            <a:off x="673255" y="2294844"/>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0" name="Straight Connector 530"/>
                        <wps:cNvCnPr/>
                        <wps:spPr bwMode="auto">
                          <a:xfrm flipH="1">
                            <a:off x="649850" y="2503116"/>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1" name="Straight Connector 531"/>
                        <wps:cNvCnPr/>
                        <wps:spPr bwMode="auto">
                          <a:xfrm flipH="1">
                            <a:off x="675915" y="277169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2" name="Straight Connector 532"/>
                        <wps:cNvCnPr/>
                        <wps:spPr bwMode="auto">
                          <a:xfrm>
                            <a:off x="3150977" y="1922250"/>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3" name="Straight Connector 533"/>
                        <wps:cNvCnPr/>
                        <wps:spPr bwMode="auto">
                          <a:xfrm>
                            <a:off x="3168661" y="2246788"/>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4" name="TextBox 58"/>
                        <wps:cNvSpPr txBox="1"/>
                        <wps:spPr>
                          <a:xfrm>
                            <a:off x="3233888" y="1746464"/>
                            <a:ext cx="2337435" cy="208280"/>
                          </a:xfrm>
                          <a:prstGeom prst="rect">
                            <a:avLst/>
                          </a:prstGeom>
                          <a:noFill/>
                        </wps:spPr>
                        <wps:txbx>
                          <w:txbxContent>
                            <w:p w14:paraId="394690BC"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535" name="TextBox 59"/>
                        <wps:cNvSpPr txBox="1"/>
                        <wps:spPr>
                          <a:xfrm>
                            <a:off x="3250086" y="2048987"/>
                            <a:ext cx="2337435" cy="208280"/>
                          </a:xfrm>
                          <a:prstGeom prst="rect">
                            <a:avLst/>
                          </a:prstGeom>
                          <a:noFill/>
                        </wps:spPr>
                        <wps:txbx>
                          <w:txbxContent>
                            <w:p w14:paraId="0E4708E7"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536" name="TextBox 60"/>
                        <wps:cNvSpPr txBox="1"/>
                        <wps:spPr>
                          <a:xfrm>
                            <a:off x="721521" y="2334864"/>
                            <a:ext cx="2337435" cy="208280"/>
                          </a:xfrm>
                          <a:prstGeom prst="rect">
                            <a:avLst/>
                          </a:prstGeom>
                          <a:noFill/>
                        </wps:spPr>
                        <wps:txbx>
                          <w:txbxContent>
                            <w:p w14:paraId="200E08B8"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537" name="TextBox 62"/>
                        <wps:cNvSpPr txBox="1"/>
                        <wps:spPr>
                          <a:xfrm>
                            <a:off x="707788" y="2576769"/>
                            <a:ext cx="2337435" cy="208280"/>
                          </a:xfrm>
                          <a:prstGeom prst="rect">
                            <a:avLst/>
                          </a:prstGeom>
                          <a:noFill/>
                        </wps:spPr>
                        <wps:txbx>
                          <w:txbxContent>
                            <w:p w14:paraId="74A2D395"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538" name="TextBox 63"/>
                        <wps:cNvSpPr txBox="1"/>
                        <wps:spPr>
                          <a:xfrm>
                            <a:off x="721521" y="2102496"/>
                            <a:ext cx="2337435" cy="208280"/>
                          </a:xfrm>
                          <a:prstGeom prst="rect">
                            <a:avLst/>
                          </a:prstGeom>
                          <a:noFill/>
                        </wps:spPr>
                        <wps:txbx>
                          <w:txbxContent>
                            <w:p w14:paraId="6D05920A"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539" name="Straight Connector 539"/>
                        <wps:cNvCnPr/>
                        <wps:spPr bwMode="auto">
                          <a:xfrm flipH="1">
                            <a:off x="3144789" y="2541886"/>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40" name="TextBox 65"/>
                        <wps:cNvSpPr txBox="1"/>
                        <wps:spPr>
                          <a:xfrm>
                            <a:off x="3216205" y="2373627"/>
                            <a:ext cx="2337435" cy="208280"/>
                          </a:xfrm>
                          <a:prstGeom prst="rect">
                            <a:avLst/>
                          </a:prstGeom>
                          <a:noFill/>
                        </wps:spPr>
                        <wps:txbx>
                          <w:txbxContent>
                            <w:p w14:paraId="372A6E75"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541" name="Straight Connector 541"/>
                        <wps:cNvCnPr/>
                        <wps:spPr bwMode="auto">
                          <a:xfrm flipH="1">
                            <a:off x="3169348" y="2843224"/>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42" name="TextBox 71"/>
                        <wps:cNvSpPr txBox="1"/>
                        <wps:spPr>
                          <a:xfrm>
                            <a:off x="3208586" y="2655902"/>
                            <a:ext cx="2337435" cy="208280"/>
                          </a:xfrm>
                          <a:prstGeom prst="rect">
                            <a:avLst/>
                          </a:prstGeom>
                          <a:noFill/>
                        </wps:spPr>
                        <wps:txbx>
                          <w:txbxContent>
                            <w:p w14:paraId="2C362527"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543" name="TextBox 61"/>
                        <wps:cNvSpPr txBox="1"/>
                        <wps:spPr>
                          <a:xfrm>
                            <a:off x="721521" y="2799539"/>
                            <a:ext cx="2337435" cy="208280"/>
                          </a:xfrm>
                          <a:prstGeom prst="rect">
                            <a:avLst/>
                          </a:prstGeom>
                          <a:noFill/>
                        </wps:spPr>
                        <wps:txbx>
                          <w:txbxContent>
                            <w:p w14:paraId="7F82B324"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s:wsp>
                        <wps:cNvPr id="327" name="Straight Connector 327"/>
                        <wps:cNvCnPr/>
                        <wps:spPr bwMode="auto">
                          <a:xfrm>
                            <a:off x="649850" y="2970492"/>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8" name="Straight Connector 328"/>
                        <wps:cNvCnPr/>
                        <wps:spPr bwMode="auto">
                          <a:xfrm>
                            <a:off x="3150977" y="309001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9" name="TextBox 68"/>
                        <wps:cNvSpPr txBox="1"/>
                        <wps:spPr>
                          <a:xfrm>
                            <a:off x="3250086" y="2896907"/>
                            <a:ext cx="2337435" cy="208280"/>
                          </a:xfrm>
                          <a:prstGeom prst="rect">
                            <a:avLst/>
                          </a:prstGeom>
                          <a:noFill/>
                        </wps:spPr>
                        <wps:txbx>
                          <w:txbxContent>
                            <w:p w14:paraId="52C96C14"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g:wgp>
                  </a:graphicData>
                </a:graphic>
              </wp:inline>
            </w:drawing>
          </mc:Choice>
          <mc:Fallback>
            <w:pict>
              <v:group w14:anchorId="199545A9" id="Group 13" o:spid="_x0000_s1026" style="width:489.35pt;height:254.4pt;mso-position-horizontal-relative:char;mso-position-vertical-relative:line" coordsize="62147,3230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">
                <v:shapetype id="_x0000_t202" coordsize="21600,21600" o:spt="202" path="m,l,21600r21600,l21600,xe">
                  <v:stroke joinstyle="miter"/>
                  <v:path gradientshapeok="t" o:connecttype="rect"/>
                </v:shapetype>
                <v:shape id="TextBox 42" o:spid="_x0000_s1027" type="#_x0000_t202" style="position:absolute;left:50933;top:4497;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hZgwQAAANoAAAAPAAAAZHJzL2Rvd25yZXYueG1sRI9Pa8JA&#10;FMTvBb/D8gRvdWOl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GviFmDBAAAA2gAAAA8AAAAA&#10;AAAAAAAAAAAABwIAAGRycy9kb3ducmV2LnhtbFBLBQYAAAAAAwADALcAAAD1AgAAAAA=&#10;" filled="f" stroked="f">
                  <v:textbox style="mso-fit-shape-to-text:t">
                    <w:txbxContent>
                      <w:p w14:paraId="6AFA6999"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line id="Straight Connector 7" o:spid="_x0000_s1028" style="position:absolute;visibility:visible;mso-wrap-style:square" from="6254,6674" to="6254,31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" filled="t" fillcolor="#4f81bd [3204]" strokecolor="black [3213]" strokeweight="1.5pt">
                  <v:stroke dashstyle="dash"/>
                  <v:shadow color="#eeece1 [3214]"/>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0" o:spid="_x0000_s1029" type="#_x0000_t75" alt="Bank_cmyk_warmgray_10" style="position:absolute;left:3792;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">
                  <v:imagedata r:id="rId33" o:title="Bank_cmyk_warmgray_10"/>
                </v:shape>
                <v:line id="Straight Connector 291" o:spid="_x0000_s1030" style="position:absolute;visibility:visible;mso-wrap-style:square" from="31558,6674" to="31686,32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" filled="t" fillcolor="#4f81bd [3204]" strokecolor="black [3213]" strokeweight="1.5pt">
                  <v:stroke dashstyle="dash"/>
                  <v:shadow color="#eeece1 [3214]"/>
                </v:line>
                <v:shape id="Picture 292" o:spid="_x0000_s1031" type="#_x0000_t75" alt="Bank_cmyk_warmgray_10" style="position:absolute;left:29096;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">
                  <v:imagedata r:id="rId33" o:title="Bank_cmyk_warmgray_10"/>
                </v:shape>
                <v:shape id="TextBox 7" o:spid="_x0000_s1032" type="#_x0000_t202" style="position:absolute;left:7077;top:8091;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" filled="f" stroked="f">
                  <v:textbox style="mso-fit-shape-to-text:t">
                    <w:txbxContent>
                      <w:p w14:paraId="7D460BB4"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294" o:spid="_x0000_s1033" style="position:absolute;visibility:visible;mso-wrap-style:square" from="6498,9797" to="31686,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" filled="t" fillcolor="#4f81bd [3204]" strokecolor="black [3213]" strokeweight="1pt">
                  <v:stroke endarrow="open"/>
                  <v:shadow color="#eeece1 [3214]"/>
                </v:line>
                <v:shape id="TextBox 9" o:spid="_x0000_s1034" type="#_x0000_t202" style="position:absolute;top:4519;width:12509;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" filled="f" stroked="f">
                  <v:textbox style="mso-fit-shape-to-text:t">
                    <w:txbxContent>
                      <w:p w14:paraId="2D04E4D4"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v:textbox>
                </v:shape>
                <v:shape id="TextBox 10" o:spid="_x0000_s1035" type="#_x0000_t202" style="position:absolute;left:25735;top:4519;width:11214;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" filled="f" stroked="f">
                  <v:textbox style="mso-fit-shape-to-text:t">
                    <w:txbxContent>
                      <w:p w14:paraId="29C8D255"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515" o:spid="_x0000_s1036" style="position:absolute;visibility:visible;mso-wrap-style:square" from="6732,12413" to="31421,12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" filled="t" fillcolor="#4f81bd [3204]" strokecolor="black [3213]" strokeweight="1pt">
                  <v:stroke endarrow="open"/>
                  <v:shadow color="#eeece1 [3214]"/>
                </v:line>
                <v:line id="Straight Connector 516" o:spid="_x0000_s1037" style="position:absolute;flip:x;visibility:visible;mso-wrap-style:square" from="31371,16248" to="56060,16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" filled="t" fillcolor="#4f81bd [3204]" strokecolor="black [3213]" strokeweight="1pt">
                  <v:stroke startarrow="open"/>
                  <v:shadow color="#eeece1 [3214]"/>
                </v:line>
                <v:line id="Straight Connector 517" o:spid="_x0000_s1038" style="position:absolute;flip:x;visibility:visible;mso-wrap-style:square" from="56060,7406" to="56094,32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" filled="t" fillcolor="#4f81bd [3204]" strokecolor="black [3213]" strokeweight="1.5pt">
                  <v:stroke dashstyle="dash"/>
                  <v:shadow color="#eeece1 [3214]"/>
                </v:line>
                <v:shape id="Picture 518" o:spid="_x0000_s1039" type="#_x0000_t75" alt="Bank_cmyk_warmgray_10" style="position:absolute;left:53632;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">
                  <v:imagedata r:id="rId33" o:title="Bank_cmyk_warmgray_10"/>
                </v:shape>
                <v:line id="Straight Connector 519" o:spid="_x0000_s1040" style="position:absolute;visibility:visible;mso-wrap-style:square" from="31509,10897" to="56198,10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" filled="t" fillcolor="#4f81bd [3204]" strokecolor="black [3213]" strokeweight="1pt">
                  <v:stroke endarrow="open"/>
                  <v:shadow color="#eeece1 [3214]"/>
                </v:line>
                <v:line id="Straight Connector 520" o:spid="_x0000_s1041" style="position:absolute;visibility:visible;mso-wrap-style:square" from="31686,13381" to="56375,13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" filled="t" fillcolor="#4f81bd [3204]" strokecolor="black [3213]" strokeweight="1pt">
                  <v:stroke endarrow="open"/>
                  <v:shadow color="#eeece1 [3214]"/>
                </v:line>
                <v:shape id="TextBox 45" o:spid="_x0000_s1042" type="#_x0000_t202" style="position:absolute;left:32338;top:8741;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" filled="f" stroked="f">
                  <v:textbox style="mso-fit-shape-to-text:t">
                    <w:txbxContent>
                      <w:p w14:paraId="7C556835"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46" o:spid="_x0000_s1043" type="#_x0000_t202" style="position:absolute;left:7215;top:10552;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" filled="f" stroked="f">
                  <v:textbox style="mso-fit-shape-to-text:t">
                    <w:txbxContent>
                      <w:p w14:paraId="503FE74E"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7" o:spid="_x0000_s1044" type="#_x0000_t202" style="position:absolute;left:32500;top:11480;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" filled="f" stroked="f">
                  <v:textbox style="mso-fit-shape-to-text:t">
                    <w:txbxContent>
                      <w:p w14:paraId="211146EF"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51" o:spid="_x0000_s1045" type="#_x0000_t202" style="position:absolute;left:32424;top:14325;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" filled="f" stroked="f">
                  <v:textbox style="mso-fit-shape-to-text:t">
                    <w:txbxContent>
                      <w:p w14:paraId="240F1D4C"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v:textbox>
                </v:shape>
                <v:shape id="TextBox 37" o:spid="_x0000_s1046" type="#_x0000_t202" style="position:absolute;left:7077;top:1852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" filled="f" stroked="f">
                  <v:textbox style="mso-fit-shape-to-text:t">
                    <w:txbxContent>
                      <w:p w14:paraId="01F65D1A"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528" o:spid="_x0000_s1047" style="position:absolute;visibility:visible;mso-wrap-style:square" from="6498,20237" to="31686,20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" filled="t" fillcolor="#4f81bd [3204]" strokecolor="black [3213]" strokeweight="1pt">
                  <v:stroke startarrow="open"/>
                  <v:shadow color="#eeece1 [3214]"/>
                </v:line>
                <v:line id="Straight Connector 529" o:spid="_x0000_s1048" style="position:absolute;visibility:visible;mso-wrap-style:square" from="6732,22948" to="31421,22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" filled="t" fillcolor="#4f81bd [3204]" strokecolor="black [3213]" strokeweight="1pt">
                  <v:stroke startarrow="open"/>
                  <v:shadow color="#eeece1 [3214]"/>
                </v:line>
                <v:line id="Straight Connector 530" o:spid="_x0000_s1049" style="position:absolute;flip:x;visibility:visible;mso-wrap-style:square" from="6498,25031" to="31187,25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" filled="t" fillcolor="#4f81bd [3204]" strokecolor="black [3213]" strokeweight="1pt">
                  <v:stroke startarrow="open"/>
                  <v:shadow color="#eeece1 [3214]"/>
                </v:line>
                <v:line id="Straight Connector 531" o:spid="_x0000_s1050" style="position:absolute;flip:x;visibility:visible;mso-wrap-style:square" from="6759,27716" to="31447,27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" filled="t" fillcolor="#4f81bd [3204]" strokecolor="black [3213]" strokeweight="1pt">
                  <v:stroke startarrow="open"/>
                  <v:shadow color="#eeece1 [3214]"/>
                </v:line>
                <v:line id="Straight Connector 532" o:spid="_x0000_s1051" style="position:absolute;visibility:visible;mso-wrap-style:square" from="31509,19222" to="56198,19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" filled="t" fillcolor="#4f81bd [3204]" strokecolor="black [3213]" strokeweight="1pt">
                  <v:stroke startarrow="open"/>
                  <v:shadow color="#eeece1 [3214]"/>
                </v:line>
                <v:line id="Straight Connector 533" o:spid="_x0000_s1052" style="position:absolute;visibility:visible;mso-wrap-style:square" from="31686,22467" to="56375,22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" filled="t" fillcolor="#4f81bd [3204]" strokecolor="black [3213]" strokeweight="1pt">
                  <v:stroke startarrow="open"/>
                  <v:shadow color="#eeece1 [3214]"/>
                </v:line>
                <v:shape id="TextBox 58" o:spid="_x0000_s1053" type="#_x0000_t202" style="position:absolute;left:32338;top:17464;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" filled="f" stroked="f">
                  <v:textbox style="mso-fit-shape-to-text:t">
                    <w:txbxContent>
                      <w:p w14:paraId="394690BC"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shape id="TextBox 59" o:spid="_x0000_s1054" type="#_x0000_t202" style="position:absolute;left:32500;top:2048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" filled="f" stroked="f">
                  <v:textbox style="mso-fit-shape-to-text:t">
                    <w:txbxContent>
                      <w:p w14:paraId="0E4708E7"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shape id="TextBox 60" o:spid="_x0000_s1055" type="#_x0000_t202" style="position:absolute;left:7215;top:2334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" filled="f" stroked="f">
                  <v:textbox style="mso-fit-shape-to-text:t">
                    <w:txbxContent>
                      <w:p w14:paraId="200E08B8"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62" o:spid="_x0000_s1056" type="#_x0000_t202" style="position:absolute;left:7077;top:25767;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" filled="f" stroked="f">
                  <v:textbox style="mso-fit-shape-to-text:t">
                    <w:txbxContent>
                      <w:p w14:paraId="74A2D395"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63" o:spid="_x0000_s1057" type="#_x0000_t202" style="position:absolute;left:7215;top:21024;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" filled="f" stroked="f">
                  <v:textbox style="mso-fit-shape-to-text:t">
                    <w:txbxContent>
                      <w:p w14:paraId="6D05920A"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line id="Straight Connector 539" o:spid="_x0000_s1058" style="position:absolute;flip:x;visibility:visible;mso-wrap-style:square" from="31447,25418" to="56136,25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" filled="t" fillcolor="#4f81bd [3204]" strokecolor="black [3213]" strokeweight="1pt">
                  <v:stroke startarrow="open"/>
                  <v:shadow color="#eeece1 [3214]"/>
                </v:line>
                <v:shape id="TextBox 65" o:spid="_x0000_s1059" type="#_x0000_t202" style="position:absolute;left:32162;top:23736;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" filled="f" stroked="f">
                  <v:textbox style="mso-fit-shape-to-text:t">
                    <w:txbxContent>
                      <w:p w14:paraId="372A6E75"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line id="Straight Connector 541" o:spid="_x0000_s1060" style="position:absolute;flip:x;visibility:visible;mso-wrap-style:square" from="31693,28432" to="56382,28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" filled="t" fillcolor="#4f81bd [3204]" strokecolor="black [3213]" strokeweight="1pt">
                  <v:stroke startarrow="open"/>
                  <v:shadow color="#eeece1 [3214]"/>
                </v:line>
                <v:shape id="TextBox 71" o:spid="_x0000_s1061" type="#_x0000_t202" style="position:absolute;left:32085;top:26559;width:23375;height:208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" filled="f" stroked="f">
                  <v:textbox style="mso-fit-shape-to-text:t">
                    <w:txbxContent>
                      <w:p w14:paraId="2C362527"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61" o:spid="_x0000_s1062" type="#_x0000_t202" style="position:absolute;left:7215;top:2799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" filled="f" stroked="f">
                  <v:textbox style="mso-fit-shape-to-text:t">
                    <w:txbxContent>
                      <w:p w14:paraId="7F82B324"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v:line id="Straight Connector 327" o:spid="_x0000_s1063" style="position:absolute;visibility:visible;mso-wrap-style:square" from="6498,29704" to="31686,29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" filled="t" fillcolor="#4f81bd [3204]" strokecolor="black [3213]" strokeweight="1pt">
                  <v:stroke endarrow="open"/>
                  <v:shadow color="#eeece1 [3214]"/>
                </v:line>
                <v:line id="Straight Connector 328" o:spid="_x0000_s1064" style="position:absolute;visibility:visible;mso-wrap-style:square" from="31509,30900" to="56198,30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" filled="t" fillcolor="#4f81bd [3204]" strokecolor="black [3213]" strokeweight="1pt">
                  <v:stroke endarrow="open"/>
                  <v:shadow color="#eeece1 [3214]"/>
                </v:line>
                <v:shape id="TextBox 68" o:spid="_x0000_s1065" type="#_x0000_t202" style="position:absolute;left:32500;top:28969;width:23375;height:208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" filled="f" stroked="f">
                  <v:textbox style="mso-fit-shape-to-text:t">
                    <w:txbxContent>
                      <w:p w14:paraId="52C96C14" w14:textId="77777777" w:rsidR="00ED504F" w:rsidRDefault="00ED504F"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w10:anchorlock/>
              </v:group>
            </w:pict>
          </mc:Fallback>
        </mc:AlternateContent>
      </w:r>
    </w:p>
    <w:p w14:paraId="33B4A9D4" w14:textId="77777777" w:rsidR="006729ED" w:rsidRDefault="006729ED">
      <w:pPr>
        <w:widowControl/>
        <w:spacing w:before="0"/>
        <w:rPr>
          <w:b/>
          <w:sz w:val="24"/>
        </w:rPr>
      </w:pPr>
      <w:r>
        <w:br w:type="page"/>
      </w:r>
    </w:p>
    <w:p w14:paraId="3E640972" w14:textId="402056F4" w:rsidR="008E3B65" w:rsidRPr="008B3BC4" w:rsidRDefault="008E3B65" w:rsidP="008E3B65">
      <w:pPr>
        <w:pStyle w:val="Heading2"/>
      </w:pPr>
      <w:bookmarkStart w:id="24" w:name="_Toc63870574"/>
      <w:r>
        <w:lastRenderedPageBreak/>
        <w:t xml:space="preserve">Groups of </w:t>
      </w:r>
      <w:r w:rsidRPr="00F82596">
        <w:t>Message</w:t>
      </w:r>
      <w:r w:rsidR="007835B1" w:rsidRPr="00F82596">
        <w:t>Definition</w:t>
      </w:r>
      <w:r w:rsidRPr="00F82596">
        <w:t>s</w:t>
      </w:r>
      <w:r>
        <w:t xml:space="preserve"> and Functionality</w:t>
      </w:r>
      <w:bookmarkEnd w:id="24"/>
    </w:p>
    <w:p w14:paraId="31374E7E" w14:textId="2694CA60" w:rsidR="00693F7E" w:rsidRDefault="0015466D" w:rsidP="0015466D">
      <w:r>
        <w:t>The following table lis</w:t>
      </w:r>
      <w:r w:rsidR="00540826">
        <w:t xml:space="preserve">ts all the </w:t>
      </w:r>
      <w:r w:rsidR="008D446A">
        <w:t>ISO 20022</w:t>
      </w:r>
      <w:r w:rsidR="00540826">
        <w:t xml:space="preserve"> </w:t>
      </w:r>
      <w:r w:rsidR="001948DD">
        <w:t>General Meeting</w:t>
      </w:r>
      <w:r w:rsidR="001948DD" w:rsidRPr="00E658FE">
        <w:t xml:space="preserve"> </w:t>
      </w:r>
      <w:r w:rsidR="00540826" w:rsidRPr="00F82596">
        <w:t>MessageDefinitions</w:t>
      </w:r>
      <w:r>
        <w:t xml:space="preserve">. </w:t>
      </w:r>
    </w:p>
    <w:p w14:paraId="21F719A9" w14:textId="77777777" w:rsidR="006729ED" w:rsidRDefault="006729ED" w:rsidP="006729ED">
      <w:r>
        <w:t xml:space="preserve">Please note that a new version number is attributed to a </w:t>
      </w:r>
      <w:r w:rsidRPr="00F82596">
        <w:t>MessageDefinition</w:t>
      </w:r>
      <w:r>
        <w:t xml:space="preserve"> only when there is a change to the XML schema. Changes which solely impact the documentation (Message Definition Report) without impacting the XML schema (such as a change in a definition) do not trigger the generation of a new version of the related </w:t>
      </w:r>
      <w:r w:rsidRPr="00F82596">
        <w:t>MessageDefinition(s)</w:t>
      </w:r>
      <w:r>
        <w:t>.  </w:t>
      </w:r>
    </w:p>
    <w:p w14:paraId="6C99E638" w14:textId="24D94A0A" w:rsidR="004B098F" w:rsidRDefault="00497582" w:rsidP="004B098F">
      <w:pPr>
        <w:spacing w:after="120"/>
      </w:pPr>
      <w:r>
        <w:t>In this maintenance cycle 2020/2021</w:t>
      </w:r>
      <w:r w:rsidR="004B098F">
        <w:t>, a new version has been created</w:t>
      </w:r>
      <w:r w:rsidR="004B098F" w:rsidRPr="004B098F">
        <w:t xml:space="preserve"> </w:t>
      </w:r>
      <w:r w:rsidR="004B098F">
        <w:t xml:space="preserve">for all </w:t>
      </w:r>
      <w:r w:rsidR="001948DD">
        <w:t>General Meeting</w:t>
      </w:r>
      <w:r w:rsidR="001948DD" w:rsidRPr="00E658FE">
        <w:t xml:space="preserve"> </w:t>
      </w:r>
      <w:r w:rsidR="004B098F" w:rsidRPr="00F82596">
        <w:t>MessageDefinitions</w:t>
      </w:r>
      <w:r w:rsidR="004B098F">
        <w:t>:</w:t>
      </w:r>
    </w:p>
    <w:p w14:paraId="1D71CB20" w14:textId="5D191EA2" w:rsidR="004B098F" w:rsidRDefault="004B098F" w:rsidP="004B098F">
      <w:pPr>
        <w:pStyle w:val="ListParagraph"/>
        <w:numPr>
          <w:ilvl w:val="0"/>
          <w:numId w:val="42"/>
        </w:numPr>
        <w:spacing w:before="40" w:after="40"/>
      </w:pPr>
      <w:r>
        <w:t>seev.001.001</w:t>
      </w:r>
      <w:r w:rsidR="00485C43">
        <w:t>.08</w:t>
      </w:r>
      <w:r>
        <w:t xml:space="preserve"> : Meeting Notification</w:t>
      </w:r>
    </w:p>
    <w:p w14:paraId="318A5089" w14:textId="10FEB650" w:rsidR="004B098F" w:rsidRDefault="004B098F" w:rsidP="004B098F">
      <w:pPr>
        <w:pStyle w:val="ListParagraph"/>
        <w:numPr>
          <w:ilvl w:val="0"/>
          <w:numId w:val="42"/>
        </w:numPr>
        <w:spacing w:before="40" w:after="40"/>
      </w:pPr>
      <w:r>
        <w:t>seev.002.001</w:t>
      </w:r>
      <w:r w:rsidR="00485C43">
        <w:t>.07</w:t>
      </w:r>
      <w:r>
        <w:t xml:space="preserve"> : Meeting Cancellation</w:t>
      </w:r>
    </w:p>
    <w:p w14:paraId="22405D4E" w14:textId="55D2D840" w:rsidR="004B098F" w:rsidRDefault="004B098F" w:rsidP="004B098F">
      <w:pPr>
        <w:pStyle w:val="ListParagraph"/>
        <w:numPr>
          <w:ilvl w:val="0"/>
          <w:numId w:val="42"/>
        </w:numPr>
        <w:spacing w:before="40" w:after="40"/>
      </w:pPr>
      <w:r>
        <w:t>seev.003.001</w:t>
      </w:r>
      <w:r w:rsidR="00485C43">
        <w:t>.07</w:t>
      </w:r>
      <w:r>
        <w:t xml:space="preserve"> : Meeting Entitlement Notification</w:t>
      </w:r>
    </w:p>
    <w:p w14:paraId="1A484265" w14:textId="2B77F91D" w:rsidR="004B098F" w:rsidRDefault="004B098F" w:rsidP="004B098F">
      <w:pPr>
        <w:pStyle w:val="ListParagraph"/>
        <w:numPr>
          <w:ilvl w:val="0"/>
          <w:numId w:val="42"/>
        </w:numPr>
        <w:spacing w:before="40" w:after="40"/>
      </w:pPr>
      <w:r>
        <w:t>seev.004.001</w:t>
      </w:r>
      <w:r w:rsidR="00485C43">
        <w:t>.07</w:t>
      </w:r>
      <w:r>
        <w:t xml:space="preserve"> : Meeting Instruction</w:t>
      </w:r>
    </w:p>
    <w:p w14:paraId="6127D3FD" w14:textId="2119501A" w:rsidR="004B098F" w:rsidRDefault="004B098F" w:rsidP="004B098F">
      <w:pPr>
        <w:pStyle w:val="ListParagraph"/>
        <w:numPr>
          <w:ilvl w:val="0"/>
          <w:numId w:val="42"/>
        </w:numPr>
        <w:spacing w:before="40" w:after="40"/>
      </w:pPr>
      <w:r>
        <w:t>seev.005.001</w:t>
      </w:r>
      <w:r w:rsidR="00485C43">
        <w:t>.07</w:t>
      </w:r>
      <w:r>
        <w:t xml:space="preserve"> : Meeting Instruction Cancellation Request</w:t>
      </w:r>
    </w:p>
    <w:p w14:paraId="4FFC6CB2" w14:textId="7A6B47FA" w:rsidR="004B098F" w:rsidRDefault="004B098F" w:rsidP="004B098F">
      <w:pPr>
        <w:pStyle w:val="ListParagraph"/>
        <w:numPr>
          <w:ilvl w:val="0"/>
          <w:numId w:val="42"/>
        </w:numPr>
        <w:spacing w:before="40" w:after="40"/>
      </w:pPr>
      <w:r>
        <w:t>seev.006.001</w:t>
      </w:r>
      <w:r w:rsidR="00485C43">
        <w:t>.07</w:t>
      </w:r>
      <w:r>
        <w:t xml:space="preserve"> : Meeting Instruction Status</w:t>
      </w:r>
    </w:p>
    <w:p w14:paraId="21E2D610" w14:textId="15E40C50" w:rsidR="004B098F" w:rsidRDefault="004B098F" w:rsidP="004B098F">
      <w:pPr>
        <w:pStyle w:val="ListParagraph"/>
        <w:numPr>
          <w:ilvl w:val="0"/>
          <w:numId w:val="42"/>
        </w:numPr>
        <w:spacing w:before="40" w:after="40"/>
      </w:pPr>
      <w:r>
        <w:t>seev.007.001</w:t>
      </w:r>
      <w:r w:rsidR="00485C43">
        <w:t>.07</w:t>
      </w:r>
      <w:r>
        <w:t xml:space="preserve"> : Meeting Vote Execution Confirmation</w:t>
      </w:r>
    </w:p>
    <w:p w14:paraId="1E6B0455" w14:textId="51D3CA20" w:rsidR="00E62B55" w:rsidRDefault="004B098F" w:rsidP="004B098F">
      <w:pPr>
        <w:pStyle w:val="ListParagraph"/>
        <w:numPr>
          <w:ilvl w:val="0"/>
          <w:numId w:val="42"/>
        </w:numPr>
        <w:spacing w:before="40" w:after="40"/>
      </w:pPr>
      <w:r>
        <w:t>seev.008.001</w:t>
      </w:r>
      <w:r w:rsidR="00485C43">
        <w:t>.07</w:t>
      </w:r>
      <w:r>
        <w:t xml:space="preserve"> : Meeting Result Dissemination</w:t>
      </w:r>
    </w:p>
    <w:p w14:paraId="70B117E3" w14:textId="76E83346" w:rsidR="00766362" w:rsidRDefault="00766362" w:rsidP="00766362">
      <w:pPr>
        <w:rPr>
          <w:rFonts w:cs="Arial"/>
          <w:b/>
          <w:bCs/>
          <w:color w:val="000000"/>
          <w:sz w:val="19"/>
          <w:szCs w:val="19"/>
          <w:lang w:val="en-US"/>
        </w:rPr>
      </w:pPr>
      <w:r>
        <w:rPr>
          <w:rFonts w:cs="Arial"/>
          <w:b/>
          <w:bCs/>
          <w:color w:val="000000"/>
          <w:sz w:val="19"/>
          <w:szCs w:val="19"/>
          <w:lang w:val="en-US"/>
        </w:rPr>
        <w:t xml:space="preserve">Note that these </w:t>
      </w:r>
      <w:r w:rsidRPr="00F82596">
        <w:rPr>
          <w:rFonts w:cs="Arial"/>
          <w:b/>
          <w:bCs/>
          <w:color w:val="000000"/>
          <w:sz w:val="19"/>
          <w:szCs w:val="19"/>
          <w:lang w:val="en-US"/>
        </w:rPr>
        <w:t>MessageDefinitions</w:t>
      </w:r>
      <w:r>
        <w:rPr>
          <w:rFonts w:cs="Arial"/>
          <w:b/>
          <w:bCs/>
          <w:color w:val="000000"/>
          <w:sz w:val="19"/>
          <w:szCs w:val="19"/>
          <w:lang w:val="en-US"/>
        </w:rPr>
        <w:t xml:space="preserve"> are to be used with the ISO 20022 Business Ap</w:t>
      </w:r>
      <w:r w:rsidR="00485C43">
        <w:rPr>
          <w:rFonts w:cs="Arial"/>
          <w:b/>
          <w:bCs/>
          <w:color w:val="000000"/>
          <w:sz w:val="19"/>
          <w:szCs w:val="19"/>
          <w:lang w:val="en-US"/>
        </w:rPr>
        <w:t>plication Header (head.001</w:t>
      </w:r>
      <w:r>
        <w:rPr>
          <w:rFonts w:cs="Arial"/>
          <w:b/>
          <w:bCs/>
          <w:color w:val="000000"/>
          <w:sz w:val="19"/>
          <w:szCs w:val="19"/>
          <w:lang w:val="en-US"/>
        </w:rPr>
        <w:t xml:space="preserve">). The schema and more information about the Business Application Header can be found on the </w:t>
      </w:r>
      <w:hyperlink r:id="rId34" w:history="1">
        <w:r w:rsidR="00FE2E3A">
          <w:rPr>
            <w:rStyle w:val="Hyperlink"/>
            <w:rFonts w:cs="Arial"/>
            <w:b/>
            <w:bCs/>
            <w:sz w:val="19"/>
            <w:szCs w:val="19"/>
            <w:lang w:val="en-US"/>
          </w:rPr>
          <w:t>www.iso20022.org</w:t>
        </w:r>
      </w:hyperlink>
      <w:r>
        <w:rPr>
          <w:rFonts w:cs="Arial"/>
          <w:b/>
          <w:bCs/>
          <w:color w:val="000000"/>
          <w:sz w:val="19"/>
          <w:szCs w:val="19"/>
          <w:lang w:val="en-US"/>
        </w:rPr>
        <w:t xml:space="preserve"> web site.</w:t>
      </w:r>
    </w:p>
    <w:p w14:paraId="6CCBEB27" w14:textId="77777777" w:rsidR="00693F7E" w:rsidRPr="00766362" w:rsidRDefault="00693F7E" w:rsidP="00693F7E">
      <w:pPr>
        <w:widowControl/>
        <w:autoSpaceDE w:val="0"/>
        <w:autoSpaceDN w:val="0"/>
        <w:adjustRightInd w:val="0"/>
        <w:spacing w:before="0"/>
        <w:rPr>
          <w:rFonts w:ascii="Times New Roman" w:hAnsi="Times New Roman"/>
          <w:lang w:val="en-US"/>
        </w:rPr>
      </w:pPr>
    </w:p>
    <w:p w14:paraId="2554592C" w14:textId="5983E0AC" w:rsidR="0015466D" w:rsidRDefault="0015466D" w:rsidP="00693F7E">
      <w:r>
        <w:t>Th</w:t>
      </w:r>
      <w:r w:rsidR="00540826">
        <w:t>e table shows the message names</w:t>
      </w:r>
      <w:r w:rsidR="00FE2E3A">
        <w:t>,</w:t>
      </w:r>
      <w:r>
        <w:t xml:space="preserve"> their</w:t>
      </w:r>
      <w:r w:rsidR="00540826">
        <w:t xml:space="preserve"> </w:t>
      </w:r>
      <w:r>
        <w:t>mnemonic 4</w:t>
      </w:r>
      <w:r w:rsidR="00BA656E">
        <w:t>-</w:t>
      </w:r>
      <w:r>
        <w:t>character</w:t>
      </w:r>
      <w:r w:rsidR="00E62B55">
        <w:t>s</w:t>
      </w:r>
      <w:r>
        <w:t xml:space="preserve"> abbreviated name and the message identifiers.</w:t>
      </w:r>
    </w:p>
    <w:tbl>
      <w:tblPr>
        <w:tblW w:w="4997"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57"/>
        <w:gridCol w:w="6088"/>
        <w:gridCol w:w="897"/>
        <w:gridCol w:w="1961"/>
      </w:tblGrid>
      <w:tr w:rsidR="0015466D" w:rsidRPr="001C01A5" w14:paraId="6687B970" w14:textId="77777777" w:rsidTr="00AB3952">
        <w:trPr>
          <w:trHeight w:val="288"/>
          <w:tblHeader/>
        </w:trPr>
        <w:tc>
          <w:tcPr>
            <w:tcW w:w="192" w:type="pct"/>
            <w:shd w:val="clear" w:color="auto" w:fill="FFFFFF" w:themeFill="background1"/>
            <w:vAlign w:val="center"/>
          </w:tcPr>
          <w:p w14:paraId="42615B51" w14:textId="77777777" w:rsidR="0015466D" w:rsidRPr="001C01A5" w:rsidRDefault="0015466D" w:rsidP="00BC70BB">
            <w:pPr>
              <w:pStyle w:val="TableHeading"/>
              <w:jc w:val="center"/>
            </w:pPr>
          </w:p>
        </w:tc>
        <w:tc>
          <w:tcPr>
            <w:tcW w:w="3272" w:type="pct"/>
            <w:shd w:val="clear" w:color="auto" w:fill="FFFFFF" w:themeFill="background1"/>
            <w:tcMar>
              <w:top w:w="15" w:type="dxa"/>
              <w:left w:w="15" w:type="dxa"/>
              <w:bottom w:w="0" w:type="dxa"/>
              <w:right w:w="15" w:type="dxa"/>
            </w:tcMar>
            <w:vAlign w:val="center"/>
          </w:tcPr>
          <w:p w14:paraId="2BF8F9D6" w14:textId="77777777" w:rsidR="0015466D" w:rsidRPr="001C01A5" w:rsidRDefault="0015466D" w:rsidP="00BC70BB">
            <w:pPr>
              <w:pStyle w:val="TableHeading"/>
            </w:pPr>
            <w:r w:rsidRPr="001C01A5">
              <w:t>Message name</w:t>
            </w:r>
          </w:p>
        </w:tc>
        <w:tc>
          <w:tcPr>
            <w:tcW w:w="482" w:type="pct"/>
            <w:shd w:val="clear" w:color="auto" w:fill="FFFFFF" w:themeFill="background1"/>
            <w:tcMar>
              <w:top w:w="15" w:type="dxa"/>
              <w:left w:w="15" w:type="dxa"/>
              <w:bottom w:w="0" w:type="dxa"/>
              <w:right w:w="15" w:type="dxa"/>
            </w:tcMar>
            <w:vAlign w:val="center"/>
          </w:tcPr>
          <w:p w14:paraId="09953E31" w14:textId="77777777" w:rsidR="0015466D" w:rsidRPr="004F536B" w:rsidRDefault="0015466D" w:rsidP="00BC70BB">
            <w:pPr>
              <w:pStyle w:val="TableHeading"/>
              <w:ind w:left="18"/>
              <w:jc w:val="center"/>
            </w:pPr>
            <w:r w:rsidRPr="004F536B">
              <w:t>Abbr.</w:t>
            </w:r>
          </w:p>
          <w:p w14:paraId="3D7FA129" w14:textId="77777777" w:rsidR="0015466D" w:rsidRPr="004F536B" w:rsidRDefault="0015466D" w:rsidP="00BC70BB">
            <w:pPr>
              <w:pStyle w:val="TableHeading"/>
              <w:ind w:left="18"/>
              <w:jc w:val="center"/>
              <w:rPr>
                <w:sz w:val="16"/>
                <w:szCs w:val="16"/>
              </w:rPr>
            </w:pPr>
            <w:r w:rsidRPr="004F536B">
              <w:t>Name</w:t>
            </w:r>
          </w:p>
        </w:tc>
        <w:tc>
          <w:tcPr>
            <w:tcW w:w="1054" w:type="pct"/>
            <w:shd w:val="clear" w:color="auto" w:fill="FFFFFF" w:themeFill="background1"/>
            <w:vAlign w:val="center"/>
          </w:tcPr>
          <w:p w14:paraId="6456870C" w14:textId="77777777" w:rsidR="0015466D" w:rsidRPr="001C01A5" w:rsidRDefault="0015466D" w:rsidP="00BC70BB">
            <w:pPr>
              <w:pStyle w:val="TableHeading"/>
              <w:ind w:left="127"/>
              <w:rPr>
                <w:rFonts w:cs="Arial"/>
                <w:sz w:val="20"/>
              </w:rPr>
            </w:pPr>
            <w:r>
              <w:rPr>
                <w:rFonts w:cs="Arial"/>
                <w:sz w:val="20"/>
              </w:rPr>
              <w:t>Message</w:t>
            </w:r>
            <w:r w:rsidRPr="001C01A5">
              <w:rPr>
                <w:rFonts w:cs="Arial"/>
                <w:sz w:val="20"/>
              </w:rPr>
              <w:t xml:space="preserve"> </w:t>
            </w:r>
            <w:r>
              <w:rPr>
                <w:rFonts w:cs="Arial"/>
                <w:sz w:val="20"/>
              </w:rPr>
              <w:t>Identifier</w:t>
            </w:r>
          </w:p>
        </w:tc>
      </w:tr>
      <w:tr w:rsidR="00657F48" w:rsidRPr="000D1B31" w14:paraId="4D9D990C" w14:textId="77777777" w:rsidTr="00AB3952">
        <w:trPr>
          <w:trHeight w:val="288"/>
        </w:trPr>
        <w:tc>
          <w:tcPr>
            <w:tcW w:w="5000" w:type="pct"/>
            <w:gridSpan w:val="4"/>
            <w:shd w:val="clear" w:color="auto" w:fill="D9D9D9" w:themeFill="background1" w:themeFillShade="D9"/>
            <w:vAlign w:val="center"/>
          </w:tcPr>
          <w:p w14:paraId="07CC8F2E" w14:textId="284C746C" w:rsidR="00657F48" w:rsidRPr="000D1B31" w:rsidRDefault="002E41F6" w:rsidP="002E41F6">
            <w:pPr>
              <w:pStyle w:val="TableText0"/>
              <w:ind w:left="127"/>
              <w:rPr>
                <w:rFonts w:cs="Arial"/>
                <w:b/>
                <w:i/>
                <w:sz w:val="20"/>
              </w:rPr>
            </w:pPr>
            <w:r>
              <w:rPr>
                <w:rFonts w:cs="Arial"/>
                <w:b/>
                <w:i/>
                <w:sz w:val="20"/>
              </w:rPr>
              <w:t xml:space="preserve">Meeting </w:t>
            </w:r>
            <w:r w:rsidR="00657F48" w:rsidRPr="000D1B31">
              <w:rPr>
                <w:rFonts w:cs="Arial"/>
                <w:b/>
                <w:i/>
                <w:sz w:val="20"/>
              </w:rPr>
              <w:t>Notification / announcements, entitlements and cancellation</w:t>
            </w:r>
          </w:p>
        </w:tc>
      </w:tr>
      <w:tr w:rsidR="0015466D" w:rsidRPr="008B3BC4" w14:paraId="5CFD9ED1" w14:textId="77777777" w:rsidTr="00AB3952">
        <w:trPr>
          <w:trHeight w:val="288"/>
        </w:trPr>
        <w:tc>
          <w:tcPr>
            <w:tcW w:w="192" w:type="pct"/>
            <w:vAlign w:val="center"/>
          </w:tcPr>
          <w:p w14:paraId="7FE1F4F8" w14:textId="77777777" w:rsidR="0015466D" w:rsidRPr="008B3BC4" w:rsidRDefault="0015466D" w:rsidP="00BC70BB">
            <w:pPr>
              <w:pStyle w:val="TableText0"/>
              <w:jc w:val="center"/>
            </w:pPr>
            <w:r w:rsidRPr="008B3BC4">
              <w:t>1</w:t>
            </w:r>
          </w:p>
        </w:tc>
        <w:tc>
          <w:tcPr>
            <w:tcW w:w="3272" w:type="pct"/>
            <w:shd w:val="clear" w:color="auto" w:fill="auto"/>
            <w:tcMar>
              <w:top w:w="15" w:type="dxa"/>
              <w:left w:w="15" w:type="dxa"/>
              <w:bottom w:w="0" w:type="dxa"/>
              <w:right w:w="15" w:type="dxa"/>
            </w:tcMar>
            <w:vAlign w:val="center"/>
          </w:tcPr>
          <w:p w14:paraId="1A7FD4E4" w14:textId="466C701C" w:rsidR="0015466D" w:rsidRPr="008B3BC4" w:rsidRDefault="002E41F6" w:rsidP="002E41F6">
            <w:pPr>
              <w:pStyle w:val="TableText0"/>
            </w:pPr>
            <w:r>
              <w:t>MeetingNotification</w:t>
            </w:r>
          </w:p>
        </w:tc>
        <w:tc>
          <w:tcPr>
            <w:tcW w:w="482" w:type="pct"/>
            <w:shd w:val="clear" w:color="auto" w:fill="auto"/>
            <w:tcMar>
              <w:top w:w="15" w:type="dxa"/>
              <w:left w:w="15" w:type="dxa"/>
              <w:bottom w:w="0" w:type="dxa"/>
              <w:right w:w="15" w:type="dxa"/>
            </w:tcMar>
            <w:vAlign w:val="center"/>
          </w:tcPr>
          <w:p w14:paraId="3516FFFA" w14:textId="5179D1E5" w:rsidR="0015466D" w:rsidRPr="004F536B" w:rsidRDefault="002E41F6" w:rsidP="00BC70BB">
            <w:pPr>
              <w:pStyle w:val="TableText0"/>
              <w:ind w:left="18"/>
              <w:jc w:val="center"/>
              <w:rPr>
                <w:b/>
              </w:rPr>
            </w:pPr>
            <w:r>
              <w:rPr>
                <w:b/>
              </w:rPr>
              <w:t>MENO</w:t>
            </w:r>
          </w:p>
        </w:tc>
        <w:tc>
          <w:tcPr>
            <w:tcW w:w="1054" w:type="pct"/>
            <w:vAlign w:val="center"/>
          </w:tcPr>
          <w:p w14:paraId="4E66E8CB" w14:textId="2B23C438" w:rsidR="0015466D" w:rsidRPr="008B3BC4" w:rsidRDefault="0015466D" w:rsidP="002E41F6">
            <w:pPr>
              <w:pStyle w:val="TableText0"/>
              <w:ind w:left="127"/>
              <w:rPr>
                <w:rFonts w:cs="Arial"/>
                <w:sz w:val="20"/>
              </w:rPr>
            </w:pPr>
            <w:r>
              <w:rPr>
                <w:rFonts w:cs="Arial"/>
                <w:sz w:val="20"/>
              </w:rPr>
              <w:t>seev.0</w:t>
            </w:r>
            <w:r w:rsidR="002E41F6">
              <w:rPr>
                <w:rFonts w:cs="Arial"/>
                <w:sz w:val="20"/>
              </w:rPr>
              <w:t>0</w:t>
            </w:r>
            <w:r>
              <w:rPr>
                <w:rFonts w:cs="Arial"/>
                <w:sz w:val="20"/>
              </w:rPr>
              <w:t>1</w:t>
            </w:r>
            <w:r w:rsidR="008D446A">
              <w:rPr>
                <w:rFonts w:cs="Arial"/>
                <w:sz w:val="20"/>
              </w:rPr>
              <w:t>.</w:t>
            </w:r>
            <w:r w:rsidR="00092626">
              <w:rPr>
                <w:rFonts w:cs="Arial"/>
                <w:sz w:val="20"/>
              </w:rPr>
              <w:t>001.0</w:t>
            </w:r>
            <w:r w:rsidR="00485C43">
              <w:rPr>
                <w:rFonts w:cs="Arial"/>
                <w:sz w:val="20"/>
              </w:rPr>
              <w:t>8</w:t>
            </w:r>
          </w:p>
        </w:tc>
      </w:tr>
      <w:tr w:rsidR="00AB3952" w:rsidRPr="008B3BC4" w14:paraId="64F24948"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6F3CDF4A" w14:textId="4BCEDDBF" w:rsidR="00AB3952" w:rsidRPr="008B3BC4" w:rsidRDefault="002E41F6" w:rsidP="00BC70BB">
            <w:pPr>
              <w:pStyle w:val="TableText0"/>
              <w:jc w:val="center"/>
            </w:pPr>
            <w:r>
              <w:t>2</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D4F08DB" w14:textId="654D2CA4" w:rsidR="00AB3952" w:rsidRPr="00AB3952" w:rsidRDefault="002E41F6" w:rsidP="0075085D">
            <w:pPr>
              <w:pStyle w:val="TableText0"/>
            </w:pPr>
            <w:r>
              <w:t>Meeting</w:t>
            </w:r>
            <w:r w:rsidR="00AB3952" w:rsidRPr="008B3BC4">
              <w:t>Can</w:t>
            </w:r>
            <w:r w:rsidR="002D7C51">
              <w:t>cellation</w:t>
            </w:r>
            <w:r w:rsidR="00AB3952" w:rsidRPr="008B3BC4">
              <w:t xml:space="preserve"> </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C136D7C" w14:textId="030F2315" w:rsidR="00AB3952" w:rsidRPr="004F536B" w:rsidRDefault="002E41F6" w:rsidP="00BC70BB">
            <w:pPr>
              <w:pStyle w:val="TableText0"/>
              <w:ind w:left="18"/>
              <w:jc w:val="center"/>
              <w:rPr>
                <w:b/>
              </w:rPr>
            </w:pPr>
            <w:r>
              <w:rPr>
                <w:b/>
              </w:rPr>
              <w:t>ME</w:t>
            </w:r>
            <w:r w:rsidR="00AB3952" w:rsidRPr="004F536B">
              <w:rPr>
                <w:b/>
              </w:rPr>
              <w:t>CN</w:t>
            </w:r>
          </w:p>
        </w:tc>
        <w:tc>
          <w:tcPr>
            <w:tcW w:w="1054" w:type="pct"/>
            <w:tcBorders>
              <w:top w:val="single" w:sz="4" w:space="0" w:color="000000"/>
              <w:left w:val="single" w:sz="4" w:space="0" w:color="000000"/>
              <w:bottom w:val="single" w:sz="4" w:space="0" w:color="000000"/>
              <w:right w:val="single" w:sz="4" w:space="0" w:color="000000"/>
            </w:tcBorders>
            <w:vAlign w:val="center"/>
          </w:tcPr>
          <w:p w14:paraId="005C032B" w14:textId="70107167" w:rsidR="00AB3952" w:rsidRPr="008B3BC4" w:rsidRDefault="002E41F6" w:rsidP="00BC70BB">
            <w:pPr>
              <w:pStyle w:val="TableText0"/>
              <w:ind w:left="127"/>
              <w:rPr>
                <w:rFonts w:cs="Arial"/>
                <w:sz w:val="20"/>
              </w:rPr>
            </w:pPr>
            <w:r>
              <w:rPr>
                <w:rFonts w:cs="Arial"/>
                <w:sz w:val="20"/>
              </w:rPr>
              <w:t>seev.002</w:t>
            </w:r>
            <w:r w:rsidR="008D446A">
              <w:rPr>
                <w:rFonts w:cs="Arial"/>
                <w:sz w:val="20"/>
              </w:rPr>
              <w:t>.</w:t>
            </w:r>
            <w:r w:rsidR="00092626">
              <w:rPr>
                <w:rFonts w:cs="Arial"/>
                <w:sz w:val="20"/>
              </w:rPr>
              <w:t>001.0</w:t>
            </w:r>
            <w:r w:rsidR="00485C43">
              <w:rPr>
                <w:rFonts w:cs="Arial"/>
                <w:sz w:val="20"/>
              </w:rPr>
              <w:t>7</w:t>
            </w:r>
          </w:p>
        </w:tc>
      </w:tr>
      <w:tr w:rsidR="00AB3952" w:rsidRPr="008B3BC4" w14:paraId="482E9AA0"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3BDB8DDE" w14:textId="41BCA7BC" w:rsidR="00AB3952" w:rsidRPr="008B3BC4" w:rsidRDefault="002E41F6" w:rsidP="00BC70BB">
            <w:pPr>
              <w:pStyle w:val="TableText0"/>
              <w:jc w:val="center"/>
            </w:pPr>
            <w:r>
              <w:t>3</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0DE4C3F" w14:textId="37105FE4" w:rsidR="00AB3952" w:rsidRPr="008B3BC4" w:rsidRDefault="002E41F6" w:rsidP="00BC70BB">
            <w:pPr>
              <w:pStyle w:val="TableText0"/>
            </w:pPr>
            <w:r>
              <w:t>MeetingEntitlementNotification</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1B1FFB7C" w14:textId="36FA0FBC" w:rsidR="00AB3952" w:rsidRPr="004F536B" w:rsidRDefault="002E41F6" w:rsidP="00BC70BB">
            <w:pPr>
              <w:pStyle w:val="TableText0"/>
              <w:ind w:left="18"/>
              <w:jc w:val="center"/>
              <w:rPr>
                <w:b/>
              </w:rPr>
            </w:pPr>
            <w:r>
              <w:rPr>
                <w:b/>
              </w:rPr>
              <w:t>MENT</w:t>
            </w:r>
          </w:p>
        </w:tc>
        <w:tc>
          <w:tcPr>
            <w:tcW w:w="1054" w:type="pct"/>
            <w:tcBorders>
              <w:top w:val="single" w:sz="4" w:space="0" w:color="000000"/>
              <w:left w:val="single" w:sz="4" w:space="0" w:color="000000"/>
              <w:bottom w:val="single" w:sz="4" w:space="0" w:color="000000"/>
              <w:right w:val="single" w:sz="4" w:space="0" w:color="000000"/>
            </w:tcBorders>
            <w:vAlign w:val="center"/>
          </w:tcPr>
          <w:p w14:paraId="34FF7B6B" w14:textId="57353742" w:rsidR="00AB3952" w:rsidRPr="008B3BC4" w:rsidRDefault="002E41F6" w:rsidP="00BC70BB">
            <w:pPr>
              <w:pStyle w:val="TableText0"/>
              <w:ind w:left="127"/>
              <w:rPr>
                <w:rFonts w:cs="Arial"/>
                <w:sz w:val="20"/>
              </w:rPr>
            </w:pPr>
            <w:r>
              <w:rPr>
                <w:rFonts w:cs="Arial"/>
                <w:sz w:val="20"/>
              </w:rPr>
              <w:t>seev.003</w:t>
            </w:r>
            <w:r w:rsidR="00306199">
              <w:rPr>
                <w:rFonts w:cs="Arial"/>
                <w:sz w:val="20"/>
              </w:rPr>
              <w:t>.001</w:t>
            </w:r>
            <w:r w:rsidR="00AB3952">
              <w:rPr>
                <w:rFonts w:cs="Arial"/>
                <w:sz w:val="20"/>
              </w:rPr>
              <w:t>.0</w:t>
            </w:r>
            <w:r w:rsidR="00485C43">
              <w:rPr>
                <w:rFonts w:cs="Arial"/>
                <w:sz w:val="20"/>
              </w:rPr>
              <w:t>7</w:t>
            </w:r>
          </w:p>
        </w:tc>
      </w:tr>
      <w:tr w:rsidR="00AB3952" w:rsidRPr="000D1B31" w14:paraId="3F1A1C9E" w14:textId="77777777" w:rsidTr="00AB3952">
        <w:trPr>
          <w:trHeight w:val="288"/>
        </w:trPr>
        <w:tc>
          <w:tcPr>
            <w:tcW w:w="5000" w:type="pct"/>
            <w:gridSpan w:val="4"/>
            <w:shd w:val="clear" w:color="auto" w:fill="D9D9D9" w:themeFill="background1" w:themeFillShade="D9"/>
            <w:vAlign w:val="center"/>
          </w:tcPr>
          <w:p w14:paraId="45894B4A" w14:textId="7A4B4C28" w:rsidR="00AB3952" w:rsidRPr="000D1B31" w:rsidRDefault="002E41F6" w:rsidP="00BC70BB">
            <w:pPr>
              <w:pStyle w:val="TableText0"/>
              <w:ind w:left="127"/>
              <w:rPr>
                <w:rFonts w:cs="Arial"/>
                <w:b/>
                <w:i/>
                <w:sz w:val="20"/>
              </w:rPr>
            </w:pPr>
            <w:r>
              <w:rPr>
                <w:rFonts w:cs="Arial"/>
                <w:b/>
                <w:i/>
                <w:sz w:val="20"/>
              </w:rPr>
              <w:t>Meeting Instruction</w:t>
            </w:r>
            <w:r w:rsidR="000D1B31" w:rsidRPr="000D1B31">
              <w:rPr>
                <w:rFonts w:cs="Arial"/>
                <w:b/>
                <w:i/>
                <w:sz w:val="20"/>
              </w:rPr>
              <w:t xml:space="preserve"> and cancellation</w:t>
            </w:r>
          </w:p>
        </w:tc>
      </w:tr>
      <w:tr w:rsidR="0015466D" w:rsidRPr="008B3BC4" w14:paraId="67E66391" w14:textId="77777777" w:rsidTr="00AB3952">
        <w:trPr>
          <w:trHeight w:val="288"/>
        </w:trPr>
        <w:tc>
          <w:tcPr>
            <w:tcW w:w="192" w:type="pct"/>
            <w:vAlign w:val="center"/>
          </w:tcPr>
          <w:p w14:paraId="6F353F4A" w14:textId="0DF6B580" w:rsidR="0015466D" w:rsidRPr="008B3BC4" w:rsidRDefault="002E41F6" w:rsidP="00BC70BB">
            <w:pPr>
              <w:pStyle w:val="TableText0"/>
              <w:jc w:val="center"/>
            </w:pPr>
            <w:r>
              <w:t>4</w:t>
            </w:r>
          </w:p>
        </w:tc>
        <w:tc>
          <w:tcPr>
            <w:tcW w:w="3272" w:type="pct"/>
            <w:shd w:val="clear" w:color="auto" w:fill="auto"/>
            <w:tcMar>
              <w:top w:w="15" w:type="dxa"/>
              <w:left w:w="15" w:type="dxa"/>
              <w:bottom w:w="0" w:type="dxa"/>
              <w:right w:w="15" w:type="dxa"/>
            </w:tcMar>
            <w:vAlign w:val="center"/>
          </w:tcPr>
          <w:p w14:paraId="68C9DAEA" w14:textId="3A4D9701" w:rsidR="0015466D" w:rsidRPr="008B3BC4" w:rsidRDefault="002E41F6" w:rsidP="00BC70BB">
            <w:pPr>
              <w:pStyle w:val="TableText0"/>
            </w:pPr>
            <w:r>
              <w:t>Meeting</w:t>
            </w:r>
            <w:r w:rsidR="002D7C51">
              <w:t>Instruction</w:t>
            </w:r>
          </w:p>
        </w:tc>
        <w:tc>
          <w:tcPr>
            <w:tcW w:w="482" w:type="pct"/>
            <w:shd w:val="clear" w:color="auto" w:fill="auto"/>
            <w:tcMar>
              <w:top w:w="15" w:type="dxa"/>
              <w:left w:w="15" w:type="dxa"/>
              <w:bottom w:w="0" w:type="dxa"/>
              <w:right w:w="15" w:type="dxa"/>
            </w:tcMar>
            <w:vAlign w:val="center"/>
          </w:tcPr>
          <w:p w14:paraId="22E0258A" w14:textId="6B68E7E6" w:rsidR="0015466D" w:rsidRPr="004F536B" w:rsidRDefault="002E41F6" w:rsidP="00BC70BB">
            <w:pPr>
              <w:pStyle w:val="TableText0"/>
              <w:ind w:left="18"/>
              <w:jc w:val="center"/>
              <w:rPr>
                <w:b/>
              </w:rPr>
            </w:pPr>
            <w:r>
              <w:rPr>
                <w:b/>
              </w:rPr>
              <w:t>MEIN</w:t>
            </w:r>
          </w:p>
        </w:tc>
        <w:tc>
          <w:tcPr>
            <w:tcW w:w="1054" w:type="pct"/>
            <w:vAlign w:val="center"/>
          </w:tcPr>
          <w:p w14:paraId="0C0CF381" w14:textId="4E7212D6" w:rsidR="0015466D" w:rsidRPr="008B3BC4" w:rsidRDefault="002E41F6" w:rsidP="002E41F6">
            <w:pPr>
              <w:pStyle w:val="TableText0"/>
              <w:ind w:left="127"/>
              <w:rPr>
                <w:rFonts w:cs="Arial"/>
                <w:sz w:val="20"/>
              </w:rPr>
            </w:pPr>
            <w:r>
              <w:rPr>
                <w:rFonts w:cs="Arial"/>
                <w:sz w:val="20"/>
              </w:rPr>
              <w:t>seev.004</w:t>
            </w:r>
            <w:r w:rsidR="008D446A">
              <w:rPr>
                <w:rFonts w:cs="Arial"/>
                <w:sz w:val="20"/>
              </w:rPr>
              <w:t>.</w:t>
            </w:r>
            <w:r w:rsidR="00092626">
              <w:rPr>
                <w:rFonts w:cs="Arial"/>
                <w:sz w:val="20"/>
              </w:rPr>
              <w:t>001.0</w:t>
            </w:r>
            <w:r w:rsidR="00485C43">
              <w:rPr>
                <w:rFonts w:cs="Arial"/>
                <w:sz w:val="20"/>
              </w:rPr>
              <w:t>7</w:t>
            </w:r>
          </w:p>
        </w:tc>
      </w:tr>
      <w:tr w:rsidR="0015466D" w:rsidRPr="008B3BC4" w14:paraId="0FD3DD4A" w14:textId="77777777" w:rsidTr="00AB3952">
        <w:trPr>
          <w:trHeight w:val="288"/>
        </w:trPr>
        <w:tc>
          <w:tcPr>
            <w:tcW w:w="192" w:type="pct"/>
            <w:vAlign w:val="center"/>
          </w:tcPr>
          <w:p w14:paraId="0C86AB5D" w14:textId="59060586" w:rsidR="0015466D" w:rsidRPr="008B3BC4" w:rsidRDefault="002E41F6" w:rsidP="00BC70BB">
            <w:pPr>
              <w:pStyle w:val="TableText0"/>
              <w:jc w:val="center"/>
            </w:pPr>
            <w:r>
              <w:t>5</w:t>
            </w:r>
          </w:p>
        </w:tc>
        <w:tc>
          <w:tcPr>
            <w:tcW w:w="3272" w:type="pct"/>
            <w:shd w:val="clear" w:color="auto" w:fill="auto"/>
            <w:tcMar>
              <w:top w:w="15" w:type="dxa"/>
              <w:left w:w="15" w:type="dxa"/>
              <w:bottom w:w="0" w:type="dxa"/>
              <w:right w:w="15" w:type="dxa"/>
            </w:tcMar>
            <w:vAlign w:val="center"/>
          </w:tcPr>
          <w:p w14:paraId="2568C1AA" w14:textId="1F6FDD07" w:rsidR="0015466D" w:rsidRPr="008B3BC4" w:rsidRDefault="002E41F6" w:rsidP="00BC70BB">
            <w:pPr>
              <w:pStyle w:val="TableText0"/>
            </w:pPr>
            <w:r>
              <w:t>MeetingInstructionCancellationRequest</w:t>
            </w:r>
          </w:p>
        </w:tc>
        <w:tc>
          <w:tcPr>
            <w:tcW w:w="482" w:type="pct"/>
            <w:shd w:val="clear" w:color="auto" w:fill="auto"/>
            <w:tcMar>
              <w:top w:w="15" w:type="dxa"/>
              <w:left w:w="15" w:type="dxa"/>
              <w:bottom w:w="0" w:type="dxa"/>
              <w:right w:w="15" w:type="dxa"/>
            </w:tcMar>
            <w:vAlign w:val="center"/>
          </w:tcPr>
          <w:p w14:paraId="3EDA570C" w14:textId="6C52A080" w:rsidR="0015466D" w:rsidRPr="004F536B" w:rsidRDefault="008D058E" w:rsidP="00BC70BB">
            <w:pPr>
              <w:pStyle w:val="TableText0"/>
              <w:ind w:left="18"/>
              <w:jc w:val="center"/>
              <w:rPr>
                <w:b/>
              </w:rPr>
            </w:pPr>
            <w:r>
              <w:rPr>
                <w:b/>
              </w:rPr>
              <w:t>MEIC</w:t>
            </w:r>
          </w:p>
        </w:tc>
        <w:tc>
          <w:tcPr>
            <w:tcW w:w="1054" w:type="pct"/>
            <w:vAlign w:val="center"/>
          </w:tcPr>
          <w:p w14:paraId="594A3B5A" w14:textId="3E348902" w:rsidR="0015466D" w:rsidRPr="008B3BC4" w:rsidRDefault="002E41F6" w:rsidP="00BC70BB">
            <w:pPr>
              <w:pStyle w:val="TableText0"/>
              <w:ind w:left="127"/>
              <w:rPr>
                <w:rFonts w:cs="Arial"/>
                <w:sz w:val="20"/>
              </w:rPr>
            </w:pPr>
            <w:r>
              <w:rPr>
                <w:rFonts w:cs="Arial"/>
                <w:sz w:val="20"/>
              </w:rPr>
              <w:t>seev.005</w:t>
            </w:r>
            <w:r w:rsidR="008D446A">
              <w:rPr>
                <w:rFonts w:cs="Arial"/>
                <w:sz w:val="20"/>
              </w:rPr>
              <w:t>.</w:t>
            </w:r>
            <w:r w:rsidR="00092626">
              <w:rPr>
                <w:rFonts w:cs="Arial"/>
                <w:sz w:val="20"/>
              </w:rPr>
              <w:t>001.0</w:t>
            </w:r>
            <w:r w:rsidR="00485C43">
              <w:rPr>
                <w:rFonts w:cs="Arial"/>
                <w:sz w:val="20"/>
              </w:rPr>
              <w:t>7</w:t>
            </w:r>
          </w:p>
        </w:tc>
      </w:tr>
      <w:tr w:rsidR="00AB3952" w:rsidRPr="008B3BC4" w14:paraId="79DB365A"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1431D8B9" w14:textId="25AD781E" w:rsidR="00AB3952" w:rsidRPr="008B3BC4" w:rsidRDefault="008D058E" w:rsidP="00BC70BB">
            <w:pPr>
              <w:pStyle w:val="TableText0"/>
              <w:jc w:val="center"/>
            </w:pPr>
            <w:r>
              <w:t>6</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753E2F5" w14:textId="6ED2D766" w:rsidR="00AB3952" w:rsidRPr="008B3BC4" w:rsidRDefault="008D058E" w:rsidP="00BC70BB">
            <w:pPr>
              <w:pStyle w:val="TableText0"/>
            </w:pPr>
            <w:r>
              <w:t>MeetingInstructionStatus</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836C238" w14:textId="2383C584" w:rsidR="00AB3952" w:rsidRPr="004F536B" w:rsidRDefault="008D058E" w:rsidP="00BC70BB">
            <w:pPr>
              <w:pStyle w:val="TableText0"/>
              <w:ind w:left="18"/>
              <w:jc w:val="center"/>
              <w:rPr>
                <w:b/>
              </w:rPr>
            </w:pPr>
            <w:r>
              <w:rPr>
                <w:b/>
              </w:rPr>
              <w:t>MEIS</w:t>
            </w:r>
          </w:p>
        </w:tc>
        <w:tc>
          <w:tcPr>
            <w:tcW w:w="1054" w:type="pct"/>
            <w:tcBorders>
              <w:top w:val="single" w:sz="4" w:space="0" w:color="000000"/>
              <w:left w:val="single" w:sz="4" w:space="0" w:color="000000"/>
              <w:bottom w:val="single" w:sz="4" w:space="0" w:color="000000"/>
              <w:right w:val="single" w:sz="4" w:space="0" w:color="000000"/>
            </w:tcBorders>
            <w:vAlign w:val="center"/>
          </w:tcPr>
          <w:p w14:paraId="77C5C9CA" w14:textId="44468E59" w:rsidR="00AB3952" w:rsidRPr="008B3BC4" w:rsidRDefault="008D058E" w:rsidP="00BC70BB">
            <w:pPr>
              <w:pStyle w:val="TableText0"/>
              <w:ind w:left="127"/>
              <w:rPr>
                <w:rFonts w:cs="Arial"/>
                <w:sz w:val="20"/>
              </w:rPr>
            </w:pPr>
            <w:r>
              <w:rPr>
                <w:rFonts w:cs="Arial"/>
                <w:sz w:val="20"/>
              </w:rPr>
              <w:t>seev.006</w:t>
            </w:r>
            <w:r w:rsidR="008D446A">
              <w:rPr>
                <w:rFonts w:cs="Arial"/>
                <w:sz w:val="20"/>
              </w:rPr>
              <w:t>.</w:t>
            </w:r>
            <w:r w:rsidR="00092626">
              <w:rPr>
                <w:rFonts w:cs="Arial"/>
                <w:sz w:val="20"/>
              </w:rPr>
              <w:t>001.0</w:t>
            </w:r>
            <w:r w:rsidR="00485C43">
              <w:rPr>
                <w:rFonts w:cs="Arial"/>
                <w:sz w:val="20"/>
              </w:rPr>
              <w:t>7</w:t>
            </w:r>
          </w:p>
        </w:tc>
      </w:tr>
      <w:tr w:rsidR="00AB3952" w:rsidRPr="008B3BC4" w14:paraId="35893140"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05EC816A" w14:textId="326B0D6F" w:rsidR="00AB3952" w:rsidRPr="008B3BC4" w:rsidRDefault="008D058E" w:rsidP="00BC70BB">
            <w:pPr>
              <w:pStyle w:val="TableText0"/>
              <w:jc w:val="center"/>
            </w:pPr>
            <w:r>
              <w:t>7</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D2D814B" w14:textId="167EA85B" w:rsidR="00AB3952" w:rsidRPr="008B3BC4" w:rsidRDefault="008D058E" w:rsidP="008D058E">
            <w:pPr>
              <w:pStyle w:val="TableText0"/>
            </w:pPr>
            <w:r>
              <w:t>MeetingVoteExecutionConfirmation</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5C60685" w14:textId="232EC56C" w:rsidR="00AB3952" w:rsidRPr="004F536B" w:rsidRDefault="008D058E" w:rsidP="008D058E">
            <w:pPr>
              <w:pStyle w:val="TableText0"/>
              <w:ind w:left="18"/>
              <w:jc w:val="center"/>
              <w:rPr>
                <w:b/>
              </w:rPr>
            </w:pPr>
            <w:r>
              <w:rPr>
                <w:b/>
              </w:rPr>
              <w:t>MECO</w:t>
            </w:r>
          </w:p>
        </w:tc>
        <w:tc>
          <w:tcPr>
            <w:tcW w:w="1054" w:type="pct"/>
            <w:tcBorders>
              <w:top w:val="single" w:sz="4" w:space="0" w:color="000000"/>
              <w:left w:val="single" w:sz="4" w:space="0" w:color="000000"/>
              <w:bottom w:val="single" w:sz="4" w:space="0" w:color="000000"/>
              <w:right w:val="single" w:sz="4" w:space="0" w:color="000000"/>
            </w:tcBorders>
            <w:vAlign w:val="center"/>
          </w:tcPr>
          <w:p w14:paraId="08F4E1DB" w14:textId="371802D2" w:rsidR="00AB3952" w:rsidRPr="008B3BC4" w:rsidRDefault="008D058E" w:rsidP="006729ED">
            <w:pPr>
              <w:pStyle w:val="TableText0"/>
              <w:ind w:left="127"/>
              <w:rPr>
                <w:rFonts w:cs="Arial"/>
                <w:sz w:val="20"/>
              </w:rPr>
            </w:pPr>
            <w:r>
              <w:rPr>
                <w:rFonts w:cs="Arial"/>
                <w:sz w:val="20"/>
              </w:rPr>
              <w:t>seev.007</w:t>
            </w:r>
            <w:r w:rsidR="008D446A">
              <w:rPr>
                <w:rFonts w:cs="Arial"/>
                <w:sz w:val="20"/>
              </w:rPr>
              <w:t>.</w:t>
            </w:r>
            <w:r w:rsidR="00092626">
              <w:rPr>
                <w:rFonts w:cs="Arial"/>
                <w:sz w:val="20"/>
              </w:rPr>
              <w:t>001.0</w:t>
            </w:r>
            <w:r w:rsidR="00485C43">
              <w:rPr>
                <w:rFonts w:cs="Arial"/>
                <w:sz w:val="20"/>
              </w:rPr>
              <w:t>7</w:t>
            </w:r>
          </w:p>
        </w:tc>
      </w:tr>
      <w:tr w:rsidR="00AB3952" w:rsidRPr="009348C7" w14:paraId="720403DF" w14:textId="77777777" w:rsidTr="00AB3952">
        <w:trPr>
          <w:trHeight w:val="288"/>
        </w:trPr>
        <w:tc>
          <w:tcPr>
            <w:tcW w:w="5000" w:type="pct"/>
            <w:gridSpan w:val="4"/>
            <w:shd w:val="clear" w:color="auto" w:fill="D9D9D9" w:themeFill="background1" w:themeFillShade="D9"/>
            <w:vAlign w:val="center"/>
          </w:tcPr>
          <w:p w14:paraId="5C137889" w14:textId="52F5223E" w:rsidR="00AB3952" w:rsidRPr="003270D3" w:rsidRDefault="002E41F6" w:rsidP="009348C7">
            <w:pPr>
              <w:pStyle w:val="TableText0"/>
              <w:numPr>
                <w:ilvl w:val="0"/>
                <w:numId w:val="9"/>
              </w:numPr>
              <w:ind w:left="127"/>
              <w:rPr>
                <w:rFonts w:cs="Arial"/>
                <w:b/>
                <w:i/>
                <w:sz w:val="20"/>
              </w:rPr>
            </w:pPr>
            <w:r>
              <w:rPr>
                <w:rFonts w:cs="Arial"/>
                <w:b/>
                <w:i/>
                <w:sz w:val="20"/>
              </w:rPr>
              <w:t>Meeting Results Dissemination</w:t>
            </w:r>
            <w:r w:rsidR="009348C7" w:rsidRPr="003270D3">
              <w:rPr>
                <w:rFonts w:cs="Arial"/>
                <w:b/>
                <w:i/>
                <w:sz w:val="20"/>
              </w:rPr>
              <w:t xml:space="preserve">  </w:t>
            </w:r>
          </w:p>
        </w:tc>
      </w:tr>
      <w:tr w:rsidR="0015466D" w:rsidRPr="008B3BC4" w14:paraId="1033FBDE" w14:textId="77777777" w:rsidTr="00AB3952">
        <w:trPr>
          <w:trHeight w:val="288"/>
        </w:trPr>
        <w:tc>
          <w:tcPr>
            <w:tcW w:w="192" w:type="pct"/>
            <w:vAlign w:val="center"/>
          </w:tcPr>
          <w:p w14:paraId="7CDF9395" w14:textId="7A18F8C1" w:rsidR="0015466D" w:rsidRPr="008B3BC4" w:rsidRDefault="008D058E" w:rsidP="00BC70BB">
            <w:pPr>
              <w:pStyle w:val="TableText0"/>
              <w:jc w:val="center"/>
            </w:pPr>
            <w:r>
              <w:t>8</w:t>
            </w:r>
          </w:p>
        </w:tc>
        <w:tc>
          <w:tcPr>
            <w:tcW w:w="3272" w:type="pct"/>
            <w:shd w:val="clear" w:color="auto" w:fill="auto"/>
            <w:tcMar>
              <w:top w:w="15" w:type="dxa"/>
              <w:left w:w="15" w:type="dxa"/>
              <w:bottom w:w="0" w:type="dxa"/>
              <w:right w:w="15" w:type="dxa"/>
            </w:tcMar>
            <w:vAlign w:val="center"/>
          </w:tcPr>
          <w:p w14:paraId="282DC945" w14:textId="5732700B" w:rsidR="0015466D" w:rsidRPr="008B3BC4" w:rsidRDefault="008D058E" w:rsidP="008D058E">
            <w:pPr>
              <w:pStyle w:val="TableText0"/>
            </w:pPr>
            <w:r>
              <w:t>MeetingResultDissemination</w:t>
            </w:r>
          </w:p>
        </w:tc>
        <w:tc>
          <w:tcPr>
            <w:tcW w:w="482" w:type="pct"/>
            <w:shd w:val="clear" w:color="auto" w:fill="auto"/>
            <w:tcMar>
              <w:top w:w="15" w:type="dxa"/>
              <w:left w:w="15" w:type="dxa"/>
              <w:bottom w:w="0" w:type="dxa"/>
              <w:right w:w="15" w:type="dxa"/>
            </w:tcMar>
            <w:vAlign w:val="center"/>
          </w:tcPr>
          <w:p w14:paraId="7F8F2591" w14:textId="54587A9A" w:rsidR="0015466D" w:rsidRPr="004F536B" w:rsidRDefault="008D058E" w:rsidP="00BC70BB">
            <w:pPr>
              <w:pStyle w:val="TableText0"/>
              <w:ind w:left="18"/>
              <w:jc w:val="center"/>
              <w:rPr>
                <w:b/>
              </w:rPr>
            </w:pPr>
            <w:r>
              <w:rPr>
                <w:b/>
              </w:rPr>
              <w:t>MERD</w:t>
            </w:r>
          </w:p>
        </w:tc>
        <w:tc>
          <w:tcPr>
            <w:tcW w:w="1054" w:type="pct"/>
            <w:vAlign w:val="center"/>
          </w:tcPr>
          <w:p w14:paraId="31A13326" w14:textId="0135F83B" w:rsidR="0015466D" w:rsidRPr="008B3BC4" w:rsidRDefault="008D058E" w:rsidP="00BC70BB">
            <w:pPr>
              <w:pStyle w:val="TableText0"/>
              <w:ind w:left="127"/>
              <w:rPr>
                <w:rFonts w:cs="Arial"/>
                <w:sz w:val="20"/>
              </w:rPr>
            </w:pPr>
            <w:r>
              <w:rPr>
                <w:rFonts w:cs="Arial"/>
                <w:sz w:val="20"/>
              </w:rPr>
              <w:t>seev.008</w:t>
            </w:r>
            <w:r w:rsidR="008D446A">
              <w:rPr>
                <w:rFonts w:cs="Arial"/>
                <w:sz w:val="20"/>
              </w:rPr>
              <w:t>.</w:t>
            </w:r>
            <w:r w:rsidR="00092626">
              <w:rPr>
                <w:rFonts w:cs="Arial"/>
                <w:sz w:val="20"/>
              </w:rPr>
              <w:t>001.0</w:t>
            </w:r>
            <w:r w:rsidR="00485C43">
              <w:rPr>
                <w:rFonts w:cs="Arial"/>
                <w:sz w:val="20"/>
              </w:rPr>
              <w:t>7</w:t>
            </w:r>
          </w:p>
        </w:tc>
      </w:tr>
    </w:tbl>
    <w:p w14:paraId="4019A93B" w14:textId="05A6CE8A" w:rsidR="00AB1BD2" w:rsidRDefault="00AB1BD2">
      <w:pPr>
        <w:widowControl/>
        <w:spacing w:before="0"/>
        <w:rPr>
          <w:b/>
          <w:i/>
          <w:sz w:val="32"/>
        </w:rPr>
      </w:pPr>
      <w:r>
        <w:rPr>
          <w:i/>
        </w:rPr>
        <w:br w:type="page"/>
      </w:r>
    </w:p>
    <w:p w14:paraId="3E640974" w14:textId="0FC628D8" w:rsidR="008614BC" w:rsidRPr="008B3BC4" w:rsidRDefault="007A40BB" w:rsidP="00746347">
      <w:pPr>
        <w:pStyle w:val="Heading1"/>
      </w:pPr>
      <w:bookmarkStart w:id="25" w:name="_Toc63870575"/>
      <w:r w:rsidRPr="003270D3">
        <w:rPr>
          <w:i/>
        </w:rPr>
        <w:lastRenderedPageBreak/>
        <w:t>Business</w:t>
      </w:r>
      <w:r w:rsidR="00CD105E" w:rsidRPr="003270D3">
        <w:rPr>
          <w:i/>
        </w:rPr>
        <w:t>R</w:t>
      </w:r>
      <w:r w:rsidR="00A434B4" w:rsidRPr="003270D3">
        <w:rPr>
          <w:i/>
        </w:rPr>
        <w:t>oles</w:t>
      </w:r>
      <w:r w:rsidRPr="003270D3">
        <w:rPr>
          <w:i/>
        </w:rPr>
        <w:t xml:space="preserve"> </w:t>
      </w:r>
      <w:r>
        <w:t xml:space="preserve">and </w:t>
      </w:r>
      <w:r w:rsidRPr="003270D3">
        <w:rPr>
          <w:i/>
        </w:rPr>
        <w:t>Participants</w:t>
      </w:r>
      <w:bookmarkEnd w:id="25"/>
    </w:p>
    <w:p w14:paraId="3E640975" w14:textId="77777777" w:rsidR="002A4BF7" w:rsidRPr="00D653A1" w:rsidRDefault="002A4BF7" w:rsidP="002A4BF7">
      <w:pPr>
        <w:autoSpaceDE w:val="0"/>
        <w:autoSpaceDN w:val="0"/>
        <w:adjustRightInd w:val="0"/>
        <w:spacing w:before="120"/>
        <w:jc w:val="both"/>
        <w:rPr>
          <w:rFonts w:cs="Arial"/>
          <w:color w:val="000000"/>
        </w:rPr>
      </w:pPr>
      <w:r w:rsidRPr="00D653A1">
        <w:rPr>
          <w:rFonts w:cs="Arial"/>
          <w:color w:val="000000"/>
        </w:rPr>
        <w:t xml:space="preserve">A </w:t>
      </w:r>
      <w:r w:rsidR="00B63233" w:rsidRPr="00D653A1">
        <w:rPr>
          <w:rFonts w:cs="Arial"/>
          <w:color w:val="000000"/>
        </w:rPr>
        <w:t>B</w:t>
      </w:r>
      <w:r w:rsidRPr="00D653A1">
        <w:rPr>
          <w:rFonts w:cs="Arial"/>
          <w:color w:val="000000"/>
        </w:rPr>
        <w:t>usiness</w:t>
      </w:r>
      <w:r w:rsidR="00B63233" w:rsidRPr="00D653A1">
        <w:rPr>
          <w:rFonts w:cs="Arial"/>
          <w:color w:val="000000"/>
        </w:rPr>
        <w:t>Role</w:t>
      </w:r>
      <w:r w:rsidRPr="00D653A1">
        <w:rPr>
          <w:rFonts w:cs="Arial"/>
          <w:color w:val="000000"/>
        </w:rPr>
        <w:t xml:space="preserve"> represents an entity (or a class of entities) of the real world, physical or legal, a person, a group of persons, a corporation. </w:t>
      </w:r>
      <w:r w:rsidR="009632BD" w:rsidRPr="00D653A1">
        <w:rPr>
          <w:rFonts w:cs="Arial"/>
          <w:color w:val="000000"/>
        </w:rPr>
        <w:t>E</w:t>
      </w:r>
      <w:r w:rsidR="001F7B99" w:rsidRPr="00D653A1">
        <w:rPr>
          <w:rFonts w:cs="Arial"/>
          <w:color w:val="000000"/>
        </w:rPr>
        <w:t>xample</w:t>
      </w:r>
      <w:r w:rsidR="009632BD" w:rsidRPr="00D653A1">
        <w:rPr>
          <w:rFonts w:cs="Arial"/>
          <w:color w:val="000000"/>
        </w:rPr>
        <w:t>s</w:t>
      </w:r>
      <w:r w:rsidRPr="00D653A1">
        <w:rPr>
          <w:rFonts w:cs="Arial"/>
          <w:color w:val="000000"/>
        </w:rPr>
        <w:t xml:space="preserve"> of </w:t>
      </w:r>
      <w:r w:rsidR="00B63233" w:rsidRPr="00D653A1">
        <w:rPr>
          <w:rFonts w:cs="Arial"/>
          <w:color w:val="000000"/>
        </w:rPr>
        <w:t>BusinessRoles</w:t>
      </w:r>
      <w:r w:rsidRPr="00D653A1">
        <w:rPr>
          <w:rFonts w:cs="Arial"/>
          <w:color w:val="000000"/>
        </w:rPr>
        <w:t>: “Financ</w:t>
      </w:r>
      <w:r w:rsidR="00001017" w:rsidRPr="00D653A1">
        <w:rPr>
          <w:rFonts w:cs="Arial"/>
          <w:color w:val="000000"/>
        </w:rPr>
        <w:t>ial Institution”, “ACH”, “CSD”.</w:t>
      </w:r>
    </w:p>
    <w:p w14:paraId="3E640976" w14:textId="77777777" w:rsidR="002A4BF7" w:rsidRPr="00D653A1" w:rsidRDefault="007A40BB" w:rsidP="002A4BF7">
      <w:pPr>
        <w:autoSpaceDE w:val="0"/>
        <w:autoSpaceDN w:val="0"/>
        <w:adjustRightInd w:val="0"/>
        <w:spacing w:before="120"/>
        <w:jc w:val="both"/>
        <w:rPr>
          <w:rFonts w:cs="Arial"/>
          <w:color w:val="000000"/>
        </w:rPr>
      </w:pPr>
      <w:r w:rsidRPr="00D653A1">
        <w:rPr>
          <w:rFonts w:cs="Arial"/>
          <w:color w:val="000000"/>
        </w:rPr>
        <w:t xml:space="preserve">A </w:t>
      </w:r>
      <w:r w:rsidR="00B63233" w:rsidRPr="00D653A1">
        <w:rPr>
          <w:rFonts w:cs="Arial"/>
          <w:color w:val="000000"/>
        </w:rPr>
        <w:t>Participant</w:t>
      </w:r>
      <w:r w:rsidR="002A4BF7" w:rsidRPr="00D653A1">
        <w:rPr>
          <w:rFonts w:cs="Arial"/>
          <w:color w:val="000000"/>
        </w:rPr>
        <w:t xml:space="preserve"> is a </w:t>
      </w:r>
      <w:r w:rsidR="00C46C94" w:rsidRPr="00D653A1">
        <w:rPr>
          <w:rFonts w:cs="Arial"/>
          <w:color w:val="000000"/>
        </w:rPr>
        <w:t xml:space="preserve">functional </w:t>
      </w:r>
      <w:r w:rsidR="002A4BF7" w:rsidRPr="00D653A1">
        <w:rPr>
          <w:rFonts w:cs="Arial"/>
          <w:color w:val="000000"/>
        </w:rPr>
        <w:t xml:space="preserve">role performed by a </w:t>
      </w:r>
      <w:r w:rsidR="00B63233" w:rsidRPr="00D653A1">
        <w:rPr>
          <w:rFonts w:cs="Arial"/>
          <w:color w:val="000000"/>
        </w:rPr>
        <w:t xml:space="preserve">BusinessRole </w:t>
      </w:r>
      <w:r w:rsidR="00C46C94" w:rsidRPr="00D653A1">
        <w:rPr>
          <w:rFonts w:cs="Arial"/>
          <w:color w:val="000000"/>
        </w:rPr>
        <w:t>in a particular BusinessProcess or BusinessTransaction</w:t>
      </w:r>
      <w:r w:rsidR="002A4BF7" w:rsidRPr="00D653A1">
        <w:rPr>
          <w:rFonts w:cs="Arial"/>
          <w:color w:val="000000"/>
        </w:rPr>
        <w:t xml:space="preserve">: </w:t>
      </w:r>
      <w:r w:rsidR="001F7B99" w:rsidRPr="00D653A1">
        <w:rPr>
          <w:rFonts w:cs="Arial"/>
          <w:color w:val="000000"/>
        </w:rPr>
        <w:t>for example</w:t>
      </w:r>
      <w:r w:rsidR="002A4BF7" w:rsidRPr="00D653A1">
        <w:rPr>
          <w:rFonts w:cs="Arial"/>
          <w:color w:val="000000"/>
        </w:rPr>
        <w:t xml:space="preserve"> the “user” of a system, “debtor”, “creditor”, “investor” etc. </w:t>
      </w:r>
    </w:p>
    <w:p w14:paraId="3E640977" w14:textId="77777777" w:rsidR="002A4BF7" w:rsidRPr="00D653A1" w:rsidRDefault="00E3721B" w:rsidP="002A4BF7">
      <w:pPr>
        <w:autoSpaceDE w:val="0"/>
        <w:autoSpaceDN w:val="0"/>
        <w:adjustRightInd w:val="0"/>
        <w:spacing w:before="120"/>
        <w:jc w:val="both"/>
        <w:rPr>
          <w:rFonts w:cs="Arial"/>
          <w:color w:val="000000"/>
        </w:rPr>
      </w:pPr>
      <w:r w:rsidRPr="00D653A1">
        <w:rPr>
          <w:rFonts w:cs="Arial"/>
          <w:color w:val="000000"/>
        </w:rPr>
        <w:t>The r</w:t>
      </w:r>
      <w:r w:rsidR="002A4BF7" w:rsidRPr="00D653A1">
        <w:rPr>
          <w:rFonts w:cs="Arial"/>
          <w:color w:val="000000"/>
        </w:rPr>
        <w:t>ela</w:t>
      </w:r>
      <w:r w:rsidR="00E633E0" w:rsidRPr="00D653A1">
        <w:rPr>
          <w:rFonts w:cs="Arial"/>
          <w:color w:val="000000"/>
        </w:rPr>
        <w:t>tionship between BusinessR</w:t>
      </w:r>
      <w:r w:rsidR="002A4BF7" w:rsidRPr="00D653A1">
        <w:rPr>
          <w:rFonts w:cs="Arial"/>
          <w:color w:val="000000"/>
        </w:rPr>
        <w:t xml:space="preserve">oles and </w:t>
      </w:r>
      <w:r w:rsidRPr="00D653A1">
        <w:rPr>
          <w:rFonts w:cs="Arial"/>
          <w:color w:val="000000"/>
        </w:rPr>
        <w:t>Participants</w:t>
      </w:r>
      <w:r w:rsidR="002A4BF7" w:rsidRPr="00D653A1">
        <w:rPr>
          <w:rFonts w:cs="Arial"/>
          <w:color w:val="000000"/>
        </w:rPr>
        <w:t xml:space="preserve"> is many-to-many. One </w:t>
      </w:r>
      <w:r w:rsidR="00B63233" w:rsidRPr="00D653A1">
        <w:rPr>
          <w:rFonts w:cs="Arial"/>
          <w:color w:val="000000"/>
        </w:rPr>
        <w:t xml:space="preserve">BusinessRole </w:t>
      </w:r>
      <w:r w:rsidR="002A4BF7" w:rsidRPr="00D653A1">
        <w:rPr>
          <w:rFonts w:cs="Arial"/>
          <w:color w:val="000000"/>
        </w:rPr>
        <w:t>(</w:t>
      </w:r>
      <w:r w:rsidR="001F7B99" w:rsidRPr="00D653A1">
        <w:rPr>
          <w:rFonts w:cs="Arial"/>
          <w:color w:val="000000"/>
        </w:rPr>
        <w:t>that is</w:t>
      </w:r>
      <w:r w:rsidR="002A4BF7" w:rsidRPr="00D653A1">
        <w:rPr>
          <w:rFonts w:cs="Arial"/>
          <w:color w:val="000000"/>
        </w:rPr>
        <w:t xml:space="preserve">, a person) can </w:t>
      </w:r>
      <w:r w:rsidR="00A05057" w:rsidRPr="00D653A1">
        <w:rPr>
          <w:rFonts w:cs="Arial"/>
          <w:color w:val="000000"/>
        </w:rPr>
        <w:t>be involved as</w:t>
      </w:r>
      <w:r w:rsidR="002A4BF7" w:rsidRPr="00D653A1">
        <w:rPr>
          <w:rFonts w:cs="Arial"/>
          <w:color w:val="000000"/>
        </w:rPr>
        <w:t xml:space="preserve"> different </w:t>
      </w:r>
      <w:r w:rsidR="00B63233" w:rsidRPr="00D653A1">
        <w:rPr>
          <w:rFonts w:cs="Arial"/>
          <w:color w:val="000000"/>
        </w:rPr>
        <w:t>Participants</w:t>
      </w:r>
      <w:r w:rsidR="002A4BF7" w:rsidRPr="00D653A1">
        <w:rPr>
          <w:rFonts w:cs="Arial"/>
          <w:color w:val="000000"/>
        </w:rPr>
        <w:t xml:space="preserve"> at different moments in tim</w:t>
      </w:r>
      <w:r w:rsidR="005C4627" w:rsidRPr="00D653A1">
        <w:rPr>
          <w:rFonts w:cs="Arial"/>
          <w:color w:val="000000"/>
        </w:rPr>
        <w:t xml:space="preserve">e or at the same time: "user", </w:t>
      </w:r>
      <w:r w:rsidRPr="00D653A1">
        <w:rPr>
          <w:rFonts w:cs="Arial"/>
          <w:color w:val="000000"/>
        </w:rPr>
        <w:t>"</w:t>
      </w:r>
      <w:r w:rsidR="002A4BF7" w:rsidRPr="00D653A1">
        <w:rPr>
          <w:rFonts w:cs="Arial"/>
          <w:color w:val="000000"/>
        </w:rPr>
        <w:t>debtor</w:t>
      </w:r>
      <w:r w:rsidRPr="00D653A1">
        <w:rPr>
          <w:rFonts w:cs="Arial"/>
          <w:color w:val="000000"/>
        </w:rPr>
        <w:t>”</w:t>
      </w:r>
      <w:r w:rsidR="002A4BF7" w:rsidRPr="00D653A1">
        <w:rPr>
          <w:rFonts w:cs="Arial"/>
          <w:color w:val="000000"/>
        </w:rPr>
        <w:t>, "cr</w:t>
      </w:r>
      <w:r w:rsidR="005C4627" w:rsidRPr="00D653A1">
        <w:rPr>
          <w:rFonts w:cs="Arial"/>
          <w:color w:val="000000"/>
        </w:rPr>
        <w:t xml:space="preserve">editor", "investor", etc. </w:t>
      </w:r>
      <w:r w:rsidR="00A05057" w:rsidRPr="00D653A1">
        <w:rPr>
          <w:rFonts w:cs="Arial"/>
          <w:color w:val="000000"/>
        </w:rPr>
        <w:t>D</w:t>
      </w:r>
      <w:r w:rsidR="002A4BF7" w:rsidRPr="00D653A1">
        <w:rPr>
          <w:rFonts w:cs="Arial"/>
          <w:color w:val="000000"/>
        </w:rPr>
        <w:t xml:space="preserve">ifferent </w:t>
      </w:r>
      <w:r w:rsidR="00B63233" w:rsidRPr="00D653A1">
        <w:rPr>
          <w:rFonts w:cs="Arial"/>
          <w:color w:val="000000"/>
        </w:rPr>
        <w:t>BusinessRoles</w:t>
      </w:r>
      <w:r w:rsidR="00A05057" w:rsidRPr="00D653A1">
        <w:rPr>
          <w:rFonts w:cs="Arial"/>
          <w:color w:val="000000"/>
        </w:rPr>
        <w:t xml:space="preserve"> can be involved as the same Participant.</w:t>
      </w:r>
    </w:p>
    <w:p w14:paraId="3E640978" w14:textId="41464A95" w:rsidR="002A4BF7" w:rsidRPr="00D653A1" w:rsidRDefault="002A4BF7" w:rsidP="002A4BF7">
      <w:pPr>
        <w:autoSpaceDE w:val="0"/>
        <w:autoSpaceDN w:val="0"/>
        <w:adjustRightInd w:val="0"/>
        <w:spacing w:before="120"/>
        <w:jc w:val="both"/>
        <w:rPr>
          <w:rFonts w:cs="Arial"/>
        </w:rPr>
      </w:pPr>
      <w:r w:rsidRPr="00D653A1">
        <w:rPr>
          <w:rFonts w:cs="Arial"/>
        </w:rPr>
        <w:t xml:space="preserve">In the context of </w:t>
      </w:r>
      <w:r w:rsidR="001E27F3" w:rsidRPr="00D653A1">
        <w:rPr>
          <w:rFonts w:cs="Arial"/>
        </w:rPr>
        <w:t>General meeting</w:t>
      </w:r>
      <w:r w:rsidRPr="00D653A1">
        <w:rPr>
          <w:rFonts w:cs="Arial"/>
        </w:rPr>
        <w:t xml:space="preserve">, the high-level </w:t>
      </w:r>
      <w:r w:rsidR="00A05057" w:rsidRPr="00D653A1">
        <w:rPr>
          <w:rFonts w:cs="Arial"/>
        </w:rPr>
        <w:t>B</w:t>
      </w:r>
      <w:r w:rsidRPr="00D653A1">
        <w:rPr>
          <w:rFonts w:cs="Arial"/>
        </w:rPr>
        <w:t>usiness</w:t>
      </w:r>
      <w:r w:rsidR="00A05057" w:rsidRPr="00D653A1">
        <w:rPr>
          <w:rFonts w:cs="Arial"/>
        </w:rPr>
        <w:t>R</w:t>
      </w:r>
      <w:r w:rsidRPr="00D653A1">
        <w:rPr>
          <w:rFonts w:cs="Arial"/>
        </w:rPr>
        <w:t xml:space="preserve">oles and typical </w:t>
      </w:r>
      <w:r w:rsidR="00A05057" w:rsidRPr="00D653A1">
        <w:rPr>
          <w:rFonts w:cs="Arial"/>
        </w:rPr>
        <w:t>Participants</w:t>
      </w:r>
      <w:r w:rsidRPr="00D653A1">
        <w:rPr>
          <w:rFonts w:cs="Arial"/>
        </w:rPr>
        <w:t xml:space="preserve"> can be represented as follows.</w:t>
      </w:r>
    </w:p>
    <w:p w14:paraId="3E64097A" w14:textId="77777777" w:rsidR="00451F31" w:rsidRPr="008E3B65" w:rsidRDefault="00451F31" w:rsidP="002A4BF7">
      <w:pPr>
        <w:autoSpaceDE w:val="0"/>
        <w:autoSpaceDN w:val="0"/>
        <w:adjustRightInd w:val="0"/>
        <w:spacing w:before="120"/>
        <w:jc w:val="both"/>
        <w:rPr>
          <w:color w:val="0070C0"/>
        </w:rPr>
      </w:pPr>
    </w:p>
    <w:tbl>
      <w:tblPr>
        <w:tblStyle w:val="TableGrid"/>
        <w:tblW w:w="9108" w:type="dxa"/>
        <w:jc w:val="center"/>
        <w:tblLook w:val="01E0" w:firstRow="1" w:lastRow="1" w:firstColumn="1" w:lastColumn="1" w:noHBand="0" w:noVBand="0"/>
      </w:tblPr>
      <w:tblGrid>
        <w:gridCol w:w="2508"/>
        <w:gridCol w:w="6600"/>
      </w:tblGrid>
      <w:tr w:rsidR="00555977" w:rsidRPr="00555977" w14:paraId="3E64097C" w14:textId="77777777" w:rsidTr="00177179">
        <w:trPr>
          <w:jc w:val="center"/>
        </w:trPr>
        <w:tc>
          <w:tcPr>
            <w:tcW w:w="9108" w:type="dxa"/>
            <w:gridSpan w:val="2"/>
            <w:shd w:val="clear" w:color="auto" w:fill="FFFFFF" w:themeFill="background1"/>
          </w:tcPr>
          <w:p w14:paraId="3E64097B" w14:textId="77777777" w:rsidR="00451F31" w:rsidRPr="00555977" w:rsidRDefault="00001017" w:rsidP="00555977">
            <w:pPr>
              <w:spacing w:before="60" w:after="60"/>
              <w:jc w:val="center"/>
              <w:rPr>
                <w:rFonts w:cs="Arial"/>
                <w:b/>
                <w:sz w:val="18"/>
              </w:rPr>
            </w:pPr>
            <w:r w:rsidRPr="00F07217">
              <w:rPr>
                <w:rFonts w:cs="Arial"/>
                <w:b/>
                <w:i/>
                <w:sz w:val="18"/>
              </w:rPr>
              <w:t>Participants</w:t>
            </w:r>
            <w:r w:rsidRPr="00555977">
              <w:rPr>
                <w:rFonts w:cs="Arial"/>
                <w:b/>
                <w:sz w:val="18"/>
              </w:rPr>
              <w:t xml:space="preserve"> and </w:t>
            </w:r>
            <w:r w:rsidR="00E633E0" w:rsidRPr="00555977">
              <w:rPr>
                <w:rFonts w:cs="Arial"/>
                <w:b/>
                <w:i/>
                <w:sz w:val="18"/>
              </w:rPr>
              <w:t>Business</w:t>
            </w:r>
            <w:r w:rsidR="00451F31" w:rsidRPr="00555977">
              <w:rPr>
                <w:rFonts w:cs="Arial"/>
                <w:b/>
                <w:i/>
                <w:sz w:val="18"/>
              </w:rPr>
              <w:t>Roles</w:t>
            </w:r>
            <w:r w:rsidR="00451F31" w:rsidRPr="00555977">
              <w:rPr>
                <w:rFonts w:cs="Arial"/>
                <w:b/>
                <w:sz w:val="18"/>
              </w:rPr>
              <w:t xml:space="preserve"> definitions</w:t>
            </w:r>
          </w:p>
        </w:tc>
      </w:tr>
      <w:tr w:rsidR="00451F31" w:rsidRPr="00555977" w14:paraId="3E64097F" w14:textId="77777777" w:rsidTr="00177179">
        <w:trPr>
          <w:jc w:val="center"/>
        </w:trPr>
        <w:tc>
          <w:tcPr>
            <w:tcW w:w="2508" w:type="dxa"/>
            <w:tcBorders>
              <w:bottom w:val="single" w:sz="4" w:space="0" w:color="auto"/>
            </w:tcBorders>
            <w:shd w:val="clear" w:color="auto" w:fill="FFFFFF" w:themeFill="background1"/>
          </w:tcPr>
          <w:p w14:paraId="3E64097D" w14:textId="77777777" w:rsidR="00451F31" w:rsidRPr="00555977" w:rsidRDefault="00451F31" w:rsidP="00555977">
            <w:pPr>
              <w:spacing w:before="60" w:after="60"/>
              <w:rPr>
                <w:rFonts w:cs="Arial"/>
                <w:b/>
                <w:sz w:val="18"/>
              </w:rPr>
            </w:pPr>
            <w:r w:rsidRPr="00555977">
              <w:rPr>
                <w:rFonts w:cs="Arial"/>
                <w:b/>
                <w:sz w:val="18"/>
              </w:rPr>
              <w:t>Description</w:t>
            </w:r>
          </w:p>
        </w:tc>
        <w:tc>
          <w:tcPr>
            <w:tcW w:w="6600" w:type="dxa"/>
            <w:tcBorders>
              <w:bottom w:val="single" w:sz="4" w:space="0" w:color="auto"/>
            </w:tcBorders>
            <w:shd w:val="clear" w:color="auto" w:fill="FFFFFF" w:themeFill="background1"/>
          </w:tcPr>
          <w:p w14:paraId="3E64097E" w14:textId="77777777" w:rsidR="00451F31" w:rsidRPr="00555977" w:rsidRDefault="00451F31" w:rsidP="00555977">
            <w:pPr>
              <w:spacing w:before="60" w:after="60"/>
              <w:rPr>
                <w:rFonts w:cs="Arial"/>
                <w:b/>
                <w:sz w:val="18"/>
              </w:rPr>
            </w:pPr>
            <w:r w:rsidRPr="00555977">
              <w:rPr>
                <w:rFonts w:cs="Arial"/>
                <w:b/>
                <w:sz w:val="18"/>
              </w:rPr>
              <w:t>Definition</w:t>
            </w:r>
          </w:p>
        </w:tc>
      </w:tr>
      <w:tr w:rsidR="00066628" w:rsidRPr="00555977" w14:paraId="3E640981" w14:textId="77777777" w:rsidTr="00177179">
        <w:trPr>
          <w:jc w:val="center"/>
        </w:trPr>
        <w:tc>
          <w:tcPr>
            <w:tcW w:w="9108" w:type="dxa"/>
            <w:gridSpan w:val="2"/>
            <w:tcBorders>
              <w:bottom w:val="single" w:sz="4" w:space="0" w:color="auto"/>
            </w:tcBorders>
            <w:shd w:val="clear" w:color="auto" w:fill="99CCFF"/>
          </w:tcPr>
          <w:p w14:paraId="3E640980" w14:textId="77777777" w:rsidR="00066628" w:rsidRPr="00555977" w:rsidRDefault="00001017" w:rsidP="00555977">
            <w:pPr>
              <w:spacing w:before="60" w:after="60"/>
              <w:rPr>
                <w:rFonts w:eastAsia="Times New Roman" w:cs="Arial"/>
                <w:i/>
                <w:sz w:val="18"/>
              </w:rPr>
            </w:pPr>
            <w:r w:rsidRPr="00555977">
              <w:rPr>
                <w:rFonts w:cs="Arial"/>
                <w:i/>
                <w:sz w:val="18"/>
              </w:rPr>
              <w:t>Participants</w:t>
            </w:r>
          </w:p>
        </w:tc>
      </w:tr>
      <w:tr w:rsidR="00451F31" w:rsidRPr="00555977" w14:paraId="3E640984" w14:textId="77777777" w:rsidTr="00177179">
        <w:trPr>
          <w:jc w:val="center"/>
        </w:trPr>
        <w:tc>
          <w:tcPr>
            <w:tcW w:w="2508" w:type="dxa"/>
            <w:shd w:val="clear" w:color="auto" w:fill="auto"/>
          </w:tcPr>
          <w:p w14:paraId="3E640982" w14:textId="7F2AF452" w:rsidR="00451F31" w:rsidRPr="00555977" w:rsidRDefault="00D96B52" w:rsidP="00D96B52">
            <w:pPr>
              <w:spacing w:before="60" w:after="60"/>
              <w:rPr>
                <w:rFonts w:cs="Arial"/>
                <w:sz w:val="18"/>
              </w:rPr>
            </w:pPr>
            <w:r>
              <w:rPr>
                <w:rFonts w:cs="Arial"/>
                <w:sz w:val="18"/>
              </w:rPr>
              <w:t>Issuer / Issuer Agent</w:t>
            </w:r>
          </w:p>
        </w:tc>
        <w:tc>
          <w:tcPr>
            <w:tcW w:w="6600" w:type="dxa"/>
            <w:shd w:val="clear" w:color="auto" w:fill="auto"/>
          </w:tcPr>
          <w:p w14:paraId="3E640983" w14:textId="43C8D6FE" w:rsidR="00820359" w:rsidRPr="00555977" w:rsidRDefault="00D96B52" w:rsidP="00D96B52">
            <w:pPr>
              <w:spacing w:before="60" w:after="60"/>
              <w:rPr>
                <w:rFonts w:eastAsia="Times New Roman" w:cs="Arial"/>
                <w:sz w:val="18"/>
              </w:rPr>
            </w:pPr>
            <w:r w:rsidRPr="00555977">
              <w:rPr>
                <w:rStyle w:val="SoDAField"/>
                <w:rFonts w:cs="Arial"/>
                <w:color w:val="auto"/>
                <w:sz w:val="18"/>
              </w:rPr>
              <w:t>Legal Entity that has the right to issue securities</w:t>
            </w:r>
            <w:r>
              <w:rPr>
                <w:rStyle w:val="SoDAField"/>
                <w:rFonts w:cs="Arial"/>
                <w:color w:val="auto"/>
                <w:sz w:val="18"/>
              </w:rPr>
              <w:t xml:space="preserve"> or o</w:t>
            </w:r>
            <w:r w:rsidRPr="00555977">
              <w:rPr>
                <w:rStyle w:val="SoDAField"/>
                <w:rFonts w:cs="Arial"/>
                <w:color w:val="auto"/>
                <w:sz w:val="18"/>
              </w:rPr>
              <w:t>rganisation appointed by the issuer for the purposes of administration of a security issue or processing of a corporate action or a meeting event. In some cases, the issuer acts as its own agent.</w:t>
            </w:r>
          </w:p>
        </w:tc>
      </w:tr>
      <w:tr w:rsidR="00451F31" w:rsidRPr="00555977" w14:paraId="3E640987" w14:textId="77777777" w:rsidTr="00177179">
        <w:trPr>
          <w:jc w:val="center"/>
        </w:trPr>
        <w:tc>
          <w:tcPr>
            <w:tcW w:w="2508" w:type="dxa"/>
            <w:shd w:val="clear" w:color="auto" w:fill="auto"/>
          </w:tcPr>
          <w:p w14:paraId="3E640985" w14:textId="3AC05B63" w:rsidR="00451F31" w:rsidRPr="00555977" w:rsidRDefault="00D96B52" w:rsidP="00555977">
            <w:pPr>
              <w:spacing w:before="60" w:after="60"/>
              <w:rPr>
                <w:rFonts w:cs="Arial"/>
                <w:sz w:val="18"/>
              </w:rPr>
            </w:pPr>
            <w:r>
              <w:rPr>
                <w:rFonts w:cs="Arial"/>
                <w:sz w:val="18"/>
              </w:rPr>
              <w:t>Intermediary</w:t>
            </w:r>
          </w:p>
        </w:tc>
        <w:tc>
          <w:tcPr>
            <w:tcW w:w="6600" w:type="dxa"/>
            <w:shd w:val="clear" w:color="auto" w:fill="auto"/>
          </w:tcPr>
          <w:p w14:paraId="3E640986" w14:textId="0B4B4554" w:rsidR="00451F31" w:rsidRPr="00555977" w:rsidRDefault="00552815" w:rsidP="00555977">
            <w:pPr>
              <w:spacing w:before="60" w:after="60"/>
              <w:rPr>
                <w:rFonts w:eastAsia="Times New Roman" w:cs="Arial"/>
                <w:sz w:val="18"/>
              </w:rPr>
            </w:pPr>
            <w:r>
              <w:rPr>
                <w:rFonts w:eastAsia="Times New Roman" w:cs="Arial"/>
                <w:sz w:val="18"/>
              </w:rPr>
              <w:t>Financial institution</w:t>
            </w:r>
            <w:r w:rsidR="0064413F">
              <w:rPr>
                <w:rFonts w:eastAsia="Times New Roman" w:cs="Arial"/>
                <w:sz w:val="18"/>
              </w:rPr>
              <w:t xml:space="preserve">s providing some services to other institutions in the frame of the </w:t>
            </w:r>
            <w:r w:rsidR="001E27F3">
              <w:rPr>
                <w:rFonts w:eastAsia="Times New Roman" w:cs="Arial"/>
                <w:sz w:val="18"/>
              </w:rPr>
              <w:t>general meeting</w:t>
            </w:r>
            <w:r w:rsidR="0064413F">
              <w:rPr>
                <w:rFonts w:eastAsia="Times New Roman" w:cs="Arial"/>
                <w:sz w:val="18"/>
              </w:rPr>
              <w:t xml:space="preserve"> processing chain.</w:t>
            </w:r>
          </w:p>
        </w:tc>
      </w:tr>
      <w:tr w:rsidR="00D96B52" w:rsidRPr="00555977" w14:paraId="68E321DF" w14:textId="77777777" w:rsidTr="00177179">
        <w:trPr>
          <w:jc w:val="center"/>
        </w:trPr>
        <w:tc>
          <w:tcPr>
            <w:tcW w:w="2508" w:type="dxa"/>
            <w:shd w:val="clear" w:color="auto" w:fill="auto"/>
          </w:tcPr>
          <w:p w14:paraId="3A2B96C0" w14:textId="0DAC4114" w:rsidR="00D96B52" w:rsidRDefault="00D96B52" w:rsidP="00555977">
            <w:pPr>
              <w:spacing w:before="60" w:after="60"/>
              <w:rPr>
                <w:rFonts w:cs="Arial"/>
                <w:sz w:val="18"/>
              </w:rPr>
            </w:pPr>
            <w:r>
              <w:rPr>
                <w:rFonts w:cs="Arial"/>
                <w:sz w:val="18"/>
              </w:rPr>
              <w:t>Voting Party</w:t>
            </w:r>
          </w:p>
        </w:tc>
        <w:tc>
          <w:tcPr>
            <w:tcW w:w="6600" w:type="dxa"/>
            <w:shd w:val="clear" w:color="auto" w:fill="auto"/>
          </w:tcPr>
          <w:p w14:paraId="354310AA" w14:textId="4CB76FE8" w:rsidR="00D96B52" w:rsidRPr="00555977" w:rsidRDefault="0064413F" w:rsidP="0064413F">
            <w:pPr>
              <w:tabs>
                <w:tab w:val="left" w:pos="945"/>
              </w:tabs>
              <w:spacing w:before="60" w:after="60"/>
              <w:rPr>
                <w:rFonts w:eastAsia="Times New Roman" w:cs="Arial"/>
                <w:sz w:val="18"/>
              </w:rPr>
            </w:pPr>
            <w:r w:rsidRPr="0064413F">
              <w:rPr>
                <w:rFonts w:eastAsia="Times New Roman" w:cs="Arial"/>
                <w:sz w:val="18"/>
              </w:rPr>
              <w:t>Party that has</w:t>
            </w:r>
            <w:r>
              <w:rPr>
                <w:rFonts w:eastAsia="Times New Roman" w:cs="Arial"/>
                <w:sz w:val="18"/>
              </w:rPr>
              <w:t xml:space="preserve"> the right to vote on resolutions and agenda items of a shareholders meeting.</w:t>
            </w:r>
          </w:p>
        </w:tc>
      </w:tr>
      <w:tr w:rsidR="00066628" w:rsidRPr="00555977" w14:paraId="3E640989" w14:textId="77777777" w:rsidTr="00177179">
        <w:trPr>
          <w:jc w:val="center"/>
        </w:trPr>
        <w:tc>
          <w:tcPr>
            <w:tcW w:w="9108" w:type="dxa"/>
            <w:gridSpan w:val="2"/>
            <w:tcBorders>
              <w:bottom w:val="single" w:sz="4" w:space="0" w:color="auto"/>
            </w:tcBorders>
            <w:shd w:val="clear" w:color="auto" w:fill="99CCFF"/>
          </w:tcPr>
          <w:p w14:paraId="3E640988" w14:textId="77777777" w:rsidR="00066628" w:rsidRPr="00555977" w:rsidRDefault="00E633E0" w:rsidP="00555977">
            <w:pPr>
              <w:spacing w:before="60" w:after="60"/>
              <w:rPr>
                <w:rFonts w:eastAsia="Times New Roman" w:cs="Arial"/>
                <w:i/>
                <w:sz w:val="18"/>
              </w:rPr>
            </w:pPr>
            <w:r w:rsidRPr="00555977">
              <w:rPr>
                <w:rFonts w:cs="Arial"/>
                <w:i/>
                <w:sz w:val="18"/>
              </w:rPr>
              <w:t>Business</w:t>
            </w:r>
            <w:r w:rsidR="002D4FAB" w:rsidRPr="00555977">
              <w:rPr>
                <w:rFonts w:cs="Arial"/>
                <w:i/>
                <w:sz w:val="18"/>
              </w:rPr>
              <w:t>Role</w:t>
            </w:r>
            <w:r w:rsidR="00066628" w:rsidRPr="00555977">
              <w:rPr>
                <w:rFonts w:cs="Arial"/>
                <w:i/>
                <w:sz w:val="18"/>
              </w:rPr>
              <w:t>s</w:t>
            </w:r>
          </w:p>
        </w:tc>
      </w:tr>
      <w:tr w:rsidR="00451F31" w:rsidRPr="00555977" w14:paraId="3E64098C" w14:textId="77777777" w:rsidTr="00177179">
        <w:trPr>
          <w:jc w:val="center"/>
        </w:trPr>
        <w:tc>
          <w:tcPr>
            <w:tcW w:w="2508" w:type="dxa"/>
          </w:tcPr>
          <w:p w14:paraId="3E64098A" w14:textId="77777777" w:rsidR="00451F31" w:rsidRPr="00555977" w:rsidRDefault="00451F31" w:rsidP="00555977">
            <w:pPr>
              <w:spacing w:before="60" w:after="60"/>
              <w:rPr>
                <w:rFonts w:cs="Arial"/>
                <w:sz w:val="18"/>
              </w:rPr>
            </w:pPr>
            <w:r w:rsidRPr="00555977">
              <w:rPr>
                <w:rFonts w:cs="Arial"/>
                <w:sz w:val="18"/>
              </w:rPr>
              <w:t xml:space="preserve">Global </w:t>
            </w:r>
            <w:r w:rsidR="00002FDF" w:rsidRPr="00555977">
              <w:rPr>
                <w:rFonts w:cs="Arial"/>
                <w:sz w:val="18"/>
              </w:rPr>
              <w:t>Custodian</w:t>
            </w:r>
          </w:p>
        </w:tc>
        <w:tc>
          <w:tcPr>
            <w:tcW w:w="6600" w:type="dxa"/>
          </w:tcPr>
          <w:p w14:paraId="3E64098B" w14:textId="612DB64F" w:rsidR="00451F31" w:rsidRPr="00555977" w:rsidRDefault="00A010CD" w:rsidP="00F07217">
            <w:pPr>
              <w:spacing w:before="60" w:after="60"/>
              <w:rPr>
                <w:rFonts w:cs="Arial"/>
                <w:sz w:val="18"/>
              </w:rPr>
            </w:pPr>
            <w:r w:rsidRPr="00555977">
              <w:rPr>
                <w:rStyle w:val="SoDAField"/>
                <w:rFonts w:cs="Arial"/>
                <w:color w:val="auto"/>
                <w:sz w:val="18"/>
              </w:rPr>
              <w:t>The party that safekeeps and administers assets on behalf of the owner</w:t>
            </w:r>
            <w:r w:rsidR="001E21A0" w:rsidRPr="00555977">
              <w:rPr>
                <w:rStyle w:val="SoDAField"/>
                <w:rFonts w:cs="Arial"/>
                <w:color w:val="auto"/>
                <w:sz w:val="18"/>
              </w:rPr>
              <w:t xml:space="preserve"> and that has a network of sub-custodians.</w:t>
            </w:r>
          </w:p>
        </w:tc>
      </w:tr>
      <w:tr w:rsidR="00451F31" w:rsidRPr="00555977" w14:paraId="3E64098F" w14:textId="77777777" w:rsidTr="00177179">
        <w:trPr>
          <w:jc w:val="center"/>
        </w:trPr>
        <w:tc>
          <w:tcPr>
            <w:tcW w:w="2508" w:type="dxa"/>
          </w:tcPr>
          <w:p w14:paraId="3E64098D" w14:textId="77777777" w:rsidR="00451F31" w:rsidRPr="00555977" w:rsidRDefault="00002FDF" w:rsidP="00555977">
            <w:pPr>
              <w:spacing w:before="60" w:after="60"/>
              <w:rPr>
                <w:rFonts w:cs="Arial"/>
                <w:sz w:val="18"/>
              </w:rPr>
            </w:pPr>
            <w:r w:rsidRPr="00555977">
              <w:rPr>
                <w:rFonts w:cs="Arial"/>
                <w:sz w:val="18"/>
              </w:rPr>
              <w:t>Sub-Custodian</w:t>
            </w:r>
          </w:p>
        </w:tc>
        <w:tc>
          <w:tcPr>
            <w:tcW w:w="6600" w:type="dxa"/>
          </w:tcPr>
          <w:p w14:paraId="3E64098E" w14:textId="77777777" w:rsidR="00451F31" w:rsidRPr="00555977" w:rsidRDefault="00A010CD" w:rsidP="00555977">
            <w:pPr>
              <w:spacing w:before="60" w:after="60"/>
              <w:rPr>
                <w:rFonts w:cs="Arial"/>
                <w:sz w:val="18"/>
              </w:rPr>
            </w:pPr>
            <w:r w:rsidRPr="00555977">
              <w:rPr>
                <w:rStyle w:val="SoDAField"/>
                <w:rFonts w:cs="Arial"/>
                <w:color w:val="auto"/>
                <w:sz w:val="18"/>
              </w:rPr>
              <w:t>The party that safekeeps and administer</w:t>
            </w:r>
            <w:r w:rsidR="00600CBE" w:rsidRPr="00555977">
              <w:rPr>
                <w:rStyle w:val="SoDAField"/>
                <w:rFonts w:cs="Arial"/>
                <w:color w:val="auto"/>
                <w:sz w:val="18"/>
              </w:rPr>
              <w:t>s assets on behalf of the owner (from ISO 20022).</w:t>
            </w:r>
          </w:p>
        </w:tc>
      </w:tr>
      <w:tr w:rsidR="00DD363E" w:rsidRPr="00555977" w14:paraId="3E64099B" w14:textId="77777777" w:rsidTr="00177179">
        <w:trPr>
          <w:jc w:val="center"/>
        </w:trPr>
        <w:tc>
          <w:tcPr>
            <w:tcW w:w="2508" w:type="dxa"/>
          </w:tcPr>
          <w:p w14:paraId="3E640999" w14:textId="77777777" w:rsidR="00DD363E" w:rsidRPr="00555977" w:rsidRDefault="00DD363E" w:rsidP="00555977">
            <w:pPr>
              <w:spacing w:before="60" w:after="60"/>
              <w:rPr>
                <w:rFonts w:cs="Arial"/>
                <w:sz w:val="18"/>
              </w:rPr>
            </w:pPr>
            <w:r w:rsidRPr="00555977">
              <w:rPr>
                <w:rFonts w:cs="Arial"/>
                <w:sz w:val="18"/>
              </w:rPr>
              <w:t>CSD</w:t>
            </w:r>
          </w:p>
        </w:tc>
        <w:tc>
          <w:tcPr>
            <w:tcW w:w="6600" w:type="dxa"/>
          </w:tcPr>
          <w:p w14:paraId="3E64099A" w14:textId="081758E9" w:rsidR="00DD363E" w:rsidRPr="00555977" w:rsidRDefault="00DD363E" w:rsidP="00F07217">
            <w:pPr>
              <w:spacing w:before="60" w:after="60"/>
              <w:rPr>
                <w:rFonts w:cs="Arial"/>
                <w:sz w:val="18"/>
              </w:rPr>
            </w:pPr>
            <w:r w:rsidRPr="00555977">
              <w:rPr>
                <w:rFonts w:cs="Arial"/>
                <w:sz w:val="18"/>
              </w:rPr>
              <w:t xml:space="preserve">An infrastructure that, holds or controls, the holding of physical or dematerialised financial instruments belonging to all, or a large portion of, the investors in a securities market. This </w:t>
            </w:r>
            <w:r w:rsidR="008B3BC4" w:rsidRPr="00555977">
              <w:rPr>
                <w:rFonts w:cs="Arial"/>
                <w:sz w:val="18"/>
              </w:rPr>
              <w:t>affects</w:t>
            </w:r>
            <w:r w:rsidRPr="00555977">
              <w:rPr>
                <w:rFonts w:cs="Arial"/>
                <w:sz w:val="18"/>
              </w:rPr>
              <w:t xml:space="preserve"> the centralised transfer of ownership of such securities by entries on its books and records</w:t>
            </w:r>
            <w:r w:rsidR="00F07217">
              <w:rPr>
                <w:rFonts w:cs="Arial"/>
                <w:sz w:val="18"/>
              </w:rPr>
              <w:t>.</w:t>
            </w:r>
            <w:r w:rsidR="00600CBE" w:rsidRPr="00555977">
              <w:rPr>
                <w:rFonts w:cs="Arial"/>
                <w:sz w:val="18"/>
              </w:rPr>
              <w:t xml:space="preserve"> </w:t>
            </w:r>
          </w:p>
        </w:tc>
      </w:tr>
      <w:tr w:rsidR="00451F31" w:rsidRPr="00555977" w14:paraId="3E64099E" w14:textId="77777777" w:rsidTr="00177179">
        <w:trPr>
          <w:jc w:val="center"/>
        </w:trPr>
        <w:tc>
          <w:tcPr>
            <w:tcW w:w="2508" w:type="dxa"/>
          </w:tcPr>
          <w:p w14:paraId="3E64099C" w14:textId="77777777" w:rsidR="00451F31" w:rsidRPr="00555977" w:rsidRDefault="00002FDF" w:rsidP="00555977">
            <w:pPr>
              <w:spacing w:before="60" w:after="60"/>
              <w:rPr>
                <w:rFonts w:cs="Arial"/>
                <w:sz w:val="18"/>
              </w:rPr>
            </w:pPr>
            <w:r w:rsidRPr="00555977">
              <w:rPr>
                <w:rFonts w:cs="Arial"/>
                <w:sz w:val="18"/>
              </w:rPr>
              <w:t>ICSD</w:t>
            </w:r>
          </w:p>
        </w:tc>
        <w:tc>
          <w:tcPr>
            <w:tcW w:w="6600" w:type="dxa"/>
          </w:tcPr>
          <w:p w14:paraId="3E64099D" w14:textId="4E7A1AA4" w:rsidR="00451F31" w:rsidRPr="00555977" w:rsidRDefault="00DD363E" w:rsidP="00F07217">
            <w:pPr>
              <w:spacing w:before="60" w:after="60"/>
              <w:rPr>
                <w:rFonts w:cs="Arial"/>
                <w:sz w:val="18"/>
              </w:rPr>
            </w:pPr>
            <w:r w:rsidRPr="00555977">
              <w:rPr>
                <w:rFonts w:cs="Arial"/>
                <w:sz w:val="18"/>
              </w:rPr>
              <w:t xml:space="preserve">Holds or controls the holding of physical or dematerialised financial instruments belonging to all or a large portion of the investors in a securities market, and which effects the centralised transfer of such securities against payment (or free of payment) by entries on its books and records, resulting in transfer and record of ownership of the securities. A distinction can be made between a Central Securities Depository (CSD), which operates in a particular domestic market for specified financial instruments or an International Central Securities Depository (ICSD), </w:t>
            </w:r>
            <w:r w:rsidR="001F7B99" w:rsidRPr="00555977">
              <w:rPr>
                <w:rFonts w:cs="Arial"/>
                <w:sz w:val="18"/>
              </w:rPr>
              <w:t>that is</w:t>
            </w:r>
            <w:r w:rsidRPr="00555977">
              <w:rPr>
                <w:rFonts w:cs="Arial"/>
                <w:sz w:val="18"/>
              </w:rPr>
              <w:t>, Euroclear and Clearstream, which settle Eurobond instruments and have direct or indirect links with specific CSDs</w:t>
            </w:r>
            <w:r w:rsidR="00600CBE" w:rsidRPr="00555977">
              <w:rPr>
                <w:rFonts w:cs="Arial"/>
                <w:sz w:val="18"/>
              </w:rPr>
              <w:t xml:space="preserve"> </w:t>
            </w:r>
            <w:r w:rsidR="00600CBE" w:rsidRPr="00555977">
              <w:rPr>
                <w:rStyle w:val="SoDAField"/>
                <w:rFonts w:cs="Arial"/>
                <w:color w:val="auto"/>
                <w:sz w:val="18"/>
              </w:rPr>
              <w:t>owner (from Issuer (Agent</w:t>
            </w:r>
            <w:r w:rsidR="00F07217">
              <w:rPr>
                <w:rStyle w:val="SoDAField"/>
                <w:rFonts w:cs="Arial"/>
                <w:color w:val="auto"/>
                <w:sz w:val="18"/>
              </w:rPr>
              <w:t>).</w:t>
            </w:r>
          </w:p>
        </w:tc>
      </w:tr>
      <w:tr w:rsidR="00451F31" w:rsidRPr="00555977" w14:paraId="3E6409A1" w14:textId="77777777" w:rsidTr="00177179">
        <w:trPr>
          <w:jc w:val="center"/>
        </w:trPr>
        <w:tc>
          <w:tcPr>
            <w:tcW w:w="2508" w:type="dxa"/>
          </w:tcPr>
          <w:p w14:paraId="3E64099F" w14:textId="77777777" w:rsidR="00451F31" w:rsidRPr="00555977" w:rsidRDefault="00002FDF" w:rsidP="00555977">
            <w:pPr>
              <w:spacing w:before="60" w:after="60"/>
              <w:rPr>
                <w:rFonts w:cs="Arial"/>
                <w:sz w:val="18"/>
              </w:rPr>
            </w:pPr>
            <w:r w:rsidRPr="00555977">
              <w:rPr>
                <w:rFonts w:cs="Arial"/>
                <w:sz w:val="18"/>
              </w:rPr>
              <w:t>Market Data Provider</w:t>
            </w:r>
          </w:p>
        </w:tc>
        <w:tc>
          <w:tcPr>
            <w:tcW w:w="6600" w:type="dxa"/>
          </w:tcPr>
          <w:p w14:paraId="3E6409A0" w14:textId="77777777" w:rsidR="00451F31" w:rsidRPr="00555977" w:rsidRDefault="00FF65B3" w:rsidP="00555977">
            <w:pPr>
              <w:spacing w:before="60" w:after="60"/>
              <w:rPr>
                <w:rFonts w:cs="Arial"/>
                <w:sz w:val="18"/>
              </w:rPr>
            </w:pPr>
            <w:r w:rsidRPr="00555977">
              <w:rPr>
                <w:rFonts w:cs="Arial"/>
                <w:sz w:val="18"/>
              </w:rPr>
              <w:t>A source of financial information. It provides financial news and data (</w:t>
            </w:r>
            <w:r w:rsidR="001F7B99" w:rsidRPr="00555977">
              <w:rPr>
                <w:rFonts w:cs="Arial"/>
                <w:sz w:val="18"/>
              </w:rPr>
              <w:t>for example</w:t>
            </w:r>
            <w:r w:rsidRPr="00555977">
              <w:rPr>
                <w:rFonts w:cs="Arial"/>
                <w:sz w:val="18"/>
              </w:rPr>
              <w:t>, facts, statistics and analysis), for professional and individual investors through various media (</w:t>
            </w:r>
            <w:r w:rsidR="001F7B99" w:rsidRPr="00555977">
              <w:rPr>
                <w:rFonts w:cs="Arial"/>
                <w:sz w:val="18"/>
              </w:rPr>
              <w:t>for example</w:t>
            </w:r>
            <w:r w:rsidRPr="00555977">
              <w:rPr>
                <w:rFonts w:cs="Arial"/>
                <w:sz w:val="18"/>
              </w:rPr>
              <w:t>, the Internet, magazine).</w:t>
            </w:r>
          </w:p>
        </w:tc>
      </w:tr>
      <w:tr w:rsidR="009D488B" w:rsidRPr="00555977" w14:paraId="3E6409A4" w14:textId="77777777" w:rsidTr="00177179">
        <w:trPr>
          <w:jc w:val="center"/>
        </w:trPr>
        <w:tc>
          <w:tcPr>
            <w:tcW w:w="2508" w:type="dxa"/>
          </w:tcPr>
          <w:p w14:paraId="3E6409A2" w14:textId="77777777" w:rsidR="009D488B" w:rsidRPr="00555977" w:rsidRDefault="009D488B" w:rsidP="00555977">
            <w:pPr>
              <w:spacing w:before="60" w:after="60"/>
              <w:rPr>
                <w:rFonts w:cs="Arial"/>
                <w:sz w:val="18"/>
              </w:rPr>
            </w:pPr>
            <w:r w:rsidRPr="00555977">
              <w:rPr>
                <w:rFonts w:cs="Arial"/>
                <w:sz w:val="18"/>
              </w:rPr>
              <w:t>Institutional Investor</w:t>
            </w:r>
          </w:p>
        </w:tc>
        <w:tc>
          <w:tcPr>
            <w:tcW w:w="6600" w:type="dxa"/>
          </w:tcPr>
          <w:p w14:paraId="3E6409A3" w14:textId="77777777" w:rsidR="009D488B" w:rsidRPr="00555977" w:rsidRDefault="00F04656" w:rsidP="00555977">
            <w:pPr>
              <w:spacing w:before="60" w:after="60"/>
              <w:rPr>
                <w:rFonts w:cs="Arial"/>
                <w:sz w:val="18"/>
              </w:rPr>
            </w:pPr>
            <w:r w:rsidRPr="00555977">
              <w:rPr>
                <w:rFonts w:cs="Arial"/>
                <w:sz w:val="18"/>
              </w:rPr>
              <w:t xml:space="preserve">An organization whose primary purpose is to invest its own assets or those held in trust by it for others. Includes </w:t>
            </w:r>
            <w:hyperlink r:id="rId35" w:history="1">
              <w:r w:rsidRPr="00555977">
                <w:rPr>
                  <w:rFonts w:cs="Arial"/>
                  <w:sz w:val="18"/>
                </w:rPr>
                <w:t>investment companies</w:t>
              </w:r>
            </w:hyperlink>
            <w:r w:rsidRPr="00555977">
              <w:rPr>
                <w:rFonts w:cs="Arial"/>
                <w:sz w:val="18"/>
              </w:rPr>
              <w:t xml:space="preserve">, </w:t>
            </w:r>
            <w:hyperlink r:id="rId36" w:history="1">
              <w:r w:rsidRPr="00555977">
                <w:rPr>
                  <w:rFonts w:cs="Arial"/>
                  <w:sz w:val="18"/>
                </w:rPr>
                <w:t>mutual funds</w:t>
              </w:r>
            </w:hyperlink>
            <w:r w:rsidRPr="00555977">
              <w:rPr>
                <w:rFonts w:cs="Arial"/>
                <w:sz w:val="18"/>
              </w:rPr>
              <w:t xml:space="preserve">, </w:t>
            </w:r>
            <w:hyperlink r:id="rId37" w:history="1">
              <w:r w:rsidRPr="00555977">
                <w:rPr>
                  <w:rFonts w:cs="Arial"/>
                  <w:sz w:val="18"/>
                </w:rPr>
                <w:t>brokerages</w:t>
              </w:r>
            </w:hyperlink>
            <w:r w:rsidRPr="00555977">
              <w:rPr>
                <w:rFonts w:cs="Arial"/>
                <w:sz w:val="18"/>
              </w:rPr>
              <w:t xml:space="preserve">, </w:t>
            </w:r>
            <w:hyperlink r:id="rId38" w:history="1">
              <w:r w:rsidRPr="00555977">
                <w:rPr>
                  <w:rFonts w:cs="Arial"/>
                  <w:sz w:val="18"/>
                </w:rPr>
                <w:t>insurance companies</w:t>
              </w:r>
            </w:hyperlink>
            <w:r w:rsidRPr="00555977">
              <w:rPr>
                <w:rFonts w:cs="Arial"/>
                <w:sz w:val="18"/>
              </w:rPr>
              <w:t xml:space="preserve">, </w:t>
            </w:r>
            <w:hyperlink r:id="rId39" w:history="1">
              <w:r w:rsidRPr="00555977">
                <w:rPr>
                  <w:rFonts w:cs="Arial"/>
                  <w:sz w:val="18"/>
                </w:rPr>
                <w:t>pension funds</w:t>
              </w:r>
            </w:hyperlink>
            <w:r w:rsidRPr="00555977">
              <w:rPr>
                <w:rFonts w:cs="Arial"/>
                <w:sz w:val="18"/>
              </w:rPr>
              <w:t xml:space="preserve">, </w:t>
            </w:r>
            <w:hyperlink r:id="rId40" w:history="1">
              <w:r w:rsidRPr="00555977">
                <w:rPr>
                  <w:rFonts w:cs="Arial"/>
                  <w:sz w:val="18"/>
                </w:rPr>
                <w:t>investment banks</w:t>
              </w:r>
            </w:hyperlink>
            <w:r w:rsidRPr="00555977">
              <w:rPr>
                <w:rFonts w:cs="Arial"/>
                <w:sz w:val="18"/>
              </w:rPr>
              <w:t>.</w:t>
            </w:r>
          </w:p>
        </w:tc>
      </w:tr>
      <w:tr w:rsidR="00451F31" w:rsidRPr="00555977" w14:paraId="3E6409A7" w14:textId="77777777" w:rsidTr="00177179">
        <w:trPr>
          <w:jc w:val="center"/>
        </w:trPr>
        <w:tc>
          <w:tcPr>
            <w:tcW w:w="2508" w:type="dxa"/>
          </w:tcPr>
          <w:p w14:paraId="3E6409A5" w14:textId="77777777" w:rsidR="00451F31" w:rsidRPr="00555977" w:rsidRDefault="00002FDF" w:rsidP="00555977">
            <w:pPr>
              <w:spacing w:before="60" w:after="60"/>
              <w:rPr>
                <w:rFonts w:cs="Arial"/>
                <w:sz w:val="18"/>
              </w:rPr>
            </w:pPr>
            <w:r w:rsidRPr="00555977">
              <w:rPr>
                <w:rFonts w:cs="Arial"/>
                <w:sz w:val="18"/>
              </w:rPr>
              <w:t>Fund Manager</w:t>
            </w:r>
          </w:p>
        </w:tc>
        <w:tc>
          <w:tcPr>
            <w:tcW w:w="6600" w:type="dxa"/>
          </w:tcPr>
          <w:p w14:paraId="3E6409A6" w14:textId="77777777" w:rsidR="00451F31" w:rsidRPr="00555977" w:rsidRDefault="00A010CD" w:rsidP="00555977">
            <w:pPr>
              <w:spacing w:before="60" w:after="60"/>
              <w:rPr>
                <w:rFonts w:cs="Arial"/>
                <w:sz w:val="18"/>
              </w:rPr>
            </w:pPr>
            <w:r w:rsidRPr="00555977">
              <w:rPr>
                <w:rStyle w:val="SoDAField"/>
                <w:rFonts w:cs="Arial"/>
                <w:color w:val="auto"/>
                <w:sz w:val="18"/>
              </w:rPr>
              <w:t xml:space="preserve">Entity that implements the investment strategy, </w:t>
            </w:r>
            <w:r w:rsidR="001F7B99" w:rsidRPr="00555977">
              <w:rPr>
                <w:rStyle w:val="SoDAField"/>
                <w:rFonts w:cs="Arial"/>
                <w:color w:val="auto"/>
                <w:sz w:val="18"/>
              </w:rPr>
              <w:t>that is</w:t>
            </w:r>
            <w:r w:rsidRPr="00555977">
              <w:rPr>
                <w:rStyle w:val="SoDAField"/>
                <w:rFonts w:cs="Arial"/>
                <w:color w:val="auto"/>
                <w:sz w:val="18"/>
              </w:rPr>
              <w:t>, selects portfolio investments in accordance with the objectives and strategy in the fund's prospectus, and places orders to effect or liquidate selected investments in accordance with net flow of capital into or out of the fund.</w:t>
            </w:r>
          </w:p>
        </w:tc>
      </w:tr>
      <w:tr w:rsidR="00451F31" w:rsidRPr="00555977" w14:paraId="3E6409AA" w14:textId="77777777" w:rsidTr="00177179">
        <w:trPr>
          <w:jc w:val="center"/>
        </w:trPr>
        <w:tc>
          <w:tcPr>
            <w:tcW w:w="2508" w:type="dxa"/>
          </w:tcPr>
          <w:p w14:paraId="3E6409A8" w14:textId="77777777" w:rsidR="00451F31" w:rsidRPr="00555977" w:rsidRDefault="00002FDF" w:rsidP="00555977">
            <w:pPr>
              <w:spacing w:before="60" w:after="60"/>
              <w:rPr>
                <w:rFonts w:cs="Arial"/>
                <w:sz w:val="18"/>
              </w:rPr>
            </w:pPr>
            <w:r w:rsidRPr="00555977">
              <w:rPr>
                <w:rFonts w:cs="Arial"/>
                <w:sz w:val="18"/>
              </w:rPr>
              <w:t>Broker</w:t>
            </w:r>
          </w:p>
        </w:tc>
        <w:tc>
          <w:tcPr>
            <w:tcW w:w="6600" w:type="dxa"/>
          </w:tcPr>
          <w:p w14:paraId="3E6409A9" w14:textId="77777777" w:rsidR="00451F31" w:rsidRPr="00555977" w:rsidRDefault="00451F31" w:rsidP="00555977">
            <w:pPr>
              <w:spacing w:before="60" w:after="60"/>
              <w:rPr>
                <w:rFonts w:cs="Arial"/>
                <w:sz w:val="18"/>
              </w:rPr>
            </w:pPr>
            <w:r w:rsidRPr="00555977">
              <w:rPr>
                <w:rFonts w:cs="Arial"/>
                <w:sz w:val="18"/>
              </w:rPr>
              <w:t>The party that provides services to its members for the settlement of transactions and holding of assets.</w:t>
            </w:r>
          </w:p>
        </w:tc>
      </w:tr>
      <w:tr w:rsidR="00B47CA5" w:rsidRPr="00555977" w14:paraId="3E6409AD" w14:textId="77777777" w:rsidTr="00177179">
        <w:trPr>
          <w:jc w:val="center"/>
        </w:trPr>
        <w:tc>
          <w:tcPr>
            <w:tcW w:w="2508" w:type="dxa"/>
          </w:tcPr>
          <w:p w14:paraId="3E6409AB" w14:textId="77777777" w:rsidR="00B47CA5" w:rsidRPr="00555977" w:rsidRDefault="00B47CA5" w:rsidP="00555977">
            <w:pPr>
              <w:spacing w:before="60" w:after="60"/>
              <w:rPr>
                <w:rFonts w:cs="Arial"/>
                <w:sz w:val="18"/>
              </w:rPr>
            </w:pPr>
            <w:r w:rsidRPr="00555977">
              <w:rPr>
                <w:rFonts w:cs="Arial"/>
                <w:sz w:val="18"/>
              </w:rPr>
              <w:lastRenderedPageBreak/>
              <w:t>Beneficial Owner</w:t>
            </w:r>
          </w:p>
        </w:tc>
        <w:tc>
          <w:tcPr>
            <w:tcW w:w="6600" w:type="dxa"/>
          </w:tcPr>
          <w:p w14:paraId="3E6409AC" w14:textId="77777777" w:rsidR="003F1701" w:rsidRPr="00555977" w:rsidRDefault="00B9443D" w:rsidP="00555977">
            <w:pPr>
              <w:spacing w:before="60" w:after="60"/>
              <w:rPr>
                <w:rFonts w:cs="Arial"/>
                <w:sz w:val="18"/>
              </w:rPr>
            </w:pPr>
            <w:r w:rsidRPr="00555977">
              <w:rPr>
                <w:rFonts w:cs="Arial"/>
                <w:sz w:val="18"/>
              </w:rPr>
              <w:t xml:space="preserve">The person(s) </w:t>
            </w:r>
            <w:r w:rsidR="003F1701" w:rsidRPr="00555977">
              <w:rPr>
                <w:rFonts w:cs="Arial"/>
                <w:sz w:val="18"/>
              </w:rPr>
              <w:t xml:space="preserve">or entity </w:t>
            </w:r>
            <w:r w:rsidRPr="00555977">
              <w:rPr>
                <w:rFonts w:cs="Arial"/>
                <w:sz w:val="18"/>
              </w:rPr>
              <w:t xml:space="preserve">entitled to the benefits of ownership even though another party such as a broker or bank--the nominal owner--actually has possession and title to the security. (Source: </w:t>
            </w:r>
            <w:hyperlink r:id="rId41" w:history="1">
              <w:r w:rsidR="003F1701" w:rsidRPr="00555977">
                <w:rPr>
                  <w:rStyle w:val="Hyperlink"/>
                  <w:rFonts w:cs="Arial"/>
                  <w:color w:val="auto"/>
                  <w:sz w:val="18"/>
                </w:rPr>
                <w:t>http://www.rbeck.com</w:t>
              </w:r>
            </w:hyperlink>
            <w:r w:rsidRPr="00555977">
              <w:rPr>
                <w:rFonts w:cs="Arial"/>
                <w:sz w:val="18"/>
              </w:rPr>
              <w:t>)</w:t>
            </w:r>
            <w:r w:rsidR="003F1701" w:rsidRPr="00555977">
              <w:rPr>
                <w:rFonts w:cs="Arial"/>
                <w:sz w:val="18"/>
              </w:rPr>
              <w:t>.</w:t>
            </w:r>
          </w:p>
        </w:tc>
      </w:tr>
      <w:tr w:rsidR="006A03AD" w:rsidRPr="00555977" w14:paraId="19994FFE" w14:textId="77777777" w:rsidTr="00177179">
        <w:trPr>
          <w:jc w:val="center"/>
        </w:trPr>
        <w:tc>
          <w:tcPr>
            <w:tcW w:w="2508" w:type="dxa"/>
          </w:tcPr>
          <w:p w14:paraId="1F41F190" w14:textId="43BFA243" w:rsidR="006A03AD" w:rsidRPr="00555977" w:rsidRDefault="00552815" w:rsidP="001B15AF">
            <w:pPr>
              <w:spacing w:before="60" w:after="60"/>
              <w:rPr>
                <w:rFonts w:cs="Arial"/>
                <w:sz w:val="18"/>
              </w:rPr>
            </w:pPr>
            <w:r>
              <w:rPr>
                <w:rFonts w:cs="Arial"/>
                <w:sz w:val="18"/>
              </w:rPr>
              <w:t>Proxy Assigner</w:t>
            </w:r>
          </w:p>
        </w:tc>
        <w:tc>
          <w:tcPr>
            <w:tcW w:w="6600" w:type="dxa"/>
          </w:tcPr>
          <w:p w14:paraId="3FDCEDBD" w14:textId="5212A4A6" w:rsidR="006A03AD" w:rsidRPr="00555977" w:rsidRDefault="00552815" w:rsidP="001B15AF">
            <w:pPr>
              <w:spacing w:before="60" w:after="60"/>
              <w:rPr>
                <w:rFonts w:cs="Arial"/>
                <w:sz w:val="18"/>
              </w:rPr>
            </w:pPr>
            <w:r w:rsidRPr="00552815">
              <w:rPr>
                <w:rFonts w:cs="Arial"/>
                <w:sz w:val="18"/>
              </w:rPr>
              <w:t>Party entitled to appoint a proxy.</w:t>
            </w:r>
          </w:p>
        </w:tc>
      </w:tr>
      <w:tr w:rsidR="006A03AD" w:rsidRPr="00552815" w14:paraId="2AB3737D" w14:textId="77777777" w:rsidTr="00177179">
        <w:trPr>
          <w:jc w:val="center"/>
        </w:trPr>
        <w:tc>
          <w:tcPr>
            <w:tcW w:w="2508" w:type="dxa"/>
          </w:tcPr>
          <w:p w14:paraId="299E7F11" w14:textId="6B394029" w:rsidR="006A03AD" w:rsidRPr="00552815" w:rsidRDefault="00552815" w:rsidP="001B15AF">
            <w:pPr>
              <w:spacing w:before="60" w:after="60"/>
              <w:rPr>
                <w:rFonts w:cs="Arial"/>
                <w:sz w:val="18"/>
              </w:rPr>
            </w:pPr>
            <w:r w:rsidRPr="00552815">
              <w:rPr>
                <w:rFonts w:cs="Arial"/>
                <w:sz w:val="18"/>
              </w:rPr>
              <w:t>Registration Beneficiary</w:t>
            </w:r>
          </w:p>
        </w:tc>
        <w:tc>
          <w:tcPr>
            <w:tcW w:w="6600" w:type="dxa"/>
          </w:tcPr>
          <w:p w14:paraId="407D8711" w14:textId="3C30E510" w:rsidR="006A03AD" w:rsidRPr="00552815" w:rsidRDefault="00552815" w:rsidP="001B15AF">
            <w:pPr>
              <w:spacing w:before="60" w:after="60"/>
              <w:rPr>
                <w:rFonts w:cs="Arial"/>
                <w:sz w:val="18"/>
              </w:rPr>
            </w:pPr>
            <w:r w:rsidRPr="00552815">
              <w:rPr>
                <w:rFonts w:cs="Arial"/>
                <w:sz w:val="18"/>
              </w:rPr>
              <w:t>Party in whose name securities are registered.</w:t>
            </w:r>
          </w:p>
        </w:tc>
      </w:tr>
      <w:tr w:rsidR="006A03AD" w:rsidRPr="00552815" w14:paraId="3285E379" w14:textId="77777777" w:rsidTr="00177179">
        <w:trPr>
          <w:jc w:val="center"/>
        </w:trPr>
        <w:tc>
          <w:tcPr>
            <w:tcW w:w="2508" w:type="dxa"/>
          </w:tcPr>
          <w:p w14:paraId="3C314C6F" w14:textId="0E5F634D" w:rsidR="006A03AD" w:rsidRPr="00552815" w:rsidRDefault="00552815" w:rsidP="00555977">
            <w:pPr>
              <w:spacing w:before="60" w:after="60"/>
              <w:rPr>
                <w:rFonts w:cs="Arial"/>
                <w:sz w:val="18"/>
              </w:rPr>
            </w:pPr>
            <w:r w:rsidRPr="00552815">
              <w:rPr>
                <w:rFonts w:cs="Arial"/>
                <w:sz w:val="18"/>
              </w:rPr>
              <w:t>Meeting Initiator</w:t>
            </w:r>
          </w:p>
        </w:tc>
        <w:tc>
          <w:tcPr>
            <w:tcW w:w="6600" w:type="dxa"/>
          </w:tcPr>
          <w:p w14:paraId="4A4E2247" w14:textId="3E3A3292" w:rsidR="006A03AD" w:rsidRPr="00552815" w:rsidRDefault="00552815" w:rsidP="00555977">
            <w:pPr>
              <w:spacing w:before="60" w:after="60"/>
              <w:rPr>
                <w:rFonts w:cs="Arial"/>
                <w:sz w:val="18"/>
              </w:rPr>
            </w:pPr>
            <w:r w:rsidRPr="00552815">
              <w:rPr>
                <w:rFonts w:cs="Arial"/>
                <w:sz w:val="18"/>
              </w:rPr>
              <w:t>Specifies a party, other than the issuer, that requested that the meeting take place. It may be a court of justice or an association of security holders.</w:t>
            </w:r>
          </w:p>
        </w:tc>
      </w:tr>
      <w:tr w:rsidR="00552815" w:rsidRPr="00552815" w14:paraId="2C078715" w14:textId="77777777" w:rsidTr="00177179">
        <w:trPr>
          <w:jc w:val="center"/>
        </w:trPr>
        <w:tc>
          <w:tcPr>
            <w:tcW w:w="2508" w:type="dxa"/>
          </w:tcPr>
          <w:p w14:paraId="324EA26C" w14:textId="7C7144EE" w:rsidR="00552815" w:rsidRPr="00552815" w:rsidRDefault="00552815" w:rsidP="001B15AF">
            <w:pPr>
              <w:spacing w:before="60" w:after="60"/>
              <w:rPr>
                <w:rFonts w:cs="Arial"/>
                <w:sz w:val="18"/>
              </w:rPr>
            </w:pPr>
            <w:r w:rsidRPr="00552815">
              <w:rPr>
                <w:rFonts w:cs="Arial"/>
                <w:sz w:val="18"/>
              </w:rPr>
              <w:t>Rights Holders</w:t>
            </w:r>
          </w:p>
        </w:tc>
        <w:tc>
          <w:tcPr>
            <w:tcW w:w="6600" w:type="dxa"/>
          </w:tcPr>
          <w:p w14:paraId="0DB9CD59" w14:textId="6F318F61" w:rsidR="00552815" w:rsidRPr="00552815" w:rsidRDefault="00552815" w:rsidP="001B15AF">
            <w:pPr>
              <w:spacing w:before="60" w:after="60"/>
              <w:rPr>
                <w:rFonts w:cs="Arial"/>
                <w:sz w:val="18"/>
              </w:rPr>
            </w:pPr>
            <w:r w:rsidRPr="00552815">
              <w:rPr>
                <w:rFonts w:cs="Arial"/>
                <w:sz w:val="18"/>
              </w:rPr>
              <w:t>Owner of voting rights.</w:t>
            </w:r>
          </w:p>
        </w:tc>
      </w:tr>
      <w:tr w:rsidR="00552815" w:rsidRPr="00552815" w14:paraId="511F5D33" w14:textId="77777777" w:rsidTr="00177179">
        <w:trPr>
          <w:jc w:val="center"/>
        </w:trPr>
        <w:tc>
          <w:tcPr>
            <w:tcW w:w="2508" w:type="dxa"/>
          </w:tcPr>
          <w:p w14:paraId="37D5E980" w14:textId="04546833" w:rsidR="00552815" w:rsidRPr="00552815" w:rsidRDefault="00552815" w:rsidP="001B15AF">
            <w:pPr>
              <w:spacing w:before="60" w:after="60"/>
              <w:rPr>
                <w:rFonts w:cs="Arial"/>
                <w:sz w:val="18"/>
              </w:rPr>
            </w:pPr>
            <w:r w:rsidRPr="00552815">
              <w:rPr>
                <w:rFonts w:cs="Arial"/>
                <w:sz w:val="18"/>
              </w:rPr>
              <w:t>Assigned Proxy</w:t>
            </w:r>
          </w:p>
        </w:tc>
        <w:tc>
          <w:tcPr>
            <w:tcW w:w="6600" w:type="dxa"/>
          </w:tcPr>
          <w:p w14:paraId="63F895C1" w14:textId="77777777" w:rsidR="00552815" w:rsidRPr="00552815" w:rsidRDefault="00552815" w:rsidP="00552815">
            <w:pPr>
              <w:spacing w:before="60" w:after="60"/>
              <w:rPr>
                <w:rFonts w:cs="Arial"/>
                <w:sz w:val="18"/>
              </w:rPr>
            </w:pPr>
            <w:r w:rsidRPr="00552815">
              <w:rPr>
                <w:rFonts w:cs="Arial"/>
                <w:sz w:val="18"/>
              </w:rPr>
              <w:t>Party appointed by the rights holder to attend a meeting and vote in its name. The proxy can be the chairman of the meeting or another party selected by the issuer. The proxy can also be a third party selected by the rights holder.</w:t>
            </w:r>
          </w:p>
          <w:p w14:paraId="246BA82C" w14:textId="5295E96D" w:rsidR="00552815" w:rsidRPr="00552815" w:rsidRDefault="00552815" w:rsidP="00552815">
            <w:pPr>
              <w:spacing w:before="60" w:after="60"/>
              <w:rPr>
                <w:rFonts w:cs="Arial"/>
                <w:sz w:val="18"/>
              </w:rPr>
            </w:pPr>
            <w:r w:rsidRPr="00552815">
              <w:rPr>
                <w:rFonts w:cs="Arial"/>
                <w:sz w:val="18"/>
              </w:rPr>
              <w:t>The proxy can be assigned by a specific instruction or pre-assigned by the issuer of the meeting.</w:t>
            </w:r>
          </w:p>
        </w:tc>
      </w:tr>
      <w:tr w:rsidR="006A03AD" w:rsidRPr="00552815" w14:paraId="4EDE98F1" w14:textId="77777777" w:rsidTr="00177179">
        <w:trPr>
          <w:jc w:val="center"/>
        </w:trPr>
        <w:tc>
          <w:tcPr>
            <w:tcW w:w="2508" w:type="dxa"/>
          </w:tcPr>
          <w:p w14:paraId="3EE081CD" w14:textId="4F33AAAA" w:rsidR="006A03AD" w:rsidRPr="00552815" w:rsidRDefault="00552815" w:rsidP="00555977">
            <w:pPr>
              <w:spacing w:before="60" w:after="60"/>
              <w:rPr>
                <w:rFonts w:cs="Arial"/>
                <w:sz w:val="18"/>
              </w:rPr>
            </w:pPr>
            <w:r>
              <w:rPr>
                <w:rFonts w:cs="Arial"/>
                <w:sz w:val="18"/>
              </w:rPr>
              <w:t>Meeting Attendee</w:t>
            </w:r>
          </w:p>
        </w:tc>
        <w:tc>
          <w:tcPr>
            <w:tcW w:w="6600" w:type="dxa"/>
          </w:tcPr>
          <w:p w14:paraId="45E07468" w14:textId="528D9B3F" w:rsidR="006A03AD" w:rsidRPr="00552815" w:rsidRDefault="00552815" w:rsidP="00555977">
            <w:pPr>
              <w:spacing w:before="60" w:after="60"/>
              <w:rPr>
                <w:rFonts w:cs="Arial"/>
                <w:sz w:val="18"/>
              </w:rPr>
            </w:pPr>
            <w:r w:rsidRPr="00552815">
              <w:rPr>
                <w:rFonts w:cs="Arial"/>
                <w:sz w:val="18"/>
              </w:rPr>
              <w:t>Security holder who will attend and vote at the meeting in person and/or a person assigned by the security holder to attend the meeting without having any voting rights or taking any action.</w:t>
            </w:r>
          </w:p>
        </w:tc>
      </w:tr>
    </w:tbl>
    <w:p w14:paraId="3E6409AE" w14:textId="77777777" w:rsidR="00451F31" w:rsidRDefault="00451F31" w:rsidP="002A4BF7">
      <w:pPr>
        <w:autoSpaceDE w:val="0"/>
        <w:autoSpaceDN w:val="0"/>
        <w:adjustRightInd w:val="0"/>
        <w:spacing w:before="120"/>
        <w:jc w:val="both"/>
        <w:rPr>
          <w:rFonts w:ascii="TimesNewRomanPSMT" w:hAnsi="TimesNewRomanPSMT" w:cs="TimesNewRomanPSMT"/>
        </w:rPr>
      </w:pPr>
    </w:p>
    <w:p w14:paraId="416253DC" w14:textId="77777777" w:rsidR="006A03AD" w:rsidRDefault="006A03AD" w:rsidP="002A4BF7">
      <w:pPr>
        <w:autoSpaceDE w:val="0"/>
        <w:autoSpaceDN w:val="0"/>
        <w:adjustRightInd w:val="0"/>
        <w:spacing w:before="120"/>
        <w:jc w:val="both"/>
        <w:rPr>
          <w:rFonts w:ascii="TimesNewRomanPSMT" w:hAnsi="TimesNewRomanPSMT" w:cs="TimesNewRomanPSMT"/>
        </w:rPr>
      </w:pPr>
    </w:p>
    <w:p w14:paraId="7437E367" w14:textId="77777777" w:rsidR="006A03AD" w:rsidRPr="00555977" w:rsidRDefault="006A03AD" w:rsidP="002A4BF7">
      <w:pPr>
        <w:autoSpaceDE w:val="0"/>
        <w:autoSpaceDN w:val="0"/>
        <w:adjustRightInd w:val="0"/>
        <w:spacing w:before="120"/>
        <w:jc w:val="both"/>
        <w:rPr>
          <w:rFonts w:ascii="TimesNewRomanPSMT" w:hAnsi="TimesNewRomanPSMT" w:cs="TimesNewRomanPSMT"/>
        </w:rPr>
      </w:pPr>
    </w:p>
    <w:tbl>
      <w:tblPr>
        <w:tblStyle w:val="TableGrid"/>
        <w:tblW w:w="0" w:type="auto"/>
        <w:tblInd w:w="250" w:type="dxa"/>
        <w:tblLook w:val="01E0" w:firstRow="1" w:lastRow="1" w:firstColumn="1" w:lastColumn="1" w:noHBand="0" w:noVBand="0"/>
      </w:tblPr>
      <w:tblGrid>
        <w:gridCol w:w="2290"/>
        <w:gridCol w:w="2068"/>
        <w:gridCol w:w="2160"/>
        <w:gridCol w:w="2747"/>
      </w:tblGrid>
      <w:tr w:rsidR="0064413F" w:rsidRPr="00555977" w14:paraId="3E6409B0" w14:textId="77777777" w:rsidTr="00177179">
        <w:tc>
          <w:tcPr>
            <w:tcW w:w="2290" w:type="dxa"/>
            <w:tcBorders>
              <w:bottom w:val="single" w:sz="4" w:space="0" w:color="auto"/>
              <w:tl2br w:val="nil"/>
            </w:tcBorders>
            <w:shd w:val="clear" w:color="auto" w:fill="FFFFFF" w:themeFill="background1"/>
          </w:tcPr>
          <w:p w14:paraId="609269B6" w14:textId="77777777" w:rsidR="0064413F" w:rsidRPr="00555977" w:rsidRDefault="0064413F" w:rsidP="00555977">
            <w:pPr>
              <w:spacing w:beforeLines="20" w:before="48" w:afterLines="20" w:after="48"/>
              <w:jc w:val="center"/>
              <w:rPr>
                <w:rFonts w:cs="Arial"/>
                <w:b/>
                <w:i/>
                <w:sz w:val="18"/>
              </w:rPr>
            </w:pPr>
          </w:p>
        </w:tc>
        <w:tc>
          <w:tcPr>
            <w:tcW w:w="6975" w:type="dxa"/>
            <w:gridSpan w:val="3"/>
            <w:tcBorders>
              <w:bottom w:val="single" w:sz="4" w:space="0" w:color="auto"/>
              <w:tl2br w:val="nil"/>
            </w:tcBorders>
            <w:shd w:val="clear" w:color="auto" w:fill="FFFFFF" w:themeFill="background1"/>
            <w:vAlign w:val="center"/>
          </w:tcPr>
          <w:p w14:paraId="3E6409AF" w14:textId="7533D57F" w:rsidR="0064413F" w:rsidRPr="00555977" w:rsidRDefault="0064413F" w:rsidP="00555977">
            <w:pPr>
              <w:spacing w:beforeLines="20" w:before="48" w:afterLines="20" w:after="48"/>
              <w:jc w:val="center"/>
              <w:rPr>
                <w:rFonts w:cs="Arial"/>
                <w:b/>
                <w:sz w:val="18"/>
              </w:rPr>
            </w:pPr>
            <w:r w:rsidRPr="00555977">
              <w:rPr>
                <w:rFonts w:cs="Arial"/>
                <w:b/>
                <w:i/>
                <w:sz w:val="18"/>
              </w:rPr>
              <w:t>BusinessRoles</w:t>
            </w:r>
            <w:r w:rsidRPr="00555977">
              <w:rPr>
                <w:rFonts w:cs="Arial"/>
                <w:b/>
                <w:sz w:val="18"/>
              </w:rPr>
              <w:t>/</w:t>
            </w:r>
            <w:r w:rsidRPr="00555977">
              <w:rPr>
                <w:rFonts w:cs="Arial"/>
                <w:b/>
                <w:i/>
                <w:sz w:val="18"/>
              </w:rPr>
              <w:t>Participants</w:t>
            </w:r>
            <w:r w:rsidRPr="00555977">
              <w:rPr>
                <w:rFonts w:cs="Arial"/>
                <w:b/>
                <w:sz w:val="18"/>
              </w:rPr>
              <w:t xml:space="preserve"> Matrix Table</w:t>
            </w:r>
          </w:p>
        </w:tc>
      </w:tr>
      <w:tr w:rsidR="0064413F" w:rsidRPr="00555977" w14:paraId="3E6409B5" w14:textId="77777777" w:rsidTr="0064413F">
        <w:tc>
          <w:tcPr>
            <w:tcW w:w="2290" w:type="dxa"/>
            <w:tcBorders>
              <w:bottom w:val="single" w:sz="4" w:space="0" w:color="auto"/>
              <w:tl2br w:val="single" w:sz="4" w:space="0" w:color="auto"/>
            </w:tcBorders>
            <w:shd w:val="clear" w:color="auto" w:fill="auto"/>
          </w:tcPr>
          <w:p w14:paraId="3E6409B1" w14:textId="77777777" w:rsidR="0064413F" w:rsidRPr="00555977" w:rsidRDefault="0064413F" w:rsidP="00555977">
            <w:pPr>
              <w:spacing w:beforeLines="20" w:before="48" w:afterLines="20" w:after="48"/>
              <w:jc w:val="right"/>
              <w:rPr>
                <w:rFonts w:cs="Arial"/>
                <w:i/>
                <w:sz w:val="18"/>
              </w:rPr>
            </w:pPr>
            <w:r w:rsidRPr="00555977">
              <w:rPr>
                <w:rFonts w:cs="Arial"/>
                <w:i/>
                <w:sz w:val="18"/>
              </w:rPr>
              <w:t>Participants</w:t>
            </w:r>
          </w:p>
          <w:p w14:paraId="3E6409B2" w14:textId="77777777" w:rsidR="0064413F" w:rsidRPr="00555977" w:rsidRDefault="0064413F" w:rsidP="00555977">
            <w:pPr>
              <w:spacing w:beforeLines="20" w:before="48" w:afterLines="20" w:after="48"/>
              <w:rPr>
                <w:rFonts w:cs="Arial"/>
                <w:i/>
                <w:sz w:val="18"/>
              </w:rPr>
            </w:pPr>
            <w:r w:rsidRPr="00555977">
              <w:rPr>
                <w:rFonts w:cs="Arial"/>
                <w:i/>
                <w:sz w:val="18"/>
              </w:rPr>
              <w:t>BusinessRoles</w:t>
            </w:r>
          </w:p>
        </w:tc>
        <w:tc>
          <w:tcPr>
            <w:tcW w:w="2068" w:type="dxa"/>
            <w:shd w:val="clear" w:color="auto" w:fill="D9D9D9" w:themeFill="background1" w:themeFillShade="D9"/>
            <w:vAlign w:val="center"/>
          </w:tcPr>
          <w:p w14:paraId="3E6409B3" w14:textId="63D99F99" w:rsidR="0064413F" w:rsidRPr="0064413F" w:rsidRDefault="0064413F" w:rsidP="00555977">
            <w:pPr>
              <w:spacing w:beforeLines="20" w:before="48" w:afterLines="20" w:after="48"/>
              <w:jc w:val="center"/>
              <w:rPr>
                <w:rFonts w:cs="Arial"/>
                <w:b/>
                <w:sz w:val="18"/>
              </w:rPr>
            </w:pPr>
            <w:r w:rsidRPr="0064413F">
              <w:rPr>
                <w:rFonts w:cs="Arial"/>
                <w:b/>
                <w:sz w:val="18"/>
              </w:rPr>
              <w:t>Issuer / Issuer Agent</w:t>
            </w:r>
          </w:p>
        </w:tc>
        <w:tc>
          <w:tcPr>
            <w:tcW w:w="2160" w:type="dxa"/>
            <w:shd w:val="clear" w:color="auto" w:fill="D9D9D9" w:themeFill="background1" w:themeFillShade="D9"/>
            <w:vAlign w:val="center"/>
          </w:tcPr>
          <w:p w14:paraId="32D78EA3" w14:textId="2ECCAC97" w:rsidR="0064413F" w:rsidRPr="0064413F" w:rsidRDefault="0064413F" w:rsidP="0064413F">
            <w:pPr>
              <w:spacing w:beforeLines="20" w:before="48" w:afterLines="20" w:after="48"/>
              <w:jc w:val="center"/>
              <w:rPr>
                <w:rFonts w:cs="Arial"/>
                <w:b/>
                <w:sz w:val="18"/>
              </w:rPr>
            </w:pPr>
            <w:r w:rsidRPr="0064413F">
              <w:rPr>
                <w:rFonts w:cs="Arial"/>
                <w:b/>
                <w:sz w:val="18"/>
              </w:rPr>
              <w:t>Intermediary</w:t>
            </w:r>
          </w:p>
        </w:tc>
        <w:tc>
          <w:tcPr>
            <w:tcW w:w="2747" w:type="dxa"/>
            <w:shd w:val="clear" w:color="auto" w:fill="D9D9D9" w:themeFill="background1" w:themeFillShade="D9"/>
            <w:vAlign w:val="center"/>
          </w:tcPr>
          <w:p w14:paraId="3E6409B4" w14:textId="669F95D0" w:rsidR="0064413F" w:rsidRPr="0064413F" w:rsidRDefault="0064413F" w:rsidP="00555977">
            <w:pPr>
              <w:spacing w:beforeLines="20" w:before="48" w:afterLines="20" w:after="48"/>
              <w:jc w:val="center"/>
              <w:rPr>
                <w:rFonts w:cs="Arial"/>
                <w:b/>
                <w:sz w:val="18"/>
              </w:rPr>
            </w:pPr>
            <w:r w:rsidRPr="0064413F">
              <w:rPr>
                <w:rFonts w:cs="Arial"/>
                <w:b/>
                <w:sz w:val="18"/>
              </w:rPr>
              <w:t>Voting Party</w:t>
            </w:r>
          </w:p>
        </w:tc>
      </w:tr>
      <w:tr w:rsidR="0064413F" w:rsidRPr="00555977" w14:paraId="3E6409B9" w14:textId="77777777" w:rsidTr="0064413F">
        <w:tc>
          <w:tcPr>
            <w:tcW w:w="2290" w:type="dxa"/>
            <w:shd w:val="clear" w:color="auto" w:fill="D9D9D9" w:themeFill="background1" w:themeFillShade="D9"/>
          </w:tcPr>
          <w:p w14:paraId="3E6409B6" w14:textId="77777777" w:rsidR="0064413F" w:rsidRPr="00555977" w:rsidRDefault="0064413F" w:rsidP="00555977">
            <w:pPr>
              <w:spacing w:beforeLines="20" w:before="48" w:afterLines="20" w:after="48"/>
              <w:rPr>
                <w:rFonts w:cs="Arial"/>
                <w:sz w:val="18"/>
              </w:rPr>
            </w:pPr>
            <w:r w:rsidRPr="00555977">
              <w:rPr>
                <w:rFonts w:cs="Arial"/>
                <w:sz w:val="18"/>
              </w:rPr>
              <w:t>Global Custodian</w:t>
            </w:r>
          </w:p>
        </w:tc>
        <w:tc>
          <w:tcPr>
            <w:tcW w:w="2068" w:type="dxa"/>
            <w:vAlign w:val="center"/>
          </w:tcPr>
          <w:p w14:paraId="3E6409B7" w14:textId="4C15D3E6" w:rsidR="0064413F" w:rsidRPr="00555977" w:rsidRDefault="0064413F" w:rsidP="00555977">
            <w:pPr>
              <w:spacing w:beforeLines="20" w:before="48" w:afterLines="20" w:after="48"/>
              <w:jc w:val="center"/>
              <w:rPr>
                <w:rFonts w:cs="Arial"/>
                <w:sz w:val="18"/>
              </w:rPr>
            </w:pPr>
          </w:p>
        </w:tc>
        <w:tc>
          <w:tcPr>
            <w:tcW w:w="2160" w:type="dxa"/>
          </w:tcPr>
          <w:p w14:paraId="7FC8444F" w14:textId="48D2DDD6" w:rsidR="0064413F"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B8" w14:textId="4C2D431D" w:rsidR="0064413F" w:rsidRPr="00555977" w:rsidRDefault="0064413F" w:rsidP="00555977">
            <w:pPr>
              <w:spacing w:beforeLines="20" w:before="48" w:afterLines="20" w:after="48"/>
              <w:jc w:val="center"/>
              <w:rPr>
                <w:rFonts w:cs="Arial"/>
                <w:sz w:val="18"/>
              </w:rPr>
            </w:pPr>
          </w:p>
        </w:tc>
      </w:tr>
      <w:tr w:rsidR="00285E1D" w:rsidRPr="00555977" w14:paraId="3E6409BD" w14:textId="77777777" w:rsidTr="0064413F">
        <w:tc>
          <w:tcPr>
            <w:tcW w:w="2290" w:type="dxa"/>
            <w:shd w:val="clear" w:color="auto" w:fill="D9D9D9" w:themeFill="background1" w:themeFillShade="D9"/>
          </w:tcPr>
          <w:p w14:paraId="3E6409BA" w14:textId="77777777" w:rsidR="00285E1D" w:rsidRPr="00555977" w:rsidRDefault="00285E1D" w:rsidP="00555977">
            <w:pPr>
              <w:spacing w:beforeLines="20" w:before="48" w:afterLines="20" w:after="48"/>
              <w:rPr>
                <w:rFonts w:cs="Arial"/>
                <w:sz w:val="18"/>
              </w:rPr>
            </w:pPr>
            <w:r w:rsidRPr="00555977">
              <w:rPr>
                <w:rFonts w:cs="Arial"/>
                <w:sz w:val="18"/>
              </w:rPr>
              <w:t>Sub-Custodian</w:t>
            </w:r>
          </w:p>
        </w:tc>
        <w:tc>
          <w:tcPr>
            <w:tcW w:w="2068" w:type="dxa"/>
            <w:vAlign w:val="center"/>
          </w:tcPr>
          <w:p w14:paraId="3E6409BB" w14:textId="7C6EFE29" w:rsidR="00285E1D" w:rsidRPr="00555977" w:rsidRDefault="00285E1D" w:rsidP="00555977">
            <w:pPr>
              <w:spacing w:beforeLines="20" w:before="48" w:afterLines="20" w:after="48"/>
              <w:jc w:val="center"/>
              <w:rPr>
                <w:rFonts w:cs="Arial"/>
                <w:sz w:val="18"/>
              </w:rPr>
            </w:pPr>
          </w:p>
        </w:tc>
        <w:tc>
          <w:tcPr>
            <w:tcW w:w="2160" w:type="dxa"/>
          </w:tcPr>
          <w:p w14:paraId="0BE962FF" w14:textId="6C1633C6"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BC" w14:textId="7F749D60" w:rsidR="00285E1D" w:rsidRPr="00555977" w:rsidRDefault="00285E1D" w:rsidP="00555977">
            <w:pPr>
              <w:spacing w:beforeLines="20" w:before="48" w:afterLines="20" w:after="48"/>
              <w:jc w:val="center"/>
              <w:rPr>
                <w:rFonts w:cs="Arial"/>
                <w:sz w:val="18"/>
              </w:rPr>
            </w:pPr>
          </w:p>
        </w:tc>
      </w:tr>
      <w:tr w:rsidR="00285E1D" w:rsidRPr="00555977" w14:paraId="3E6409C9" w14:textId="77777777" w:rsidTr="0064413F">
        <w:tc>
          <w:tcPr>
            <w:tcW w:w="2290" w:type="dxa"/>
            <w:shd w:val="clear" w:color="auto" w:fill="D9D9D9" w:themeFill="background1" w:themeFillShade="D9"/>
          </w:tcPr>
          <w:p w14:paraId="3E6409C6" w14:textId="77777777" w:rsidR="00285E1D" w:rsidRPr="00555977" w:rsidRDefault="00285E1D" w:rsidP="00555977">
            <w:pPr>
              <w:spacing w:beforeLines="20" w:before="48" w:afterLines="20" w:after="48"/>
              <w:rPr>
                <w:rFonts w:cs="Arial"/>
                <w:sz w:val="18"/>
              </w:rPr>
            </w:pPr>
            <w:r w:rsidRPr="00555977">
              <w:rPr>
                <w:rFonts w:cs="Arial"/>
                <w:sz w:val="18"/>
              </w:rPr>
              <w:t>ICSD</w:t>
            </w:r>
          </w:p>
        </w:tc>
        <w:tc>
          <w:tcPr>
            <w:tcW w:w="2068" w:type="dxa"/>
            <w:vAlign w:val="center"/>
          </w:tcPr>
          <w:p w14:paraId="3E6409C7" w14:textId="6DE0FED4" w:rsidR="00285E1D" w:rsidRPr="00555977" w:rsidRDefault="00285E1D" w:rsidP="00555977">
            <w:pPr>
              <w:spacing w:beforeLines="20" w:before="48" w:afterLines="20" w:after="48"/>
              <w:jc w:val="center"/>
              <w:rPr>
                <w:rFonts w:cs="Arial"/>
                <w:sz w:val="18"/>
              </w:rPr>
            </w:pPr>
          </w:p>
        </w:tc>
        <w:tc>
          <w:tcPr>
            <w:tcW w:w="2160" w:type="dxa"/>
          </w:tcPr>
          <w:p w14:paraId="101702C5" w14:textId="1BFBDEDD"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C8" w14:textId="37C67705" w:rsidR="00285E1D" w:rsidRPr="00555977" w:rsidRDefault="00285E1D" w:rsidP="00555977">
            <w:pPr>
              <w:spacing w:beforeLines="20" w:before="48" w:afterLines="20" w:after="48"/>
              <w:jc w:val="center"/>
              <w:rPr>
                <w:rFonts w:cs="Arial"/>
                <w:sz w:val="18"/>
              </w:rPr>
            </w:pPr>
          </w:p>
        </w:tc>
      </w:tr>
      <w:tr w:rsidR="00285E1D" w:rsidRPr="00555977" w14:paraId="3E6409CD" w14:textId="77777777" w:rsidTr="0064413F">
        <w:tc>
          <w:tcPr>
            <w:tcW w:w="2290" w:type="dxa"/>
            <w:shd w:val="clear" w:color="auto" w:fill="D9D9D9" w:themeFill="background1" w:themeFillShade="D9"/>
          </w:tcPr>
          <w:p w14:paraId="3E6409CA" w14:textId="77777777" w:rsidR="00285E1D" w:rsidRPr="00555977" w:rsidRDefault="00285E1D" w:rsidP="00555977">
            <w:pPr>
              <w:spacing w:beforeLines="20" w:before="48" w:afterLines="20" w:after="48"/>
              <w:rPr>
                <w:rFonts w:cs="Arial"/>
                <w:sz w:val="18"/>
              </w:rPr>
            </w:pPr>
            <w:r w:rsidRPr="00555977">
              <w:rPr>
                <w:rFonts w:cs="Arial"/>
                <w:sz w:val="18"/>
              </w:rPr>
              <w:t>CSD</w:t>
            </w:r>
          </w:p>
        </w:tc>
        <w:tc>
          <w:tcPr>
            <w:tcW w:w="2068" w:type="dxa"/>
            <w:vAlign w:val="center"/>
          </w:tcPr>
          <w:p w14:paraId="3E6409CB" w14:textId="6B9CFD0E" w:rsidR="00285E1D" w:rsidRPr="00555977" w:rsidRDefault="00285E1D" w:rsidP="00555977">
            <w:pPr>
              <w:spacing w:beforeLines="20" w:before="48" w:afterLines="20" w:after="48"/>
              <w:jc w:val="center"/>
              <w:rPr>
                <w:rFonts w:cs="Arial"/>
                <w:sz w:val="18"/>
              </w:rPr>
            </w:pPr>
          </w:p>
        </w:tc>
        <w:tc>
          <w:tcPr>
            <w:tcW w:w="2160" w:type="dxa"/>
          </w:tcPr>
          <w:p w14:paraId="5AFE17D0" w14:textId="28A18A45"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CC" w14:textId="53D0BA21" w:rsidR="00285E1D" w:rsidRPr="00555977" w:rsidRDefault="00285E1D" w:rsidP="00555977">
            <w:pPr>
              <w:spacing w:beforeLines="20" w:before="48" w:afterLines="20" w:after="48"/>
              <w:jc w:val="center"/>
              <w:rPr>
                <w:rFonts w:cs="Arial"/>
                <w:sz w:val="18"/>
              </w:rPr>
            </w:pPr>
          </w:p>
        </w:tc>
      </w:tr>
      <w:tr w:rsidR="00285E1D" w:rsidRPr="00555977" w14:paraId="3E6409D1" w14:textId="77777777" w:rsidTr="0064413F">
        <w:tc>
          <w:tcPr>
            <w:tcW w:w="2290" w:type="dxa"/>
            <w:shd w:val="clear" w:color="auto" w:fill="D9D9D9" w:themeFill="background1" w:themeFillShade="D9"/>
          </w:tcPr>
          <w:p w14:paraId="3E6409CE" w14:textId="77777777" w:rsidR="00285E1D" w:rsidRPr="00555977" w:rsidRDefault="00285E1D" w:rsidP="00555977">
            <w:pPr>
              <w:spacing w:beforeLines="20" w:before="48" w:afterLines="20" w:after="48"/>
              <w:rPr>
                <w:rFonts w:cs="Arial"/>
                <w:sz w:val="18"/>
              </w:rPr>
            </w:pPr>
            <w:r w:rsidRPr="00555977">
              <w:rPr>
                <w:rFonts w:cs="Arial"/>
                <w:sz w:val="18"/>
              </w:rPr>
              <w:t>Market Data Provider</w:t>
            </w:r>
          </w:p>
        </w:tc>
        <w:tc>
          <w:tcPr>
            <w:tcW w:w="2068" w:type="dxa"/>
            <w:vAlign w:val="center"/>
          </w:tcPr>
          <w:p w14:paraId="3E6409CF" w14:textId="00A4ED9D" w:rsidR="00285E1D" w:rsidRPr="00555977" w:rsidRDefault="00285E1D" w:rsidP="00555977">
            <w:pPr>
              <w:spacing w:beforeLines="20" w:before="48" w:afterLines="20" w:after="48"/>
              <w:jc w:val="center"/>
              <w:rPr>
                <w:rFonts w:cs="Arial"/>
                <w:sz w:val="18"/>
              </w:rPr>
            </w:pPr>
          </w:p>
        </w:tc>
        <w:tc>
          <w:tcPr>
            <w:tcW w:w="2160" w:type="dxa"/>
          </w:tcPr>
          <w:p w14:paraId="36052D90" w14:textId="58424591"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D0" w14:textId="60E46BB7" w:rsidR="00285E1D" w:rsidRPr="00555977" w:rsidRDefault="00285E1D" w:rsidP="00555977">
            <w:pPr>
              <w:spacing w:beforeLines="20" w:before="48" w:afterLines="20" w:after="48"/>
              <w:jc w:val="center"/>
              <w:rPr>
                <w:rFonts w:cs="Arial"/>
                <w:sz w:val="18"/>
              </w:rPr>
            </w:pPr>
          </w:p>
        </w:tc>
      </w:tr>
      <w:tr w:rsidR="00285E1D" w:rsidRPr="00555977" w14:paraId="3E6409D5" w14:textId="77777777" w:rsidTr="0064413F">
        <w:tc>
          <w:tcPr>
            <w:tcW w:w="2290" w:type="dxa"/>
            <w:shd w:val="clear" w:color="auto" w:fill="D9D9D9" w:themeFill="background1" w:themeFillShade="D9"/>
          </w:tcPr>
          <w:p w14:paraId="3E6409D2" w14:textId="77777777" w:rsidR="00285E1D" w:rsidRPr="00555977" w:rsidRDefault="00285E1D" w:rsidP="00555977">
            <w:pPr>
              <w:spacing w:beforeLines="20" w:before="48" w:afterLines="20" w:after="48"/>
              <w:rPr>
                <w:rFonts w:cs="Arial"/>
                <w:sz w:val="18"/>
              </w:rPr>
            </w:pPr>
            <w:r w:rsidRPr="00555977">
              <w:rPr>
                <w:rFonts w:cs="Arial"/>
                <w:sz w:val="18"/>
              </w:rPr>
              <w:t>Institutional Investor</w:t>
            </w:r>
          </w:p>
        </w:tc>
        <w:tc>
          <w:tcPr>
            <w:tcW w:w="2068" w:type="dxa"/>
            <w:vAlign w:val="center"/>
          </w:tcPr>
          <w:p w14:paraId="3E6409D3" w14:textId="77777777" w:rsidR="00285E1D" w:rsidRPr="00555977" w:rsidRDefault="00285E1D" w:rsidP="00555977">
            <w:pPr>
              <w:spacing w:beforeLines="20" w:before="48" w:afterLines="20" w:after="48"/>
              <w:jc w:val="center"/>
              <w:rPr>
                <w:rFonts w:cs="Arial"/>
                <w:sz w:val="18"/>
              </w:rPr>
            </w:pPr>
          </w:p>
        </w:tc>
        <w:tc>
          <w:tcPr>
            <w:tcW w:w="2160" w:type="dxa"/>
          </w:tcPr>
          <w:p w14:paraId="60DBE43A" w14:textId="5D060CFE" w:rsidR="00285E1D" w:rsidRPr="00555977" w:rsidRDefault="00285E1D" w:rsidP="00555977">
            <w:pPr>
              <w:spacing w:beforeLines="20" w:before="48" w:afterLines="20" w:after="48"/>
              <w:jc w:val="center"/>
              <w:rPr>
                <w:rFonts w:cs="Arial"/>
                <w:sz w:val="18"/>
              </w:rPr>
            </w:pPr>
          </w:p>
        </w:tc>
        <w:tc>
          <w:tcPr>
            <w:tcW w:w="2747" w:type="dxa"/>
            <w:vAlign w:val="center"/>
          </w:tcPr>
          <w:p w14:paraId="3E6409D4" w14:textId="7F03BA12" w:rsidR="00285E1D" w:rsidRPr="00555977" w:rsidRDefault="00285E1D" w:rsidP="00555977">
            <w:pPr>
              <w:spacing w:beforeLines="20" w:before="48" w:afterLines="20" w:after="48"/>
              <w:jc w:val="center"/>
              <w:rPr>
                <w:rFonts w:cs="Arial"/>
                <w:sz w:val="18"/>
              </w:rPr>
            </w:pPr>
            <w:r>
              <w:rPr>
                <w:rFonts w:cs="Arial"/>
                <w:sz w:val="18"/>
              </w:rPr>
              <w:t>X</w:t>
            </w:r>
          </w:p>
        </w:tc>
      </w:tr>
      <w:tr w:rsidR="00285E1D" w:rsidRPr="00555977" w14:paraId="3E6409D9" w14:textId="77777777" w:rsidTr="0064413F">
        <w:tc>
          <w:tcPr>
            <w:tcW w:w="2290" w:type="dxa"/>
            <w:shd w:val="clear" w:color="auto" w:fill="D9D9D9" w:themeFill="background1" w:themeFillShade="D9"/>
          </w:tcPr>
          <w:p w14:paraId="3E6409D6" w14:textId="77777777" w:rsidR="00285E1D" w:rsidRPr="00555977" w:rsidRDefault="00285E1D" w:rsidP="00555977">
            <w:pPr>
              <w:spacing w:beforeLines="20" w:before="48" w:afterLines="20" w:after="48"/>
              <w:rPr>
                <w:rFonts w:cs="Arial"/>
                <w:sz w:val="18"/>
              </w:rPr>
            </w:pPr>
            <w:r w:rsidRPr="00555977">
              <w:rPr>
                <w:rFonts w:cs="Arial"/>
                <w:sz w:val="18"/>
              </w:rPr>
              <w:t>Fund Manager</w:t>
            </w:r>
          </w:p>
        </w:tc>
        <w:tc>
          <w:tcPr>
            <w:tcW w:w="2068" w:type="dxa"/>
            <w:vAlign w:val="center"/>
          </w:tcPr>
          <w:p w14:paraId="3E6409D7" w14:textId="77777777" w:rsidR="00285E1D" w:rsidRPr="00555977" w:rsidRDefault="00285E1D" w:rsidP="00555977">
            <w:pPr>
              <w:spacing w:beforeLines="20" w:before="48" w:afterLines="20" w:after="48"/>
              <w:jc w:val="center"/>
              <w:rPr>
                <w:rFonts w:cs="Arial"/>
                <w:sz w:val="18"/>
              </w:rPr>
            </w:pPr>
          </w:p>
        </w:tc>
        <w:tc>
          <w:tcPr>
            <w:tcW w:w="2160" w:type="dxa"/>
          </w:tcPr>
          <w:p w14:paraId="28EB2F1B" w14:textId="6C3136FD" w:rsidR="00285E1D" w:rsidRPr="00555977" w:rsidRDefault="00285E1D" w:rsidP="00555977">
            <w:pPr>
              <w:spacing w:beforeLines="20" w:before="48" w:afterLines="20" w:after="48"/>
              <w:jc w:val="center"/>
              <w:rPr>
                <w:rFonts w:cs="Arial"/>
                <w:sz w:val="18"/>
              </w:rPr>
            </w:pPr>
          </w:p>
        </w:tc>
        <w:tc>
          <w:tcPr>
            <w:tcW w:w="2747" w:type="dxa"/>
            <w:vAlign w:val="center"/>
          </w:tcPr>
          <w:p w14:paraId="3E6409D8" w14:textId="237C9F9B" w:rsidR="00285E1D" w:rsidRPr="00555977" w:rsidRDefault="00285E1D" w:rsidP="00555977">
            <w:pPr>
              <w:spacing w:beforeLines="20" w:before="48" w:afterLines="20" w:after="48"/>
              <w:jc w:val="center"/>
              <w:rPr>
                <w:rFonts w:cs="Arial"/>
                <w:sz w:val="18"/>
              </w:rPr>
            </w:pPr>
            <w:r>
              <w:rPr>
                <w:rFonts w:cs="Arial"/>
                <w:sz w:val="18"/>
              </w:rPr>
              <w:t>X</w:t>
            </w:r>
          </w:p>
        </w:tc>
      </w:tr>
      <w:tr w:rsidR="00285E1D" w:rsidRPr="00555977" w14:paraId="3E6409DD" w14:textId="77777777" w:rsidTr="0064413F">
        <w:tc>
          <w:tcPr>
            <w:tcW w:w="2290" w:type="dxa"/>
            <w:shd w:val="clear" w:color="auto" w:fill="D9D9D9" w:themeFill="background1" w:themeFillShade="D9"/>
          </w:tcPr>
          <w:p w14:paraId="3E6409DA" w14:textId="77777777" w:rsidR="00285E1D" w:rsidRPr="00555977" w:rsidRDefault="00285E1D" w:rsidP="00555977">
            <w:pPr>
              <w:spacing w:beforeLines="20" w:before="48" w:afterLines="20" w:after="48"/>
              <w:rPr>
                <w:rFonts w:cs="Arial"/>
                <w:sz w:val="18"/>
              </w:rPr>
            </w:pPr>
            <w:r w:rsidRPr="00555977">
              <w:rPr>
                <w:rFonts w:cs="Arial"/>
                <w:sz w:val="18"/>
              </w:rPr>
              <w:t>Broker</w:t>
            </w:r>
          </w:p>
        </w:tc>
        <w:tc>
          <w:tcPr>
            <w:tcW w:w="2068" w:type="dxa"/>
            <w:vAlign w:val="center"/>
          </w:tcPr>
          <w:p w14:paraId="3E6409DB" w14:textId="523C4653" w:rsidR="00285E1D" w:rsidRPr="00555977" w:rsidRDefault="00285E1D" w:rsidP="00555977">
            <w:pPr>
              <w:spacing w:beforeLines="20" w:before="48" w:afterLines="20" w:after="48"/>
              <w:jc w:val="center"/>
              <w:rPr>
                <w:rFonts w:cs="Arial"/>
                <w:sz w:val="18"/>
              </w:rPr>
            </w:pPr>
          </w:p>
        </w:tc>
        <w:tc>
          <w:tcPr>
            <w:tcW w:w="2160" w:type="dxa"/>
          </w:tcPr>
          <w:p w14:paraId="427CEE30" w14:textId="4A66560A"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DC" w14:textId="3655BB1A" w:rsidR="00285E1D" w:rsidRPr="00555977" w:rsidRDefault="00285E1D" w:rsidP="00555977">
            <w:pPr>
              <w:spacing w:beforeLines="20" w:before="48" w:afterLines="20" w:after="48"/>
              <w:jc w:val="center"/>
              <w:rPr>
                <w:rFonts w:cs="Arial"/>
                <w:sz w:val="18"/>
              </w:rPr>
            </w:pPr>
          </w:p>
        </w:tc>
      </w:tr>
      <w:tr w:rsidR="00285E1D" w:rsidRPr="00555977" w14:paraId="3CF2B6D8" w14:textId="77777777" w:rsidTr="0064413F">
        <w:tc>
          <w:tcPr>
            <w:tcW w:w="2290" w:type="dxa"/>
            <w:shd w:val="clear" w:color="auto" w:fill="D9D9D9" w:themeFill="background1" w:themeFillShade="D9"/>
          </w:tcPr>
          <w:p w14:paraId="309D448D" w14:textId="77777777" w:rsidR="00285E1D" w:rsidRPr="00555977" w:rsidRDefault="00285E1D" w:rsidP="001B15AF">
            <w:pPr>
              <w:spacing w:beforeLines="20" w:before="48" w:afterLines="20" w:after="48"/>
              <w:rPr>
                <w:rFonts w:cs="Arial"/>
                <w:sz w:val="18"/>
              </w:rPr>
            </w:pPr>
            <w:r w:rsidRPr="00555977">
              <w:rPr>
                <w:rFonts w:cs="Arial"/>
                <w:sz w:val="18"/>
              </w:rPr>
              <w:t>Beneficial Owner</w:t>
            </w:r>
          </w:p>
        </w:tc>
        <w:tc>
          <w:tcPr>
            <w:tcW w:w="2068" w:type="dxa"/>
            <w:vAlign w:val="center"/>
          </w:tcPr>
          <w:p w14:paraId="1C5BAD6A" w14:textId="77777777" w:rsidR="00285E1D" w:rsidRPr="00555977" w:rsidRDefault="00285E1D" w:rsidP="001B15AF">
            <w:pPr>
              <w:spacing w:beforeLines="20" w:before="48" w:afterLines="20" w:after="48"/>
              <w:jc w:val="center"/>
              <w:rPr>
                <w:rFonts w:cs="Arial"/>
                <w:sz w:val="18"/>
              </w:rPr>
            </w:pPr>
          </w:p>
        </w:tc>
        <w:tc>
          <w:tcPr>
            <w:tcW w:w="2160" w:type="dxa"/>
          </w:tcPr>
          <w:p w14:paraId="6D300E11" w14:textId="37177DC6" w:rsidR="00285E1D" w:rsidRPr="00555977" w:rsidRDefault="00285E1D" w:rsidP="001B15AF">
            <w:pPr>
              <w:spacing w:beforeLines="20" w:before="48" w:afterLines="20" w:after="48"/>
              <w:jc w:val="center"/>
              <w:rPr>
                <w:rFonts w:cs="Arial"/>
                <w:sz w:val="18"/>
              </w:rPr>
            </w:pPr>
          </w:p>
        </w:tc>
        <w:tc>
          <w:tcPr>
            <w:tcW w:w="2747" w:type="dxa"/>
            <w:vAlign w:val="center"/>
          </w:tcPr>
          <w:p w14:paraId="04188D55" w14:textId="1B40E422"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0E8B9D6A" w14:textId="77777777" w:rsidTr="0064413F">
        <w:tc>
          <w:tcPr>
            <w:tcW w:w="2290" w:type="dxa"/>
            <w:shd w:val="clear" w:color="auto" w:fill="D9D9D9" w:themeFill="background1" w:themeFillShade="D9"/>
          </w:tcPr>
          <w:p w14:paraId="465D4274" w14:textId="7A04B37A" w:rsidR="00285E1D" w:rsidRPr="00555977" w:rsidRDefault="00285E1D" w:rsidP="001B15AF">
            <w:pPr>
              <w:spacing w:beforeLines="20" w:before="48" w:afterLines="20" w:after="48"/>
              <w:rPr>
                <w:rFonts w:cs="Arial"/>
                <w:sz w:val="18"/>
              </w:rPr>
            </w:pPr>
            <w:r>
              <w:rPr>
                <w:rFonts w:cs="Arial"/>
                <w:sz w:val="18"/>
              </w:rPr>
              <w:t>Proxy Assigner</w:t>
            </w:r>
          </w:p>
        </w:tc>
        <w:tc>
          <w:tcPr>
            <w:tcW w:w="2068" w:type="dxa"/>
            <w:vAlign w:val="center"/>
          </w:tcPr>
          <w:p w14:paraId="02CB28A5" w14:textId="7E2E146F" w:rsidR="00285E1D" w:rsidRPr="00555977" w:rsidRDefault="00285E1D" w:rsidP="001B15AF">
            <w:pPr>
              <w:spacing w:beforeLines="20" w:before="48" w:afterLines="20" w:after="48"/>
              <w:jc w:val="center"/>
              <w:rPr>
                <w:rFonts w:cs="Arial"/>
                <w:sz w:val="18"/>
              </w:rPr>
            </w:pPr>
            <w:r>
              <w:rPr>
                <w:rFonts w:cs="Arial"/>
                <w:sz w:val="18"/>
              </w:rPr>
              <w:t>X</w:t>
            </w:r>
          </w:p>
        </w:tc>
        <w:tc>
          <w:tcPr>
            <w:tcW w:w="2160" w:type="dxa"/>
          </w:tcPr>
          <w:p w14:paraId="61C8E0F4" w14:textId="6E045068" w:rsidR="00285E1D" w:rsidRPr="00555977" w:rsidRDefault="00285E1D" w:rsidP="001B15AF">
            <w:pPr>
              <w:spacing w:beforeLines="20" w:before="48" w:afterLines="20" w:after="48"/>
              <w:jc w:val="center"/>
              <w:rPr>
                <w:rFonts w:cs="Arial"/>
                <w:sz w:val="18"/>
              </w:rPr>
            </w:pPr>
          </w:p>
        </w:tc>
        <w:tc>
          <w:tcPr>
            <w:tcW w:w="2747" w:type="dxa"/>
            <w:vAlign w:val="center"/>
          </w:tcPr>
          <w:p w14:paraId="46E306E0" w14:textId="4D0650A8"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7D04D083" w14:textId="77777777" w:rsidTr="0064413F">
        <w:tc>
          <w:tcPr>
            <w:tcW w:w="2290" w:type="dxa"/>
            <w:shd w:val="clear" w:color="auto" w:fill="D9D9D9" w:themeFill="background1" w:themeFillShade="D9"/>
          </w:tcPr>
          <w:p w14:paraId="1D22B46A" w14:textId="6B8A2A7F" w:rsidR="00285E1D" w:rsidRPr="00555977" w:rsidRDefault="00285E1D" w:rsidP="001B15AF">
            <w:pPr>
              <w:spacing w:beforeLines="20" w:before="48" w:afterLines="20" w:after="48"/>
              <w:rPr>
                <w:rFonts w:cs="Arial"/>
                <w:sz w:val="18"/>
              </w:rPr>
            </w:pPr>
            <w:r w:rsidRPr="00552815">
              <w:rPr>
                <w:rFonts w:cs="Arial"/>
                <w:sz w:val="18"/>
              </w:rPr>
              <w:t>Registration Beneficiary</w:t>
            </w:r>
          </w:p>
        </w:tc>
        <w:tc>
          <w:tcPr>
            <w:tcW w:w="2068" w:type="dxa"/>
            <w:vAlign w:val="center"/>
          </w:tcPr>
          <w:p w14:paraId="5770163B" w14:textId="77777777" w:rsidR="00285E1D" w:rsidRPr="00555977" w:rsidRDefault="00285E1D" w:rsidP="001B15AF">
            <w:pPr>
              <w:spacing w:beforeLines="20" w:before="48" w:afterLines="20" w:after="48"/>
              <w:jc w:val="center"/>
              <w:rPr>
                <w:rFonts w:cs="Arial"/>
                <w:sz w:val="18"/>
              </w:rPr>
            </w:pPr>
          </w:p>
        </w:tc>
        <w:tc>
          <w:tcPr>
            <w:tcW w:w="2160" w:type="dxa"/>
          </w:tcPr>
          <w:p w14:paraId="09E31473" w14:textId="368DA755" w:rsidR="00285E1D" w:rsidRPr="00555977" w:rsidRDefault="00285E1D" w:rsidP="001B15AF">
            <w:pPr>
              <w:spacing w:beforeLines="20" w:before="48" w:afterLines="20" w:after="48"/>
              <w:jc w:val="center"/>
              <w:rPr>
                <w:rFonts w:cs="Arial"/>
                <w:sz w:val="18"/>
              </w:rPr>
            </w:pPr>
          </w:p>
        </w:tc>
        <w:tc>
          <w:tcPr>
            <w:tcW w:w="2747" w:type="dxa"/>
            <w:vAlign w:val="center"/>
          </w:tcPr>
          <w:p w14:paraId="0211B978" w14:textId="06510A49"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60CB2884" w14:textId="77777777" w:rsidTr="0064413F">
        <w:tc>
          <w:tcPr>
            <w:tcW w:w="2290" w:type="dxa"/>
            <w:shd w:val="clear" w:color="auto" w:fill="D9D9D9" w:themeFill="background1" w:themeFillShade="D9"/>
          </w:tcPr>
          <w:p w14:paraId="3CC019F8" w14:textId="79AC887D" w:rsidR="00285E1D" w:rsidRPr="00555977" w:rsidRDefault="00285E1D" w:rsidP="001B15AF">
            <w:pPr>
              <w:spacing w:beforeLines="20" w:before="48" w:afterLines="20" w:after="48"/>
              <w:rPr>
                <w:rFonts w:cs="Arial"/>
                <w:sz w:val="18"/>
              </w:rPr>
            </w:pPr>
            <w:r w:rsidRPr="00552815">
              <w:rPr>
                <w:rFonts w:cs="Arial"/>
                <w:sz w:val="18"/>
              </w:rPr>
              <w:t>Meeting Initiator</w:t>
            </w:r>
          </w:p>
        </w:tc>
        <w:tc>
          <w:tcPr>
            <w:tcW w:w="2068" w:type="dxa"/>
            <w:vAlign w:val="center"/>
          </w:tcPr>
          <w:p w14:paraId="30B10A8C" w14:textId="6D62B106" w:rsidR="00285E1D" w:rsidRPr="00555977" w:rsidRDefault="00285E1D" w:rsidP="001B15AF">
            <w:pPr>
              <w:spacing w:beforeLines="20" w:before="48" w:afterLines="20" w:after="48"/>
              <w:jc w:val="center"/>
              <w:rPr>
                <w:rFonts w:cs="Arial"/>
                <w:sz w:val="18"/>
              </w:rPr>
            </w:pPr>
            <w:r>
              <w:rPr>
                <w:rFonts w:cs="Arial"/>
                <w:sz w:val="18"/>
              </w:rPr>
              <w:t>X</w:t>
            </w:r>
          </w:p>
        </w:tc>
        <w:tc>
          <w:tcPr>
            <w:tcW w:w="2160" w:type="dxa"/>
          </w:tcPr>
          <w:p w14:paraId="3AAA5FDB" w14:textId="735943F7" w:rsidR="00285E1D" w:rsidRPr="00555977" w:rsidRDefault="00285E1D" w:rsidP="001B15AF">
            <w:pPr>
              <w:spacing w:beforeLines="20" w:before="48" w:afterLines="20" w:after="48"/>
              <w:jc w:val="center"/>
              <w:rPr>
                <w:rFonts w:cs="Arial"/>
                <w:sz w:val="18"/>
              </w:rPr>
            </w:pPr>
          </w:p>
        </w:tc>
        <w:tc>
          <w:tcPr>
            <w:tcW w:w="2747" w:type="dxa"/>
            <w:vAlign w:val="center"/>
          </w:tcPr>
          <w:p w14:paraId="12EE7354" w14:textId="1C045869" w:rsidR="00285E1D" w:rsidRPr="00555977" w:rsidRDefault="00285E1D" w:rsidP="001B15AF">
            <w:pPr>
              <w:spacing w:beforeLines="20" w:before="48" w:afterLines="20" w:after="48"/>
              <w:jc w:val="center"/>
              <w:rPr>
                <w:rFonts w:cs="Arial"/>
                <w:sz w:val="18"/>
              </w:rPr>
            </w:pPr>
          </w:p>
        </w:tc>
      </w:tr>
      <w:tr w:rsidR="00285E1D" w:rsidRPr="00555977" w14:paraId="69FE69CC" w14:textId="77777777" w:rsidTr="0064413F">
        <w:tc>
          <w:tcPr>
            <w:tcW w:w="2290" w:type="dxa"/>
            <w:shd w:val="clear" w:color="auto" w:fill="D9D9D9" w:themeFill="background1" w:themeFillShade="D9"/>
          </w:tcPr>
          <w:p w14:paraId="6CDE4956" w14:textId="0D0127B6" w:rsidR="00285E1D" w:rsidRPr="00555977" w:rsidRDefault="00285E1D" w:rsidP="001B15AF">
            <w:pPr>
              <w:spacing w:beforeLines="20" w:before="48" w:afterLines="20" w:after="48"/>
              <w:rPr>
                <w:rFonts w:cs="Arial"/>
                <w:sz w:val="18"/>
              </w:rPr>
            </w:pPr>
            <w:r w:rsidRPr="00552815">
              <w:rPr>
                <w:rFonts w:cs="Arial"/>
                <w:sz w:val="18"/>
              </w:rPr>
              <w:t>Rights Holders</w:t>
            </w:r>
          </w:p>
        </w:tc>
        <w:tc>
          <w:tcPr>
            <w:tcW w:w="2068" w:type="dxa"/>
            <w:vAlign w:val="center"/>
          </w:tcPr>
          <w:p w14:paraId="26B04BF9" w14:textId="77777777" w:rsidR="00285E1D" w:rsidRPr="00555977" w:rsidRDefault="00285E1D" w:rsidP="001B15AF">
            <w:pPr>
              <w:spacing w:beforeLines="20" w:before="48" w:afterLines="20" w:after="48"/>
              <w:jc w:val="center"/>
              <w:rPr>
                <w:rFonts w:cs="Arial"/>
                <w:sz w:val="18"/>
              </w:rPr>
            </w:pPr>
          </w:p>
        </w:tc>
        <w:tc>
          <w:tcPr>
            <w:tcW w:w="2160" w:type="dxa"/>
          </w:tcPr>
          <w:p w14:paraId="7AA0D4DD" w14:textId="42913DA3" w:rsidR="00285E1D" w:rsidRPr="00555977" w:rsidRDefault="00285E1D" w:rsidP="001B15AF">
            <w:pPr>
              <w:spacing w:beforeLines="20" w:before="48" w:afterLines="20" w:after="48"/>
              <w:jc w:val="center"/>
              <w:rPr>
                <w:rFonts w:cs="Arial"/>
                <w:sz w:val="18"/>
              </w:rPr>
            </w:pPr>
          </w:p>
        </w:tc>
        <w:tc>
          <w:tcPr>
            <w:tcW w:w="2747" w:type="dxa"/>
            <w:vAlign w:val="center"/>
          </w:tcPr>
          <w:p w14:paraId="545F604E" w14:textId="58F66710"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78BCE397" w14:textId="77777777" w:rsidTr="0064413F">
        <w:tc>
          <w:tcPr>
            <w:tcW w:w="2290" w:type="dxa"/>
            <w:shd w:val="clear" w:color="auto" w:fill="D9D9D9" w:themeFill="background1" w:themeFillShade="D9"/>
          </w:tcPr>
          <w:p w14:paraId="602DB2AA" w14:textId="13B00619" w:rsidR="00285E1D" w:rsidRPr="00555977" w:rsidRDefault="00285E1D" w:rsidP="001B15AF">
            <w:pPr>
              <w:spacing w:beforeLines="20" w:before="48" w:afterLines="20" w:after="48"/>
              <w:rPr>
                <w:rFonts w:cs="Arial"/>
                <w:sz w:val="18"/>
              </w:rPr>
            </w:pPr>
            <w:r w:rsidRPr="00552815">
              <w:rPr>
                <w:rFonts w:cs="Arial"/>
                <w:sz w:val="18"/>
              </w:rPr>
              <w:t>Assigned Proxy</w:t>
            </w:r>
          </w:p>
        </w:tc>
        <w:tc>
          <w:tcPr>
            <w:tcW w:w="2068" w:type="dxa"/>
            <w:vAlign w:val="center"/>
          </w:tcPr>
          <w:p w14:paraId="542C11C0" w14:textId="77777777" w:rsidR="00285E1D" w:rsidRPr="00555977" w:rsidRDefault="00285E1D" w:rsidP="001B15AF">
            <w:pPr>
              <w:spacing w:beforeLines="20" w:before="48" w:afterLines="20" w:after="48"/>
              <w:jc w:val="center"/>
              <w:rPr>
                <w:rFonts w:cs="Arial"/>
                <w:sz w:val="18"/>
              </w:rPr>
            </w:pPr>
          </w:p>
        </w:tc>
        <w:tc>
          <w:tcPr>
            <w:tcW w:w="2160" w:type="dxa"/>
          </w:tcPr>
          <w:p w14:paraId="00D1CD2F" w14:textId="63FF3FF7" w:rsidR="00285E1D" w:rsidRPr="00555977" w:rsidRDefault="00285E1D" w:rsidP="001B15AF">
            <w:pPr>
              <w:spacing w:beforeLines="20" w:before="48" w:afterLines="20" w:after="48"/>
              <w:jc w:val="center"/>
              <w:rPr>
                <w:rFonts w:cs="Arial"/>
                <w:sz w:val="18"/>
              </w:rPr>
            </w:pPr>
            <w:r>
              <w:rPr>
                <w:rFonts w:cs="Arial"/>
                <w:sz w:val="18"/>
              </w:rPr>
              <w:t>X</w:t>
            </w:r>
          </w:p>
        </w:tc>
        <w:tc>
          <w:tcPr>
            <w:tcW w:w="2747" w:type="dxa"/>
            <w:vAlign w:val="center"/>
          </w:tcPr>
          <w:p w14:paraId="39B1E577" w14:textId="69A70715"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3E6409E1" w14:textId="77777777" w:rsidTr="0064413F">
        <w:tc>
          <w:tcPr>
            <w:tcW w:w="2290" w:type="dxa"/>
            <w:shd w:val="clear" w:color="auto" w:fill="D9D9D9" w:themeFill="background1" w:themeFillShade="D9"/>
          </w:tcPr>
          <w:p w14:paraId="3E6409DE" w14:textId="02DB6629" w:rsidR="00285E1D" w:rsidRPr="00555977" w:rsidRDefault="00285E1D" w:rsidP="00555977">
            <w:pPr>
              <w:spacing w:beforeLines="20" w:before="48" w:afterLines="20" w:after="48"/>
              <w:rPr>
                <w:rFonts w:cs="Arial"/>
                <w:sz w:val="18"/>
              </w:rPr>
            </w:pPr>
            <w:r>
              <w:rPr>
                <w:rFonts w:cs="Arial"/>
                <w:sz w:val="18"/>
              </w:rPr>
              <w:t>Meeting Attendee</w:t>
            </w:r>
          </w:p>
        </w:tc>
        <w:tc>
          <w:tcPr>
            <w:tcW w:w="2068" w:type="dxa"/>
            <w:vAlign w:val="center"/>
          </w:tcPr>
          <w:p w14:paraId="3E6409DF" w14:textId="77777777" w:rsidR="00285E1D" w:rsidRPr="00555977" w:rsidRDefault="00285E1D" w:rsidP="00555977">
            <w:pPr>
              <w:spacing w:beforeLines="20" w:before="48" w:afterLines="20" w:after="48"/>
              <w:jc w:val="center"/>
              <w:rPr>
                <w:rFonts w:cs="Arial"/>
                <w:sz w:val="18"/>
              </w:rPr>
            </w:pPr>
          </w:p>
        </w:tc>
        <w:tc>
          <w:tcPr>
            <w:tcW w:w="2160" w:type="dxa"/>
          </w:tcPr>
          <w:p w14:paraId="0845EBB8" w14:textId="25F957B8"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E0" w14:textId="124CC39F" w:rsidR="00285E1D" w:rsidRPr="00555977" w:rsidRDefault="00285E1D" w:rsidP="00555977">
            <w:pPr>
              <w:spacing w:beforeLines="20" w:before="48" w:afterLines="20" w:after="48"/>
              <w:jc w:val="center"/>
              <w:rPr>
                <w:rFonts w:cs="Arial"/>
                <w:sz w:val="18"/>
              </w:rPr>
            </w:pPr>
            <w:r>
              <w:rPr>
                <w:rFonts w:cs="Arial"/>
                <w:sz w:val="18"/>
              </w:rPr>
              <w:t>X</w:t>
            </w:r>
          </w:p>
        </w:tc>
      </w:tr>
    </w:tbl>
    <w:p w14:paraId="3E6409E2" w14:textId="77777777" w:rsidR="00451F31" w:rsidRPr="008B3BC4" w:rsidRDefault="00451F31" w:rsidP="002A4BF7">
      <w:pPr>
        <w:autoSpaceDE w:val="0"/>
        <w:autoSpaceDN w:val="0"/>
        <w:adjustRightInd w:val="0"/>
        <w:spacing w:before="120"/>
        <w:jc w:val="both"/>
        <w:rPr>
          <w:rFonts w:ascii="TimesNewRomanPSMT" w:hAnsi="TimesNewRomanPSMT" w:cs="TimesNewRomanPSMT"/>
          <w:color w:val="000000"/>
        </w:rPr>
      </w:pPr>
    </w:p>
    <w:p w14:paraId="59EE939C" w14:textId="77777777" w:rsidR="00E904C4" w:rsidRDefault="00E904C4">
      <w:pPr>
        <w:spacing w:before="0"/>
        <w:rPr>
          <w:b/>
          <w:sz w:val="32"/>
        </w:rPr>
      </w:pPr>
      <w:r>
        <w:br w:type="page"/>
      </w:r>
    </w:p>
    <w:p w14:paraId="3E640A2E" w14:textId="6C342524" w:rsidR="00721AE7" w:rsidRDefault="00911DFF" w:rsidP="00B570F8">
      <w:pPr>
        <w:pStyle w:val="Heading1"/>
      </w:pPr>
      <w:bookmarkStart w:id="26" w:name="_Toc63870576"/>
      <w:r w:rsidRPr="001E315E">
        <w:lastRenderedPageBreak/>
        <w:t>BusinessTransactions</w:t>
      </w:r>
      <w:bookmarkEnd w:id="26"/>
    </w:p>
    <w:p w14:paraId="1B7EE78C" w14:textId="1BBAF58F" w:rsidR="00E87B1D" w:rsidRPr="009D0675" w:rsidRDefault="00E87B1D" w:rsidP="00E87B1D">
      <w:r w:rsidRPr="009D0675">
        <w:t xml:space="preserve">This section illustrates the </w:t>
      </w:r>
      <w:r w:rsidR="009D0675">
        <w:t>flows</w:t>
      </w:r>
      <w:r w:rsidRPr="009D0675">
        <w:t xml:space="preserve"> of the </w:t>
      </w:r>
      <w:r w:rsidR="001E27F3">
        <w:t>general meeting</w:t>
      </w:r>
      <w:r w:rsidRPr="009D0675">
        <w:t xml:space="preserve"> messages</w:t>
      </w:r>
      <w:r w:rsidR="009D0675">
        <w:t xml:space="preserve"> </w:t>
      </w:r>
      <w:r w:rsidRPr="009D0675">
        <w:t xml:space="preserve">in typical message sequencing scenarios. The </w:t>
      </w:r>
      <w:r w:rsidR="001E27F3">
        <w:t>general meeting</w:t>
      </w:r>
      <w:r w:rsidRPr="009D0675">
        <w:t xml:space="preserve"> messages</w:t>
      </w:r>
      <w:r w:rsidR="009D0675">
        <w:t xml:space="preserve"> </w:t>
      </w:r>
      <w:r w:rsidRPr="009D0675">
        <w:t>are exchang</w:t>
      </w:r>
      <w:r w:rsidR="009D0675">
        <w:t>ed between a notifying party, for example</w:t>
      </w:r>
      <w:r w:rsidRPr="009D0675">
        <w:t>, an issuer or its agent,</w:t>
      </w:r>
      <w:r w:rsidR="009D0675">
        <w:t xml:space="preserve"> </w:t>
      </w:r>
      <w:r w:rsidRPr="009D0675">
        <w:t xml:space="preserve">one or more intermediaries and a party holding the right to vote. </w:t>
      </w:r>
    </w:p>
    <w:p w14:paraId="6FB1D14B" w14:textId="2258FBA3" w:rsidR="00E87B1D" w:rsidRPr="009D0675" w:rsidRDefault="00E87B1D" w:rsidP="00E87B1D">
      <w:r w:rsidRPr="009D0675">
        <w:t>The flows in each scenario include only one intermediary to</w:t>
      </w:r>
      <w:r w:rsidR="009D0675">
        <w:t xml:space="preserve"> </w:t>
      </w:r>
      <w:r w:rsidRPr="009D0675">
        <w:t xml:space="preserve">keep them high level and understandable. In reality the </w:t>
      </w:r>
      <w:r w:rsidR="001E27F3">
        <w:t>general meeting</w:t>
      </w:r>
      <w:r w:rsidR="009D0675">
        <w:t xml:space="preserve"> </w:t>
      </w:r>
      <w:r w:rsidRPr="009D0675">
        <w:t>messages cover exchanges between several intermediaries.</w:t>
      </w:r>
    </w:p>
    <w:p w14:paraId="5A544344" w14:textId="10E81960" w:rsidR="00E87B1D" w:rsidRPr="009D0675" w:rsidRDefault="00E87B1D" w:rsidP="009D0675">
      <w:pPr>
        <w:pStyle w:val="Heading2"/>
      </w:pPr>
      <w:bookmarkStart w:id="27" w:name="_Toc63870577"/>
      <w:r w:rsidRPr="009D0675">
        <w:t>Meeti</w:t>
      </w:r>
      <w:r w:rsidR="009D0675">
        <w:t>ng Notification Scenario</w:t>
      </w:r>
      <w:bookmarkEnd w:id="27"/>
    </w:p>
    <w:p w14:paraId="248AEF4F" w14:textId="1294A62C" w:rsidR="00E87B1D" w:rsidRPr="009D0675" w:rsidRDefault="00E87B1D" w:rsidP="00E87B1D">
      <w:r w:rsidRPr="009D0675">
        <w:t xml:space="preserve">The issuer or its agent sends a </w:t>
      </w:r>
      <w:r w:rsidRPr="009D0675">
        <w:rPr>
          <w:i/>
        </w:rPr>
        <w:t>MeetingNotification</w:t>
      </w:r>
      <w:r w:rsidRPr="009D0675">
        <w:t xml:space="preserve"> to announce</w:t>
      </w:r>
      <w:r w:rsidR="009D0675">
        <w:t xml:space="preserve"> </w:t>
      </w:r>
      <w:r w:rsidRPr="009D0675">
        <w:t>a shareholders meeting. In the scenario involving an intermediary,</w:t>
      </w:r>
      <w:r w:rsidR="009D0675">
        <w:t xml:space="preserve"> </w:t>
      </w:r>
      <w:r w:rsidRPr="009D0675">
        <w:t>the issuer or its agent sends the message to an intermediary. The</w:t>
      </w:r>
      <w:r w:rsidR="009D0675">
        <w:t xml:space="preserve"> </w:t>
      </w:r>
      <w:r w:rsidRPr="009D0675">
        <w:t>intermediary either forwards the message to another intermediary,</w:t>
      </w:r>
      <w:r w:rsidR="009D0675">
        <w:t xml:space="preserve"> </w:t>
      </w:r>
      <w:r w:rsidRPr="009D0675">
        <w:t>or to a party entitled to vote.</w:t>
      </w:r>
    </w:p>
    <w:p w14:paraId="2E527E61" w14:textId="6CC31A9A" w:rsidR="00E87B1D" w:rsidRPr="009D0675" w:rsidRDefault="00E87B1D" w:rsidP="00E87B1D">
      <w:r w:rsidRPr="009D0675">
        <w:t xml:space="preserve">The </w:t>
      </w:r>
      <w:r w:rsidRPr="009D0675">
        <w:rPr>
          <w:i/>
        </w:rPr>
        <w:t>MeetingNotification</w:t>
      </w:r>
      <w:r w:rsidRPr="009D0675">
        <w:t xml:space="preserve"> can also be initiated by an intermediary</w:t>
      </w:r>
      <w:r w:rsidR="009D0675">
        <w:t xml:space="preserve"> </w:t>
      </w:r>
      <w:r w:rsidRPr="009D0675">
        <w:t xml:space="preserve">in the </w:t>
      </w:r>
      <w:r w:rsidR="001E27F3">
        <w:t xml:space="preserve">intermediary </w:t>
      </w:r>
      <w:r w:rsidRPr="009D0675">
        <w:t>chain.</w:t>
      </w:r>
    </w:p>
    <w:p w14:paraId="560A34EC" w14:textId="77777777" w:rsidR="00401B54" w:rsidRDefault="00E87B1D" w:rsidP="00E87B1D">
      <w:r w:rsidRPr="009D0675">
        <w:t xml:space="preserve">If the message contains errors, the Sender sends a </w:t>
      </w:r>
      <w:r w:rsidRPr="009D0675">
        <w:rPr>
          <w:i/>
        </w:rPr>
        <w:t>MeetingCancellation</w:t>
      </w:r>
      <w:r w:rsidR="009D0675">
        <w:t xml:space="preserve"> </w:t>
      </w:r>
      <w:r w:rsidRPr="009D0675">
        <w:t>followed by a</w:t>
      </w:r>
      <w:r w:rsidR="009D0675">
        <w:t xml:space="preserve"> corrected </w:t>
      </w:r>
      <w:r w:rsidR="009D0675" w:rsidRPr="009D0675">
        <w:rPr>
          <w:i/>
        </w:rPr>
        <w:t>MeetingNotification</w:t>
      </w:r>
      <w:r w:rsidR="009D0675">
        <w:t xml:space="preserve">. </w:t>
      </w:r>
      <w:r w:rsidRPr="009D0675">
        <w:t>If a shareholders meeting is cancelled, the issuer or its agent</w:t>
      </w:r>
      <w:r w:rsidR="009D0675">
        <w:t xml:space="preserve"> </w:t>
      </w:r>
      <w:r w:rsidRPr="009D0675">
        <w:t xml:space="preserve">announces the cancellation via a </w:t>
      </w:r>
      <w:r w:rsidR="009D0675" w:rsidRPr="009D0675">
        <w:rPr>
          <w:i/>
        </w:rPr>
        <w:t>M</w:t>
      </w:r>
      <w:r w:rsidRPr="009D0675">
        <w:rPr>
          <w:i/>
        </w:rPr>
        <w:t>eetingCancellation</w:t>
      </w:r>
      <w:r w:rsidRPr="009D0675">
        <w:t>.</w:t>
      </w:r>
      <w:r w:rsidR="009D0675">
        <w:t xml:space="preserve"> </w:t>
      </w:r>
    </w:p>
    <w:p w14:paraId="54513357" w14:textId="609D1BDF" w:rsidR="00E87B1D" w:rsidRPr="009D0675" w:rsidRDefault="00E87B1D" w:rsidP="00E87B1D">
      <w:r w:rsidRPr="009D0675">
        <w:t xml:space="preserve">The </w:t>
      </w:r>
      <w:r w:rsidRPr="009D0675">
        <w:rPr>
          <w:i/>
        </w:rPr>
        <w:t>MeetingCancellation</w:t>
      </w:r>
      <w:r w:rsidRPr="009D0675">
        <w:t xml:space="preserve"> is for both types of cancellations transmitted</w:t>
      </w:r>
      <w:r w:rsidR="009D0675">
        <w:t xml:space="preserve"> </w:t>
      </w:r>
      <w:r w:rsidRPr="009D0675">
        <w:t xml:space="preserve">to the same parties as the </w:t>
      </w:r>
      <w:r w:rsidRPr="009D0675">
        <w:rPr>
          <w:i/>
        </w:rPr>
        <w:t>MeetingNotification</w:t>
      </w:r>
      <w:r w:rsidRPr="009D0675">
        <w:t>.</w:t>
      </w:r>
    </w:p>
    <w:p w14:paraId="1309EB43" w14:textId="452A18DF" w:rsidR="00E87B1D" w:rsidRPr="009D0675" w:rsidRDefault="00E87B1D" w:rsidP="00E87B1D">
      <w:r w:rsidRPr="009D0675">
        <w:t>An account servicer can notify an account owner of its entitlement</w:t>
      </w:r>
      <w:r w:rsidR="009D0675">
        <w:t xml:space="preserve"> </w:t>
      </w:r>
      <w:r w:rsidRPr="009D0675">
        <w:t xml:space="preserve">for the shareholder meeting by sending a </w:t>
      </w:r>
      <w:r w:rsidRPr="009D0675">
        <w:rPr>
          <w:i/>
        </w:rPr>
        <w:t>MeetingEntitlementNotification</w:t>
      </w:r>
      <w:r w:rsidR="001E27F3">
        <w:t>.</w:t>
      </w:r>
    </w:p>
    <w:p w14:paraId="4105F587" w14:textId="77777777" w:rsidR="009D0675" w:rsidRDefault="009D0675" w:rsidP="00E87B1D"/>
    <w:p w14:paraId="1CA91CB4" w14:textId="74BBA6D2" w:rsidR="009D0675" w:rsidRDefault="00401B54" w:rsidP="00401B54">
      <w:pPr>
        <w:ind w:left="-360"/>
      </w:pPr>
      <w:r w:rsidRPr="00401B54">
        <w:rPr>
          <w:noProof/>
        </w:rPr>
        <mc:AlternateContent>
          <mc:Choice Requires="wpg">
            <w:drawing>
              <wp:inline distT="0" distB="0" distL="0" distR="0" wp14:anchorId="73527BE9" wp14:editId="66FC95BD">
                <wp:extent cx="6214743" cy="2846019"/>
                <wp:effectExtent l="0" t="0" r="0" b="12065"/>
                <wp:docPr id="318" name="Group 61"/>
                <wp:cNvGraphicFramePr/>
                <a:graphic xmlns:a="http://schemas.openxmlformats.org/drawingml/2006/main">
                  <a:graphicData uri="http://schemas.microsoft.com/office/word/2010/wordprocessingGroup">
                    <wpg:wgp>
                      <wpg:cNvGrpSpPr/>
                      <wpg:grpSpPr>
                        <a:xfrm>
                          <a:off x="0" y="0"/>
                          <a:ext cx="6214743" cy="2846019"/>
                          <a:chOff x="0" y="0"/>
                          <a:chExt cx="6214743" cy="2846019"/>
                        </a:xfrm>
                      </wpg:grpSpPr>
                      <wps:wsp>
                        <wps:cNvPr id="319" name="Straight Connector 319"/>
                        <wps:cNvCnPr/>
                        <wps:spPr bwMode="auto">
                          <a:xfrm>
                            <a:off x="625415" y="667432"/>
                            <a:ext cx="0" cy="217858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20" name="Picture 320" descr="Bank_cmyk_warmgray_10"/>
                          <pic:cNvPicPr>
                            <a:picLocks noChangeAspect="1" noChangeArrowheads="1"/>
                          </pic:cNvPicPr>
                        </pic:nvPicPr>
                        <pic:blipFill>
                          <a:blip r:embed="rId32" cstate="print"/>
                          <a:srcRect/>
                          <a:stretch>
                            <a:fillRect/>
                          </a:stretch>
                        </pic:blipFill>
                        <pic:spPr bwMode="auto">
                          <a:xfrm>
                            <a:off x="379223" y="10559"/>
                            <a:ext cx="449813" cy="490325"/>
                          </a:xfrm>
                          <a:prstGeom prst="rect">
                            <a:avLst/>
                          </a:prstGeom>
                          <a:noFill/>
                        </pic:spPr>
                      </pic:pic>
                      <wps:wsp>
                        <wps:cNvPr id="321" name="Straight Connector 321"/>
                        <wps:cNvCnPr/>
                        <wps:spPr bwMode="auto">
                          <a:xfrm>
                            <a:off x="3155830" y="667432"/>
                            <a:ext cx="5211" cy="217858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22" name="Picture 322" descr="Bank_cmyk_warmgray_10"/>
                          <pic:cNvPicPr>
                            <a:picLocks noChangeAspect="1" noChangeArrowheads="1"/>
                          </pic:cNvPicPr>
                        </pic:nvPicPr>
                        <pic:blipFill>
                          <a:blip r:embed="rId32" cstate="print"/>
                          <a:srcRect/>
                          <a:stretch>
                            <a:fillRect/>
                          </a:stretch>
                        </pic:blipFill>
                        <pic:spPr bwMode="auto">
                          <a:xfrm>
                            <a:off x="2909638" y="10559"/>
                            <a:ext cx="449813" cy="490325"/>
                          </a:xfrm>
                          <a:prstGeom prst="rect">
                            <a:avLst/>
                          </a:prstGeom>
                          <a:noFill/>
                        </pic:spPr>
                      </pic:pic>
                      <wps:wsp>
                        <wps:cNvPr id="323" name="TextBox 7"/>
                        <wps:cNvSpPr txBox="1"/>
                        <wps:spPr>
                          <a:xfrm>
                            <a:off x="707819" y="809154"/>
                            <a:ext cx="2337435" cy="208280"/>
                          </a:xfrm>
                          <a:prstGeom prst="rect">
                            <a:avLst/>
                          </a:prstGeom>
                          <a:noFill/>
                        </wps:spPr>
                        <wps:txbx>
                          <w:txbxContent>
                            <w:p w14:paraId="633DEF99"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324" name="Straight Connector 324"/>
                        <wps:cNvCnPr/>
                        <wps:spPr bwMode="auto">
                          <a:xfrm>
                            <a:off x="649850"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5" name="TextBox 9"/>
                        <wps:cNvSpPr txBox="1"/>
                        <wps:spPr>
                          <a:xfrm>
                            <a:off x="0" y="451895"/>
                            <a:ext cx="1250950" cy="208280"/>
                          </a:xfrm>
                          <a:prstGeom prst="rect">
                            <a:avLst/>
                          </a:prstGeom>
                          <a:noFill/>
                        </wps:spPr>
                        <wps:txbx>
                          <w:txbxContent>
                            <w:p w14:paraId="41085159"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wps:txbx>
                        <wps:bodyPr wrap="square" rtlCol="0">
                          <a:spAutoFit/>
                        </wps:bodyPr>
                      </wps:wsp>
                      <wps:wsp>
                        <wps:cNvPr id="326" name="TextBox 10"/>
                        <wps:cNvSpPr txBox="1"/>
                        <wps:spPr>
                          <a:xfrm>
                            <a:off x="2573654" y="451895"/>
                            <a:ext cx="1121410" cy="208280"/>
                          </a:xfrm>
                          <a:prstGeom prst="rect">
                            <a:avLst/>
                          </a:prstGeom>
                          <a:noFill/>
                        </wps:spPr>
                        <wps:txbx>
                          <w:txbxContent>
                            <w:p w14:paraId="785EFA6A"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344" name="Straight Connector 344"/>
                        <wps:cNvCnPr/>
                        <wps:spPr bwMode="auto">
                          <a:xfrm>
                            <a:off x="673255" y="1374729"/>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5" name="Straight Connector 345"/>
                        <wps:cNvCnPr/>
                        <wps:spPr bwMode="auto">
                          <a:xfrm flipH="1">
                            <a:off x="649850" y="183065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6" name="Straight Connector 346"/>
                        <wps:cNvCnPr/>
                        <wps:spPr bwMode="auto">
                          <a:xfrm flipH="1">
                            <a:off x="3137175" y="248213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7" name="Straight Connector 347"/>
                        <wps:cNvCnPr/>
                        <wps:spPr bwMode="auto">
                          <a:xfrm>
                            <a:off x="5609470" y="740693"/>
                            <a:ext cx="0" cy="210532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48" name="Picture 348" descr="Bank_cmyk_warmgray_10"/>
                          <pic:cNvPicPr>
                            <a:picLocks noChangeAspect="1" noChangeArrowheads="1"/>
                          </pic:cNvPicPr>
                        </pic:nvPicPr>
                        <pic:blipFill>
                          <a:blip r:embed="rId32" cstate="print"/>
                          <a:srcRect/>
                          <a:stretch>
                            <a:fillRect/>
                          </a:stretch>
                        </pic:blipFill>
                        <pic:spPr bwMode="auto">
                          <a:xfrm>
                            <a:off x="5363278" y="0"/>
                            <a:ext cx="449813" cy="490325"/>
                          </a:xfrm>
                          <a:prstGeom prst="rect">
                            <a:avLst/>
                          </a:prstGeom>
                          <a:noFill/>
                        </pic:spPr>
                      </pic:pic>
                      <wps:wsp>
                        <wps:cNvPr id="349" name="Straight Connector 349"/>
                        <wps:cNvCnPr/>
                        <wps:spPr bwMode="auto">
                          <a:xfrm>
                            <a:off x="3150977" y="11659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50" name="TextBox 42"/>
                        <wps:cNvSpPr txBox="1"/>
                        <wps:spPr>
                          <a:xfrm>
                            <a:off x="5093333" y="449740"/>
                            <a:ext cx="1121410" cy="208280"/>
                          </a:xfrm>
                          <a:prstGeom prst="rect">
                            <a:avLst/>
                          </a:prstGeom>
                          <a:noFill/>
                        </wps:spPr>
                        <wps:txbx>
                          <w:txbxContent>
                            <w:p w14:paraId="6214E15E"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351" name="Straight Connector 351"/>
                        <wps:cNvCnPr/>
                        <wps:spPr bwMode="auto">
                          <a:xfrm>
                            <a:off x="3168661" y="1614328"/>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2" name="TextBox 45"/>
                        <wps:cNvSpPr txBox="1"/>
                        <wps:spPr>
                          <a:xfrm>
                            <a:off x="3233888" y="950326"/>
                            <a:ext cx="2337435" cy="208280"/>
                          </a:xfrm>
                          <a:prstGeom prst="rect">
                            <a:avLst/>
                          </a:prstGeom>
                          <a:noFill/>
                        </wps:spPr>
                        <wps:txbx>
                          <w:txbxContent>
                            <w:p w14:paraId="40D4621D"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513" name="TextBox 46"/>
                        <wps:cNvSpPr txBox="1"/>
                        <wps:spPr>
                          <a:xfrm>
                            <a:off x="721521" y="1188581"/>
                            <a:ext cx="2337435" cy="208280"/>
                          </a:xfrm>
                          <a:prstGeom prst="rect">
                            <a:avLst/>
                          </a:prstGeom>
                          <a:noFill/>
                        </wps:spPr>
                        <wps:txbx>
                          <w:txbxContent>
                            <w:p w14:paraId="4FC74633"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14" name="TextBox 47"/>
                        <wps:cNvSpPr txBox="1"/>
                        <wps:spPr>
                          <a:xfrm>
                            <a:off x="3250086" y="1424225"/>
                            <a:ext cx="2337435" cy="208280"/>
                          </a:xfrm>
                          <a:prstGeom prst="rect">
                            <a:avLst/>
                          </a:prstGeom>
                          <a:noFill/>
                        </wps:spPr>
                        <wps:txbx>
                          <w:txbxContent>
                            <w:p w14:paraId="7AA949B1"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801" name="TextBox 48"/>
                        <wps:cNvSpPr txBox="1"/>
                        <wps:spPr>
                          <a:xfrm>
                            <a:off x="721521" y="1662480"/>
                            <a:ext cx="2337435" cy="208280"/>
                          </a:xfrm>
                          <a:prstGeom prst="rect">
                            <a:avLst/>
                          </a:prstGeom>
                          <a:noFill/>
                        </wps:spPr>
                        <wps:txbx>
                          <w:txbxContent>
                            <w:p w14:paraId="18D89279"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802" name="Straight Connector 802"/>
                        <wps:cNvCnPr/>
                        <wps:spPr bwMode="auto">
                          <a:xfrm>
                            <a:off x="3161041" y="2109628"/>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03" name="TextBox 50"/>
                        <wps:cNvSpPr txBox="1"/>
                        <wps:spPr>
                          <a:xfrm>
                            <a:off x="3242467" y="1927041"/>
                            <a:ext cx="2337435" cy="208280"/>
                          </a:xfrm>
                          <a:prstGeom prst="rect">
                            <a:avLst/>
                          </a:prstGeom>
                          <a:noFill/>
                        </wps:spPr>
                        <wps:txbx>
                          <w:txbxContent>
                            <w:p w14:paraId="5E530505"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804" name="TextBox 51"/>
                        <wps:cNvSpPr txBox="1"/>
                        <wps:spPr>
                          <a:xfrm>
                            <a:off x="3242467" y="2289587"/>
                            <a:ext cx="2337435" cy="208280"/>
                          </a:xfrm>
                          <a:prstGeom prst="rect">
                            <a:avLst/>
                          </a:prstGeom>
                          <a:noFill/>
                        </wps:spPr>
                        <wps:txbx>
                          <w:txbxContent>
                            <w:p w14:paraId="08FFDCF5"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wps:txbx>
                        <wps:bodyPr wrap="square" rtlCol="0" anchor="b" anchorCtr="0">
                          <a:spAutoFit/>
                        </wps:bodyPr>
                      </wps:wsp>
                    </wpg:wgp>
                  </a:graphicData>
                </a:graphic>
              </wp:inline>
            </w:drawing>
          </mc:Choice>
          <mc:Fallback>
            <w:pict>
              <v:group w14:anchorId="73527BE9" id="Group 61" o:spid="_x0000_s1066" style="width:489.35pt;height:224.1pt;mso-position-horizontal-relative:char;mso-position-vertical-relative:line" coordsize="62147,2846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">
                <v:line id="Straight Connector 319" o:spid="_x0000_s1067" style="position:absolute;visibility:visible;mso-wrap-style:square" from="6254,6674" to="6254,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" filled="t" fillcolor="#4f81bd [3204]" strokecolor="black [3213]" strokeweight="1.5pt">
                  <v:stroke dashstyle="dash"/>
                  <v:shadow color="#eeece1 [3214]"/>
                </v:line>
                <v:shape id="Picture 320" o:spid="_x0000_s1068" type="#_x0000_t75" alt="Bank_cmyk_warmgray_10" style="position:absolute;left:3792;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">
                  <v:imagedata r:id="rId33" o:title="Bank_cmyk_warmgray_10"/>
                </v:shape>
                <v:line id="Straight Connector 321" o:spid="_x0000_s1069" style="position:absolute;visibility:visible;mso-wrap-style:square" from="31558,6674" to="31610,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" filled="t" fillcolor="#4f81bd [3204]" strokecolor="black [3213]" strokeweight="1.5pt">
                  <v:stroke dashstyle="dash"/>
                  <v:shadow color="#eeece1 [3214]"/>
                </v:line>
                <v:shape id="Picture 322" o:spid="_x0000_s1070" type="#_x0000_t75" alt="Bank_cmyk_warmgray_10" style="position:absolute;left:29096;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">
                  <v:imagedata r:id="rId33" o:title="Bank_cmyk_warmgray_10"/>
                </v:shape>
                <v:shape id="TextBox 7" o:spid="_x0000_s1071" type="#_x0000_t202" style="position:absolute;left:7078;top:8091;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" filled="f" stroked="f">
                  <v:textbox style="mso-fit-shape-to-text:t">
                    <w:txbxContent>
                      <w:p w14:paraId="633DEF99"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324" o:spid="_x0000_s1072" style="position:absolute;visibility:visible;mso-wrap-style:square" from="6498,9797" to="31686,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" filled="t" fillcolor="#4f81bd [3204]" strokecolor="black [3213]" strokeweight="1pt">
                  <v:stroke endarrow="open"/>
                  <v:shadow color="#eeece1 [3214]"/>
                </v:line>
                <v:shape id="TextBox 9" o:spid="_x0000_s1073" type="#_x0000_t202" style="position:absolute;top:4518;width:12509;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" filled="f" stroked="f">
                  <v:textbox style="mso-fit-shape-to-text:t">
                    <w:txbxContent>
                      <w:p w14:paraId="41085159"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v:textbox>
                </v:shape>
                <v:shape id="TextBox 10" o:spid="_x0000_s1074" type="#_x0000_t202" style="position:absolute;left:25736;top:4518;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" filled="f" stroked="f">
                  <v:textbox style="mso-fit-shape-to-text:t">
                    <w:txbxContent>
                      <w:p w14:paraId="785EFA6A"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344" o:spid="_x0000_s1075" style="position:absolute;visibility:visible;mso-wrap-style:square" from="6732,13747" to="31421,13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" filled="t" fillcolor="#4f81bd [3204]" strokecolor="black [3213]" strokeweight="1pt">
                  <v:stroke endarrow="open"/>
                  <v:shadow color="#eeece1 [3214]"/>
                </v:line>
                <v:line id="Straight Connector 345" o:spid="_x0000_s1076" style="position:absolute;flip:x;visibility:visible;mso-wrap-style:square" from="6498,18306" to="31187,18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" filled="t" fillcolor="#4f81bd [3204]" strokecolor="black [3213]" strokeweight="1pt">
                  <v:stroke startarrow="open"/>
                  <v:shadow color="#eeece1 [3214]"/>
                </v:line>
                <v:line id="Straight Connector 346" o:spid="_x0000_s1077" style="position:absolute;flip:x;visibility:visible;mso-wrap-style:square" from="31371,24821" to="56060,24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" filled="t" fillcolor="#4f81bd [3204]" strokecolor="black [3213]" strokeweight="1pt">
                  <v:stroke startarrow="open"/>
                  <v:shadow color="#eeece1 [3214]"/>
                </v:line>
                <v:line id="Straight Connector 347" o:spid="_x0000_s1078" style="position:absolute;visibility:visible;mso-wrap-style:square" from="56094,7406" to="56094,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" filled="t" fillcolor="#4f81bd [3204]" strokecolor="black [3213]" strokeweight="1.5pt">
                  <v:stroke dashstyle="dash"/>
                  <v:shadow color="#eeece1 [3214]"/>
                </v:line>
                <v:shape id="Picture 348" o:spid="_x0000_s1079" type="#_x0000_t75" alt="Bank_cmyk_warmgray_10" style="position:absolute;left:53632;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">
                  <v:imagedata r:id="rId33" o:title="Bank_cmyk_warmgray_10"/>
                </v:shape>
                <v:line id="Straight Connector 349" o:spid="_x0000_s1080" style="position:absolute;visibility:visible;mso-wrap-style:square" from="31509,11659" to="56198,11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" filled="t" fillcolor="#4f81bd [3204]" strokecolor="black [3213]" strokeweight="1pt">
                  <v:stroke endarrow="open"/>
                  <v:shadow color="#eeece1 [3214]"/>
                </v:line>
                <v:shape id="TextBox 42" o:spid="_x0000_s1081" type="#_x0000_t202" style="position:absolute;left:50933;top:4497;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" filled="f" stroked="f">
                  <v:textbox style="mso-fit-shape-to-text:t">
                    <w:txbxContent>
                      <w:p w14:paraId="6214E15E"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line id="Straight Connector 351" o:spid="_x0000_s1082" style="position:absolute;visibility:visible;mso-wrap-style:square" from="31686,16143" to="56375,16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" filled="t" fillcolor="#4f81bd [3204]" strokecolor="black [3213]" strokeweight="1pt">
                  <v:stroke endarrow="open"/>
                  <v:shadow color="#eeece1 [3214]"/>
                </v:line>
                <v:shape id="TextBox 45" o:spid="_x0000_s1083" type="#_x0000_t202" style="position:absolute;left:32338;top:9503;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" filled="f" stroked="f">
                  <v:textbox style="mso-fit-shape-to-text:t">
                    <w:txbxContent>
                      <w:p w14:paraId="40D4621D"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46" o:spid="_x0000_s1084" type="#_x0000_t202" style="position:absolute;left:7215;top:1188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" filled="f" stroked="f">
                  <v:textbox style="mso-fit-shape-to-text:t">
                    <w:txbxContent>
                      <w:p w14:paraId="4FC74633"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7" o:spid="_x0000_s1085" type="#_x0000_t202" style="position:absolute;left:32500;top:14242;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" filled="f" stroked="f">
                  <v:textbox style="mso-fit-shape-to-text:t">
                    <w:txbxContent>
                      <w:p w14:paraId="7AA949B1"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8" o:spid="_x0000_s1086" type="#_x0000_t202" style="position:absolute;left:7215;top:16624;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" filled="f" stroked="f">
                  <v:textbox style="mso-fit-shape-to-text:t">
                    <w:txbxContent>
                      <w:p w14:paraId="18D89279"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802" o:spid="_x0000_s1087" style="position:absolute;visibility:visible;mso-wrap-style:square" from="31610,21096" to="56299,2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" filled="t" fillcolor="#4f81bd [3204]" strokecolor="black [3213]" strokeweight="1pt">
                  <v:stroke endarrow="open"/>
                  <v:shadow color="#eeece1 [3214]"/>
                </v:line>
                <v:shape id="TextBox 50" o:spid="_x0000_s1088" type="#_x0000_t202" style="position:absolute;left:32424;top:19270;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" filled="f" stroked="f">
                  <v:textbox style="mso-fit-shape-to-text:t">
                    <w:txbxContent>
                      <w:p w14:paraId="5E530505"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51" o:spid="_x0000_s1089" type="#_x0000_t202" style="position:absolute;left:32424;top:22895;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" filled="f" stroked="f">
                  <v:textbox style="mso-fit-shape-to-text:t">
                    <w:txbxContent>
                      <w:p w14:paraId="08FFDCF5"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v:textbox>
                </v:shape>
                <w10:anchorlock/>
              </v:group>
            </w:pict>
          </mc:Fallback>
        </mc:AlternateContent>
      </w:r>
    </w:p>
    <w:p w14:paraId="1EBEE502" w14:textId="77777777" w:rsidR="009D0675" w:rsidRDefault="009D0675" w:rsidP="00E87B1D"/>
    <w:p w14:paraId="14E1FB26" w14:textId="3716B26D" w:rsidR="00E87B1D" w:rsidRPr="009D0675" w:rsidRDefault="00E87B1D" w:rsidP="00401B54">
      <w:pPr>
        <w:pStyle w:val="Heading2"/>
      </w:pPr>
      <w:bookmarkStart w:id="28" w:name="_Toc63870578"/>
      <w:r w:rsidRPr="009D0675">
        <w:t>Meet</w:t>
      </w:r>
      <w:r w:rsidR="00401B54">
        <w:t>ing Instruction Scenario</w:t>
      </w:r>
      <w:bookmarkEnd w:id="28"/>
    </w:p>
    <w:p w14:paraId="40AFC643" w14:textId="2CF5C61F" w:rsidR="00E87B1D" w:rsidRPr="009D0675" w:rsidRDefault="00E87B1D" w:rsidP="00E87B1D">
      <w:r w:rsidRPr="009D0675">
        <w:t xml:space="preserve">A party entitled to vote sends a </w:t>
      </w:r>
      <w:r w:rsidRPr="00401B54">
        <w:rPr>
          <w:i/>
        </w:rPr>
        <w:t>MeetingInstruction</w:t>
      </w:r>
      <w:r w:rsidRPr="009D0675">
        <w:t xml:space="preserve"> to request</w:t>
      </w:r>
      <w:r w:rsidR="00401B54">
        <w:t xml:space="preserve"> </w:t>
      </w:r>
      <w:r w:rsidRPr="009D0675">
        <w:t>the receiving party to act on one or several instructions. In the</w:t>
      </w:r>
      <w:r w:rsidR="00401B54">
        <w:t xml:space="preserve"> </w:t>
      </w:r>
      <w:r w:rsidRPr="009D0675">
        <w:t>scenario involving an intermediary, the message is sent to an intermediary,</w:t>
      </w:r>
      <w:r w:rsidR="00401B54">
        <w:t xml:space="preserve"> </w:t>
      </w:r>
      <w:r w:rsidRPr="009D0675">
        <w:t xml:space="preserve">who in turn transmits that information to the next party. </w:t>
      </w:r>
    </w:p>
    <w:p w14:paraId="725BC263" w14:textId="41528FA1" w:rsidR="00E87B1D" w:rsidRPr="009D0675" w:rsidRDefault="00E87B1D" w:rsidP="00E87B1D">
      <w:r w:rsidRPr="009D0675">
        <w:t>If the instruction contains errors or if the Sender wants to</w:t>
      </w:r>
      <w:r w:rsidR="00401B54">
        <w:t xml:space="preserve"> </w:t>
      </w:r>
      <w:r w:rsidRPr="009D0675">
        <w:t>change his original instruction, the original instruction must be</w:t>
      </w:r>
      <w:r w:rsidR="00401B54">
        <w:t xml:space="preserve"> </w:t>
      </w:r>
      <w:r w:rsidRPr="009D0675">
        <w:t>cancelled and replaced. The voting party has to send a cancellation</w:t>
      </w:r>
      <w:r w:rsidR="00401B54">
        <w:t xml:space="preserve"> </w:t>
      </w:r>
      <w:r w:rsidRPr="009D0675">
        <w:t>request to the intermediary up to the ultimate recipient of the instruction.</w:t>
      </w:r>
    </w:p>
    <w:p w14:paraId="57C426C9" w14:textId="6303C172" w:rsidR="00E87B1D" w:rsidRPr="009D0675" w:rsidRDefault="00E87B1D" w:rsidP="00E87B1D">
      <w:r w:rsidRPr="009D0675">
        <w:t>The ultimate recipient and the intermediary accept or reject the cancellation</w:t>
      </w:r>
      <w:r w:rsidR="00401B54">
        <w:t xml:space="preserve"> </w:t>
      </w:r>
      <w:r w:rsidRPr="009D0675">
        <w:t xml:space="preserve">request with a </w:t>
      </w:r>
      <w:r w:rsidRPr="00401B54">
        <w:rPr>
          <w:i/>
        </w:rPr>
        <w:lastRenderedPageBreak/>
        <w:t>MeetingInstructionStatus</w:t>
      </w:r>
      <w:r w:rsidRPr="009D0675">
        <w:t xml:space="preserve">. </w:t>
      </w:r>
    </w:p>
    <w:p w14:paraId="5BE854F0" w14:textId="614C7DD0" w:rsidR="00E87B1D" w:rsidRPr="009D0675" w:rsidRDefault="00E87B1D" w:rsidP="00E87B1D">
      <w:r w:rsidRPr="009D0675">
        <w:t>If the cancellation request is accepted, the voting party sends</w:t>
      </w:r>
      <w:r w:rsidR="00401B54">
        <w:t xml:space="preserve"> </w:t>
      </w:r>
      <w:r w:rsidRPr="009D0675">
        <w:t xml:space="preserve">a new </w:t>
      </w:r>
      <w:r w:rsidRPr="00401B54">
        <w:rPr>
          <w:i/>
        </w:rPr>
        <w:t>MeetingInstruction</w:t>
      </w:r>
      <w:r w:rsidRPr="009D0675">
        <w:t xml:space="preserve"> message. The recipients confirm the status</w:t>
      </w:r>
      <w:r w:rsidR="00401B54">
        <w:t xml:space="preserve"> </w:t>
      </w:r>
      <w:r w:rsidRPr="009D0675">
        <w:t xml:space="preserve">of this instruction with a </w:t>
      </w:r>
      <w:r w:rsidRPr="00401B54">
        <w:rPr>
          <w:i/>
        </w:rPr>
        <w:t>MeetingInstructionStatus</w:t>
      </w:r>
      <w:r w:rsidRPr="009D0675">
        <w:t xml:space="preserve"> message. The instruction</w:t>
      </w:r>
      <w:r w:rsidR="00401B54">
        <w:t xml:space="preserve"> </w:t>
      </w:r>
      <w:r w:rsidRPr="009D0675">
        <w:t>is accepted, processed or rejected in its totality or partially accepted,</w:t>
      </w:r>
      <w:r w:rsidR="00401B54">
        <w:t xml:space="preserve"> </w:t>
      </w:r>
      <w:r w:rsidRPr="009D0675">
        <w:t>processed or rejected per detailed instruction included.</w:t>
      </w:r>
    </w:p>
    <w:p w14:paraId="1E9EB488" w14:textId="7D3C3C1B" w:rsidR="00E87B1D" w:rsidRDefault="00E87B1D" w:rsidP="00E87B1D">
      <w:r w:rsidRPr="009D0675">
        <w:t xml:space="preserve">The ultimate recipient of the </w:t>
      </w:r>
      <w:r w:rsidRPr="00401B54">
        <w:rPr>
          <w:i/>
        </w:rPr>
        <w:t>MeetingInstruction</w:t>
      </w:r>
      <w:r w:rsidRPr="009D0675">
        <w:t xml:space="preserve"> message confirms</w:t>
      </w:r>
      <w:r w:rsidR="00401B54">
        <w:t xml:space="preserve"> </w:t>
      </w:r>
      <w:r w:rsidRPr="009D0675">
        <w:t>that a vote is executed and taken into account at the shareholders</w:t>
      </w:r>
      <w:r w:rsidR="00401B54">
        <w:t xml:space="preserve"> </w:t>
      </w:r>
      <w:r w:rsidRPr="009D0675">
        <w:t xml:space="preserve">meeting via a </w:t>
      </w:r>
      <w:r w:rsidRPr="00401B54">
        <w:rPr>
          <w:i/>
        </w:rPr>
        <w:t>MeetingVoteExecutionConfirmation</w:t>
      </w:r>
      <w:r w:rsidRPr="009D0675">
        <w:t>.</w:t>
      </w:r>
    </w:p>
    <w:p w14:paraId="64CB8FB0" w14:textId="77777777" w:rsidR="00401B54" w:rsidRPr="009D0675" w:rsidRDefault="00401B54" w:rsidP="00E87B1D"/>
    <w:p w14:paraId="0ADADF48" w14:textId="0D7C9909" w:rsidR="00401B54" w:rsidRDefault="00401B54" w:rsidP="00E87B1D">
      <w:r w:rsidRPr="00401B54">
        <w:rPr>
          <w:noProof/>
        </w:rPr>
        <mc:AlternateContent>
          <mc:Choice Requires="wpg">
            <w:drawing>
              <wp:inline distT="0" distB="0" distL="0" distR="0" wp14:anchorId="79BE00D0" wp14:editId="09322BEB">
                <wp:extent cx="5433868" cy="3196539"/>
                <wp:effectExtent l="0" t="0" r="0" b="23495"/>
                <wp:docPr id="807" name="Group 4"/>
                <wp:cNvGraphicFramePr/>
                <a:graphic xmlns:a="http://schemas.openxmlformats.org/drawingml/2006/main">
                  <a:graphicData uri="http://schemas.microsoft.com/office/word/2010/wordprocessingGroup">
                    <wpg:wgp>
                      <wpg:cNvGrpSpPr/>
                      <wpg:grpSpPr>
                        <a:xfrm>
                          <a:off x="0" y="0"/>
                          <a:ext cx="5433868" cy="3196539"/>
                          <a:chOff x="0" y="0"/>
                          <a:chExt cx="5433868" cy="3196539"/>
                        </a:xfrm>
                      </wpg:grpSpPr>
                      <wps:wsp>
                        <wps:cNvPr id="808" name="Straight Connector 808"/>
                        <wps:cNvCnPr/>
                        <wps:spPr bwMode="auto">
                          <a:xfrm>
                            <a:off x="246192" y="667432"/>
                            <a:ext cx="24435" cy="252910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09" name="Picture 809" descr="Bank_cmyk_warmgray_10"/>
                          <pic:cNvPicPr>
                            <a:picLocks noChangeAspect="1" noChangeArrowheads="1"/>
                          </pic:cNvPicPr>
                        </pic:nvPicPr>
                        <pic:blipFill>
                          <a:blip r:embed="rId32" cstate="print"/>
                          <a:srcRect/>
                          <a:stretch>
                            <a:fillRect/>
                          </a:stretch>
                        </pic:blipFill>
                        <pic:spPr bwMode="auto">
                          <a:xfrm>
                            <a:off x="0" y="10559"/>
                            <a:ext cx="449813" cy="490325"/>
                          </a:xfrm>
                          <a:prstGeom prst="rect">
                            <a:avLst/>
                          </a:prstGeom>
                          <a:noFill/>
                        </pic:spPr>
                      </pic:pic>
                      <wps:wsp>
                        <wps:cNvPr id="810" name="Straight Connector 810"/>
                        <wps:cNvCnPr/>
                        <wps:spPr bwMode="auto">
                          <a:xfrm>
                            <a:off x="2776607" y="667432"/>
                            <a:ext cx="12831" cy="252910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11" name="Picture 811" descr="Bank_cmyk_warmgray_10"/>
                          <pic:cNvPicPr>
                            <a:picLocks noChangeAspect="1" noChangeArrowheads="1"/>
                          </pic:cNvPicPr>
                        </pic:nvPicPr>
                        <pic:blipFill>
                          <a:blip r:embed="rId32" cstate="print"/>
                          <a:srcRect/>
                          <a:stretch>
                            <a:fillRect/>
                          </a:stretch>
                        </pic:blipFill>
                        <pic:spPr bwMode="auto">
                          <a:xfrm>
                            <a:off x="2530415" y="10559"/>
                            <a:ext cx="449813" cy="490325"/>
                          </a:xfrm>
                          <a:prstGeom prst="rect">
                            <a:avLst/>
                          </a:prstGeom>
                          <a:noFill/>
                        </pic:spPr>
                      </pic:pic>
                      <wps:wsp>
                        <wps:cNvPr id="812" name="TextBox 7"/>
                        <wps:cNvSpPr txBox="1"/>
                        <wps:spPr>
                          <a:xfrm>
                            <a:off x="328627" y="900595"/>
                            <a:ext cx="2337435" cy="208280"/>
                          </a:xfrm>
                          <a:prstGeom prst="rect">
                            <a:avLst/>
                          </a:prstGeom>
                          <a:noFill/>
                        </wps:spPr>
                        <wps:txbx>
                          <w:txbxContent>
                            <w:p w14:paraId="4C30037F"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13" name="Straight Connector 813"/>
                        <wps:cNvCnPr/>
                        <wps:spPr bwMode="auto">
                          <a:xfrm>
                            <a:off x="270627" y="10712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4" name="TextBox 10"/>
                        <wps:cNvSpPr txBox="1"/>
                        <wps:spPr>
                          <a:xfrm>
                            <a:off x="2194512" y="451905"/>
                            <a:ext cx="1121410" cy="208280"/>
                          </a:xfrm>
                          <a:prstGeom prst="rect">
                            <a:avLst/>
                          </a:prstGeom>
                          <a:noFill/>
                        </wps:spPr>
                        <wps:txbx>
                          <w:txbxContent>
                            <w:p w14:paraId="32279FB8"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815" name="Straight Connector 815"/>
                        <wps:cNvCnPr/>
                        <wps:spPr bwMode="auto">
                          <a:xfrm>
                            <a:off x="294032" y="1466169"/>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6" name="Straight Connector 816"/>
                        <wps:cNvCnPr/>
                        <wps:spPr bwMode="auto">
                          <a:xfrm flipH="1">
                            <a:off x="270627" y="173159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7" name="Straight Connector 817"/>
                        <wps:cNvCnPr/>
                        <wps:spPr bwMode="auto">
                          <a:xfrm flipH="1">
                            <a:off x="296692" y="277169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8" name="Straight Connector 818"/>
                        <wps:cNvCnPr/>
                        <wps:spPr bwMode="auto">
                          <a:xfrm>
                            <a:off x="5230247" y="740693"/>
                            <a:ext cx="10387" cy="245584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19" name="Picture 819" descr="Bank_cmyk_warmgray_10"/>
                          <pic:cNvPicPr>
                            <a:picLocks noChangeAspect="1" noChangeArrowheads="1"/>
                          </pic:cNvPicPr>
                        </pic:nvPicPr>
                        <pic:blipFill>
                          <a:blip r:embed="rId32" cstate="print"/>
                          <a:srcRect/>
                          <a:stretch>
                            <a:fillRect/>
                          </a:stretch>
                        </pic:blipFill>
                        <pic:spPr bwMode="auto">
                          <a:xfrm>
                            <a:off x="4984055" y="0"/>
                            <a:ext cx="449813" cy="490325"/>
                          </a:xfrm>
                          <a:prstGeom prst="rect">
                            <a:avLst/>
                          </a:prstGeom>
                          <a:noFill/>
                        </pic:spPr>
                      </pic:pic>
                      <wps:wsp>
                        <wps:cNvPr id="820" name="Straight Connector 820"/>
                        <wps:cNvCnPr/>
                        <wps:spPr bwMode="auto">
                          <a:xfrm>
                            <a:off x="2771754" y="845925"/>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1" name="Straight Connector 821"/>
                        <wps:cNvCnPr/>
                        <wps:spPr bwMode="auto">
                          <a:xfrm>
                            <a:off x="2789438" y="1256188"/>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2" name="TextBox 45"/>
                        <wps:cNvSpPr txBox="1"/>
                        <wps:spPr>
                          <a:xfrm>
                            <a:off x="2854903" y="660840"/>
                            <a:ext cx="2337435" cy="208280"/>
                          </a:xfrm>
                          <a:prstGeom prst="rect">
                            <a:avLst/>
                          </a:prstGeom>
                          <a:noFill/>
                        </wps:spPr>
                        <wps:txbx>
                          <w:txbxContent>
                            <w:p w14:paraId="379749B3"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23" name="TextBox 47"/>
                        <wps:cNvSpPr txBox="1"/>
                        <wps:spPr>
                          <a:xfrm>
                            <a:off x="2871103" y="1058564"/>
                            <a:ext cx="2338070" cy="208280"/>
                          </a:xfrm>
                          <a:prstGeom prst="rect">
                            <a:avLst/>
                          </a:prstGeom>
                          <a:noFill/>
                        </wps:spPr>
                        <wps:txbx>
                          <w:txbxContent>
                            <w:p w14:paraId="2A459DE4"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824" name="TextBox 48"/>
                        <wps:cNvSpPr txBox="1"/>
                        <wps:spPr>
                          <a:xfrm>
                            <a:off x="342360" y="1563475"/>
                            <a:ext cx="2338070" cy="208280"/>
                          </a:xfrm>
                          <a:prstGeom prst="rect">
                            <a:avLst/>
                          </a:prstGeom>
                          <a:noFill/>
                        </wps:spPr>
                        <wps:txbx>
                          <w:txbxContent>
                            <w:p w14:paraId="2B61CD74"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825" name="TextBox 51"/>
                        <wps:cNvSpPr txBox="1"/>
                        <wps:spPr>
                          <a:xfrm>
                            <a:off x="328627" y="2576764"/>
                            <a:ext cx="2337435" cy="208280"/>
                          </a:xfrm>
                          <a:prstGeom prst="rect">
                            <a:avLst/>
                          </a:prstGeom>
                          <a:noFill/>
                        </wps:spPr>
                        <wps:txbx>
                          <w:txbxContent>
                            <w:p w14:paraId="27CB219A"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826" name="TextBox 29"/>
                        <wps:cNvSpPr txBox="1"/>
                        <wps:spPr>
                          <a:xfrm>
                            <a:off x="342360" y="1273968"/>
                            <a:ext cx="2338070" cy="208280"/>
                          </a:xfrm>
                          <a:prstGeom prst="rect">
                            <a:avLst/>
                          </a:prstGeom>
                          <a:noFill/>
                        </wps:spPr>
                        <wps:txbx>
                          <w:txbxContent>
                            <w:p w14:paraId="1CD92564"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827" name="Straight Connector 827"/>
                        <wps:cNvCnPr/>
                        <wps:spPr bwMode="auto">
                          <a:xfrm flipH="1">
                            <a:off x="2765566" y="197991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8" name="TextBox 31"/>
                        <wps:cNvSpPr txBox="1"/>
                        <wps:spPr>
                          <a:xfrm>
                            <a:off x="2837220" y="1811750"/>
                            <a:ext cx="2337435" cy="208280"/>
                          </a:xfrm>
                          <a:prstGeom prst="rect">
                            <a:avLst/>
                          </a:prstGeom>
                          <a:noFill/>
                        </wps:spPr>
                        <wps:txbx>
                          <w:txbxContent>
                            <w:p w14:paraId="22930A0B"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829" name="TextBox 32"/>
                        <wps:cNvSpPr txBox="1"/>
                        <wps:spPr>
                          <a:xfrm>
                            <a:off x="321007" y="2310038"/>
                            <a:ext cx="2337435" cy="208280"/>
                          </a:xfrm>
                          <a:prstGeom prst="rect">
                            <a:avLst/>
                          </a:prstGeom>
                          <a:noFill/>
                        </wps:spPr>
                        <wps:txbx>
                          <w:txbxContent>
                            <w:p w14:paraId="3DEC79C3"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30" name="Straight Connector 830"/>
                        <wps:cNvCnPr/>
                        <wps:spPr bwMode="auto">
                          <a:xfrm>
                            <a:off x="263007" y="24809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1" name="Straight Connector 831"/>
                        <wps:cNvCnPr/>
                        <wps:spPr bwMode="auto">
                          <a:xfrm>
                            <a:off x="2764134" y="2255625"/>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2" name="TextBox 44"/>
                        <wps:cNvSpPr txBox="1"/>
                        <wps:spPr>
                          <a:xfrm>
                            <a:off x="2847283" y="2070283"/>
                            <a:ext cx="2337435" cy="208280"/>
                          </a:xfrm>
                          <a:prstGeom prst="rect">
                            <a:avLst/>
                          </a:prstGeom>
                          <a:noFill/>
                        </wps:spPr>
                        <wps:txbx>
                          <w:txbxContent>
                            <w:p w14:paraId="335AAD0A"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33" name="Straight Connector 833"/>
                        <wps:cNvCnPr/>
                        <wps:spPr bwMode="auto">
                          <a:xfrm flipH="1">
                            <a:off x="2790125" y="3024199"/>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4" name="TextBox 55"/>
                        <wps:cNvSpPr txBox="1"/>
                        <wps:spPr>
                          <a:xfrm>
                            <a:off x="2829600" y="2836839"/>
                            <a:ext cx="2337435" cy="208280"/>
                          </a:xfrm>
                          <a:prstGeom prst="rect">
                            <a:avLst/>
                          </a:prstGeom>
                          <a:noFill/>
                        </wps:spPr>
                        <wps:txbx>
                          <w:txbxContent>
                            <w:p w14:paraId="654E3675"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g:wgp>
                  </a:graphicData>
                </a:graphic>
              </wp:inline>
            </w:drawing>
          </mc:Choice>
          <mc:Fallback>
            <w:pict>
              <v:group w14:anchorId="79BE00D0" id="Group 4" o:spid="_x0000_s1090" style="width:427.85pt;height:251.7pt;mso-position-horizontal-relative:char;mso-position-vertical-relative:line" coordsize="54338,3196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">
                <v:line id="Straight Connector 808" o:spid="_x0000_s1091" style="position:absolute;visibility:visible;mso-wrap-style:square" from="2461,6674" to="2706,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" filled="t" fillcolor="#4f81bd [3204]" strokecolor="black [3213]" strokeweight="1.5pt">
                  <v:stroke dashstyle="dash"/>
                  <v:shadow color="#eeece1 [3214]"/>
                </v:line>
                <v:shape id="Picture 809" o:spid="_x0000_s1092" type="#_x0000_t75" alt="Bank_cmyk_warmgray_10" style="position:absolute;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">
                  <v:imagedata r:id="rId33" o:title="Bank_cmyk_warmgray_10"/>
                </v:shape>
                <v:line id="Straight Connector 810" o:spid="_x0000_s1093" style="position:absolute;visibility:visible;mso-wrap-style:square" from="27766,6674" to="27894,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" filled="t" fillcolor="#4f81bd [3204]" strokecolor="black [3213]" strokeweight="1.5pt">
                  <v:stroke dashstyle="dash"/>
                  <v:shadow color="#eeece1 [3214]"/>
                </v:line>
                <v:shape id="Picture 811" o:spid="_x0000_s1094" type="#_x0000_t75" alt="Bank_cmyk_warmgray_10" style="position:absolute;left:25304;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">
                  <v:imagedata r:id="rId33" o:title="Bank_cmyk_warmgray_10"/>
                </v:shape>
                <v:shape id="TextBox 7" o:spid="_x0000_s1095" type="#_x0000_t202" style="position:absolute;left:3286;top:900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" filled="f" stroked="f">
                  <v:textbox style="mso-fit-shape-to-text:t">
                    <w:txbxContent>
                      <w:p w14:paraId="4C30037F"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13" o:spid="_x0000_s1096" style="position:absolute;visibility:visible;mso-wrap-style:square" from="2706,10712" to="27894,10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" filled="t" fillcolor="#4f81bd [3204]" strokecolor="black [3213]" strokeweight="1pt">
                  <v:stroke startarrow="open"/>
                  <v:shadow color="#eeece1 [3214]"/>
                </v:line>
                <v:shape id="TextBox 10" o:spid="_x0000_s1097" type="#_x0000_t202" style="position:absolute;left:21945;top:4519;width:11214;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" filled="f" stroked="f">
                  <v:textbox style="mso-fit-shape-to-text:t">
                    <w:txbxContent>
                      <w:p w14:paraId="32279FB8"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815" o:spid="_x0000_s1098" style="position:absolute;visibility:visible;mso-wrap-style:square" from="2940,14661" to="27629,14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" filled="t" fillcolor="#4f81bd [3204]" strokecolor="black [3213]" strokeweight="1pt">
                  <v:stroke startarrow="open"/>
                  <v:shadow color="#eeece1 [3214]"/>
                </v:line>
                <v:line id="Straight Connector 816" o:spid="_x0000_s1099" style="position:absolute;flip:x;visibility:visible;mso-wrap-style:square" from="2706,17315" to="27395,17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" filled="t" fillcolor="#4f81bd [3204]" strokecolor="black [3213]" strokeweight="1pt">
                  <v:stroke startarrow="open"/>
                  <v:shadow color="#eeece1 [3214]"/>
                </v:line>
                <v:line id="Straight Connector 817" o:spid="_x0000_s1100" style="position:absolute;flip:x;visibility:visible;mso-wrap-style:square" from="2966,27716" to="27655,27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" filled="t" fillcolor="#4f81bd [3204]" strokecolor="black [3213]" strokeweight="1pt">
                  <v:stroke startarrow="open"/>
                  <v:shadow color="#eeece1 [3214]"/>
                </v:line>
                <v:line id="Straight Connector 818" o:spid="_x0000_s1101" style="position:absolute;visibility:visible;mso-wrap-style:square" from="52302,7406" to="52406,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" filled="t" fillcolor="#4f81bd [3204]" strokecolor="black [3213]" strokeweight="1.5pt">
                  <v:stroke dashstyle="dash"/>
                  <v:shadow color="#eeece1 [3214]"/>
                </v:line>
                <v:shape id="Picture 819" o:spid="_x0000_s1102" type="#_x0000_t75" alt="Bank_cmyk_warmgray_10" style="position:absolute;left:49840;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">
                  <v:imagedata r:id="rId33" o:title="Bank_cmyk_warmgray_10"/>
                </v:shape>
                <v:line id="Straight Connector 820" o:spid="_x0000_s1103" style="position:absolute;visibility:visible;mso-wrap-style:square" from="27717,8459" to="52406,8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" filled="t" fillcolor="#4f81bd [3204]" strokecolor="black [3213]" strokeweight="1pt">
                  <v:stroke startarrow="open"/>
                  <v:shadow color="#eeece1 [3214]"/>
                </v:line>
                <v:line id="Straight Connector 821" o:spid="_x0000_s1104" style="position:absolute;visibility:visible;mso-wrap-style:square" from="27894,12561" to="52583,12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" filled="t" fillcolor="#4f81bd [3204]" strokecolor="black [3213]" strokeweight="1pt">
                  <v:stroke startarrow="open"/>
                  <v:shadow color="#eeece1 [3214]"/>
                </v:line>
                <v:shape id="TextBox 45" o:spid="_x0000_s1105" type="#_x0000_t202" style="position:absolute;left:28549;top:660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" filled="f" stroked="f">
                  <v:textbox style="mso-fit-shape-to-text:t">
                    <w:txbxContent>
                      <w:p w14:paraId="379749B3"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shape id="TextBox 47" o:spid="_x0000_s1106" type="#_x0000_t202" style="position:absolute;left:28711;top:10585;width:23380;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hI1xwAAANwAAAAPAAAAZHJzL2Rvd25yZXYueG1sRI/NawIx&#10;FMTvhf4P4RV6KZqtBd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OieEjXHAAAA3AAA&#10;AA8AAAAAAAAAAAAAAAAABwIAAGRycy9kb3ducmV2LnhtbFBLBQYAAAAAAwADALcAAAD7AgAAAAA=&#10;" filled="f" stroked="f">
                  <v:textbox style="mso-fit-shape-to-text:t">
                    <w:txbxContent>
                      <w:p w14:paraId="2A459DE4"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shape id="TextBox 48" o:spid="_x0000_s1107" type="#_x0000_t202" style="position:absolute;left:3423;top:15634;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4pBxwAAANwAAAAPAAAAZHJzL2Rvd25yZXYueG1sRI/NawIx&#10;FMTvhf4P4RV6KZqtFN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Gd3ikHHAAAA3AAA&#10;AA8AAAAAAAAAAAAAAAAABwIAAGRycy9kb3ducmV2LnhtbFBLBQYAAAAAAwADALcAAAD7AgAAAAA=&#10;" filled="f" stroked="f">
                  <v:textbox style="mso-fit-shape-to-text:t">
                    <w:txbxContent>
                      <w:p w14:paraId="2B61CD74"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51" o:spid="_x0000_s1108" type="#_x0000_t202" style="position:absolute;left:3286;top:25767;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y/axwAAANwAAAAPAAAAZHJzL2Rvd25yZXYueG1sRI/NawIx&#10;FMTvhf4P4RV6KZqtUN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Ag7L9rHAAAA3AAA&#10;AA8AAAAAAAAAAAAAAAAABwIAAGRycy9kb3ducmV2LnhtbFBLBQYAAAAAAwADALcAAAD7AgAAAAA=&#10;" filled="f" stroked="f">
                  <v:textbox style="mso-fit-shape-to-text:t">
                    <w:txbxContent>
                      <w:p w14:paraId="27CB219A"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29" o:spid="_x0000_s1109" type="#_x0000_t202" style="position:absolute;left:3423;top:12739;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" filled="f" stroked="f">
                  <v:textbox style="mso-fit-shape-to-text:t">
                    <w:txbxContent>
                      <w:p w14:paraId="1CD92564"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line id="Straight Connector 827" o:spid="_x0000_s1110" style="position:absolute;flip:x;visibility:visible;mso-wrap-style:square" from="27655,19799" to="52344,19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" filled="t" fillcolor="#4f81bd [3204]" strokecolor="black [3213]" strokeweight="1pt">
                  <v:stroke startarrow="open"/>
                  <v:shadow color="#eeece1 [3214]"/>
                </v:line>
                <v:shape id="TextBox 31" o:spid="_x0000_s1111" type="#_x0000_t202" style="position:absolute;left:28372;top:18117;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" filled="f" stroked="f">
                  <v:textbox style="mso-fit-shape-to-text:t">
                    <w:txbxContent>
                      <w:p w14:paraId="22930A0B"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32" o:spid="_x0000_s1112" type="#_x0000_t202" style="position:absolute;left:3210;top:23100;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" filled="f" stroked="f">
                  <v:textbox style="mso-fit-shape-to-text:t">
                    <w:txbxContent>
                      <w:p w14:paraId="3DEC79C3"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30" o:spid="_x0000_s1113" style="position:absolute;visibility:visible;mso-wrap-style:square" from="2630,24809" to="27818,24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" filled="t" fillcolor="#4f81bd [3204]" strokecolor="black [3213]" strokeweight="1pt">
                  <v:stroke startarrow="open"/>
                  <v:shadow color="#eeece1 [3214]"/>
                </v:line>
                <v:line id="Straight Connector 831" o:spid="_x0000_s1114" style="position:absolute;visibility:visible;mso-wrap-style:square" from="27641,22556" to="52330,22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" filled="t" fillcolor="#4f81bd [3204]" strokecolor="black [3213]" strokeweight="1pt">
                  <v:stroke startarrow="open"/>
                  <v:shadow color="#eeece1 [3214]"/>
                </v:line>
                <v:shape id="TextBox 44" o:spid="_x0000_s1115" type="#_x0000_t202" style="position:absolute;left:28472;top:20702;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" filled="f" stroked="f">
                  <v:textbox style="mso-fit-shape-to-text:t">
                    <w:txbxContent>
                      <w:p w14:paraId="335AAD0A"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33" o:spid="_x0000_s1116" style="position:absolute;flip:x;visibility:visible;mso-wrap-style:square" from="27901,30241" to="52590,3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" filled="t" fillcolor="#4f81bd [3204]" strokecolor="black [3213]" strokeweight="1pt">
                  <v:stroke startarrow="open"/>
                  <v:shadow color="#eeece1 [3214]"/>
                </v:line>
                <v:shape id="TextBox 55" o:spid="_x0000_s1117" type="#_x0000_t202" style="position:absolute;left:28296;top:2836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" filled="f" stroked="f">
                  <v:textbox style="mso-fit-shape-to-text:t">
                    <w:txbxContent>
                      <w:p w14:paraId="654E3675"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w10:anchorlock/>
              </v:group>
            </w:pict>
          </mc:Fallback>
        </mc:AlternateContent>
      </w:r>
    </w:p>
    <w:p w14:paraId="09B49039" w14:textId="77777777" w:rsidR="00401B54" w:rsidRDefault="00401B54" w:rsidP="00E87B1D"/>
    <w:p w14:paraId="6F0D7D9F" w14:textId="77777777" w:rsidR="00401B54" w:rsidRDefault="00401B54" w:rsidP="00E87B1D"/>
    <w:p w14:paraId="3B84EFA2" w14:textId="3D1F620A" w:rsidR="00E87B1D" w:rsidRPr="009D0675" w:rsidRDefault="00E87B1D" w:rsidP="00401B54">
      <w:pPr>
        <w:pStyle w:val="Heading2"/>
      </w:pPr>
      <w:bookmarkStart w:id="29" w:name="_Toc63870579"/>
      <w:r w:rsidRPr="009D0675">
        <w:t>Result</w:t>
      </w:r>
      <w:r w:rsidR="00401B54">
        <w:t>s Dissemination Scenario</w:t>
      </w:r>
      <w:bookmarkEnd w:id="29"/>
    </w:p>
    <w:p w14:paraId="59210B25" w14:textId="0BAA1CBC" w:rsidR="00E87B1D" w:rsidRPr="009D0675" w:rsidRDefault="00E87B1D" w:rsidP="00E87B1D">
      <w:r w:rsidRPr="009D0675">
        <w:t>The issuer or its agent sends a MeetingResultDissemination to</w:t>
      </w:r>
      <w:r w:rsidR="00401B54">
        <w:t xml:space="preserve"> </w:t>
      </w:r>
      <w:r w:rsidRPr="009D0675">
        <w:t>transmit the results of a shareholders meeting. The MeetingResultDissemination</w:t>
      </w:r>
      <w:r w:rsidR="00401B54">
        <w:t xml:space="preserve"> </w:t>
      </w:r>
      <w:r w:rsidRPr="009D0675">
        <w:t>can also be initiated by any intermediary in the chain who has access</w:t>
      </w:r>
      <w:r w:rsidR="00401B54">
        <w:t xml:space="preserve"> </w:t>
      </w:r>
      <w:r w:rsidRPr="009D0675">
        <w:t xml:space="preserve">to the results. </w:t>
      </w:r>
    </w:p>
    <w:p w14:paraId="792DFDE8" w14:textId="2F000998" w:rsidR="00E87B1D" w:rsidRDefault="00E87B1D" w:rsidP="00E87B1D">
      <w:r w:rsidRPr="009D0675">
        <w:t>In both cases, the information is transferred down to the ultimate</w:t>
      </w:r>
      <w:r w:rsidR="00401B54">
        <w:t xml:space="preserve"> </w:t>
      </w:r>
      <w:r w:rsidRPr="009D0675">
        <w:t>party holding the right to vote.</w:t>
      </w:r>
    </w:p>
    <w:p w14:paraId="4AC6E686" w14:textId="77777777" w:rsidR="00401B54" w:rsidRDefault="00401B54" w:rsidP="00E87B1D"/>
    <w:p w14:paraId="7472A850" w14:textId="210DC718" w:rsidR="00E87B1D" w:rsidRPr="00E87B1D" w:rsidRDefault="00401B54" w:rsidP="00E87B1D">
      <w:r w:rsidRPr="00401B54">
        <w:rPr>
          <w:noProof/>
        </w:rPr>
        <mc:AlternateContent>
          <mc:Choice Requires="wpg">
            <w:drawing>
              <wp:inline distT="0" distB="0" distL="0" distR="0" wp14:anchorId="001BDAE7" wp14:editId="47A973A9">
                <wp:extent cx="5835627" cy="1427429"/>
                <wp:effectExtent l="0" t="0" r="0" b="20955"/>
                <wp:docPr id="835" name="Group 4"/>
                <wp:cNvGraphicFramePr/>
                <a:graphic xmlns:a="http://schemas.openxmlformats.org/drawingml/2006/main">
                  <a:graphicData uri="http://schemas.microsoft.com/office/word/2010/wordprocessingGroup">
                    <wpg:wgp>
                      <wpg:cNvGrpSpPr/>
                      <wpg:grpSpPr>
                        <a:xfrm>
                          <a:off x="0" y="0"/>
                          <a:ext cx="5835627" cy="1427429"/>
                          <a:chOff x="0" y="0"/>
                          <a:chExt cx="5835627" cy="1427429"/>
                        </a:xfrm>
                      </wpg:grpSpPr>
                      <wps:wsp>
                        <wps:cNvPr id="836" name="Straight Connector 836"/>
                        <wps:cNvCnPr/>
                        <wps:spPr bwMode="auto">
                          <a:xfrm>
                            <a:off x="246192" y="667432"/>
                            <a:ext cx="0" cy="71554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37" name="Picture 837" descr="Bank_cmyk_warmgray_10"/>
                          <pic:cNvPicPr>
                            <a:picLocks noChangeAspect="1" noChangeArrowheads="1"/>
                          </pic:cNvPicPr>
                        </pic:nvPicPr>
                        <pic:blipFill>
                          <a:blip r:embed="rId32" cstate="print"/>
                          <a:srcRect/>
                          <a:stretch>
                            <a:fillRect/>
                          </a:stretch>
                        </pic:blipFill>
                        <pic:spPr bwMode="auto">
                          <a:xfrm>
                            <a:off x="0" y="10559"/>
                            <a:ext cx="449813" cy="490325"/>
                          </a:xfrm>
                          <a:prstGeom prst="rect">
                            <a:avLst/>
                          </a:prstGeom>
                          <a:noFill/>
                        </pic:spPr>
                      </pic:pic>
                      <wps:wsp>
                        <wps:cNvPr id="838" name="Straight Connector 838"/>
                        <wps:cNvCnPr/>
                        <wps:spPr bwMode="auto">
                          <a:xfrm>
                            <a:off x="2776607" y="667432"/>
                            <a:ext cx="2605" cy="75999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39" name="Picture 839" descr="Bank_cmyk_warmgray_10"/>
                          <pic:cNvPicPr>
                            <a:picLocks noChangeAspect="1" noChangeArrowheads="1"/>
                          </pic:cNvPicPr>
                        </pic:nvPicPr>
                        <pic:blipFill>
                          <a:blip r:embed="rId32" cstate="print"/>
                          <a:srcRect/>
                          <a:stretch>
                            <a:fillRect/>
                          </a:stretch>
                        </pic:blipFill>
                        <pic:spPr bwMode="auto">
                          <a:xfrm>
                            <a:off x="2530415" y="10559"/>
                            <a:ext cx="449813" cy="490325"/>
                          </a:xfrm>
                          <a:prstGeom prst="rect">
                            <a:avLst/>
                          </a:prstGeom>
                          <a:noFill/>
                        </pic:spPr>
                      </pic:pic>
                      <wps:wsp>
                        <wps:cNvPr id="840" name="TextBox 56"/>
                        <wps:cNvSpPr txBox="1"/>
                        <wps:spPr>
                          <a:xfrm>
                            <a:off x="342357" y="808989"/>
                            <a:ext cx="2338070" cy="208280"/>
                          </a:xfrm>
                          <a:prstGeom prst="rect">
                            <a:avLst/>
                          </a:prstGeom>
                          <a:noFill/>
                        </wps:spPr>
                        <wps:txbx>
                          <w:txbxContent>
                            <w:p w14:paraId="54D37E94"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s:wsp>
                        <wps:cNvPr id="841" name="Straight Connector 841"/>
                        <wps:cNvCnPr/>
                        <wps:spPr bwMode="auto">
                          <a:xfrm>
                            <a:off x="270627"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42" name="TextBox 59"/>
                        <wps:cNvSpPr txBox="1"/>
                        <wps:spPr>
                          <a:xfrm>
                            <a:off x="2194493" y="451803"/>
                            <a:ext cx="1121410" cy="208280"/>
                          </a:xfrm>
                          <a:prstGeom prst="rect">
                            <a:avLst/>
                          </a:prstGeom>
                          <a:noFill/>
                        </wps:spPr>
                        <wps:txbx>
                          <w:txbxContent>
                            <w:p w14:paraId="6A4EE13A"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843" name="Straight Connector 843"/>
                        <wps:cNvCnPr/>
                        <wps:spPr bwMode="auto">
                          <a:xfrm>
                            <a:off x="5230247" y="740693"/>
                            <a:ext cx="0" cy="68673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44" name="Picture 844" descr="Bank_cmyk_warmgray_10"/>
                          <pic:cNvPicPr>
                            <a:picLocks noChangeAspect="1" noChangeArrowheads="1"/>
                          </pic:cNvPicPr>
                        </pic:nvPicPr>
                        <pic:blipFill>
                          <a:blip r:embed="rId32" cstate="print"/>
                          <a:srcRect/>
                          <a:stretch>
                            <a:fillRect/>
                          </a:stretch>
                        </pic:blipFill>
                        <pic:spPr bwMode="auto">
                          <a:xfrm>
                            <a:off x="4984055" y="0"/>
                            <a:ext cx="449813" cy="490325"/>
                          </a:xfrm>
                          <a:prstGeom prst="rect">
                            <a:avLst/>
                          </a:prstGeom>
                          <a:noFill/>
                        </pic:spPr>
                      </pic:pic>
                      <wps:wsp>
                        <wps:cNvPr id="845" name="Straight Connector 845"/>
                        <wps:cNvCnPr/>
                        <wps:spPr bwMode="auto">
                          <a:xfrm>
                            <a:off x="2771754" y="11659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46" name="TextBox 66"/>
                        <wps:cNvSpPr txBox="1"/>
                        <wps:spPr>
                          <a:xfrm>
                            <a:off x="4714217" y="449648"/>
                            <a:ext cx="1121410" cy="208280"/>
                          </a:xfrm>
                          <a:prstGeom prst="rect">
                            <a:avLst/>
                          </a:prstGeom>
                          <a:noFill/>
                        </wps:spPr>
                        <wps:txbx>
                          <w:txbxContent>
                            <w:p w14:paraId="3C8F6D82"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847" name="TextBox 77"/>
                        <wps:cNvSpPr txBox="1"/>
                        <wps:spPr>
                          <a:xfrm>
                            <a:off x="2870893" y="972983"/>
                            <a:ext cx="2337435" cy="208280"/>
                          </a:xfrm>
                          <a:prstGeom prst="rect">
                            <a:avLst/>
                          </a:prstGeom>
                          <a:noFill/>
                        </wps:spPr>
                        <wps:txbx>
                          <w:txbxContent>
                            <w:p w14:paraId="055995A9"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g:wgp>
                  </a:graphicData>
                </a:graphic>
              </wp:inline>
            </w:drawing>
          </mc:Choice>
          <mc:Fallback>
            <w:pict>
              <v:group w14:anchorId="001BDAE7" id="_x0000_s1118" style="width:459.5pt;height:112.4pt;mso-position-horizontal-relative:char;mso-position-vertical-relative:line" coordsize="58356,1427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">
                <v:line id="Straight Connector 836" o:spid="_x0000_s1119" style="position:absolute;visibility:visible;mso-wrap-style:square" from="2461,6674" to="2461,13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" filled="t" fillcolor="#4f81bd [3204]" strokecolor="black [3213]" strokeweight="1.5pt">
                  <v:stroke dashstyle="dash"/>
                  <v:shadow color="#eeece1 [3214]"/>
                </v:line>
                <v:shape id="Picture 837" o:spid="_x0000_s1120" type="#_x0000_t75" alt="Bank_cmyk_warmgray_10" style="position:absolute;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">
                  <v:imagedata r:id="rId33" o:title="Bank_cmyk_warmgray_10"/>
                </v:shape>
                <v:line id="Straight Connector 838" o:spid="_x0000_s1121" style="position:absolute;visibility:visible;mso-wrap-style:square" from="27766,6674" to="27792,14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" filled="t" fillcolor="#4f81bd [3204]" strokecolor="black [3213]" strokeweight="1.5pt">
                  <v:stroke dashstyle="dash"/>
                  <v:shadow color="#eeece1 [3214]"/>
                </v:line>
                <v:shape id="Picture 839" o:spid="_x0000_s1122" type="#_x0000_t75" alt="Bank_cmyk_warmgray_10" style="position:absolute;left:25304;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">
                  <v:imagedata r:id="rId33" o:title="Bank_cmyk_warmgray_10"/>
                </v:shape>
                <v:shape id="TextBox 56" o:spid="_x0000_s1123" type="#_x0000_t202" style="position:absolute;left:3423;top:8089;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" filled="f" stroked="f">
                  <v:textbox style="mso-fit-shape-to-text:t">
                    <w:txbxContent>
                      <w:p w14:paraId="54D37E94"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v:line id="Straight Connector 841" o:spid="_x0000_s1124" style="position:absolute;visibility:visible;mso-wrap-style:square" from="2706,9797" to="27894,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" filled="t" fillcolor="#4f81bd [3204]" strokecolor="black [3213]" strokeweight="1pt">
                  <v:stroke endarrow="open"/>
                  <v:shadow color="#eeece1 [3214]"/>
                </v:line>
                <v:shape id="TextBox 59" o:spid="_x0000_s1125" type="#_x0000_t202" style="position:absolute;left:21944;top:4518;width:11215;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" filled="f" stroked="f">
                  <v:textbox style="mso-fit-shape-to-text:t">
                    <w:txbxContent>
                      <w:p w14:paraId="6A4EE13A"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843" o:spid="_x0000_s1126" style="position:absolute;visibility:visible;mso-wrap-style:square" from="52302,7406" to="52302,14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" filled="t" fillcolor="#4f81bd [3204]" strokecolor="black [3213]" strokeweight="1.5pt">
                  <v:stroke dashstyle="dash"/>
                  <v:shadow color="#eeece1 [3214]"/>
                </v:line>
                <v:shape id="Picture 844" o:spid="_x0000_s1127" type="#_x0000_t75" alt="Bank_cmyk_warmgray_10" style="position:absolute;left:49840;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">
                  <v:imagedata r:id="rId33" o:title="Bank_cmyk_warmgray_10"/>
                </v:shape>
                <v:line id="Straight Connector 845" o:spid="_x0000_s1128" style="position:absolute;visibility:visible;mso-wrap-style:square" from="27717,11659" to="52406,11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" filled="t" fillcolor="#4f81bd [3204]" strokecolor="black [3213]" strokeweight="1pt">
                  <v:stroke endarrow="open"/>
                  <v:shadow color="#eeece1 [3214]"/>
                </v:line>
                <v:shape id="TextBox 66" o:spid="_x0000_s1129" type="#_x0000_t202" style="position:absolute;left:47142;top:4496;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" filled="f" stroked="f">
                  <v:textbox style="mso-fit-shape-to-text:t">
                    <w:txbxContent>
                      <w:p w14:paraId="3C8F6D82"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shape id="TextBox 77" o:spid="_x0000_s1130" type="#_x0000_t202" style="position:absolute;left:28708;top:972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" filled="f" stroked="f">
                  <v:textbox style="mso-fit-shape-to-text:t">
                    <w:txbxContent>
                      <w:p w14:paraId="055995A9" w14:textId="77777777" w:rsidR="00ED504F" w:rsidRDefault="00ED504F"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w10:anchorlock/>
              </v:group>
            </w:pict>
          </mc:Fallback>
        </mc:AlternateContent>
      </w:r>
    </w:p>
    <w:p w14:paraId="7CD375C3" w14:textId="75A8FE60" w:rsidR="00D726F7" w:rsidRPr="00D726F7" w:rsidRDefault="00AF7EC1" w:rsidP="00D726F7">
      <w:pPr>
        <w:pStyle w:val="Heading1"/>
      </w:pPr>
      <w:bookmarkStart w:id="30" w:name="_Toc259630496"/>
      <w:bookmarkStart w:id="31" w:name="_Toc63870580"/>
      <w:r>
        <w:lastRenderedPageBreak/>
        <w:t xml:space="preserve">Business </w:t>
      </w:r>
      <w:r w:rsidR="00D726F7" w:rsidRPr="00D726F7">
        <w:t>Examples</w:t>
      </w:r>
      <w:bookmarkEnd w:id="30"/>
      <w:bookmarkEnd w:id="31"/>
    </w:p>
    <w:p w14:paraId="5759A549" w14:textId="2AFEE03E" w:rsidR="00D726F7" w:rsidRPr="00D726F7" w:rsidRDefault="002B3630" w:rsidP="00D726F7">
      <w:pPr>
        <w:pStyle w:val="Heading2"/>
      </w:pPr>
      <w:bookmarkStart w:id="32" w:name="_Toc259630497"/>
      <w:bookmarkStart w:id="33" w:name="_Toc63870581"/>
      <w:r>
        <w:t>MeetingNotification - seev.00</w:t>
      </w:r>
      <w:r w:rsidR="00C0706C">
        <w:t>1.001</w:t>
      </w:r>
      <w:r w:rsidR="00D726F7" w:rsidRPr="00D726F7">
        <w:t>.0</w:t>
      </w:r>
      <w:bookmarkEnd w:id="32"/>
      <w:r w:rsidR="00485C43">
        <w:t>8</w:t>
      </w:r>
      <w:bookmarkEnd w:id="33"/>
    </w:p>
    <w:p w14:paraId="2526CD7E" w14:textId="77777777" w:rsidR="00D726F7" w:rsidRPr="006525A5" w:rsidRDefault="00D726F7" w:rsidP="00D726F7">
      <w:pPr>
        <w:pStyle w:val="StyleBlockLabelLeft0"/>
      </w:pPr>
      <w:r w:rsidRPr="006525A5">
        <w:t>Description</w:t>
      </w:r>
    </w:p>
    <w:p w14:paraId="4523FD00" w14:textId="0486D000" w:rsidR="0037156E" w:rsidRPr="00350A81" w:rsidRDefault="00350A81" w:rsidP="00D726F7">
      <w:pPr>
        <w:pStyle w:val="StyleBlockLabelLeft0"/>
        <w:rPr>
          <w:b w:val="0"/>
        </w:rPr>
      </w:pPr>
      <w:r w:rsidRPr="00350A81">
        <w:rPr>
          <w:b w:val="0"/>
        </w:rPr>
        <w:t>This example describes a meeting notification containing preliminary information. As the Sender of the message makes an error in the ISIN of the security, this message is followed by a MeetingCancellation message (see example in MeetingCancellation chapter).</w:t>
      </w:r>
    </w:p>
    <w:p w14:paraId="42E62FFF" w14:textId="77777777" w:rsidR="00350A81" w:rsidRDefault="00350A81" w:rsidP="00D726F7">
      <w:pPr>
        <w:pStyle w:val="StyleBlockLabelLeft0"/>
      </w:pPr>
    </w:p>
    <w:p w14:paraId="2D469578" w14:textId="20948A90" w:rsidR="00D726F7" w:rsidRPr="00330B19" w:rsidRDefault="00D726F7" w:rsidP="00D726F7">
      <w:pPr>
        <w:pStyle w:val="StyleBlockLabelLeft0"/>
      </w:pPr>
      <w:r w:rsidRPr="00330B19">
        <w:t>Example</w:t>
      </w:r>
      <w:r w:rsidR="008A2C8F">
        <w:t xml:space="preserve"> 1</w:t>
      </w:r>
    </w:p>
    <w:p w14:paraId="38C06758" w14:textId="77777777" w:rsidR="00D726F7" w:rsidRDefault="00D726F7" w:rsidP="00D726F7">
      <w:pPr>
        <w:rPr>
          <w:rStyle w:val="Bold"/>
        </w:rPr>
      </w:pPr>
      <w:r w:rsidRPr="00330B19">
        <w:rPr>
          <w:rStyle w:val="Bold"/>
        </w:rPr>
        <w:t>Terms</w:t>
      </w:r>
    </w:p>
    <w:p w14:paraId="7724E3A5" w14:textId="77777777" w:rsidR="00350A81" w:rsidRDefault="00350A81" w:rsidP="00D726F7">
      <w:pPr>
        <w:rPr>
          <w:rStyle w:val="Bold"/>
          <w:b w:val="0"/>
        </w:rPr>
      </w:pPr>
      <w:r w:rsidRPr="00350A81">
        <w:rPr>
          <w:rStyle w:val="Bold"/>
          <w:b w:val="0"/>
        </w:rPr>
        <w:t>On 3 April, a local custodian (LOCAGB2L) notifies a global custodian (GLOBUS33) that it has received preliminary information regarding an annual general meeting that will take place on 28 April. The issuer is Big Corp in London. The ISIN of the security for which the meeting will be held is GB3333A53L22.</w:t>
      </w:r>
    </w:p>
    <w:p w14:paraId="3892C952" w14:textId="77777777" w:rsidR="00350A81" w:rsidRDefault="00350A81" w:rsidP="00D726F7">
      <w:pPr>
        <w:rPr>
          <w:rStyle w:val="Bold"/>
          <w:b w:val="0"/>
        </w:rPr>
      </w:pPr>
      <w:r w:rsidRPr="00350A81">
        <w:rPr>
          <w:rStyle w:val="Bold"/>
          <w:b w:val="0"/>
        </w:rPr>
        <w:t>The meeting will take place in London with an audio-visual link to a meeting place in Stockholm</w:t>
      </w:r>
      <w:r>
        <w:rPr>
          <w:rStyle w:val="Bold"/>
          <w:b w:val="0"/>
        </w:rPr>
        <w:t xml:space="preserve">. </w:t>
      </w:r>
    </w:p>
    <w:p w14:paraId="10ADB01C" w14:textId="72422661" w:rsidR="0037156E" w:rsidRDefault="00350A81" w:rsidP="00D726F7">
      <w:pPr>
        <w:rPr>
          <w:rStyle w:val="Bold"/>
          <w:b w:val="0"/>
        </w:rPr>
      </w:pPr>
      <w:r>
        <w:rPr>
          <w:rStyle w:val="Bold"/>
          <w:b w:val="0"/>
        </w:rPr>
        <w:t>T</w:t>
      </w:r>
      <w:r w:rsidRPr="00350A81">
        <w:rPr>
          <w:rStyle w:val="Bold"/>
          <w:b w:val="0"/>
        </w:rPr>
        <w:t>he following graphic shows the flow of messages illustrated in the examples described in this document</w:t>
      </w:r>
      <w:r>
        <w:rPr>
          <w:rStyle w:val="Bold"/>
          <w:b w:val="0"/>
        </w:rPr>
        <w:t>.</w:t>
      </w:r>
    </w:p>
    <w:p w14:paraId="6EC73E0A" w14:textId="66F768BC" w:rsidR="00350A81" w:rsidRPr="00350A81" w:rsidRDefault="00350A81" w:rsidP="00D726F7">
      <w:pPr>
        <w:rPr>
          <w:rStyle w:val="Bold"/>
          <w:b w:val="0"/>
        </w:rPr>
      </w:pPr>
      <w:r>
        <w:rPr>
          <w:noProof/>
        </w:rPr>
        <w:drawing>
          <wp:inline distT="0" distB="0" distL="0" distR="0" wp14:anchorId="3C79E404" wp14:editId="0215056F">
            <wp:extent cx="5752381" cy="2752381"/>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bmp"/>
                    <pic:cNvPicPr/>
                  </pic:nvPicPr>
                  <pic:blipFill>
                    <a:blip r:embed="rId42">
                      <a:extLst>
                        <a:ext uri="{28A0092B-C50C-407E-A947-70E740481C1C}">
                          <a14:useLocalDpi xmlns:a14="http://schemas.microsoft.com/office/drawing/2010/main" val="0"/>
                        </a:ext>
                      </a:extLst>
                    </a:blip>
                    <a:stretch>
                      <a:fillRect/>
                    </a:stretch>
                  </pic:blipFill>
                  <pic:spPr>
                    <a:xfrm>
                      <a:off x="0" y="0"/>
                      <a:ext cx="5752381" cy="2752381"/>
                    </a:xfrm>
                    <a:prstGeom prst="rect">
                      <a:avLst/>
                    </a:prstGeom>
                  </pic:spPr>
                </pic:pic>
              </a:graphicData>
            </a:graphic>
          </wp:inline>
        </w:drawing>
      </w:r>
    </w:p>
    <w:p w14:paraId="659BE4C9" w14:textId="73C73A05" w:rsidR="00D726F7" w:rsidRDefault="00D726F7" w:rsidP="00D726F7">
      <w:pPr>
        <w:pStyle w:val="BlockLabel"/>
        <w:ind w:left="0"/>
      </w:pPr>
      <w:r w:rsidRPr="00330B19">
        <w:t>Message Instance</w:t>
      </w:r>
      <w:r w:rsidR="005C62DF">
        <w:t xml:space="preserve"> (with application header)</w:t>
      </w:r>
    </w:p>
    <w:p w14:paraId="2CD0EA51" w14:textId="77777777" w:rsidR="005C62DF" w:rsidRPr="00D33A3F" w:rsidRDefault="005C62DF" w:rsidP="005C62DF">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65B9F167" w14:textId="77777777" w:rsidR="005C62DF" w:rsidRPr="00D33A3F" w:rsidRDefault="005C62DF" w:rsidP="005C62DF">
      <w:pPr>
        <w:pStyle w:val="XMLCode"/>
        <w:rPr>
          <w:highlight w:val="white"/>
        </w:rPr>
      </w:pPr>
      <w:r w:rsidRPr="00D33A3F">
        <w:rPr>
          <w:highlight w:val="white"/>
        </w:rPr>
        <w:tab/>
        <w:t>&lt;Fr&gt;</w:t>
      </w:r>
    </w:p>
    <w:p w14:paraId="296EDD4D"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1D2CA77F"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5522626A" w14:textId="54BEC612"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23266DF4"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1454DD45"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16B95951" w14:textId="77777777" w:rsidR="005C62DF" w:rsidRPr="00D33A3F" w:rsidRDefault="005C62DF" w:rsidP="005C62DF">
      <w:pPr>
        <w:pStyle w:val="XMLCode"/>
        <w:rPr>
          <w:highlight w:val="white"/>
        </w:rPr>
      </w:pPr>
      <w:r w:rsidRPr="00D33A3F">
        <w:rPr>
          <w:highlight w:val="white"/>
        </w:rPr>
        <w:tab/>
        <w:t>&lt;/Fr&gt;</w:t>
      </w:r>
    </w:p>
    <w:p w14:paraId="5FA42335" w14:textId="77777777" w:rsidR="005C62DF" w:rsidRPr="00D33A3F" w:rsidRDefault="005C62DF" w:rsidP="005C62DF">
      <w:pPr>
        <w:pStyle w:val="XMLCode"/>
        <w:rPr>
          <w:highlight w:val="white"/>
        </w:rPr>
      </w:pPr>
      <w:r w:rsidRPr="00D33A3F">
        <w:rPr>
          <w:highlight w:val="white"/>
        </w:rPr>
        <w:tab/>
        <w:t>&lt;To&gt;</w:t>
      </w:r>
    </w:p>
    <w:p w14:paraId="36E79D98"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6E9594ED" w14:textId="77777777" w:rsidR="005C62DF" w:rsidRPr="008A014D" w:rsidRDefault="005C62DF" w:rsidP="005C62DF">
      <w:pPr>
        <w:pStyle w:val="XMLCode"/>
        <w:rPr>
          <w:highlight w:val="white"/>
        </w:rPr>
      </w:pPr>
      <w:r w:rsidRPr="00D33A3F">
        <w:rPr>
          <w:highlight w:val="white"/>
        </w:rPr>
        <w:lastRenderedPageBreak/>
        <w:tab/>
      </w:r>
      <w:r w:rsidRPr="00D33A3F">
        <w:rPr>
          <w:highlight w:val="white"/>
        </w:rPr>
        <w:tab/>
      </w:r>
      <w:r w:rsidRPr="00D33A3F">
        <w:rPr>
          <w:highlight w:val="white"/>
        </w:rPr>
        <w:tab/>
      </w:r>
      <w:r w:rsidRPr="008A014D">
        <w:rPr>
          <w:highlight w:val="white"/>
        </w:rPr>
        <w:t>&lt;FinInstnId&gt;</w:t>
      </w:r>
    </w:p>
    <w:p w14:paraId="7B7F3796"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5A84807C"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t>&lt;/FinInstnId&gt;</w:t>
      </w:r>
    </w:p>
    <w:p w14:paraId="2841ECCA" w14:textId="77777777" w:rsidR="005C62DF" w:rsidRPr="00D33A3F" w:rsidRDefault="005C62DF" w:rsidP="005C62DF">
      <w:pPr>
        <w:pStyle w:val="XMLCode"/>
        <w:rPr>
          <w:highlight w:val="white"/>
        </w:rPr>
      </w:pPr>
      <w:r w:rsidRPr="008A014D">
        <w:rPr>
          <w:highlight w:val="white"/>
        </w:rPr>
        <w:tab/>
      </w:r>
      <w:r w:rsidRPr="008A014D">
        <w:rPr>
          <w:highlight w:val="white"/>
        </w:rPr>
        <w:tab/>
      </w:r>
      <w:r w:rsidRPr="00D33A3F">
        <w:rPr>
          <w:highlight w:val="white"/>
        </w:rPr>
        <w:t>&lt;/FIId&gt;</w:t>
      </w:r>
    </w:p>
    <w:p w14:paraId="0425CFC3" w14:textId="77777777" w:rsidR="005C62DF" w:rsidRPr="00D33A3F" w:rsidRDefault="005C62DF" w:rsidP="005C62DF">
      <w:pPr>
        <w:pStyle w:val="XMLCode"/>
        <w:rPr>
          <w:highlight w:val="white"/>
        </w:rPr>
      </w:pPr>
      <w:r w:rsidRPr="00D33A3F">
        <w:rPr>
          <w:highlight w:val="white"/>
        </w:rPr>
        <w:tab/>
        <w:t>&lt;/To&gt;</w:t>
      </w:r>
    </w:p>
    <w:p w14:paraId="39A01F2B" w14:textId="107EB242" w:rsidR="005C62DF" w:rsidRPr="00D33A3F" w:rsidRDefault="005C62DF" w:rsidP="005C62DF">
      <w:pPr>
        <w:pStyle w:val="XMLCode"/>
        <w:rPr>
          <w:highlight w:val="white"/>
        </w:rPr>
      </w:pPr>
      <w:r w:rsidRPr="00D33A3F">
        <w:rPr>
          <w:highlight w:val="white"/>
        </w:rPr>
        <w:tab/>
        <w:t>&lt;BizMsgIdr&gt;</w:t>
      </w:r>
      <w:r>
        <w:rPr>
          <w:highlight w:val="white"/>
        </w:rPr>
        <w:t>LOCA</w:t>
      </w:r>
      <w:r w:rsidRPr="00D33A3F">
        <w:rPr>
          <w:highlight w:val="white"/>
        </w:rPr>
        <w:t>000000001&lt;/BizMsgIdr&gt;</w:t>
      </w:r>
    </w:p>
    <w:p w14:paraId="4ED8785B" w14:textId="3D99D3AD" w:rsidR="005C62DF" w:rsidRPr="00D33A3F" w:rsidRDefault="005C62DF" w:rsidP="005C62DF">
      <w:pPr>
        <w:pStyle w:val="XMLCode"/>
        <w:rPr>
          <w:highlight w:val="white"/>
        </w:rPr>
      </w:pPr>
      <w:r>
        <w:rPr>
          <w:highlight w:val="white"/>
        </w:rPr>
        <w:tab/>
        <w:t>&lt;MsgDefIdr&gt;seev.001.001.08</w:t>
      </w:r>
      <w:r w:rsidRPr="00D33A3F">
        <w:rPr>
          <w:highlight w:val="white"/>
        </w:rPr>
        <w:t>&lt;/MsgDefIdr&gt;</w:t>
      </w:r>
    </w:p>
    <w:p w14:paraId="618E1CB0" w14:textId="64E82E2D" w:rsidR="005C62DF" w:rsidRPr="00D33A3F" w:rsidRDefault="005C62DF" w:rsidP="005C62DF">
      <w:pPr>
        <w:pStyle w:val="XMLCode"/>
        <w:rPr>
          <w:highlight w:val="white"/>
        </w:rPr>
      </w:pPr>
      <w:r w:rsidRPr="00D33A3F">
        <w:rPr>
          <w:highlight w:val="white"/>
        </w:rPr>
        <w:tab/>
        <w:t>&lt;CreDt</w:t>
      </w:r>
      <w:r>
        <w:rPr>
          <w:highlight w:val="white"/>
        </w:rPr>
        <w:t>&gt;2019-04-03T08</w:t>
      </w:r>
      <w:r w:rsidRPr="00D33A3F">
        <w:rPr>
          <w:highlight w:val="white"/>
        </w:rPr>
        <w:t>:30:00Z&lt;/CreDt&gt;</w:t>
      </w:r>
    </w:p>
    <w:p w14:paraId="23EF7FC7" w14:textId="77777777" w:rsidR="005C62DF" w:rsidRPr="00D33A3F" w:rsidRDefault="005C62DF" w:rsidP="005C62DF">
      <w:pPr>
        <w:pStyle w:val="XMLCode"/>
      </w:pPr>
      <w:r w:rsidRPr="00D33A3F">
        <w:rPr>
          <w:highlight w:val="white"/>
        </w:rPr>
        <w:t>&lt;/AppHdr&gt;</w:t>
      </w:r>
    </w:p>
    <w:p w14:paraId="3605C817" w14:textId="42D01CCF" w:rsidR="005C62DF" w:rsidRDefault="005C62DF" w:rsidP="005C62DF">
      <w:pPr>
        <w:widowControl/>
        <w:spacing w:before="0"/>
      </w:pPr>
      <w:r w:rsidRPr="00D33A3F">
        <w:rPr>
          <w:highlight w:val="white"/>
        </w:rPr>
        <w:t>&lt;Document xmlns="urn:i</w:t>
      </w:r>
      <w:r>
        <w:rPr>
          <w:highlight w:val="white"/>
        </w:rPr>
        <w:t>so:std:iso:20022:tech:xsd:seev.001</w:t>
      </w:r>
      <w:r w:rsidRPr="00D33A3F">
        <w:rPr>
          <w:highlight w:val="white"/>
        </w:rPr>
        <w:t>.001.0</w:t>
      </w:r>
      <w:r>
        <w:rPr>
          <w:highlight w:val="white"/>
        </w:rPr>
        <w:t>8</w:t>
      </w:r>
      <w:r w:rsidRPr="00D33A3F">
        <w:rPr>
          <w:highlight w:val="white"/>
        </w:rPr>
        <w:t>" xmlns:xsi="http://www.w3.org/2001/XMLSchema-instance"&gt;</w:t>
      </w:r>
    </w:p>
    <w:p w14:paraId="51151B59" w14:textId="69CE4E43" w:rsidR="00485C1A" w:rsidRDefault="00485C1A" w:rsidP="00C9748A">
      <w:pPr>
        <w:pStyle w:val="StyleXMLSampleLatinBodyCalibri10ptLeft0"/>
        <w:rPr>
          <w:color w:val="000000"/>
          <w:highlight w:val="white"/>
        </w:rPr>
      </w:pPr>
      <w:bookmarkStart w:id="34" w:name="_Toc259630498"/>
      <w:r>
        <w:rPr>
          <w:color w:val="0000FF"/>
          <w:highlight w:val="white"/>
        </w:rPr>
        <w:t>&lt;</w:t>
      </w:r>
      <w:r>
        <w:rPr>
          <w:highlight w:val="white"/>
        </w:rPr>
        <w:t>MtgNtfctn</w:t>
      </w:r>
      <w:r>
        <w:rPr>
          <w:color w:val="0000FF"/>
          <w:highlight w:val="white"/>
        </w:rPr>
        <w:t>&gt;</w:t>
      </w:r>
    </w:p>
    <w:p w14:paraId="31C7126E" w14:textId="2A9D60D8" w:rsidR="00485C1A" w:rsidRDefault="00485C1A" w:rsidP="00C9748A">
      <w:pPr>
        <w:pStyle w:val="StyleXMLSampleLatinBodyCalibri10ptLeft0"/>
        <w:rPr>
          <w:color w:val="000000"/>
          <w:highlight w:val="white"/>
        </w:rPr>
      </w:pPr>
      <w:r>
        <w:rPr>
          <w:color w:val="0000FF"/>
          <w:highlight w:val="white"/>
        </w:rPr>
        <w:t>&lt;</w:t>
      </w:r>
      <w:r>
        <w:rPr>
          <w:highlight w:val="white"/>
        </w:rPr>
        <w:t>NtfctnGnlInf</w:t>
      </w:r>
      <w:r>
        <w:rPr>
          <w:color w:val="0000FF"/>
          <w:highlight w:val="white"/>
        </w:rPr>
        <w:t>&gt;</w:t>
      </w:r>
    </w:p>
    <w:p w14:paraId="3D1ACB6C" w14:textId="729905A6"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NtfctnTp</w:t>
      </w:r>
      <w:r>
        <w:rPr>
          <w:color w:val="0000FF"/>
          <w:highlight w:val="white"/>
        </w:rPr>
        <w:t>&gt;</w:t>
      </w:r>
      <w:r>
        <w:rPr>
          <w:color w:val="000000"/>
          <w:highlight w:val="white"/>
        </w:rPr>
        <w:t>NEWM</w:t>
      </w:r>
      <w:r>
        <w:rPr>
          <w:color w:val="0000FF"/>
          <w:highlight w:val="white"/>
        </w:rPr>
        <w:t>&lt;/</w:t>
      </w:r>
      <w:r>
        <w:rPr>
          <w:highlight w:val="white"/>
        </w:rPr>
        <w:t>NtfctnTp</w:t>
      </w:r>
      <w:r>
        <w:rPr>
          <w:color w:val="0000FF"/>
          <w:highlight w:val="white"/>
        </w:rPr>
        <w:t>&gt;</w:t>
      </w:r>
    </w:p>
    <w:p w14:paraId="47FAB052" w14:textId="737AA092"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NtfctnSts</w:t>
      </w:r>
      <w:r>
        <w:rPr>
          <w:color w:val="0000FF"/>
          <w:highlight w:val="white"/>
        </w:rPr>
        <w:t>&gt;</w:t>
      </w:r>
    </w:p>
    <w:p w14:paraId="774B1B91" w14:textId="426EF733"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EvtCmpltnsSts</w:t>
      </w:r>
      <w:r>
        <w:rPr>
          <w:color w:val="0000FF"/>
          <w:highlight w:val="white"/>
        </w:rPr>
        <w:t>&gt;</w:t>
      </w:r>
      <w:r>
        <w:rPr>
          <w:color w:val="000000"/>
          <w:highlight w:val="white"/>
        </w:rPr>
        <w:t>COMP</w:t>
      </w:r>
      <w:r>
        <w:rPr>
          <w:color w:val="0000FF"/>
          <w:highlight w:val="white"/>
        </w:rPr>
        <w:t>&lt;/</w:t>
      </w:r>
      <w:r>
        <w:rPr>
          <w:highlight w:val="white"/>
        </w:rPr>
        <w:t>EvtCmpltnsSts</w:t>
      </w:r>
      <w:r>
        <w:rPr>
          <w:color w:val="0000FF"/>
          <w:highlight w:val="white"/>
        </w:rPr>
        <w:t>&gt;</w:t>
      </w:r>
    </w:p>
    <w:p w14:paraId="176D8B74" w14:textId="360E4A9A"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EvtConfSts</w:t>
      </w:r>
      <w:r>
        <w:rPr>
          <w:color w:val="0000FF"/>
          <w:highlight w:val="white"/>
        </w:rPr>
        <w:t>&gt;</w:t>
      </w:r>
      <w:r>
        <w:rPr>
          <w:color w:val="000000"/>
          <w:highlight w:val="white"/>
        </w:rPr>
        <w:t>CONF</w:t>
      </w:r>
      <w:r>
        <w:rPr>
          <w:color w:val="0000FF"/>
          <w:highlight w:val="white"/>
        </w:rPr>
        <w:t>&lt;/</w:t>
      </w:r>
      <w:r>
        <w:rPr>
          <w:highlight w:val="white"/>
        </w:rPr>
        <w:t>EvtConfSts</w:t>
      </w:r>
      <w:r>
        <w:rPr>
          <w:color w:val="0000FF"/>
          <w:highlight w:val="white"/>
        </w:rPr>
        <w:t>&gt;</w:t>
      </w:r>
    </w:p>
    <w:p w14:paraId="608BABB1" w14:textId="5D50BF13"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NtfctnSts</w:t>
      </w:r>
      <w:r>
        <w:rPr>
          <w:color w:val="0000FF"/>
          <w:highlight w:val="white"/>
        </w:rPr>
        <w:t>&gt;</w:t>
      </w:r>
    </w:p>
    <w:p w14:paraId="69469B3C" w14:textId="7DBF2087" w:rsidR="00485C1A" w:rsidRDefault="00485C1A" w:rsidP="00C9748A">
      <w:pPr>
        <w:pStyle w:val="StyleXMLSampleLatinBodyCalibri10ptLeft0"/>
        <w:rPr>
          <w:color w:val="000000"/>
          <w:highlight w:val="white"/>
        </w:rPr>
      </w:pPr>
      <w:r>
        <w:rPr>
          <w:color w:val="0000FF"/>
          <w:highlight w:val="white"/>
        </w:rPr>
        <w:t>&lt;/</w:t>
      </w:r>
      <w:r>
        <w:rPr>
          <w:highlight w:val="white"/>
        </w:rPr>
        <w:t>NtfctnGnlInf</w:t>
      </w:r>
      <w:r>
        <w:rPr>
          <w:color w:val="0000FF"/>
          <w:highlight w:val="white"/>
        </w:rPr>
        <w:t>&gt;</w:t>
      </w:r>
    </w:p>
    <w:p w14:paraId="54BE4940" w14:textId="284FD913"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w:t>
      </w:r>
      <w:r>
        <w:rPr>
          <w:color w:val="0000FF"/>
          <w:highlight w:val="white"/>
        </w:rPr>
        <w:t>&gt;</w:t>
      </w:r>
    </w:p>
    <w:p w14:paraId="230D1124" w14:textId="1A47757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p>
    <w:p w14:paraId="47575357" w14:textId="4271F540"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7C251275" w14:textId="28DA79BC"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35421B40" w14:textId="607CE0D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Clssfctn</w:t>
      </w:r>
      <w:r>
        <w:rPr>
          <w:color w:val="0000FF"/>
          <w:highlight w:val="white"/>
        </w:rPr>
        <w:t>&gt;</w:t>
      </w:r>
    </w:p>
    <w:p w14:paraId="441C2CC2" w14:textId="31CA4CC8"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AMET</w:t>
      </w:r>
      <w:r>
        <w:rPr>
          <w:color w:val="0000FF"/>
          <w:highlight w:val="white"/>
        </w:rPr>
        <w:t>&lt;/</w:t>
      </w:r>
      <w:r>
        <w:rPr>
          <w:highlight w:val="white"/>
        </w:rPr>
        <w:t>Cd</w:t>
      </w:r>
      <w:r>
        <w:rPr>
          <w:color w:val="0000FF"/>
          <w:highlight w:val="white"/>
        </w:rPr>
        <w:t>&gt;</w:t>
      </w:r>
    </w:p>
    <w:p w14:paraId="07EDE566" w14:textId="38F062BB"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Clssfctn</w:t>
      </w:r>
      <w:r>
        <w:rPr>
          <w:color w:val="0000FF"/>
          <w:highlight w:val="white"/>
        </w:rPr>
        <w:t>&gt;</w:t>
      </w:r>
    </w:p>
    <w:p w14:paraId="4C862224" w14:textId="7908841C"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w:t>
      </w:r>
      <w:r>
        <w:rPr>
          <w:color w:val="0000FF"/>
          <w:highlight w:val="white"/>
        </w:rPr>
        <w:t>&gt;</w:t>
      </w:r>
    </w:p>
    <w:p w14:paraId="50D89FBC" w14:textId="56C120C1"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MtgDtls</w:t>
      </w:r>
      <w:r>
        <w:rPr>
          <w:color w:val="0000FF"/>
          <w:highlight w:val="white"/>
        </w:rPr>
        <w:t>&gt;</w:t>
      </w:r>
    </w:p>
    <w:p w14:paraId="2174D547" w14:textId="4A126C3F"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DtAndTm</w:t>
      </w:r>
      <w:r>
        <w:rPr>
          <w:color w:val="0000FF"/>
          <w:highlight w:val="white"/>
        </w:rPr>
        <w:t>&gt;</w:t>
      </w:r>
    </w:p>
    <w:p w14:paraId="1A26C070" w14:textId="3FCF8873"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DtOrDtTm</w:t>
      </w:r>
      <w:r>
        <w:rPr>
          <w:color w:val="0000FF"/>
          <w:highlight w:val="white"/>
        </w:rPr>
        <w:t>&gt;</w:t>
      </w:r>
    </w:p>
    <w:p w14:paraId="5BB152A4" w14:textId="5451DD5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DtTm</w:t>
      </w:r>
      <w:r>
        <w:rPr>
          <w:color w:val="0000FF"/>
          <w:highlight w:val="white"/>
        </w:rPr>
        <w:t>&gt;</w:t>
      </w:r>
      <w:r>
        <w:rPr>
          <w:color w:val="000000"/>
          <w:highlight w:val="white"/>
        </w:rPr>
        <w:t>200</w:t>
      </w:r>
      <w:r w:rsidR="00AE6C95">
        <w:rPr>
          <w:color w:val="000000"/>
          <w:highlight w:val="white"/>
        </w:rPr>
        <w:t>19</w:t>
      </w:r>
      <w:r>
        <w:rPr>
          <w:color w:val="000000"/>
          <w:highlight w:val="white"/>
        </w:rPr>
        <w:t>-04-28T11:00:00</w:t>
      </w:r>
      <w:r>
        <w:rPr>
          <w:color w:val="0000FF"/>
          <w:highlight w:val="white"/>
        </w:rPr>
        <w:t>&lt;/</w:t>
      </w:r>
      <w:r>
        <w:rPr>
          <w:highlight w:val="white"/>
        </w:rPr>
        <w:t>DtTm</w:t>
      </w:r>
      <w:r>
        <w:rPr>
          <w:color w:val="0000FF"/>
          <w:highlight w:val="white"/>
        </w:rPr>
        <w:t>&gt;</w:t>
      </w:r>
    </w:p>
    <w:p w14:paraId="3CBC4222" w14:textId="35562A6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DtOrDtTm</w:t>
      </w:r>
      <w:r>
        <w:rPr>
          <w:color w:val="0000FF"/>
          <w:highlight w:val="white"/>
        </w:rPr>
        <w:t>&gt;</w:t>
      </w:r>
    </w:p>
    <w:p w14:paraId="1D41E30D" w14:textId="45A561E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DtAndTm</w:t>
      </w:r>
      <w:r>
        <w:rPr>
          <w:color w:val="0000FF"/>
          <w:highlight w:val="white"/>
        </w:rPr>
        <w:t>&gt;</w:t>
      </w:r>
    </w:p>
    <w:p w14:paraId="03B03541" w14:textId="74A97C09"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QrmReqrd</w:t>
      </w:r>
      <w:r>
        <w:rPr>
          <w:color w:val="0000FF"/>
          <w:highlight w:val="white"/>
        </w:rPr>
        <w:t>&gt;</w:t>
      </w:r>
      <w:r>
        <w:rPr>
          <w:color w:val="000000"/>
          <w:highlight w:val="white"/>
        </w:rPr>
        <w:t>false</w:t>
      </w:r>
      <w:r>
        <w:rPr>
          <w:color w:val="0000FF"/>
          <w:highlight w:val="white"/>
        </w:rPr>
        <w:t>&lt;/</w:t>
      </w:r>
      <w:r>
        <w:rPr>
          <w:highlight w:val="white"/>
        </w:rPr>
        <w:t>QrmReqrd</w:t>
      </w:r>
      <w:r>
        <w:rPr>
          <w:color w:val="0000FF"/>
          <w:highlight w:val="white"/>
        </w:rPr>
        <w:t>&gt;</w:t>
      </w:r>
    </w:p>
    <w:p w14:paraId="19F7B5B0" w14:textId="25084A0D"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4F01E7D2" w14:textId="4A0D9409"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172736B0" w14:textId="05F509C5"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5669B7C8" w14:textId="24847EA5"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30BC5630" w14:textId="09FB3CA3"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444343CF" w14:textId="0651F1A4"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638D23E7" w14:textId="10AFCB7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38A74E9A" w14:textId="431C5DA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057F4330" w14:textId="3240D07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7E4148B9" w14:textId="7B89488D"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298FDB91" w14:textId="5CB150B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0EE714FB" w14:textId="19717FBA"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Globe Arena</w:t>
      </w:r>
      <w:r>
        <w:rPr>
          <w:color w:val="0000FF"/>
          <w:highlight w:val="white"/>
        </w:rPr>
        <w:t>&lt;/</w:t>
      </w:r>
      <w:r>
        <w:rPr>
          <w:highlight w:val="white"/>
        </w:rPr>
        <w:t>AdrLine</w:t>
      </w:r>
      <w:r>
        <w:rPr>
          <w:color w:val="0000FF"/>
          <w:highlight w:val="white"/>
        </w:rPr>
        <w:t>&gt;</w:t>
      </w:r>
    </w:p>
    <w:p w14:paraId="521CA9B7" w14:textId="323DCBDA"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Stockholm</w:t>
      </w:r>
      <w:r>
        <w:rPr>
          <w:color w:val="0000FF"/>
          <w:highlight w:val="white"/>
        </w:rPr>
        <w:t>&lt;/</w:t>
      </w:r>
      <w:r>
        <w:rPr>
          <w:highlight w:val="white"/>
        </w:rPr>
        <w:t>TwnNm</w:t>
      </w:r>
      <w:r>
        <w:rPr>
          <w:color w:val="0000FF"/>
          <w:highlight w:val="white"/>
        </w:rPr>
        <w:t>&gt;</w:t>
      </w:r>
    </w:p>
    <w:p w14:paraId="30A7A4BA" w14:textId="07C23667"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SE</w:t>
      </w:r>
      <w:r>
        <w:rPr>
          <w:color w:val="0000FF"/>
          <w:highlight w:val="white"/>
        </w:rPr>
        <w:t>&lt;/</w:t>
      </w:r>
      <w:r>
        <w:rPr>
          <w:highlight w:val="white"/>
        </w:rPr>
        <w:t>Ctry</w:t>
      </w:r>
      <w:r>
        <w:rPr>
          <w:color w:val="0000FF"/>
          <w:highlight w:val="white"/>
        </w:rPr>
        <w:t>&gt;</w:t>
      </w:r>
    </w:p>
    <w:p w14:paraId="2A6745D8" w14:textId="40ADB67B"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56EF33E1" w14:textId="633E54D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31A6125C" w14:textId="694992DF"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MtgDtls</w:t>
      </w:r>
      <w:r>
        <w:rPr>
          <w:color w:val="0000FF"/>
          <w:highlight w:val="white"/>
        </w:rPr>
        <w:t>&gt;</w:t>
      </w:r>
    </w:p>
    <w:p w14:paraId="4B1B222C" w14:textId="46945BE3"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Issr</w:t>
      </w:r>
      <w:r>
        <w:rPr>
          <w:color w:val="0000FF"/>
          <w:highlight w:val="white"/>
        </w:rPr>
        <w:t>&gt;</w:t>
      </w:r>
    </w:p>
    <w:p w14:paraId="6AFAC826" w14:textId="4495FC5D"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31DD55AA" w14:textId="48FF6103"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132C17FA" w14:textId="08399925" w:rsidR="00485C1A" w:rsidRDefault="00485C1A" w:rsidP="00C9748A">
      <w:pPr>
        <w:pStyle w:val="StyleXMLSampleLatinBodyCalibri10ptLeft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Big Corp PLC</w:t>
      </w:r>
      <w:r>
        <w:rPr>
          <w:color w:val="0000FF"/>
          <w:highlight w:val="white"/>
        </w:rPr>
        <w:t>&lt;/</w:t>
      </w:r>
      <w:r>
        <w:rPr>
          <w:highlight w:val="white"/>
        </w:rPr>
        <w:t>Nm</w:t>
      </w:r>
      <w:r>
        <w:rPr>
          <w:color w:val="0000FF"/>
          <w:highlight w:val="white"/>
        </w:rPr>
        <w:t>&gt;</w:t>
      </w:r>
    </w:p>
    <w:p w14:paraId="1DA094A9" w14:textId="24B4C6E2"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3473CBC5" w14:textId="463E868C"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7th floor</w:t>
      </w:r>
      <w:r>
        <w:rPr>
          <w:color w:val="0000FF"/>
          <w:highlight w:val="white"/>
        </w:rPr>
        <w:t>&lt;/</w:t>
      </w:r>
      <w:r>
        <w:rPr>
          <w:highlight w:val="white"/>
        </w:rPr>
        <w:t>AdrLine</w:t>
      </w:r>
      <w:r>
        <w:rPr>
          <w:color w:val="0000FF"/>
          <w:highlight w:val="white"/>
        </w:rPr>
        <w:t>&gt;</w:t>
      </w:r>
    </w:p>
    <w:p w14:paraId="595D1D21" w14:textId="67BC7668"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The Corn Exchange</w:t>
      </w:r>
      <w:r>
        <w:rPr>
          <w:color w:val="0000FF"/>
          <w:highlight w:val="white"/>
        </w:rPr>
        <w:t>&lt;/</w:t>
      </w:r>
      <w:r>
        <w:rPr>
          <w:highlight w:val="white"/>
        </w:rPr>
        <w:t>AdrLine</w:t>
      </w:r>
      <w:r>
        <w:rPr>
          <w:color w:val="0000FF"/>
          <w:highlight w:val="white"/>
        </w:rPr>
        <w:t>&gt;</w:t>
      </w:r>
    </w:p>
    <w:p w14:paraId="64336FA6" w14:textId="441773E9"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Mark Lane</w:t>
      </w:r>
      <w:r>
        <w:rPr>
          <w:color w:val="0000FF"/>
          <w:highlight w:val="white"/>
        </w:rPr>
        <w:t>&lt;/</w:t>
      </w:r>
      <w:r>
        <w:rPr>
          <w:highlight w:val="white"/>
        </w:rPr>
        <w:t>StrtNm</w:t>
      </w:r>
      <w:r>
        <w:rPr>
          <w:color w:val="0000FF"/>
          <w:highlight w:val="white"/>
        </w:rPr>
        <w:t>&gt;</w:t>
      </w:r>
    </w:p>
    <w:p w14:paraId="244F2C64" w14:textId="52C67C59"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BldgNb</w:t>
      </w:r>
      <w:r>
        <w:rPr>
          <w:color w:val="0000FF"/>
          <w:highlight w:val="white"/>
        </w:rPr>
        <w:t>&gt;</w:t>
      </w:r>
      <w:r>
        <w:rPr>
          <w:color w:val="000000"/>
          <w:highlight w:val="white"/>
        </w:rPr>
        <w:t>55</w:t>
      </w:r>
      <w:r>
        <w:rPr>
          <w:color w:val="0000FF"/>
          <w:highlight w:val="white"/>
        </w:rPr>
        <w:t>&lt;/</w:t>
      </w:r>
      <w:r>
        <w:rPr>
          <w:highlight w:val="white"/>
        </w:rPr>
        <w:t>BldgNb</w:t>
      </w:r>
      <w:r>
        <w:rPr>
          <w:color w:val="0000FF"/>
          <w:highlight w:val="white"/>
        </w:rPr>
        <w:t>&gt;</w:t>
      </w:r>
    </w:p>
    <w:p w14:paraId="0C66C030" w14:textId="239D3FD8"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EC3R7NE</w:t>
      </w:r>
      <w:r>
        <w:rPr>
          <w:color w:val="0000FF"/>
          <w:highlight w:val="white"/>
        </w:rPr>
        <w:t>&lt;/</w:t>
      </w:r>
      <w:r>
        <w:rPr>
          <w:highlight w:val="white"/>
        </w:rPr>
        <w:t>PstCd</w:t>
      </w:r>
      <w:r>
        <w:rPr>
          <w:color w:val="0000FF"/>
          <w:highlight w:val="white"/>
        </w:rPr>
        <w:t>&gt;</w:t>
      </w:r>
    </w:p>
    <w:p w14:paraId="5CE7AC54" w14:textId="62A70F5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3ECB09E0" w14:textId="3E038C10"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0E46BDC8" w14:textId="2921226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4AEB483E" w14:textId="77315BB3"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F3F6145" w14:textId="3B97C828"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7D83595F" w14:textId="48E6702F"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Issr</w:t>
      </w:r>
      <w:r>
        <w:rPr>
          <w:color w:val="0000FF"/>
          <w:highlight w:val="white"/>
        </w:rPr>
        <w:t>&gt;</w:t>
      </w:r>
    </w:p>
    <w:p w14:paraId="33089264" w14:textId="4B6AAA1E"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IssrAgt</w:t>
      </w:r>
      <w:r>
        <w:rPr>
          <w:color w:val="0000FF"/>
          <w:highlight w:val="white"/>
        </w:rPr>
        <w:t>&gt;</w:t>
      </w:r>
    </w:p>
    <w:p w14:paraId="6AE4C9FC" w14:textId="560D2214"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6625C992" w14:textId="50E149A8"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AGNTGB2L</w:t>
      </w:r>
      <w:r>
        <w:rPr>
          <w:color w:val="0000FF"/>
          <w:highlight w:val="white"/>
        </w:rPr>
        <w:t>&lt;/</w:t>
      </w:r>
      <w:r>
        <w:rPr>
          <w:highlight w:val="white"/>
        </w:rPr>
        <w:t>AnyBIC</w:t>
      </w:r>
      <w:r>
        <w:rPr>
          <w:color w:val="0000FF"/>
          <w:highlight w:val="white"/>
        </w:rPr>
        <w:t>&gt;</w:t>
      </w:r>
    </w:p>
    <w:p w14:paraId="52B2DE26" w14:textId="6DD39D8D"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3301382A" w14:textId="6A501D29"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IssrAgt</w:t>
      </w:r>
      <w:r>
        <w:rPr>
          <w:color w:val="0000FF"/>
          <w:highlight w:val="white"/>
        </w:rPr>
        <w:t>&gt;</w:t>
      </w:r>
    </w:p>
    <w:p w14:paraId="50D46D5C" w14:textId="1E7BA050"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007454EB" w14:textId="07C1DE8E"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09EA5D78" w14:textId="3383979F"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GB4444A53L22</w:t>
      </w:r>
      <w:r>
        <w:rPr>
          <w:color w:val="0000FF"/>
          <w:highlight w:val="white"/>
        </w:rPr>
        <w:t>&lt;/</w:t>
      </w:r>
      <w:r>
        <w:rPr>
          <w:highlight w:val="white"/>
        </w:rPr>
        <w:t>ISIN</w:t>
      </w:r>
      <w:r>
        <w:rPr>
          <w:color w:val="0000FF"/>
          <w:highlight w:val="white"/>
        </w:rPr>
        <w:t>&gt;</w:t>
      </w:r>
    </w:p>
    <w:p w14:paraId="7F106A81" w14:textId="5A5C84C7"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3D2DF1F" w14:textId="2A5EB437"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09DE6124" w14:textId="1EA5FDBD" w:rsidR="000440D2" w:rsidRDefault="00485C1A" w:rsidP="00C9748A">
      <w:pPr>
        <w:pStyle w:val="StyleXMLSampleLatinBodyCalibri10ptLeft0"/>
        <w:rPr>
          <w:color w:val="0000FF"/>
        </w:rPr>
      </w:pPr>
      <w:r w:rsidRPr="00C9748A">
        <w:rPr>
          <w:color w:val="0000FF"/>
          <w:highlight w:val="white"/>
        </w:rPr>
        <w:t>&lt;/</w:t>
      </w:r>
      <w:r w:rsidRPr="00C9748A">
        <w:rPr>
          <w:highlight w:val="white"/>
        </w:rPr>
        <w:t>MtgNtfctn</w:t>
      </w:r>
      <w:r w:rsidRPr="00C9748A">
        <w:rPr>
          <w:color w:val="0000FF"/>
          <w:highlight w:val="white"/>
        </w:rPr>
        <w:t>&gt;</w:t>
      </w:r>
    </w:p>
    <w:p w14:paraId="610410ED" w14:textId="52970DCB" w:rsidR="005C62DF" w:rsidRPr="00C9748A" w:rsidRDefault="005C62DF" w:rsidP="00C9748A">
      <w:pPr>
        <w:pStyle w:val="StyleXMLSampleLatinBodyCalibri10ptLeft0"/>
      </w:pPr>
      <w:r>
        <w:rPr>
          <w:color w:val="0000FF"/>
        </w:rPr>
        <w:t>&lt;/Document&gt;</w:t>
      </w:r>
    </w:p>
    <w:p w14:paraId="5C5822D6" w14:textId="505D54B1" w:rsidR="008A2C8F" w:rsidRPr="00330B19" w:rsidRDefault="008A2C8F" w:rsidP="008A2C8F">
      <w:pPr>
        <w:pStyle w:val="StyleBlockLabelLeft0"/>
      </w:pPr>
      <w:r w:rsidRPr="00330B19">
        <w:t>Example</w:t>
      </w:r>
      <w:r w:rsidR="00AF36F7">
        <w:t xml:space="preserve"> 2</w:t>
      </w:r>
    </w:p>
    <w:p w14:paraId="3EC3D7D3" w14:textId="77777777" w:rsidR="008A2C8F" w:rsidRDefault="008A2C8F" w:rsidP="008A2C8F">
      <w:pPr>
        <w:rPr>
          <w:rStyle w:val="Bold"/>
        </w:rPr>
      </w:pPr>
      <w:r w:rsidRPr="00330B19">
        <w:rPr>
          <w:rStyle w:val="Bold"/>
        </w:rPr>
        <w:t>Terms</w:t>
      </w:r>
    </w:p>
    <w:p w14:paraId="7A3B8E78" w14:textId="60EFE717" w:rsidR="008A2C8F" w:rsidRPr="00350A81" w:rsidRDefault="00350A81" w:rsidP="008A2C8F">
      <w:pPr>
        <w:rPr>
          <w:rStyle w:val="Bold"/>
          <w:b w:val="0"/>
        </w:rPr>
      </w:pPr>
      <w:r w:rsidRPr="00350A81">
        <w:rPr>
          <w:rStyle w:val="Bold"/>
          <w:b w:val="0"/>
        </w:rPr>
        <w:t>The second example describes a meeting notification containing complete and correct information. It also contains the agenda as well as the vote parameters.</w:t>
      </w:r>
    </w:p>
    <w:p w14:paraId="3D6098B8" w14:textId="77777777" w:rsidR="00350A81" w:rsidRPr="00350A81" w:rsidRDefault="00350A81" w:rsidP="008A2C8F">
      <w:pPr>
        <w:rPr>
          <w:rStyle w:val="Bold"/>
          <w:b w:val="0"/>
        </w:rPr>
      </w:pPr>
      <w:r w:rsidRPr="00350A81">
        <w:rPr>
          <w:rStyle w:val="Bold"/>
          <w:b w:val="0"/>
        </w:rPr>
        <w:t>On 4 April, the local custodian (LOCAGB2L) sends a complete meeting notification to a global custodian (GLOBUS33). The annual general meeting will take place on 28 April. The issuer is Big Corp in London. The ISIN of the security for which the meeting will be held is GB3333A53L22.</w:t>
      </w:r>
    </w:p>
    <w:p w14:paraId="3DF02308" w14:textId="69DCDBDE" w:rsidR="00350A81" w:rsidRPr="00350A81" w:rsidRDefault="00350A81" w:rsidP="008A2C8F">
      <w:pPr>
        <w:rPr>
          <w:rStyle w:val="Bold"/>
          <w:b w:val="0"/>
        </w:rPr>
      </w:pPr>
      <w:r w:rsidRPr="00350A81">
        <w:rPr>
          <w:rStyle w:val="Bold"/>
          <w:b w:val="0"/>
        </w:rPr>
        <w:t>The meeting will take place in London with an audio-visual link to a meeting place in Stockholm.</w:t>
      </w:r>
    </w:p>
    <w:p w14:paraId="6E813F0F" w14:textId="407CC28C" w:rsidR="00350A81" w:rsidRPr="00350A81" w:rsidRDefault="00350A81" w:rsidP="008A2C8F">
      <w:pPr>
        <w:rPr>
          <w:rStyle w:val="Bold"/>
          <w:b w:val="0"/>
        </w:rPr>
      </w:pPr>
      <w:r w:rsidRPr="00350A81">
        <w:rPr>
          <w:rStyle w:val="Bold"/>
          <w:b w:val="0"/>
        </w:rPr>
        <w:t>The message contains 3 resolutions, the identification of the contact person and the vote parameters.</w:t>
      </w:r>
    </w:p>
    <w:p w14:paraId="0CD462AF" w14:textId="77777777" w:rsidR="005C62DF" w:rsidRDefault="005C62DF" w:rsidP="005C62DF">
      <w:pPr>
        <w:pStyle w:val="BlockLabel"/>
        <w:ind w:left="0"/>
      </w:pPr>
      <w:r w:rsidRPr="00330B19">
        <w:t>Message Instance</w:t>
      </w:r>
      <w:r>
        <w:t xml:space="preserve"> (with application header)</w:t>
      </w:r>
    </w:p>
    <w:p w14:paraId="4ADA84F4" w14:textId="77777777" w:rsidR="005C62DF" w:rsidRPr="00D33A3F" w:rsidRDefault="005C62DF" w:rsidP="005C62DF">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3C2B5304" w14:textId="77777777" w:rsidR="005C62DF" w:rsidRPr="00D33A3F" w:rsidRDefault="005C62DF" w:rsidP="005C62DF">
      <w:pPr>
        <w:pStyle w:val="XMLCode"/>
        <w:rPr>
          <w:highlight w:val="white"/>
        </w:rPr>
      </w:pPr>
      <w:r w:rsidRPr="00D33A3F">
        <w:rPr>
          <w:highlight w:val="white"/>
        </w:rPr>
        <w:tab/>
        <w:t>&lt;Fr&gt;</w:t>
      </w:r>
    </w:p>
    <w:p w14:paraId="651C9A24"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1552412E"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0F9B3CFC"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517F36A9"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1860C431"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53535AA0" w14:textId="77777777" w:rsidR="005C62DF" w:rsidRPr="00D33A3F" w:rsidRDefault="005C62DF" w:rsidP="005C62DF">
      <w:pPr>
        <w:pStyle w:val="XMLCode"/>
        <w:rPr>
          <w:highlight w:val="white"/>
        </w:rPr>
      </w:pPr>
      <w:r w:rsidRPr="00D33A3F">
        <w:rPr>
          <w:highlight w:val="white"/>
        </w:rPr>
        <w:tab/>
        <w:t>&lt;/Fr&gt;</w:t>
      </w:r>
    </w:p>
    <w:p w14:paraId="3FC88943" w14:textId="77777777" w:rsidR="005C62DF" w:rsidRPr="00D33A3F" w:rsidRDefault="005C62DF" w:rsidP="005C62DF">
      <w:pPr>
        <w:pStyle w:val="XMLCode"/>
        <w:rPr>
          <w:highlight w:val="white"/>
        </w:rPr>
      </w:pPr>
      <w:r w:rsidRPr="00D33A3F">
        <w:rPr>
          <w:highlight w:val="white"/>
        </w:rPr>
        <w:tab/>
        <w:t>&lt;To&gt;</w:t>
      </w:r>
    </w:p>
    <w:p w14:paraId="0B46A0B7"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2F9049FF" w14:textId="77777777" w:rsidR="005C62DF" w:rsidRPr="008A014D" w:rsidRDefault="005C62DF" w:rsidP="005C62DF">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4D739A58"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66F51295"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t>&lt;/FinInstnId&gt;</w:t>
      </w:r>
    </w:p>
    <w:p w14:paraId="62D6DE8E" w14:textId="77777777" w:rsidR="005C62DF" w:rsidRPr="00D33A3F" w:rsidRDefault="005C62DF" w:rsidP="005C62DF">
      <w:pPr>
        <w:pStyle w:val="XMLCode"/>
        <w:rPr>
          <w:highlight w:val="white"/>
        </w:rPr>
      </w:pPr>
      <w:r w:rsidRPr="008A014D">
        <w:rPr>
          <w:highlight w:val="white"/>
        </w:rPr>
        <w:lastRenderedPageBreak/>
        <w:tab/>
      </w:r>
      <w:r w:rsidRPr="008A014D">
        <w:rPr>
          <w:highlight w:val="white"/>
        </w:rPr>
        <w:tab/>
      </w:r>
      <w:r w:rsidRPr="00D33A3F">
        <w:rPr>
          <w:highlight w:val="white"/>
        </w:rPr>
        <w:t>&lt;/FIId&gt;</w:t>
      </w:r>
    </w:p>
    <w:p w14:paraId="6824D429" w14:textId="77777777" w:rsidR="005C62DF" w:rsidRPr="00D33A3F" w:rsidRDefault="005C62DF" w:rsidP="005C62DF">
      <w:pPr>
        <w:pStyle w:val="XMLCode"/>
        <w:rPr>
          <w:highlight w:val="white"/>
        </w:rPr>
      </w:pPr>
      <w:r w:rsidRPr="00D33A3F">
        <w:rPr>
          <w:highlight w:val="white"/>
        </w:rPr>
        <w:tab/>
        <w:t>&lt;/To&gt;</w:t>
      </w:r>
    </w:p>
    <w:p w14:paraId="67EC1C48" w14:textId="50E4A691" w:rsidR="005C62DF" w:rsidRPr="00D33A3F" w:rsidRDefault="005C62DF" w:rsidP="005C62DF">
      <w:pPr>
        <w:pStyle w:val="XMLCode"/>
        <w:rPr>
          <w:highlight w:val="white"/>
        </w:rPr>
      </w:pPr>
      <w:r w:rsidRPr="00D33A3F">
        <w:rPr>
          <w:highlight w:val="white"/>
        </w:rPr>
        <w:tab/>
        <w:t>&lt;BizMsgIdr&gt;</w:t>
      </w:r>
      <w:r>
        <w:rPr>
          <w:highlight w:val="white"/>
        </w:rPr>
        <w:t>LOCA000000025</w:t>
      </w:r>
      <w:r w:rsidRPr="00D33A3F">
        <w:rPr>
          <w:highlight w:val="white"/>
        </w:rPr>
        <w:t>&lt;/BizMsgIdr&gt;</w:t>
      </w:r>
    </w:p>
    <w:p w14:paraId="6805EBDE" w14:textId="77777777" w:rsidR="005C62DF" w:rsidRPr="00D33A3F" w:rsidRDefault="005C62DF" w:rsidP="005C62DF">
      <w:pPr>
        <w:pStyle w:val="XMLCode"/>
        <w:rPr>
          <w:highlight w:val="white"/>
        </w:rPr>
      </w:pPr>
      <w:r>
        <w:rPr>
          <w:highlight w:val="white"/>
        </w:rPr>
        <w:tab/>
        <w:t>&lt;MsgDefIdr&gt;seev.001.001.08</w:t>
      </w:r>
      <w:r w:rsidRPr="00D33A3F">
        <w:rPr>
          <w:highlight w:val="white"/>
        </w:rPr>
        <w:t>&lt;/MsgDefIdr&gt;</w:t>
      </w:r>
    </w:p>
    <w:p w14:paraId="46368B33" w14:textId="5E12CB88" w:rsidR="005C62DF" w:rsidRPr="00D33A3F" w:rsidRDefault="005C62DF" w:rsidP="005C62DF">
      <w:pPr>
        <w:pStyle w:val="XMLCode"/>
        <w:rPr>
          <w:highlight w:val="white"/>
        </w:rPr>
      </w:pPr>
      <w:r w:rsidRPr="00D33A3F">
        <w:rPr>
          <w:highlight w:val="white"/>
        </w:rPr>
        <w:tab/>
        <w:t>&lt;CreDt</w:t>
      </w:r>
      <w:r>
        <w:rPr>
          <w:highlight w:val="white"/>
        </w:rPr>
        <w:t>&gt;2019-04-04T10</w:t>
      </w:r>
      <w:r w:rsidRPr="00D33A3F">
        <w:rPr>
          <w:highlight w:val="white"/>
        </w:rPr>
        <w:t>:30:00Z&lt;/CreDt&gt;</w:t>
      </w:r>
    </w:p>
    <w:p w14:paraId="3586FE6B" w14:textId="77777777" w:rsidR="005C62DF" w:rsidRPr="00D33A3F" w:rsidRDefault="005C62DF" w:rsidP="005C62DF">
      <w:pPr>
        <w:pStyle w:val="XMLCode"/>
      </w:pPr>
      <w:r w:rsidRPr="00D33A3F">
        <w:rPr>
          <w:highlight w:val="white"/>
        </w:rPr>
        <w:t>&lt;/AppHdr&gt;</w:t>
      </w:r>
    </w:p>
    <w:p w14:paraId="16DB0F03" w14:textId="77777777" w:rsidR="005C62DF" w:rsidRDefault="005C62DF" w:rsidP="005C62DF">
      <w:pPr>
        <w:widowControl/>
        <w:spacing w:before="0"/>
      </w:pPr>
      <w:r w:rsidRPr="00D33A3F">
        <w:rPr>
          <w:highlight w:val="white"/>
        </w:rPr>
        <w:t>&lt;Document xmlns="urn:i</w:t>
      </w:r>
      <w:r>
        <w:rPr>
          <w:highlight w:val="white"/>
        </w:rPr>
        <w:t>so:std:iso:20022:tech:xsd:seev.001</w:t>
      </w:r>
      <w:r w:rsidRPr="00D33A3F">
        <w:rPr>
          <w:highlight w:val="white"/>
        </w:rPr>
        <w:t>.001.0</w:t>
      </w:r>
      <w:r>
        <w:rPr>
          <w:highlight w:val="white"/>
        </w:rPr>
        <w:t>8</w:t>
      </w:r>
      <w:r w:rsidRPr="00D33A3F">
        <w:rPr>
          <w:highlight w:val="white"/>
        </w:rPr>
        <w:t>" xmlns:xsi="http://www.w3.org/2001/XMLSchema-instance"&gt;</w:t>
      </w:r>
    </w:p>
    <w:p w14:paraId="493D7B33" w14:textId="6091FB41" w:rsidR="00D00C1F" w:rsidRPr="00C9748A" w:rsidRDefault="00B15F77" w:rsidP="00C9748A">
      <w:pPr>
        <w:pStyle w:val="StyleXMLSampleLatinBodyCalibri10ptLeft0"/>
        <w:rPr>
          <w:highlight w:val="white"/>
        </w:rPr>
      </w:pPr>
      <w:r w:rsidRPr="00C9748A">
        <w:rPr>
          <w:highlight w:val="white"/>
        </w:rPr>
        <w:tab/>
      </w:r>
      <w:r w:rsidR="00D00C1F" w:rsidRPr="00C9748A">
        <w:rPr>
          <w:highlight w:val="white"/>
        </w:rPr>
        <w:t>&lt;MtgNtfctn&gt;</w:t>
      </w:r>
    </w:p>
    <w:p w14:paraId="56AC20C7" w14:textId="7C9DC418" w:rsidR="00D00C1F" w:rsidRPr="00C9748A" w:rsidRDefault="00D00C1F" w:rsidP="00C9748A">
      <w:pPr>
        <w:pStyle w:val="StyleXMLSampleLatinBodyCalibri10ptLeft0"/>
        <w:rPr>
          <w:highlight w:val="white"/>
        </w:rPr>
      </w:pPr>
      <w:r w:rsidRPr="00C9748A">
        <w:rPr>
          <w:highlight w:val="white"/>
        </w:rPr>
        <w:tab/>
      </w:r>
      <w:r w:rsidR="00B15F77" w:rsidRPr="00C9748A">
        <w:rPr>
          <w:highlight w:val="white"/>
        </w:rPr>
        <w:tab/>
      </w:r>
      <w:r w:rsidRPr="00C9748A">
        <w:rPr>
          <w:highlight w:val="white"/>
        </w:rPr>
        <w:t>&lt;NtfctnGnlInf&gt;</w:t>
      </w:r>
    </w:p>
    <w:p w14:paraId="2472568D"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&lt;NtfctnTp&gt;NEWM&lt;/NtfctnTp&gt;</w:t>
      </w:r>
    </w:p>
    <w:p w14:paraId="516F140C"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&lt;NtfctnSts&gt;</w:t>
      </w:r>
    </w:p>
    <w:p w14:paraId="2D60EC5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&lt;EvtCmpltnsSts&gt;COMP&lt;/EvtCmpltnsSts&gt;</w:t>
      </w:r>
    </w:p>
    <w:p w14:paraId="7A58D47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&lt;EvtConfSts&gt;CONF&lt;/EvtConfSts&gt;</w:t>
      </w:r>
    </w:p>
    <w:p w14:paraId="3CDB14B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&lt;/NtfctnSts&gt;</w:t>
      </w:r>
    </w:p>
    <w:p w14:paraId="3BB7BCA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&lt;ShrhldrRghtsDrctvInd&gt;true&lt;/ShrhldrRghtsDrctvInd&gt;</w:t>
      </w:r>
    </w:p>
    <w:p w14:paraId="12CC2CC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&lt;/NtfctnGnlInf&gt;</w:t>
      </w:r>
    </w:p>
    <w:p w14:paraId="3DDEA24A"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&lt;Mtg&gt;</w:t>
      </w:r>
    </w:p>
    <w:p w14:paraId="2104BC1D"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&lt;MtgId&gt;AGM4528&lt;/MtgId&gt;</w:t>
      </w:r>
    </w:p>
    <w:p w14:paraId="4DB1661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&lt;IssrMtgId&gt;LS001&lt;/IssrMtgId&gt;</w:t>
      </w:r>
    </w:p>
    <w:p w14:paraId="29A6A47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&lt;Tp&gt;GMET&lt;/Tp&gt;</w:t>
      </w:r>
    </w:p>
    <w:p w14:paraId="78FFA1AC"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&lt;Clssfctn&gt;</w:t>
      </w:r>
    </w:p>
    <w:p w14:paraId="01EA31C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&lt;Cd&gt;AMET&lt;/Cd&gt;</w:t>
      </w:r>
    </w:p>
    <w:p w14:paraId="1084878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&lt;/Clssfctn&gt;</w:t>
      </w:r>
    </w:p>
    <w:p w14:paraId="474FC63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&lt;PrxyChc&gt;</w:t>
      </w:r>
    </w:p>
    <w:p w14:paraId="5A734494"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&lt;Prxy&gt;</w:t>
      </w:r>
    </w:p>
    <w:p w14:paraId="131AC87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&lt;Ddln&gt;</w:t>
      </w:r>
    </w:p>
    <w:p w14:paraId="058A64B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&lt;DtOrDtTm&gt;</w:t>
      </w:r>
    </w:p>
    <w:p w14:paraId="29476DC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&lt;DtTm&gt;2019-04-25T18:00:00&lt;/DtTm&gt;</w:t>
      </w:r>
    </w:p>
    <w:p w14:paraId="344AE081"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&lt;/DtOrDtTm&gt;</w:t>
      </w:r>
    </w:p>
    <w:p w14:paraId="379388B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&lt;/Ddln&gt;</w:t>
      </w:r>
    </w:p>
    <w:p w14:paraId="31F06B6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&lt;AuthrsdPrxy&gt;</w:t>
      </w:r>
    </w:p>
    <w:p w14:paraId="6F5564F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&lt;PrxyTp&gt;CHRM&lt;/PrxyTp&gt;</w:t>
      </w:r>
    </w:p>
    <w:p w14:paraId="3A0E94E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&lt;/AuthrsdPrxy&gt;</w:t>
      </w:r>
    </w:p>
    <w:p w14:paraId="5C72EE21"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&lt;/Prxy&gt;</w:t>
      </w:r>
    </w:p>
    <w:p w14:paraId="40265921"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&lt;/PrxyChc&gt;</w:t>
      </w:r>
    </w:p>
    <w:p w14:paraId="1A362B7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&lt;CtctPrsnDtls&gt;</w:t>
      </w:r>
    </w:p>
    <w:p w14:paraId="2B2E645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&lt;CtctPrsn&gt;</w:t>
      </w:r>
    </w:p>
    <w:p w14:paraId="2DCB93CD"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&lt;Nm&gt;Jones&lt;/Nm&gt;</w:t>
      </w:r>
    </w:p>
    <w:p w14:paraId="75F1FC8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&lt;NmPrfx&gt;MIST&lt;/NmPrfx&gt;</w:t>
      </w:r>
    </w:p>
    <w:p w14:paraId="5F71DE2C"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&lt;GvnNm&gt;John&lt;/GvnNm&gt;</w:t>
      </w:r>
    </w:p>
    <w:p w14:paraId="2E65261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&lt;PhneNb&gt;+44-207-1234455&lt;/PhneNb&gt;</w:t>
      </w:r>
    </w:p>
    <w:p w14:paraId="7971F2C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&lt;/CtctPrsn&gt;</w:t>
      </w:r>
    </w:p>
    <w:p w14:paraId="237A9FC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&lt;EmplngPty&gt;</w:t>
      </w:r>
    </w:p>
    <w:p w14:paraId="3250115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&lt;NmAndAdr&gt;</w:t>
      </w:r>
    </w:p>
    <w:p w14:paraId="44B55EF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&lt;Nm&gt;Big Corp PLC&lt;/Nm&gt;</w:t>
      </w:r>
    </w:p>
    <w:p w14:paraId="7D08097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&lt;/NmAndAdr&gt;</w:t>
      </w:r>
    </w:p>
    <w:p w14:paraId="385FB967"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&lt;/EmplngPty&gt;</w:t>
      </w:r>
    </w:p>
    <w:p w14:paraId="4B586D7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&lt;/CtctPrsnDtls&gt;</w:t>
      </w:r>
    </w:p>
    <w:p w14:paraId="1A6C989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&lt;RsltPblctnDt&gt;</w:t>
      </w:r>
    </w:p>
    <w:p w14:paraId="5327C12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&lt;Dt&gt;2019-05-09&lt;/Dt&gt;</w:t>
      </w:r>
    </w:p>
    <w:p w14:paraId="372B157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&lt;/RsltPblctnDt&gt;</w:t>
      </w:r>
    </w:p>
    <w:p w14:paraId="0AE37DE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&lt;EntitlmntFxgDt&gt;</w:t>
      </w:r>
    </w:p>
    <w:p w14:paraId="5462C51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&lt;Dt&gt;</w:t>
      </w:r>
    </w:p>
    <w:p w14:paraId="6C2EDA17"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&lt;Dt&gt;2019-04-25&lt;/Dt&gt;</w:t>
      </w:r>
    </w:p>
    <w:p w14:paraId="5C71980B" w14:textId="77777777" w:rsidR="00D00C1F" w:rsidRPr="00C9748A" w:rsidRDefault="00D00C1F" w:rsidP="00C9748A">
      <w:pPr>
        <w:pStyle w:val="StyleXMLSampleLatinBodyCalibri10ptLeft0"/>
        <w:rPr>
          <w:highlight w:val="white"/>
        </w:rPr>
      </w:pPr>
      <w:r w:rsidRPr="00C9748A">
        <w:rPr>
          <w:highlight w:val="white"/>
        </w:rPr>
        <w:lastRenderedPageBreak/>
        <w:tab/>
      </w:r>
      <w:r w:rsidRPr="00C9748A">
        <w:rPr>
          <w:highlight w:val="white"/>
        </w:rPr>
        <w:tab/>
      </w:r>
      <w:r w:rsidRPr="00C9748A">
        <w:rPr>
          <w:highlight w:val="white"/>
        </w:rPr>
        <w:tab/>
      </w:r>
      <w:r w:rsidRPr="00C9748A">
        <w:rPr>
          <w:highlight w:val="white"/>
        </w:rPr>
        <w:tab/>
        <w:t>&lt;/Dt&gt;</w:t>
      </w:r>
    </w:p>
    <w:p w14:paraId="0CE2C93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&lt;/EntitlmntFxgDt&gt;</w:t>
      </w:r>
    </w:p>
    <w:p w14:paraId="734E406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&lt;/Mtg&gt;</w:t>
      </w:r>
    </w:p>
    <w:p w14:paraId="1C09D88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&lt;MtgDtls&gt;</w:t>
      </w:r>
    </w:p>
    <w:p w14:paraId="40C4B1E6"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&lt;DtAndTm&gt;</w:t>
      </w:r>
    </w:p>
    <w:p w14:paraId="54E98BE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&lt;DtOrDtTm&gt;</w:t>
      </w:r>
    </w:p>
    <w:p w14:paraId="1EA85A4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&lt;DtTm&gt;2019-04-28T11:00:00&lt;/DtTm&gt;</w:t>
      </w:r>
    </w:p>
    <w:p w14:paraId="3B9D502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&lt;/DtOrDtTm&gt;</w:t>
      </w:r>
    </w:p>
    <w:p w14:paraId="1D19D97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&lt;/DtAndTm&gt;</w:t>
      </w:r>
    </w:p>
    <w:p w14:paraId="03B97604"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&lt;DtSts&gt;CNFR&lt;/DtSts&gt;</w:t>
      </w:r>
    </w:p>
    <w:p w14:paraId="7CF1369D"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&lt;QrmReqrd&gt;false&lt;/QrmReqrd&gt;</w:t>
      </w:r>
    </w:p>
    <w:p w14:paraId="4CC929F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&lt;Lctn&gt;</w:t>
      </w:r>
    </w:p>
    <w:p w14:paraId="5C5B7ED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&lt;Adr&gt;</w:t>
      </w:r>
    </w:p>
    <w:p w14:paraId="3D1DA19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&lt;AdrLine&gt;Great Hall at Kensington Town Hall&lt;/AdrLine&gt;</w:t>
      </w:r>
    </w:p>
    <w:p w14:paraId="34CE2E5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&lt;StrtNm&gt;Hornton Street&lt;/StrtNm&gt;</w:t>
      </w:r>
    </w:p>
    <w:p w14:paraId="64D4E126"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&lt;PstCd&gt;W87NX&lt;/PstCd&gt;</w:t>
      </w:r>
    </w:p>
    <w:p w14:paraId="55CE605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&lt;TwnNm&gt;London&lt;/TwnNm&gt;</w:t>
      </w:r>
    </w:p>
    <w:p w14:paraId="69520AB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&lt;Ctry&gt;GB&lt;/Ctry&gt;</w:t>
      </w:r>
    </w:p>
    <w:p w14:paraId="0B731CE1"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&lt;/Adr&gt;</w:t>
      </w:r>
    </w:p>
    <w:p w14:paraId="5A278EE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&lt;/Lctn&gt;</w:t>
      </w:r>
    </w:p>
    <w:p w14:paraId="3AA1D90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&lt;Lctn&gt;</w:t>
      </w:r>
    </w:p>
    <w:p w14:paraId="6E0EF831"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&lt;Adr&gt;</w:t>
      </w:r>
    </w:p>
    <w:p w14:paraId="4F54612B"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&lt;AdrLine&gt;Globe Arena&lt;/AdrLine&gt;</w:t>
      </w:r>
    </w:p>
    <w:p w14:paraId="732081B7"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&lt;TwnNm&gt;Stockholm&lt;/TwnNm&gt;</w:t>
      </w:r>
    </w:p>
    <w:p w14:paraId="411D342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&lt;Ctry&gt;SE&lt;/Ctry&gt;</w:t>
      </w:r>
    </w:p>
    <w:p w14:paraId="1867955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&lt;/Adr&gt;</w:t>
      </w:r>
    </w:p>
    <w:p w14:paraId="58D9E3A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&lt;/Lctn&gt;</w:t>
      </w:r>
    </w:p>
    <w:p w14:paraId="39FF79D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&lt;/MtgDtls&gt;</w:t>
      </w:r>
    </w:p>
    <w:p w14:paraId="18F16CAB"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&lt;Issr&gt;</w:t>
      </w:r>
    </w:p>
    <w:p w14:paraId="00E2ADD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&lt;Id&gt;</w:t>
      </w:r>
    </w:p>
    <w:p w14:paraId="1334FE0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&lt;NmAndAdr&gt;</w:t>
      </w:r>
    </w:p>
    <w:p w14:paraId="73015CD4"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&lt;Nm&gt;Big Corp PLC&lt;/Nm&gt;</w:t>
      </w:r>
    </w:p>
    <w:p w14:paraId="16532F0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&lt;Adr&gt;</w:t>
      </w:r>
    </w:p>
    <w:p w14:paraId="103F36D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&lt;AdrLine&gt;7th floor&lt;/AdrLine&gt;</w:t>
      </w:r>
    </w:p>
    <w:p w14:paraId="6428C60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&lt;AdrLine&gt;The Corn Exchange&lt;/AdrLine&gt;</w:t>
      </w:r>
    </w:p>
    <w:p w14:paraId="0B40E8A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&lt;StrtNm&gt;Mark Lane&lt;/StrtNm&gt;</w:t>
      </w:r>
    </w:p>
    <w:p w14:paraId="542A5C2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&lt;BldgNb&gt;55&lt;/BldgNb&gt;</w:t>
      </w:r>
    </w:p>
    <w:p w14:paraId="781D5BCA"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&lt;PstCd&gt;EC3R7NE&lt;/PstCd&gt;</w:t>
      </w:r>
    </w:p>
    <w:p w14:paraId="1957539D"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&lt;TwnNm&gt;London&lt;/TwnNm&gt;</w:t>
      </w:r>
    </w:p>
    <w:p w14:paraId="462F71F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&lt;Ctry&gt;GB&lt;/Ctry&gt;</w:t>
      </w:r>
    </w:p>
    <w:p w14:paraId="253513D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&lt;/Adr&gt;</w:t>
      </w:r>
    </w:p>
    <w:p w14:paraId="0045D3A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&lt;/NmAndAdr&gt;</w:t>
      </w:r>
    </w:p>
    <w:p w14:paraId="11D667C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&lt;/Id&gt;</w:t>
      </w:r>
    </w:p>
    <w:p w14:paraId="6957B4D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&lt;/Issr&gt;</w:t>
      </w:r>
    </w:p>
    <w:p w14:paraId="64C0FD11"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&lt;IssrAgt&gt;</w:t>
      </w:r>
    </w:p>
    <w:p w14:paraId="5AB94F3D"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&lt;Id&gt;</w:t>
      </w:r>
    </w:p>
    <w:p w14:paraId="1221BDBD"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&lt;AnyBIC&gt;AGNTGB2L&lt;/AnyBIC&gt;</w:t>
      </w:r>
    </w:p>
    <w:p w14:paraId="3378C8B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&lt;/Id&gt;</w:t>
      </w:r>
    </w:p>
    <w:p w14:paraId="3BB7D74A"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&lt;/IssrAgt&gt;</w:t>
      </w:r>
    </w:p>
    <w:p w14:paraId="16CAF31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&lt;Scty&gt;</w:t>
      </w:r>
    </w:p>
    <w:p w14:paraId="02DBD46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&lt;FinInstrmId&gt;</w:t>
      </w:r>
    </w:p>
    <w:p w14:paraId="4671401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&lt;ISIN&gt;GB4444A53L22&lt;/ISIN&gt;</w:t>
      </w:r>
    </w:p>
    <w:p w14:paraId="01B4EB8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&lt;/FinInstrmId&gt;</w:t>
      </w:r>
    </w:p>
    <w:p w14:paraId="14BB9E57"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&lt;/Scty&gt;</w:t>
      </w:r>
    </w:p>
    <w:p w14:paraId="7CB6275A"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&lt;Rsltn&gt;</w:t>
      </w:r>
    </w:p>
    <w:p w14:paraId="73109DE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&lt;IssrLabl&gt;1&lt;/IssrLabl&gt;</w:t>
      </w:r>
    </w:p>
    <w:p w14:paraId="5F87A59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&lt;Desc&gt;</w:t>
      </w:r>
    </w:p>
    <w:p w14:paraId="71E7EAD1" w14:textId="77777777" w:rsidR="00D00C1F" w:rsidRPr="00C9748A" w:rsidRDefault="00D00C1F" w:rsidP="00C9748A">
      <w:pPr>
        <w:pStyle w:val="StyleXMLSampleLatinBodyCalibri10ptLeft0"/>
        <w:rPr>
          <w:highlight w:val="white"/>
        </w:rPr>
      </w:pPr>
      <w:r w:rsidRPr="00C9748A">
        <w:rPr>
          <w:highlight w:val="white"/>
        </w:rPr>
        <w:lastRenderedPageBreak/>
        <w:tab/>
      </w:r>
      <w:r w:rsidRPr="00C9748A">
        <w:rPr>
          <w:highlight w:val="white"/>
        </w:rPr>
        <w:tab/>
      </w:r>
      <w:r w:rsidRPr="00C9748A">
        <w:rPr>
          <w:highlight w:val="white"/>
        </w:rPr>
        <w:tab/>
      </w:r>
      <w:r w:rsidRPr="00C9748A">
        <w:rPr>
          <w:highlight w:val="white"/>
        </w:rPr>
        <w:tab/>
        <w:t>&lt;Lang&gt;en&lt;/Lang&gt;</w:t>
      </w:r>
    </w:p>
    <w:p w14:paraId="69283BC6"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&lt;Desc&gt;To approve the company's accounts and the reports of the directors and auditor for the year ended 31 December 2018.&lt;/Desc&gt;</w:t>
      </w:r>
    </w:p>
    <w:p w14:paraId="478A11D7"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&lt;/Desc&gt;</w:t>
      </w:r>
    </w:p>
    <w:p w14:paraId="16DB491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&lt;ForInfOnly&gt;false&lt;/ForInfOnly&gt;</w:t>
      </w:r>
    </w:p>
    <w:p w14:paraId="758EAA2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&lt;Sts&gt;ACTV&lt;/Sts&gt;</w:t>
      </w:r>
    </w:p>
    <w:p w14:paraId="7D217A1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&lt;SubmittdBySctyHldr&gt;false&lt;/SubmittdBySctyHldr&gt;</w:t>
      </w:r>
    </w:p>
    <w:p w14:paraId="0856D1B4"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&lt;/Rsltn&gt;</w:t>
      </w:r>
    </w:p>
    <w:p w14:paraId="05B7A32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&lt;Rsltn&gt;</w:t>
      </w:r>
    </w:p>
    <w:p w14:paraId="70FB1B4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&lt;IssrLabl&gt;2&lt;/IssrLabl&gt;</w:t>
      </w:r>
    </w:p>
    <w:p w14:paraId="6C528C9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&lt;Desc&gt;</w:t>
      </w:r>
    </w:p>
    <w:p w14:paraId="35E9862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&lt;Lang&gt;en&lt;/Lang&gt;</w:t>
      </w:r>
    </w:p>
    <w:p w14:paraId="5ACC70A4"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&lt;Desc&gt;To confirm as final dividend for 2018 the dividend of $0.295 (16.0 pence, SEK2.2).&lt;/Desc&gt;</w:t>
      </w:r>
    </w:p>
    <w:p w14:paraId="700A21A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&lt;/Desc&gt;</w:t>
      </w:r>
      <w:r w:rsidRPr="00C9748A">
        <w:rPr>
          <w:highlight w:val="white"/>
        </w:rPr>
        <w:tab/>
      </w:r>
      <w:r w:rsidRPr="00C9748A">
        <w:rPr>
          <w:highlight w:val="white"/>
        </w:rPr>
        <w:tab/>
      </w:r>
      <w:r w:rsidRPr="00C9748A">
        <w:rPr>
          <w:highlight w:val="white"/>
        </w:rPr>
        <w:tab/>
      </w:r>
    </w:p>
    <w:p w14:paraId="4FBB3C2C"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&lt;ForInfOnly&gt;false&lt;/ForInfOnly&gt;</w:t>
      </w:r>
    </w:p>
    <w:p w14:paraId="5D0038BA"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&lt;Sts&gt;ACTV&lt;/Sts&gt;</w:t>
      </w:r>
    </w:p>
    <w:p w14:paraId="6C8D221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&lt;SubmittdBySctyHldr&gt;false&lt;/SubmittdBySctyHldr&gt;</w:t>
      </w:r>
    </w:p>
    <w:p w14:paraId="7D62BDF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&lt;/Rsltn&gt;</w:t>
      </w:r>
    </w:p>
    <w:p w14:paraId="501EFB0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&lt;Rsltn&gt;</w:t>
      </w:r>
    </w:p>
    <w:p w14:paraId="4F9057D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&lt;IssrLabl&gt;3&lt;/IssrLabl&gt;</w:t>
      </w:r>
    </w:p>
    <w:p w14:paraId="6F85A977"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&lt;Desc&gt;</w:t>
      </w:r>
    </w:p>
    <w:p w14:paraId="75C3317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&lt;Lang&gt;en&lt;/Lang&gt;</w:t>
      </w:r>
    </w:p>
    <w:p w14:paraId="5C4C9597"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&lt;Desc&gt;To re-appoint ZIAUDIT PLC, London as auditor.&lt;/Desc&gt;</w:t>
      </w:r>
    </w:p>
    <w:p w14:paraId="01139E19"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&lt;/Desc&gt;</w:t>
      </w:r>
      <w:r w:rsidRPr="00C9748A">
        <w:rPr>
          <w:highlight w:val="white"/>
        </w:rPr>
        <w:tab/>
      </w:r>
    </w:p>
    <w:p w14:paraId="68A4C93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&lt;ForInfOnly&gt;false&lt;/ForInfOnly&gt;</w:t>
      </w:r>
    </w:p>
    <w:p w14:paraId="14C7722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&lt;Sts&gt;ACTV&lt;/Sts&gt;</w:t>
      </w:r>
    </w:p>
    <w:p w14:paraId="4272680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&lt;SubmittdBySctyHldr&gt;false&lt;/SubmittdBySctyHldr&gt;</w:t>
      </w:r>
    </w:p>
    <w:p w14:paraId="3A0DC10A"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&lt;/Rsltn&gt;</w:t>
      </w:r>
    </w:p>
    <w:p w14:paraId="3CB37712"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&lt;Vote&gt;</w:t>
      </w:r>
    </w:p>
    <w:p w14:paraId="4BEBD098"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&lt;PrtlVoteAllwd&gt;true&lt;/PrtlVoteAllwd&gt;</w:t>
      </w:r>
    </w:p>
    <w:p w14:paraId="30AE3601"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&lt;SpltVoteAllwd&gt;true&lt;/SpltVoteAllwd&gt;</w:t>
      </w:r>
    </w:p>
    <w:p w14:paraId="265A9596"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&lt;VoteDdln&gt;</w:t>
      </w:r>
    </w:p>
    <w:p w14:paraId="7C29716E"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&lt;DtOrDtTm&gt;</w:t>
      </w:r>
    </w:p>
    <w:p w14:paraId="5CF19646"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r>
      <w:r w:rsidRPr="00C9748A">
        <w:rPr>
          <w:highlight w:val="white"/>
        </w:rPr>
        <w:tab/>
        <w:t>&lt;DtTm&gt;2019-04-28T09:00:00&lt;/DtTm&gt;</w:t>
      </w:r>
    </w:p>
    <w:p w14:paraId="3B1EEB73"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&lt;/DtOrDtTm&gt;</w:t>
      </w:r>
    </w:p>
    <w:p w14:paraId="2C3B6376"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&lt;/VoteDdln&gt;</w:t>
      </w:r>
    </w:p>
    <w:p w14:paraId="7D6360AF"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&lt;VoteMthds&gt;</w:t>
      </w:r>
    </w:p>
    <w:p w14:paraId="688109F7"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r>
      <w:r w:rsidRPr="00C9748A">
        <w:rPr>
          <w:highlight w:val="white"/>
        </w:rPr>
        <w:tab/>
        <w:t>&lt;VoteThrghNtwk&gt;LOCAGB2L&lt;/VoteThrghNtwk&gt;</w:t>
      </w:r>
    </w:p>
    <w:p w14:paraId="39683441"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&lt;/VoteMthds&gt;</w:t>
      </w:r>
    </w:p>
    <w:p w14:paraId="6DA96E30"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r>
      <w:r w:rsidRPr="00C9748A">
        <w:rPr>
          <w:highlight w:val="white"/>
        </w:rPr>
        <w:tab/>
        <w:t>&lt;BnfclOwnrDsclsr&gt;true&lt;/BnfclOwnrDsclsr&gt;</w:t>
      </w:r>
    </w:p>
    <w:p w14:paraId="17F519B5" w14:textId="77777777" w:rsidR="00D00C1F" w:rsidRPr="00C9748A" w:rsidRDefault="00D00C1F" w:rsidP="00C9748A">
      <w:pPr>
        <w:pStyle w:val="StyleXMLSampleLatinBodyCalibri10ptLeft0"/>
        <w:rPr>
          <w:highlight w:val="white"/>
        </w:rPr>
      </w:pPr>
      <w:r w:rsidRPr="00C9748A">
        <w:rPr>
          <w:highlight w:val="white"/>
        </w:rPr>
        <w:tab/>
      </w:r>
      <w:r w:rsidRPr="00C9748A">
        <w:rPr>
          <w:highlight w:val="white"/>
        </w:rPr>
        <w:tab/>
        <w:t>&lt;/Vote&gt;</w:t>
      </w:r>
    </w:p>
    <w:p w14:paraId="30E7E861" w14:textId="59639F2E" w:rsidR="00D00C1F" w:rsidRDefault="00D00C1F" w:rsidP="00C9748A">
      <w:pPr>
        <w:pStyle w:val="StyleXMLSampleLatinBodyCalibri10ptLeft0"/>
      </w:pPr>
      <w:r w:rsidRPr="00C9748A">
        <w:rPr>
          <w:highlight w:val="white"/>
        </w:rPr>
        <w:tab/>
        <w:t>&lt;/MtgNtfctn&gt;</w:t>
      </w:r>
    </w:p>
    <w:p w14:paraId="3AFE690C" w14:textId="453D048B" w:rsidR="00C9748A" w:rsidRPr="005C62DF" w:rsidRDefault="005C62DF" w:rsidP="005C62DF">
      <w:pPr>
        <w:pStyle w:val="StyleXMLSampleLatinBodyCalibri10ptLeft0"/>
      </w:pPr>
      <w:r>
        <w:t>&lt;/Document&gt;</w:t>
      </w:r>
    </w:p>
    <w:p w14:paraId="703FBB75" w14:textId="77777777" w:rsidR="005C62DF" w:rsidRDefault="005C62DF">
      <w:pPr>
        <w:widowControl/>
        <w:spacing w:before="0"/>
        <w:rPr>
          <w:b/>
          <w:sz w:val="24"/>
        </w:rPr>
      </w:pPr>
      <w:r>
        <w:br w:type="page"/>
      </w:r>
    </w:p>
    <w:p w14:paraId="3721D9C5" w14:textId="5D25050D" w:rsidR="00D726F7" w:rsidRPr="00D726F7" w:rsidRDefault="002B3630" w:rsidP="00D726F7">
      <w:pPr>
        <w:pStyle w:val="Heading2"/>
      </w:pPr>
      <w:bookmarkStart w:id="35" w:name="_Toc63870582"/>
      <w:r>
        <w:lastRenderedPageBreak/>
        <w:t>MeetingCancellation</w:t>
      </w:r>
      <w:r w:rsidR="00C0706C">
        <w:t xml:space="preserve"> - seev.0</w:t>
      </w:r>
      <w:r>
        <w:t>0</w:t>
      </w:r>
      <w:r w:rsidR="00C0706C">
        <w:t>2.001</w:t>
      </w:r>
      <w:r w:rsidR="00D726F7" w:rsidRPr="00D726F7">
        <w:t>.0</w:t>
      </w:r>
      <w:bookmarkEnd w:id="34"/>
      <w:r w:rsidR="00485C43">
        <w:t>7</w:t>
      </w:r>
      <w:bookmarkEnd w:id="35"/>
    </w:p>
    <w:p w14:paraId="73242359" w14:textId="77777777" w:rsidR="00D726F7" w:rsidRPr="00281F01" w:rsidRDefault="00D726F7" w:rsidP="00D726F7">
      <w:pPr>
        <w:rPr>
          <w:b/>
        </w:rPr>
      </w:pPr>
      <w:r w:rsidRPr="00281F01">
        <w:rPr>
          <w:b/>
        </w:rPr>
        <w:t>Terms</w:t>
      </w:r>
    </w:p>
    <w:p w14:paraId="4D222D8D" w14:textId="16446058" w:rsidR="00DB2B10" w:rsidRDefault="00DB2B10" w:rsidP="00DB2B10">
      <w:pPr>
        <w:rPr>
          <w:highlight w:val="white"/>
        </w:rPr>
      </w:pPr>
      <w:r>
        <w:rPr>
          <w:highlight w:val="white"/>
        </w:rPr>
        <w:t>On 3 April, a local custodian (LOCAGB2L) notifies a global custodian (GLOBUS33) preliminary information of an annual general meeting that will take place on 28 April (see example 1 in MeetingNotification chapter).</w:t>
      </w:r>
    </w:p>
    <w:p w14:paraId="0184875F" w14:textId="28A7BF65" w:rsidR="00DB2B10" w:rsidRDefault="00DB2B10" w:rsidP="00DB2B10">
      <w:pPr>
        <w:rPr>
          <w:highlight w:val="white"/>
        </w:rPr>
      </w:pPr>
      <w:r>
        <w:rPr>
          <w:highlight w:val="white"/>
        </w:rPr>
        <w:t>As the sender of the message has made an error in the ISIN of the security, this message is followed by a MeetingCancellation message.</w:t>
      </w:r>
    </w:p>
    <w:p w14:paraId="39FA010D" w14:textId="0F3B7971" w:rsidR="0037156E" w:rsidRDefault="00DB2B10" w:rsidP="00DB2B10">
      <w:r>
        <w:rPr>
          <w:highlight w:val="white"/>
        </w:rPr>
        <w:t>The following graphic shows the flow of messages described in this example</w:t>
      </w:r>
      <w:r>
        <w:t>:</w:t>
      </w:r>
    </w:p>
    <w:p w14:paraId="237D0BD4" w14:textId="4E4E47FF" w:rsidR="00DB2B10" w:rsidRDefault="00DB2B10" w:rsidP="00DB2B10">
      <w:r>
        <w:rPr>
          <w:noProof/>
        </w:rPr>
        <w:drawing>
          <wp:inline distT="0" distB="0" distL="0" distR="0" wp14:anchorId="280D4E09" wp14:editId="326B0291">
            <wp:extent cx="5753100" cy="2752725"/>
            <wp:effectExtent l="0" t="0" r="0" b="9525"/>
            <wp:docPr id="30" name="Picture 30" descr="\\BE-FILE01\jlittre$\MyData\01. STANDARDS\01. STD DEVELOPMENT DOMAINS\1. Securities\03. ProxyVoting\04. SR2015_CR\9. MX Full Doc\Sources\MeetingCancellationV04\flow.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E-FILE01\jlittre$\MyData\01. STANDARDS\01. STD DEVELOPMENT DOMAINS\1. Securities\03. ProxyVoting\04. SR2015_CR\9. MX Full Doc\Sources\MeetingCancellationV04\flow.bmp"/>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53100" cy="2752725"/>
                    </a:xfrm>
                    <a:prstGeom prst="rect">
                      <a:avLst/>
                    </a:prstGeom>
                    <a:noFill/>
                    <a:ln>
                      <a:noFill/>
                    </a:ln>
                  </pic:spPr>
                </pic:pic>
              </a:graphicData>
            </a:graphic>
          </wp:inline>
        </w:drawing>
      </w:r>
    </w:p>
    <w:p w14:paraId="5CA9019C" w14:textId="77777777" w:rsidR="00EA17E9" w:rsidRDefault="00EA17E9" w:rsidP="00EA17E9">
      <w:pPr>
        <w:pStyle w:val="BlockLabel"/>
        <w:ind w:left="0"/>
      </w:pPr>
      <w:bookmarkStart w:id="36" w:name="_Toc259630499"/>
      <w:r w:rsidRPr="00330B19">
        <w:t>Message Instance</w:t>
      </w:r>
      <w:r>
        <w:t xml:space="preserve"> (with application header)</w:t>
      </w:r>
    </w:p>
    <w:p w14:paraId="5AAFB0D6" w14:textId="77777777" w:rsidR="00EA17E9" w:rsidRPr="00D33A3F" w:rsidRDefault="00EA17E9" w:rsidP="00EA17E9">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11FE28D" w14:textId="77777777" w:rsidR="00EA17E9" w:rsidRPr="00D33A3F" w:rsidRDefault="00EA17E9" w:rsidP="00EA17E9">
      <w:pPr>
        <w:pStyle w:val="XMLCode"/>
        <w:rPr>
          <w:highlight w:val="white"/>
        </w:rPr>
      </w:pPr>
      <w:r w:rsidRPr="00D33A3F">
        <w:rPr>
          <w:highlight w:val="white"/>
        </w:rPr>
        <w:tab/>
        <w:t>&lt;Fr&gt;</w:t>
      </w:r>
    </w:p>
    <w:p w14:paraId="5F4308C6"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29B46DB2"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09E1105F"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1A3DC3A9"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4E87F83F"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514B5829" w14:textId="77777777" w:rsidR="00EA17E9" w:rsidRPr="00D33A3F" w:rsidRDefault="00EA17E9" w:rsidP="00EA17E9">
      <w:pPr>
        <w:pStyle w:val="XMLCode"/>
        <w:rPr>
          <w:highlight w:val="white"/>
        </w:rPr>
      </w:pPr>
      <w:r w:rsidRPr="00D33A3F">
        <w:rPr>
          <w:highlight w:val="white"/>
        </w:rPr>
        <w:tab/>
        <w:t>&lt;/Fr&gt;</w:t>
      </w:r>
    </w:p>
    <w:p w14:paraId="5281FD7A" w14:textId="77777777" w:rsidR="00EA17E9" w:rsidRPr="00D33A3F" w:rsidRDefault="00EA17E9" w:rsidP="00EA17E9">
      <w:pPr>
        <w:pStyle w:val="XMLCode"/>
        <w:rPr>
          <w:highlight w:val="white"/>
        </w:rPr>
      </w:pPr>
      <w:r w:rsidRPr="00D33A3F">
        <w:rPr>
          <w:highlight w:val="white"/>
        </w:rPr>
        <w:tab/>
        <w:t>&lt;To&gt;</w:t>
      </w:r>
    </w:p>
    <w:p w14:paraId="5FE61054"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180D4CA5" w14:textId="77777777" w:rsidR="00EA17E9" w:rsidRPr="008A014D"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51421F85"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70C01964"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t>&lt;/FinInstnId&gt;</w:t>
      </w:r>
    </w:p>
    <w:p w14:paraId="149AF6A2" w14:textId="77777777" w:rsidR="00EA17E9" w:rsidRPr="00D33A3F" w:rsidRDefault="00EA17E9" w:rsidP="00EA17E9">
      <w:pPr>
        <w:pStyle w:val="XMLCode"/>
        <w:rPr>
          <w:highlight w:val="white"/>
        </w:rPr>
      </w:pPr>
      <w:r w:rsidRPr="008A014D">
        <w:rPr>
          <w:highlight w:val="white"/>
        </w:rPr>
        <w:tab/>
      </w:r>
      <w:r w:rsidRPr="008A014D">
        <w:rPr>
          <w:highlight w:val="white"/>
        </w:rPr>
        <w:tab/>
      </w:r>
      <w:r w:rsidRPr="00D33A3F">
        <w:rPr>
          <w:highlight w:val="white"/>
        </w:rPr>
        <w:t>&lt;/FIId&gt;</w:t>
      </w:r>
    </w:p>
    <w:p w14:paraId="17F46E82" w14:textId="77777777" w:rsidR="00EA17E9" w:rsidRPr="00D33A3F" w:rsidRDefault="00EA17E9" w:rsidP="00EA17E9">
      <w:pPr>
        <w:pStyle w:val="XMLCode"/>
        <w:rPr>
          <w:highlight w:val="white"/>
        </w:rPr>
      </w:pPr>
      <w:r w:rsidRPr="00D33A3F">
        <w:rPr>
          <w:highlight w:val="white"/>
        </w:rPr>
        <w:tab/>
        <w:t>&lt;/To&gt;</w:t>
      </w:r>
    </w:p>
    <w:p w14:paraId="174039E9" w14:textId="356ACADE" w:rsidR="00EA17E9" w:rsidRPr="00D33A3F" w:rsidRDefault="00EA17E9" w:rsidP="00EA17E9">
      <w:pPr>
        <w:pStyle w:val="XMLCode"/>
        <w:rPr>
          <w:highlight w:val="white"/>
        </w:rPr>
      </w:pPr>
      <w:r w:rsidRPr="00D33A3F">
        <w:rPr>
          <w:highlight w:val="white"/>
        </w:rPr>
        <w:tab/>
        <w:t>&lt;BizMsgIdr&gt;</w:t>
      </w:r>
      <w:r>
        <w:rPr>
          <w:highlight w:val="white"/>
        </w:rPr>
        <w:t>LOCA000000035</w:t>
      </w:r>
      <w:r w:rsidRPr="00D33A3F">
        <w:rPr>
          <w:highlight w:val="white"/>
        </w:rPr>
        <w:t>&lt;/BizMsgIdr&gt;</w:t>
      </w:r>
    </w:p>
    <w:p w14:paraId="15FA5A77" w14:textId="06615FB1" w:rsidR="00EA17E9" w:rsidRPr="00D33A3F" w:rsidRDefault="00EA17E9" w:rsidP="00EA17E9">
      <w:pPr>
        <w:pStyle w:val="XMLCode"/>
        <w:rPr>
          <w:highlight w:val="white"/>
        </w:rPr>
      </w:pPr>
      <w:r>
        <w:rPr>
          <w:highlight w:val="white"/>
        </w:rPr>
        <w:tab/>
        <w:t>&lt;MsgDefIdr&gt;seev.002.001.07</w:t>
      </w:r>
      <w:r w:rsidRPr="00D33A3F">
        <w:rPr>
          <w:highlight w:val="white"/>
        </w:rPr>
        <w:t>&lt;/MsgDefIdr&gt;</w:t>
      </w:r>
    </w:p>
    <w:p w14:paraId="406D5143" w14:textId="117BE0C3" w:rsidR="00EA17E9" w:rsidRPr="00D33A3F" w:rsidRDefault="00EA17E9" w:rsidP="00EA17E9">
      <w:pPr>
        <w:pStyle w:val="XMLCode"/>
        <w:rPr>
          <w:highlight w:val="white"/>
        </w:rPr>
      </w:pPr>
      <w:r w:rsidRPr="00D33A3F">
        <w:rPr>
          <w:highlight w:val="white"/>
        </w:rPr>
        <w:tab/>
        <w:t>&lt;CreDt</w:t>
      </w:r>
      <w:r>
        <w:rPr>
          <w:highlight w:val="white"/>
        </w:rPr>
        <w:t>&gt;2019-04-04T11</w:t>
      </w:r>
      <w:r w:rsidRPr="00D33A3F">
        <w:rPr>
          <w:highlight w:val="white"/>
        </w:rPr>
        <w:t>:30:00Z&lt;/CreDt&gt;</w:t>
      </w:r>
    </w:p>
    <w:p w14:paraId="3CD33C80" w14:textId="77777777" w:rsidR="00EA17E9" w:rsidRPr="00D33A3F" w:rsidRDefault="00EA17E9" w:rsidP="00EA17E9">
      <w:pPr>
        <w:pStyle w:val="XMLCode"/>
      </w:pPr>
      <w:r w:rsidRPr="00D33A3F">
        <w:rPr>
          <w:highlight w:val="white"/>
        </w:rPr>
        <w:t>&lt;/AppHdr&gt;</w:t>
      </w:r>
    </w:p>
    <w:p w14:paraId="0EC4C714" w14:textId="674BEA50" w:rsidR="00EA17E9" w:rsidRDefault="00EA17E9" w:rsidP="00EA17E9">
      <w:pPr>
        <w:widowControl/>
        <w:spacing w:before="0"/>
      </w:pPr>
      <w:r w:rsidRPr="00D33A3F">
        <w:rPr>
          <w:highlight w:val="white"/>
        </w:rPr>
        <w:lastRenderedPageBreak/>
        <w:t>&lt;Document xmlns="urn:i</w:t>
      </w:r>
      <w:r>
        <w:rPr>
          <w:highlight w:val="white"/>
        </w:rPr>
        <w:t>so:std:iso:20022:tech:xsd:seev.002</w:t>
      </w:r>
      <w:r w:rsidRPr="00D33A3F">
        <w:rPr>
          <w:highlight w:val="white"/>
        </w:rPr>
        <w:t>.001.0</w:t>
      </w:r>
      <w:r>
        <w:rPr>
          <w:highlight w:val="white"/>
        </w:rPr>
        <w:t>7</w:t>
      </w:r>
      <w:r w:rsidRPr="00D33A3F">
        <w:rPr>
          <w:highlight w:val="white"/>
        </w:rPr>
        <w:t>" xmlns:xsi="http://www.w3.org/2001/XMLSchema-instance"&gt;</w:t>
      </w:r>
    </w:p>
    <w:p w14:paraId="3F3750BC" w14:textId="2393AE32" w:rsidR="00C9748A" w:rsidRDefault="00C9748A" w:rsidP="00C9748A">
      <w:pPr>
        <w:pStyle w:val="StyleXMLSampleLatinBodyCalibri10ptLeft0"/>
        <w:rPr>
          <w:color w:val="000000"/>
          <w:highlight w:val="white"/>
        </w:rPr>
      </w:pPr>
      <w:r>
        <w:rPr>
          <w:color w:val="0000FF"/>
          <w:highlight w:val="white"/>
        </w:rPr>
        <w:t>&lt;</w:t>
      </w:r>
      <w:r>
        <w:rPr>
          <w:highlight w:val="white"/>
        </w:rPr>
        <w:t>MtgCxl</w:t>
      </w:r>
      <w:r>
        <w:rPr>
          <w:color w:val="0000FF"/>
          <w:highlight w:val="white"/>
        </w:rPr>
        <w:t>&gt;</w:t>
      </w:r>
    </w:p>
    <w:p w14:paraId="48211E14" w14:textId="186DEF20"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MtgRef</w:t>
      </w:r>
      <w:r>
        <w:rPr>
          <w:color w:val="0000FF"/>
          <w:highlight w:val="white"/>
        </w:rPr>
        <w:t>&gt;</w:t>
      </w:r>
    </w:p>
    <w:p w14:paraId="398BC0AE" w14:textId="1E8CB7E2"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p>
    <w:p w14:paraId="416B9DC4" w14:textId="4651D25B"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20019-04-28T11:00:00</w:t>
      </w:r>
      <w:r>
        <w:rPr>
          <w:color w:val="0000FF"/>
          <w:highlight w:val="white"/>
        </w:rPr>
        <w:t>&lt;/</w:t>
      </w:r>
      <w:r>
        <w:rPr>
          <w:highlight w:val="white"/>
        </w:rPr>
        <w:t>MtgDtAndTm</w:t>
      </w:r>
      <w:r>
        <w:rPr>
          <w:color w:val="0000FF"/>
          <w:highlight w:val="white"/>
        </w:rPr>
        <w:t>&gt;</w:t>
      </w:r>
    </w:p>
    <w:p w14:paraId="589037C7" w14:textId="034489F0"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2FB8A363" w14:textId="6E3FE800"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MtgRef</w:t>
      </w:r>
      <w:r>
        <w:rPr>
          <w:color w:val="0000FF"/>
          <w:highlight w:val="white"/>
        </w:rPr>
        <w:t>&gt;</w:t>
      </w:r>
    </w:p>
    <w:p w14:paraId="5960DB7D" w14:textId="76BD0965"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73D13208" w14:textId="6CBEF1D8"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B796520" w14:textId="51266ECD"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GB4444A53L22</w:t>
      </w:r>
      <w:r>
        <w:rPr>
          <w:color w:val="0000FF"/>
          <w:highlight w:val="white"/>
        </w:rPr>
        <w:t>&lt;/</w:t>
      </w:r>
      <w:r>
        <w:rPr>
          <w:highlight w:val="white"/>
        </w:rPr>
        <w:t>ISIN</w:t>
      </w:r>
      <w:r>
        <w:rPr>
          <w:color w:val="0000FF"/>
          <w:highlight w:val="white"/>
        </w:rPr>
        <w:t>&gt;</w:t>
      </w:r>
    </w:p>
    <w:p w14:paraId="3B295F28" w14:textId="4A358B04"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D3455E7" w14:textId="7C0A7A6C"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1BD046A0" w14:textId="54D422E9"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Rsn</w:t>
      </w:r>
      <w:r>
        <w:rPr>
          <w:color w:val="0000FF"/>
          <w:highlight w:val="white"/>
        </w:rPr>
        <w:t>&gt;</w:t>
      </w:r>
    </w:p>
    <w:p w14:paraId="20323B73" w14:textId="06CCF936"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CxlRsnCd</w:t>
      </w:r>
      <w:r>
        <w:rPr>
          <w:color w:val="0000FF"/>
          <w:highlight w:val="white"/>
        </w:rPr>
        <w:t>&gt;</w:t>
      </w:r>
    </w:p>
    <w:p w14:paraId="421F5DA7" w14:textId="4BF29E85"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PROC</w:t>
      </w:r>
      <w:r>
        <w:rPr>
          <w:color w:val="0000FF"/>
          <w:highlight w:val="white"/>
        </w:rPr>
        <w:t>&lt;/</w:t>
      </w:r>
      <w:r>
        <w:rPr>
          <w:highlight w:val="white"/>
        </w:rPr>
        <w:t>Cd</w:t>
      </w:r>
      <w:r>
        <w:rPr>
          <w:color w:val="0000FF"/>
          <w:highlight w:val="white"/>
        </w:rPr>
        <w:t>&gt;</w:t>
      </w:r>
    </w:p>
    <w:p w14:paraId="4858B652" w14:textId="559A9E52"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CxlRsnCd</w:t>
      </w:r>
      <w:r>
        <w:rPr>
          <w:color w:val="0000FF"/>
          <w:highlight w:val="white"/>
        </w:rPr>
        <w:t>&gt;</w:t>
      </w:r>
    </w:p>
    <w:p w14:paraId="0E573BC9" w14:textId="796A3835"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CxlRsn</w:t>
      </w:r>
      <w:r>
        <w:rPr>
          <w:color w:val="0000FF"/>
          <w:highlight w:val="white"/>
        </w:rPr>
        <w:t>&gt;</w:t>
      </w:r>
      <w:r>
        <w:rPr>
          <w:color w:val="000000"/>
          <w:highlight w:val="white"/>
        </w:rPr>
        <w:t>Wrong ISIN, correct ISIN is GB3333A53L22</w:t>
      </w:r>
      <w:r>
        <w:rPr>
          <w:color w:val="0000FF"/>
          <w:highlight w:val="white"/>
        </w:rPr>
        <w:t>&lt;/</w:t>
      </w:r>
      <w:r>
        <w:rPr>
          <w:highlight w:val="white"/>
        </w:rPr>
        <w:t>CxlRsn</w:t>
      </w:r>
      <w:r>
        <w:rPr>
          <w:color w:val="0000FF"/>
          <w:highlight w:val="white"/>
        </w:rPr>
        <w:t>&gt;</w:t>
      </w:r>
    </w:p>
    <w:p w14:paraId="439D593F" w14:textId="0A6B77DB"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Rsn</w:t>
      </w:r>
      <w:r>
        <w:rPr>
          <w:color w:val="0000FF"/>
          <w:highlight w:val="white"/>
        </w:rPr>
        <w:t>&gt;</w:t>
      </w:r>
    </w:p>
    <w:p w14:paraId="4252A971" w14:textId="77777777" w:rsidR="00EA17E9" w:rsidRDefault="00C9748A" w:rsidP="00C9748A">
      <w:pPr>
        <w:pStyle w:val="StyleXMLSampleLatinBodyCalibri10ptLeft0"/>
        <w:rPr>
          <w:color w:val="0000FF"/>
        </w:rPr>
      </w:pPr>
      <w:r>
        <w:rPr>
          <w:color w:val="0000FF"/>
          <w:highlight w:val="white"/>
        </w:rPr>
        <w:t>&lt;/</w:t>
      </w:r>
      <w:r>
        <w:rPr>
          <w:highlight w:val="white"/>
        </w:rPr>
        <w:t>MtgCxl</w:t>
      </w:r>
      <w:r>
        <w:rPr>
          <w:color w:val="0000FF"/>
          <w:highlight w:val="white"/>
        </w:rPr>
        <w:t>&gt;</w:t>
      </w:r>
    </w:p>
    <w:p w14:paraId="7D5B7DE7" w14:textId="0E3984DE" w:rsidR="0037156E" w:rsidRDefault="00EA17E9" w:rsidP="00C9748A">
      <w:pPr>
        <w:pStyle w:val="StyleXMLSampleLatinBodyCalibri10ptLeft0"/>
        <w:rPr>
          <w:b/>
          <w:sz w:val="24"/>
        </w:rPr>
      </w:pPr>
      <w:r>
        <w:rPr>
          <w:color w:val="0000FF"/>
        </w:rPr>
        <w:t>&lt;/Document&gt;</w:t>
      </w:r>
      <w:r w:rsidR="0037156E">
        <w:br w:type="page"/>
      </w:r>
    </w:p>
    <w:p w14:paraId="2D6B26B7" w14:textId="3FB88417" w:rsidR="00D726F7" w:rsidRPr="00446640" w:rsidRDefault="002B3630" w:rsidP="00446640">
      <w:pPr>
        <w:pStyle w:val="Heading2"/>
      </w:pPr>
      <w:bookmarkStart w:id="37" w:name="_Toc63870583"/>
      <w:r>
        <w:lastRenderedPageBreak/>
        <w:t>MeetingEntitlementNotification - seev.00</w:t>
      </w:r>
      <w:r w:rsidR="00C0706C">
        <w:t>3.001</w:t>
      </w:r>
      <w:r w:rsidR="00D726F7" w:rsidRPr="00446640">
        <w:t>.0</w:t>
      </w:r>
      <w:bookmarkEnd w:id="36"/>
      <w:r w:rsidR="00485C43">
        <w:t>7</w:t>
      </w:r>
      <w:bookmarkEnd w:id="37"/>
    </w:p>
    <w:p w14:paraId="0BCA4912" w14:textId="77777777" w:rsidR="00D726F7" w:rsidRPr="000A24E9" w:rsidRDefault="00D726F7" w:rsidP="00D726F7">
      <w:pPr>
        <w:rPr>
          <w:b/>
        </w:rPr>
      </w:pPr>
      <w:r w:rsidRPr="000A24E9">
        <w:rPr>
          <w:b/>
        </w:rPr>
        <w:t>Terms</w:t>
      </w:r>
    </w:p>
    <w:p w14:paraId="0E0B6A0C" w14:textId="07F1D318" w:rsidR="00082B5A" w:rsidRDefault="00082B5A" w:rsidP="00082B5A">
      <w:r>
        <w:t xml:space="preserve">Global custodian (GLOBUS33) services the account of Fund XYZ (FUMAUS33). On 25 April, the record date for the Big Corp general meeting, the </w:t>
      </w:r>
      <w:r w:rsidR="00130D8E">
        <w:t xml:space="preserve">local </w:t>
      </w:r>
      <w:r>
        <w:t xml:space="preserve">custodian confirms to the </w:t>
      </w:r>
      <w:r w:rsidR="00130D8E">
        <w:t xml:space="preserve">global </w:t>
      </w:r>
      <w:r>
        <w:t>custodian the entitlement for Fund XYZ.</w:t>
      </w:r>
    </w:p>
    <w:p w14:paraId="4FB2C202" w14:textId="1866958B" w:rsidR="006F1F3A" w:rsidRDefault="00082B5A" w:rsidP="00082B5A">
      <w:r>
        <w:t>The following graphic shows the flow of the message as described in this example.</w:t>
      </w:r>
    </w:p>
    <w:p w14:paraId="0C745B9C" w14:textId="77777777" w:rsidR="00130D8E" w:rsidRDefault="00130D8E" w:rsidP="00082B5A"/>
    <w:p w14:paraId="2F6AA212" w14:textId="2D097535" w:rsidR="006F1F3A" w:rsidRDefault="00130D8E" w:rsidP="00446640">
      <w:pPr>
        <w:pStyle w:val="BlockLabel"/>
        <w:ind w:left="0"/>
      </w:pPr>
      <w:r w:rsidRPr="00130D8E">
        <w:rPr>
          <w:noProof/>
          <w:lang w:eastAsia="en-GB"/>
        </w:rPr>
        <mc:AlternateContent>
          <mc:Choice Requires="wpg">
            <w:drawing>
              <wp:inline distT="0" distB="0" distL="0" distR="0" wp14:anchorId="65BE2DC9" wp14:editId="4BEF6DF5">
                <wp:extent cx="6059848" cy="855514"/>
                <wp:effectExtent l="0" t="0" r="0" b="0"/>
                <wp:docPr id="8" name="Group 7"/>
                <wp:cNvGraphicFramePr/>
                <a:graphic xmlns:a="http://schemas.openxmlformats.org/drawingml/2006/main">
                  <a:graphicData uri="http://schemas.microsoft.com/office/word/2010/wordprocessingGroup">
                    <wpg:wgp>
                      <wpg:cNvGrpSpPr/>
                      <wpg:grpSpPr>
                        <a:xfrm>
                          <a:off x="0" y="0"/>
                          <a:ext cx="6059848" cy="855514"/>
                          <a:chOff x="0" y="0"/>
                          <a:chExt cx="6059848" cy="855514"/>
                        </a:xfrm>
                      </wpg:grpSpPr>
                      <wpg:grpSp>
                        <wpg:cNvPr id="2" name="Group 2"/>
                        <wpg:cNvGrpSpPr/>
                        <wpg:grpSpPr>
                          <a:xfrm>
                            <a:off x="967690" y="28282"/>
                            <a:ext cx="520065" cy="679654"/>
                            <a:chOff x="967690" y="28282"/>
                            <a:chExt cx="520065" cy="679654"/>
                          </a:xfrm>
                        </wpg:grpSpPr>
                        <pic:pic xmlns:pic="http://schemas.openxmlformats.org/drawingml/2006/picture">
                          <pic:nvPicPr>
                            <pic:cNvPr id="23" name="Picture 23" descr="Bank_cmyk_warmgray_10"/>
                            <pic:cNvPicPr>
                              <a:picLocks noChangeAspect="1" noChangeArrowheads="1"/>
                            </pic:cNvPicPr>
                          </pic:nvPicPr>
                          <pic:blipFill>
                            <a:blip r:embed="rId32" cstate="print"/>
                            <a:srcRect/>
                            <a:stretch>
                              <a:fillRect/>
                            </a:stretch>
                          </pic:blipFill>
                          <pic:spPr bwMode="auto">
                            <a:xfrm>
                              <a:off x="1002102" y="28282"/>
                              <a:ext cx="449813" cy="490325"/>
                            </a:xfrm>
                            <a:prstGeom prst="rect">
                              <a:avLst/>
                            </a:prstGeom>
                            <a:noFill/>
                          </pic:spPr>
                        </pic:pic>
                        <wps:wsp>
                          <wps:cNvPr id="24" name="TextBox 12"/>
                          <wps:cNvSpPr txBox="1"/>
                          <wps:spPr>
                            <a:xfrm>
                              <a:off x="967690" y="499656"/>
                              <a:ext cx="520065" cy="208280"/>
                            </a:xfrm>
                            <a:prstGeom prst="rect">
                              <a:avLst/>
                            </a:prstGeom>
                            <a:noFill/>
                          </wps:spPr>
                          <wps:txbx>
                            <w:txbxContent>
                              <w:p w14:paraId="3665875F" w14:textId="77777777" w:rsidR="00ED504F" w:rsidRDefault="00ED504F"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Agent</w:t>
                                </w:r>
                              </w:p>
                            </w:txbxContent>
                          </wps:txbx>
                          <wps:bodyPr wrap="square" rtlCol="0" anchor="b">
                            <a:spAutoFit/>
                          </wps:bodyPr>
                        </wps:wsp>
                      </wpg:grpSp>
                      <wpg:grpSp>
                        <wpg:cNvPr id="4" name="Group 3"/>
                        <wpg:cNvGrpSpPr/>
                        <wpg:grpSpPr>
                          <a:xfrm>
                            <a:off x="1604911" y="28282"/>
                            <a:ext cx="826135" cy="796494"/>
                            <a:chOff x="1604911" y="28282"/>
                            <a:chExt cx="826135" cy="796494"/>
                          </a:xfrm>
                        </wpg:grpSpPr>
                        <pic:pic xmlns:pic="http://schemas.openxmlformats.org/drawingml/2006/picture">
                          <pic:nvPicPr>
                            <pic:cNvPr id="21" name="Picture 21" descr="Bank_cmyk_warmgray_10"/>
                            <pic:cNvPicPr>
                              <a:picLocks noChangeAspect="1" noChangeArrowheads="1"/>
                            </pic:cNvPicPr>
                          </pic:nvPicPr>
                          <pic:blipFill>
                            <a:blip r:embed="rId32" cstate="print"/>
                            <a:srcRect/>
                            <a:stretch>
                              <a:fillRect/>
                            </a:stretch>
                          </pic:blipFill>
                          <pic:spPr bwMode="auto">
                            <a:xfrm>
                              <a:off x="1745052" y="28282"/>
                              <a:ext cx="449813" cy="490325"/>
                            </a:xfrm>
                            <a:prstGeom prst="rect">
                              <a:avLst/>
                            </a:prstGeom>
                            <a:noFill/>
                          </pic:spPr>
                        </pic:pic>
                        <wps:wsp>
                          <wps:cNvPr id="22" name="TextBox 13"/>
                          <wps:cNvSpPr txBox="1"/>
                          <wps:spPr>
                            <a:xfrm>
                              <a:off x="1604911" y="499656"/>
                              <a:ext cx="826135" cy="325120"/>
                            </a:xfrm>
                            <a:prstGeom prst="rect">
                              <a:avLst/>
                            </a:prstGeom>
                            <a:noFill/>
                          </wps:spPr>
                          <wps:txbx>
                            <w:txbxContent>
                              <w:p w14:paraId="5B0145A7" w14:textId="77777777" w:rsidR="00ED504F" w:rsidRDefault="00ED504F"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Local Custodian</w:t>
                                </w:r>
                              </w:p>
                            </w:txbxContent>
                          </wps:txbx>
                          <wps:bodyPr wrap="square" rtlCol="0" anchor="b">
                            <a:spAutoFit/>
                          </wps:bodyPr>
                        </wps:wsp>
                      </wpg:grpSp>
                      <wpg:grpSp>
                        <wpg:cNvPr id="6" name="Group 4"/>
                        <wpg:cNvGrpSpPr/>
                        <wpg:grpSpPr>
                          <a:xfrm>
                            <a:off x="0" y="0"/>
                            <a:ext cx="697865" cy="707936"/>
                            <a:chOff x="0" y="0"/>
                            <a:chExt cx="697865" cy="707936"/>
                          </a:xfrm>
                        </wpg:grpSpPr>
                        <pic:pic xmlns:pic="http://schemas.openxmlformats.org/drawingml/2006/picture">
                          <pic:nvPicPr>
                            <pic:cNvPr id="19" name="Picture 19" descr="Corporate_cmyk_warmgray_10"/>
                            <pic:cNvPicPr>
                              <a:picLocks noChangeAspect="1" noChangeArrowheads="1"/>
                            </pic:cNvPicPr>
                          </pic:nvPicPr>
                          <pic:blipFill>
                            <a:blip r:embed="rId44" cstate="print"/>
                            <a:srcRect/>
                            <a:stretch>
                              <a:fillRect/>
                            </a:stretch>
                          </pic:blipFill>
                          <pic:spPr bwMode="auto">
                            <a:xfrm>
                              <a:off x="157853" y="0"/>
                              <a:ext cx="430213" cy="534987"/>
                            </a:xfrm>
                            <a:prstGeom prst="rect">
                              <a:avLst/>
                            </a:prstGeom>
                            <a:noFill/>
                          </pic:spPr>
                        </pic:pic>
                        <wps:wsp>
                          <wps:cNvPr id="20" name="TextBox 14"/>
                          <wps:cNvSpPr txBox="1"/>
                          <wps:spPr>
                            <a:xfrm>
                              <a:off x="0" y="499656"/>
                              <a:ext cx="697865" cy="208280"/>
                            </a:xfrm>
                            <a:prstGeom prst="rect">
                              <a:avLst/>
                            </a:prstGeom>
                            <a:noFill/>
                          </wps:spPr>
                          <wps:txbx>
                            <w:txbxContent>
                              <w:p w14:paraId="77494BEE" w14:textId="77777777" w:rsidR="00ED504F" w:rsidRDefault="00ED504F"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w:t>
                                </w:r>
                              </w:p>
                            </w:txbxContent>
                          </wps:txbx>
                          <wps:bodyPr wrap="square" rtlCol="0" anchor="b">
                            <a:spAutoFit/>
                          </wps:bodyPr>
                        </wps:wsp>
                      </wpg:grpSp>
                      <wpg:grpSp>
                        <wpg:cNvPr id="9" name="Group 5"/>
                        <wpg:cNvGrpSpPr/>
                        <wpg:grpSpPr>
                          <a:xfrm>
                            <a:off x="3379941" y="3546"/>
                            <a:ext cx="930910" cy="796506"/>
                            <a:chOff x="3379941" y="3546"/>
                            <a:chExt cx="930910" cy="796506"/>
                          </a:xfrm>
                        </wpg:grpSpPr>
                        <pic:pic xmlns:pic="http://schemas.openxmlformats.org/drawingml/2006/picture">
                          <pic:nvPicPr>
                            <pic:cNvPr id="17" name="Picture 17" descr="Bank_cmyk_warmgray_10"/>
                            <pic:cNvPicPr>
                              <a:picLocks noChangeAspect="1" noChangeArrowheads="1"/>
                            </pic:cNvPicPr>
                          </pic:nvPicPr>
                          <pic:blipFill>
                            <a:blip r:embed="rId32" cstate="print"/>
                            <a:srcRect/>
                            <a:stretch>
                              <a:fillRect/>
                            </a:stretch>
                          </pic:blipFill>
                          <pic:spPr bwMode="auto">
                            <a:xfrm>
                              <a:off x="3567816" y="3546"/>
                              <a:ext cx="449813" cy="490325"/>
                            </a:xfrm>
                            <a:prstGeom prst="rect">
                              <a:avLst/>
                            </a:prstGeom>
                            <a:noFill/>
                          </pic:spPr>
                        </pic:pic>
                        <wps:wsp>
                          <wps:cNvPr id="18" name="TextBox 15"/>
                          <wps:cNvSpPr txBox="1"/>
                          <wps:spPr>
                            <a:xfrm>
                              <a:off x="3379941" y="474932"/>
                              <a:ext cx="930910" cy="325120"/>
                            </a:xfrm>
                            <a:prstGeom prst="rect">
                              <a:avLst/>
                            </a:prstGeom>
                            <a:noFill/>
                          </wps:spPr>
                          <wps:txbx>
                            <w:txbxContent>
                              <w:p w14:paraId="6B74591C" w14:textId="77777777" w:rsidR="00ED504F" w:rsidRDefault="00ED504F"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Global Custodian</w:t>
                                </w:r>
                              </w:p>
                            </w:txbxContent>
                          </wps:txbx>
                          <wps:bodyPr wrap="square" rtlCol="0" anchor="b">
                            <a:spAutoFit/>
                          </wps:bodyPr>
                        </wps:wsp>
                      </wpg:grpSp>
                      <wpg:grpSp>
                        <wpg:cNvPr id="10" name="Group 6"/>
                        <wpg:cNvGrpSpPr/>
                        <wpg:grpSpPr>
                          <a:xfrm>
                            <a:off x="4119356" y="15875"/>
                            <a:ext cx="1121410" cy="692061"/>
                            <a:chOff x="4119356" y="15875"/>
                            <a:chExt cx="1121410" cy="692061"/>
                          </a:xfrm>
                        </wpg:grpSpPr>
                        <pic:pic xmlns:pic="http://schemas.openxmlformats.org/drawingml/2006/picture">
                          <pic:nvPicPr>
                            <pic:cNvPr id="15" name="Picture 15" descr="Man_alone_with_file_cmyk_WG10"/>
                            <pic:cNvPicPr>
                              <a:picLocks noChangeAspect="1" noChangeArrowheads="1"/>
                            </pic:cNvPicPr>
                          </pic:nvPicPr>
                          <pic:blipFill>
                            <a:blip r:embed="rId45" cstate="print"/>
                            <a:srcRect/>
                            <a:stretch>
                              <a:fillRect/>
                            </a:stretch>
                          </pic:blipFill>
                          <pic:spPr bwMode="auto">
                            <a:xfrm>
                              <a:off x="4334566" y="15875"/>
                              <a:ext cx="573087" cy="561975"/>
                            </a:xfrm>
                            <a:prstGeom prst="rect">
                              <a:avLst/>
                            </a:prstGeom>
                            <a:noFill/>
                          </pic:spPr>
                        </pic:pic>
                        <wps:wsp>
                          <wps:cNvPr id="16" name="TextBox 16"/>
                          <wps:cNvSpPr txBox="1"/>
                          <wps:spPr>
                            <a:xfrm>
                              <a:off x="4119356" y="499656"/>
                              <a:ext cx="1121410" cy="208280"/>
                            </a:xfrm>
                            <a:prstGeom prst="rect">
                              <a:avLst/>
                            </a:prstGeom>
                            <a:noFill/>
                          </wps:spPr>
                          <wps:txbx>
                            <w:txbxContent>
                              <w:p w14:paraId="2842A625" w14:textId="77777777" w:rsidR="00ED504F" w:rsidRDefault="00ED504F"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Manager</w:t>
                                </w:r>
                              </w:p>
                            </w:txbxContent>
                          </wps:txbx>
                          <wps:bodyPr wrap="square" rtlCol="0" anchor="b">
                            <a:spAutoFit/>
                          </wps:bodyPr>
                        </wps:wsp>
                      </wpg:grpSp>
                      <wpg:grpSp>
                        <wpg:cNvPr id="11" name="Group 7"/>
                        <wpg:cNvGrpSpPr/>
                        <wpg:grpSpPr>
                          <a:xfrm>
                            <a:off x="5224188" y="133201"/>
                            <a:ext cx="835660" cy="722313"/>
                            <a:chOff x="5224188" y="133201"/>
                            <a:chExt cx="835660" cy="722313"/>
                          </a:xfrm>
                        </wpg:grpSpPr>
                        <pic:pic xmlns:pic="http://schemas.openxmlformats.org/drawingml/2006/picture">
                          <pic:nvPicPr>
                            <pic:cNvPr id="13" name="Picture 13" descr="Listing"/>
                            <pic:cNvPicPr>
                              <a:picLocks noChangeAspect="1" noChangeArrowheads="1"/>
                            </pic:cNvPicPr>
                          </pic:nvPicPr>
                          <pic:blipFill>
                            <a:blip r:embed="rId46" cstate="print"/>
                            <a:srcRect/>
                            <a:stretch>
                              <a:fillRect/>
                            </a:stretch>
                          </pic:blipFill>
                          <pic:spPr bwMode="auto">
                            <a:xfrm>
                              <a:off x="5364853" y="133201"/>
                              <a:ext cx="495300" cy="550863"/>
                            </a:xfrm>
                            <a:prstGeom prst="rect">
                              <a:avLst/>
                            </a:prstGeom>
                            <a:noFill/>
                          </pic:spPr>
                        </pic:pic>
                        <wps:wsp>
                          <wps:cNvPr id="14" name="TextBox 26"/>
                          <wps:cNvSpPr txBox="1"/>
                          <wps:spPr>
                            <a:xfrm>
                              <a:off x="5224188" y="647234"/>
                              <a:ext cx="835660" cy="208280"/>
                            </a:xfrm>
                            <a:prstGeom prst="rect">
                              <a:avLst/>
                            </a:prstGeom>
                            <a:noFill/>
                          </wps:spPr>
                          <wps:txbx>
                            <w:txbxContent>
                              <w:p w14:paraId="5395E622" w14:textId="77777777" w:rsidR="00ED504F" w:rsidRDefault="00ED504F"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XYZ</w:t>
                                </w:r>
                              </w:p>
                            </w:txbxContent>
                          </wps:txbx>
                          <wps:bodyPr wrap="square" rtlCol="0" anchor="b">
                            <a:spAutoFit/>
                          </wps:bodyPr>
                        </wps:wsp>
                      </wpg:grpSp>
                      <wpg:grpSp>
                        <wpg:cNvPr id="12" name="Group 9"/>
                        <wpg:cNvGrpSpPr/>
                        <wpg:grpSpPr>
                          <a:xfrm>
                            <a:off x="2232364" y="136583"/>
                            <a:ext cx="1333500" cy="325120"/>
                            <a:chOff x="2232364" y="136583"/>
                            <a:chExt cx="1333500" cy="325120"/>
                          </a:xfrm>
                        </wpg:grpSpPr>
                        <wps:wsp>
                          <wps:cNvPr id="25" name="TextBox 45"/>
                          <wps:cNvSpPr txBox="1"/>
                          <wps:spPr>
                            <a:xfrm>
                              <a:off x="2232364" y="136583"/>
                              <a:ext cx="1333500" cy="325120"/>
                            </a:xfrm>
                            <a:prstGeom prst="rect">
                              <a:avLst/>
                            </a:prstGeom>
                            <a:noFill/>
                          </wps:spPr>
                          <wps:txbx>
                            <w:txbxContent>
                              <w:p w14:paraId="01D374A8" w14:textId="77777777" w:rsidR="00ED504F" w:rsidRDefault="00ED504F"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 xml:space="preserve">MeetingEntitlement Notification </w:t>
                                </w:r>
                              </w:p>
                            </w:txbxContent>
                          </wps:txbx>
                          <wps:bodyPr wrap="square" rtlCol="0" anchor="b" anchorCtr="0">
                            <a:spAutoFit/>
                          </wps:bodyPr>
                        </wps:wsp>
                        <wps:wsp>
                          <wps:cNvPr id="26" name="Straight Connector 12"/>
                          <wps:cNvCnPr/>
                          <wps:spPr bwMode="auto">
                            <a:xfrm flipH="1">
                              <a:off x="2256824" y="438896"/>
                              <a:ext cx="128016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g:grpSp>
                      <wps:wsp>
                        <wps:cNvPr id="27" name="Straight Arrow Connector 10"/>
                        <wps:cNvCnPr/>
                        <wps:spPr bwMode="auto">
                          <a:xfrm>
                            <a:off x="4907653" y="339685"/>
                            <a:ext cx="514350" cy="0"/>
                          </a:xfrm>
                          <a:prstGeom prst="straightConnector1">
                            <a:avLst/>
                          </a:prstGeom>
                          <a:solidFill>
                            <a:schemeClr val="accent1"/>
                          </a:solidFill>
                          <a:ln w="1270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inline>
            </w:drawing>
          </mc:Choice>
          <mc:Fallback>
            <w:pict>
              <v:group w14:anchorId="65BE2DC9" id="Group 7" o:spid="_x0000_s1131" style="width:477.15pt;height:67.35pt;mso-position-horizontal-relative:char;mso-position-vertical-relative:line" coordsize="60598,855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">
                <v:group id="Group 2" o:spid="_x0000_s1132" style="position:absolute;left:9676;top:282;width:5201;height:6797" coordorigin="9676,282" coordsize="5200,6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Picture 23" o:spid="_x0000_s1133" type="#_x0000_t75" alt="Bank_cmyk_warmgray_10" style="position:absolute;left:10021;top:282;width:4498;height:4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">
                    <v:imagedata r:id="rId33" o:title="Bank_cmyk_warmgray_10"/>
                  </v:shape>
                  <v:shape id="TextBox 12" o:spid="_x0000_s1134" type="#_x0000_t202" style="position:absolute;left:9676;top:4996;width:520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" filled="f" stroked="f">
                    <v:textbox style="mso-fit-shape-to-text:t">
                      <w:txbxContent>
                        <w:p w14:paraId="3665875F" w14:textId="77777777" w:rsidR="00ED504F" w:rsidRDefault="00ED504F"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Agent</w:t>
                          </w:r>
                        </w:p>
                      </w:txbxContent>
                    </v:textbox>
                  </v:shape>
                </v:group>
                <v:group id="Group 3" o:spid="_x0000_s1135" style="position:absolute;left:16049;top:282;width:8261;height:7965" coordorigin="16049,282" coordsize="8261,7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21" o:spid="_x0000_s1136" type="#_x0000_t75" alt="Bank_cmyk_warmgray_10" style="position:absolute;left:17450;top:282;width:4498;height:4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">
                    <v:imagedata r:id="rId33" o:title="Bank_cmyk_warmgray_10"/>
                  </v:shape>
                  <v:shape id="TextBox 13" o:spid="_x0000_s1137" type="#_x0000_t202" style="position:absolute;left:16049;top:4996;width:8261;height:325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" filled="f" stroked="f">
                    <v:textbox style="mso-fit-shape-to-text:t">
                      <w:txbxContent>
                        <w:p w14:paraId="5B0145A7" w14:textId="77777777" w:rsidR="00ED504F" w:rsidRDefault="00ED504F"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Local Custodian</w:t>
                          </w:r>
                        </w:p>
                      </w:txbxContent>
                    </v:textbox>
                  </v:shape>
                </v:group>
                <v:group id="_x0000_s1138" style="position:absolute;width:6978;height:7079" coordsize="6978,7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Picture 19" o:spid="_x0000_s1139" type="#_x0000_t75" alt="Corporate_cmyk_warmgray_10" style="position:absolute;left:1578;width:4302;height:53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">
                    <v:imagedata r:id="rId47" o:title="Corporate_cmyk_warmgray_10"/>
                  </v:shape>
                  <v:shape id="TextBox 14" o:spid="_x0000_s1140" type="#_x0000_t202" style="position:absolute;top:4996;width:6978;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" filled="f" stroked="f">
                    <v:textbox style="mso-fit-shape-to-text:t">
                      <w:txbxContent>
                        <w:p w14:paraId="77494BEE" w14:textId="77777777" w:rsidR="00ED504F" w:rsidRDefault="00ED504F"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w:t>
                          </w:r>
                        </w:p>
                      </w:txbxContent>
                    </v:textbox>
                  </v:shape>
                </v:group>
                <v:group id="Group 5" o:spid="_x0000_s1141" style="position:absolute;left:33799;top:35;width:9309;height:7965" coordorigin="33799,35" coordsize="9309,7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Picture 17" o:spid="_x0000_s1142" type="#_x0000_t75" alt="Bank_cmyk_warmgray_10" style="position:absolute;left:35678;top:3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">
                    <v:imagedata r:id="rId33" o:title="Bank_cmyk_warmgray_10"/>
                  </v:shape>
                  <v:shape id="TextBox 15" o:spid="_x0000_s1143" type="#_x0000_t202" style="position:absolute;left:33799;top:4749;width:9309;height:325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" filled="f" stroked="f">
                    <v:textbox style="mso-fit-shape-to-text:t">
                      <w:txbxContent>
                        <w:p w14:paraId="6B74591C" w14:textId="77777777" w:rsidR="00ED504F" w:rsidRDefault="00ED504F"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Global Custodian</w:t>
                          </w:r>
                        </w:p>
                      </w:txbxContent>
                    </v:textbox>
                  </v:shape>
                </v:group>
                <v:group id="Group 6" o:spid="_x0000_s1144" style="position:absolute;left:41193;top:158;width:11214;height:6921" coordorigin="41193,158" coordsize="11214,6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Picture 15" o:spid="_x0000_s1145" type="#_x0000_t75" alt="Man_alone_with_file_cmyk_WG10" style="position:absolute;left:43345;top:158;width:5731;height:5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">
                    <v:imagedata r:id="rId48" o:title="Man_alone_with_file_cmyk_WG10"/>
                  </v:shape>
                  <v:shape id="TextBox 16" o:spid="_x0000_s1146" type="#_x0000_t202" style="position:absolute;left:41193;top:4996;width:1121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" filled="f" stroked="f">
                    <v:textbox style="mso-fit-shape-to-text:t">
                      <w:txbxContent>
                        <w:p w14:paraId="2842A625" w14:textId="77777777" w:rsidR="00ED504F" w:rsidRDefault="00ED504F"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Manager</w:t>
                          </w:r>
                        </w:p>
                      </w:txbxContent>
                    </v:textbox>
                  </v:shape>
                </v:group>
                <v:group id="_x0000_s1147" style="position:absolute;left:52241;top:1332;width:8357;height:7223" coordorigin="52241,1332" coordsize="8356,7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Picture 13" o:spid="_x0000_s1148" type="#_x0000_t75" alt="Listing" style="position:absolute;left:53648;top:1332;width:4953;height:55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">
                    <v:imagedata r:id="rId49" o:title="Listing"/>
                  </v:shape>
                  <v:shape id="TextBox 26" o:spid="_x0000_s1149" type="#_x0000_t202" style="position:absolute;left:52241;top:6472;width:8357;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" filled="f" stroked="f">
                    <v:textbox style="mso-fit-shape-to-text:t">
                      <w:txbxContent>
                        <w:p w14:paraId="5395E622" w14:textId="77777777" w:rsidR="00ED504F" w:rsidRDefault="00ED504F"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XYZ</w:t>
                          </w:r>
                        </w:p>
                      </w:txbxContent>
                    </v:textbox>
                  </v:shape>
                </v:group>
                <v:group id="Group 9" o:spid="_x0000_s1150" style="position:absolute;left:22323;top:1365;width:13335;height:3252" coordorigin="22323,1365" coordsize="13335,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TextBox 45" o:spid="_x0000_s1151" type="#_x0000_t202" style="position:absolute;left:22323;top:1365;width:13335;height:325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" filled="f" stroked="f">
                    <v:textbox style="mso-fit-shape-to-text:t">
                      <w:txbxContent>
                        <w:p w14:paraId="01D374A8" w14:textId="77777777" w:rsidR="00ED504F" w:rsidRDefault="00ED504F"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 xml:space="preserve">MeetingEntitlement Notification </w:t>
                          </w:r>
                        </w:p>
                      </w:txbxContent>
                    </v:textbox>
                  </v:shape>
                  <v:line id="Straight Connector 12" o:spid="_x0000_s1152" style="position:absolute;flip:x;visibility:visible;mso-wrap-style:square" from="22568,4388" to="35369,4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" filled="t" fillcolor="#4f81bd [3204]" strokecolor="black [3213]" strokeweight="1pt">
                    <v:stroke startarrow="open"/>
                    <v:shadow color="#eeece1 [3214]"/>
                  </v:line>
                </v:group>
                <v:shapetype id="_x0000_t32" coordsize="21600,21600" o:spt="32" o:oned="t" path="m,l21600,21600e" filled="f">
                  <v:path arrowok="t" fillok="f" o:connecttype="none"/>
                  <o:lock v:ext="edit" shapetype="t"/>
                </v:shapetype>
                <v:shape id="Straight Arrow Connector 10" o:spid="_x0000_s1153" type="#_x0000_t32" style="position:absolute;left:49076;top:3396;width:51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" filled="t" fillcolor="#4f81bd [3204]" strokecolor="black [3213]" strokeweight="1pt">
                  <v:stroke dashstyle="dash"/>
                  <v:shadow color="#eeece1 [3214]"/>
                </v:shape>
                <w10:anchorlock/>
              </v:group>
            </w:pict>
          </mc:Fallback>
        </mc:AlternateContent>
      </w:r>
    </w:p>
    <w:p w14:paraId="0390593B" w14:textId="77777777" w:rsidR="00EA17E9" w:rsidRDefault="00EA17E9" w:rsidP="00EA17E9">
      <w:pPr>
        <w:pStyle w:val="BlockLabel"/>
        <w:ind w:left="0"/>
      </w:pPr>
      <w:r w:rsidRPr="00330B19">
        <w:t>Message Instance</w:t>
      </w:r>
      <w:r>
        <w:t xml:space="preserve"> (with application header)</w:t>
      </w:r>
    </w:p>
    <w:p w14:paraId="53BBD2CC" w14:textId="77777777" w:rsidR="00EA17E9" w:rsidRPr="00D33A3F" w:rsidRDefault="00EA17E9" w:rsidP="00EA17E9">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6792B5F2" w14:textId="77777777" w:rsidR="00EA17E9" w:rsidRPr="00D33A3F" w:rsidRDefault="00EA17E9" w:rsidP="00EA17E9">
      <w:pPr>
        <w:pStyle w:val="XMLCode"/>
        <w:rPr>
          <w:highlight w:val="white"/>
        </w:rPr>
      </w:pPr>
      <w:r w:rsidRPr="00D33A3F">
        <w:rPr>
          <w:highlight w:val="white"/>
        </w:rPr>
        <w:tab/>
        <w:t>&lt;Fr&gt;</w:t>
      </w:r>
    </w:p>
    <w:p w14:paraId="025AFCF4"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77A6CFAA"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5579A159"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362FB62A"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5F6C3323"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54F2A34D" w14:textId="77777777" w:rsidR="00EA17E9" w:rsidRPr="00D33A3F" w:rsidRDefault="00EA17E9" w:rsidP="00EA17E9">
      <w:pPr>
        <w:pStyle w:val="XMLCode"/>
        <w:rPr>
          <w:highlight w:val="white"/>
        </w:rPr>
      </w:pPr>
      <w:r w:rsidRPr="00D33A3F">
        <w:rPr>
          <w:highlight w:val="white"/>
        </w:rPr>
        <w:tab/>
        <w:t>&lt;/Fr&gt;</w:t>
      </w:r>
    </w:p>
    <w:p w14:paraId="7B6F95CA" w14:textId="77777777" w:rsidR="00EA17E9" w:rsidRPr="00D33A3F" w:rsidRDefault="00EA17E9" w:rsidP="00EA17E9">
      <w:pPr>
        <w:pStyle w:val="XMLCode"/>
        <w:rPr>
          <w:highlight w:val="white"/>
        </w:rPr>
      </w:pPr>
      <w:r w:rsidRPr="00D33A3F">
        <w:rPr>
          <w:highlight w:val="white"/>
        </w:rPr>
        <w:tab/>
        <w:t>&lt;To&gt;</w:t>
      </w:r>
    </w:p>
    <w:p w14:paraId="02D257E7"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5A82F396" w14:textId="77777777" w:rsidR="00EA17E9" w:rsidRPr="008A014D"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6CC7A3F3"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41E985AE"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t>&lt;/FinInstnId&gt;</w:t>
      </w:r>
    </w:p>
    <w:p w14:paraId="36BA4D56" w14:textId="77777777" w:rsidR="00EA17E9" w:rsidRPr="00D33A3F" w:rsidRDefault="00EA17E9" w:rsidP="00EA17E9">
      <w:pPr>
        <w:pStyle w:val="XMLCode"/>
        <w:rPr>
          <w:highlight w:val="white"/>
        </w:rPr>
      </w:pPr>
      <w:r w:rsidRPr="008A014D">
        <w:rPr>
          <w:highlight w:val="white"/>
        </w:rPr>
        <w:tab/>
      </w:r>
      <w:r w:rsidRPr="008A014D">
        <w:rPr>
          <w:highlight w:val="white"/>
        </w:rPr>
        <w:tab/>
      </w:r>
      <w:r w:rsidRPr="00D33A3F">
        <w:rPr>
          <w:highlight w:val="white"/>
        </w:rPr>
        <w:t>&lt;/FIId&gt;</w:t>
      </w:r>
    </w:p>
    <w:p w14:paraId="2435B004" w14:textId="77777777" w:rsidR="00EA17E9" w:rsidRPr="00D33A3F" w:rsidRDefault="00EA17E9" w:rsidP="00EA17E9">
      <w:pPr>
        <w:pStyle w:val="XMLCode"/>
        <w:rPr>
          <w:highlight w:val="white"/>
        </w:rPr>
      </w:pPr>
      <w:r w:rsidRPr="00D33A3F">
        <w:rPr>
          <w:highlight w:val="white"/>
        </w:rPr>
        <w:tab/>
        <w:t>&lt;/To&gt;</w:t>
      </w:r>
    </w:p>
    <w:p w14:paraId="3AAE3FC7" w14:textId="12ACCFD1" w:rsidR="00EA17E9" w:rsidRPr="00D33A3F" w:rsidRDefault="00EA17E9" w:rsidP="00EA17E9">
      <w:pPr>
        <w:pStyle w:val="XMLCode"/>
        <w:rPr>
          <w:highlight w:val="white"/>
        </w:rPr>
      </w:pPr>
      <w:r w:rsidRPr="00D33A3F">
        <w:rPr>
          <w:highlight w:val="white"/>
        </w:rPr>
        <w:tab/>
        <w:t>&lt;BizMsgIdr&gt;</w:t>
      </w:r>
      <w:r>
        <w:rPr>
          <w:highlight w:val="white"/>
        </w:rPr>
        <w:t>LOCA000000159</w:t>
      </w:r>
      <w:r w:rsidRPr="00D33A3F">
        <w:rPr>
          <w:highlight w:val="white"/>
        </w:rPr>
        <w:t>&lt;/BizMsgIdr&gt;</w:t>
      </w:r>
    </w:p>
    <w:p w14:paraId="49D18338" w14:textId="727D1E5B" w:rsidR="00EA17E9" w:rsidRPr="00D33A3F" w:rsidRDefault="00EA17E9" w:rsidP="00EA17E9">
      <w:pPr>
        <w:pStyle w:val="XMLCode"/>
        <w:rPr>
          <w:highlight w:val="white"/>
        </w:rPr>
      </w:pPr>
      <w:r>
        <w:rPr>
          <w:highlight w:val="white"/>
        </w:rPr>
        <w:tab/>
        <w:t>&lt;MsgDefIdr&gt;seev.003.001.07</w:t>
      </w:r>
      <w:r w:rsidRPr="00D33A3F">
        <w:rPr>
          <w:highlight w:val="white"/>
        </w:rPr>
        <w:t>&lt;/MsgDefIdr&gt;</w:t>
      </w:r>
    </w:p>
    <w:p w14:paraId="05A3D197" w14:textId="313ABE3B" w:rsidR="00EA17E9" w:rsidRPr="00D33A3F" w:rsidRDefault="00EA17E9" w:rsidP="00EA17E9">
      <w:pPr>
        <w:pStyle w:val="XMLCode"/>
        <w:rPr>
          <w:highlight w:val="white"/>
        </w:rPr>
      </w:pPr>
      <w:r w:rsidRPr="00D33A3F">
        <w:rPr>
          <w:highlight w:val="white"/>
        </w:rPr>
        <w:tab/>
        <w:t>&lt;CreDt</w:t>
      </w:r>
      <w:r>
        <w:rPr>
          <w:highlight w:val="white"/>
        </w:rPr>
        <w:t>&gt;2019-04-25T10</w:t>
      </w:r>
      <w:r w:rsidRPr="00D33A3F">
        <w:rPr>
          <w:highlight w:val="white"/>
        </w:rPr>
        <w:t>:30:00Z&lt;/CreDt&gt;</w:t>
      </w:r>
    </w:p>
    <w:p w14:paraId="78AC43F3" w14:textId="77777777" w:rsidR="00EA17E9" w:rsidRPr="00D33A3F" w:rsidRDefault="00EA17E9" w:rsidP="00EA17E9">
      <w:pPr>
        <w:pStyle w:val="XMLCode"/>
      </w:pPr>
      <w:r w:rsidRPr="00D33A3F">
        <w:rPr>
          <w:highlight w:val="white"/>
        </w:rPr>
        <w:t>&lt;/AppHdr&gt;</w:t>
      </w:r>
    </w:p>
    <w:p w14:paraId="03B7C707" w14:textId="280BAB17" w:rsidR="00EA17E9" w:rsidRDefault="00EA17E9" w:rsidP="00EA17E9">
      <w:pPr>
        <w:widowControl/>
        <w:spacing w:before="0"/>
      </w:pPr>
      <w:r w:rsidRPr="00D33A3F">
        <w:rPr>
          <w:highlight w:val="white"/>
        </w:rPr>
        <w:t>&lt;Document xmlns="urn:i</w:t>
      </w:r>
      <w:r>
        <w:rPr>
          <w:highlight w:val="white"/>
        </w:rPr>
        <w:t>so:std:iso:20022:tech:xsd:seev.003</w:t>
      </w:r>
      <w:r w:rsidRPr="00D33A3F">
        <w:rPr>
          <w:highlight w:val="white"/>
        </w:rPr>
        <w:t>.001.0</w:t>
      </w:r>
      <w:r>
        <w:rPr>
          <w:highlight w:val="white"/>
        </w:rPr>
        <w:t>7</w:t>
      </w:r>
      <w:r w:rsidRPr="00D33A3F">
        <w:rPr>
          <w:highlight w:val="white"/>
        </w:rPr>
        <w:t>" xmlns:xsi="http://www.w3.org/2001/XMLSchema-instance"&gt;</w:t>
      </w:r>
    </w:p>
    <w:p w14:paraId="3C118F92" w14:textId="77777777" w:rsidR="00C11D91" w:rsidRDefault="00C11D91" w:rsidP="00C11D91">
      <w:pPr>
        <w:pStyle w:val="StyleXMLSampleLatinBodyCalibri10ptLeft0"/>
        <w:rPr>
          <w:color w:val="000000"/>
          <w:highlight w:val="white"/>
        </w:rPr>
      </w:pPr>
      <w:r>
        <w:rPr>
          <w:color w:val="000000"/>
          <w:highlight w:val="white"/>
        </w:rPr>
        <w:tab/>
      </w:r>
      <w:r>
        <w:rPr>
          <w:color w:val="0000FF"/>
          <w:highlight w:val="white"/>
        </w:rPr>
        <w:t>&lt;</w:t>
      </w:r>
      <w:r>
        <w:rPr>
          <w:highlight w:val="white"/>
        </w:rPr>
        <w:t>MtgEntitlmntNtfctn</w:t>
      </w:r>
      <w:r>
        <w:rPr>
          <w:color w:val="0000FF"/>
          <w:highlight w:val="white"/>
        </w:rPr>
        <w:t>&gt;</w:t>
      </w:r>
    </w:p>
    <w:p w14:paraId="08BD9D8C"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NtfctnTp</w:t>
      </w:r>
      <w:r>
        <w:rPr>
          <w:color w:val="0000FF"/>
          <w:highlight w:val="white"/>
        </w:rPr>
        <w:t>&gt;</w:t>
      </w:r>
      <w:r>
        <w:rPr>
          <w:color w:val="000000"/>
          <w:highlight w:val="white"/>
        </w:rPr>
        <w:t>NEWM</w:t>
      </w:r>
      <w:r>
        <w:rPr>
          <w:color w:val="0000FF"/>
          <w:highlight w:val="white"/>
        </w:rPr>
        <w:t>&lt;/</w:t>
      </w:r>
      <w:r>
        <w:rPr>
          <w:highlight w:val="white"/>
        </w:rPr>
        <w:t>NtfctnTp</w:t>
      </w:r>
      <w:r>
        <w:rPr>
          <w:color w:val="0000FF"/>
          <w:highlight w:val="white"/>
        </w:rPr>
        <w:t>&gt;</w:t>
      </w:r>
    </w:p>
    <w:p w14:paraId="6D51BE9A"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740A035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p>
    <w:p w14:paraId="3F301CD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33D043E5"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57C97A76"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676BEBA3"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Clssfctn</w:t>
      </w:r>
      <w:r>
        <w:rPr>
          <w:color w:val="0000FF"/>
          <w:highlight w:val="white"/>
        </w:rPr>
        <w:t>&gt;</w:t>
      </w:r>
    </w:p>
    <w:p w14:paraId="323BC633"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AMET</w:t>
      </w:r>
      <w:r>
        <w:rPr>
          <w:color w:val="0000FF"/>
          <w:highlight w:val="white"/>
        </w:rPr>
        <w:t>&lt;/</w:t>
      </w:r>
      <w:r>
        <w:rPr>
          <w:highlight w:val="white"/>
        </w:rPr>
        <w:t>Cd</w:t>
      </w:r>
      <w:r>
        <w:rPr>
          <w:color w:val="0000FF"/>
          <w:highlight w:val="white"/>
        </w:rPr>
        <w:t>&gt;</w:t>
      </w:r>
    </w:p>
    <w:p w14:paraId="3A2F6147"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Clssfctn</w:t>
      </w:r>
      <w:r>
        <w:rPr>
          <w:color w:val="0000FF"/>
          <w:highlight w:val="white"/>
        </w:rPr>
        <w:t>&gt;</w:t>
      </w:r>
    </w:p>
    <w:p w14:paraId="46B3B6F6"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777ED0DB" w14:textId="77777777" w:rsidR="00C11D91" w:rsidRDefault="00C11D91" w:rsidP="00C11D91">
      <w:pPr>
        <w:pStyle w:val="StyleXMLSampleLatinBodyCalibri10ptLeft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571F6B6D"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6B6916D4"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399DA1E0"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6F57E6B7"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1A3ADA3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5ED33564"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7B4385C"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Issr</w:t>
      </w:r>
      <w:r>
        <w:rPr>
          <w:color w:val="0000FF"/>
          <w:highlight w:val="white"/>
        </w:rPr>
        <w:t>&gt;</w:t>
      </w:r>
    </w:p>
    <w:p w14:paraId="07E30501"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2B43BA33"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Big Corp PLC</w:t>
      </w:r>
      <w:r>
        <w:rPr>
          <w:color w:val="0000FF"/>
          <w:highlight w:val="white"/>
        </w:rPr>
        <w:t>&lt;/</w:t>
      </w:r>
      <w:r>
        <w:rPr>
          <w:highlight w:val="white"/>
        </w:rPr>
        <w:t>Nm</w:t>
      </w:r>
      <w:r>
        <w:rPr>
          <w:color w:val="0000FF"/>
          <w:highlight w:val="white"/>
        </w:rPr>
        <w:t>&gt;</w:t>
      </w:r>
    </w:p>
    <w:p w14:paraId="604B1144"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AE23645"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Issr</w:t>
      </w:r>
      <w:r>
        <w:rPr>
          <w:color w:val="0000FF"/>
          <w:highlight w:val="white"/>
        </w:rPr>
        <w:t>&gt;</w:t>
      </w:r>
    </w:p>
    <w:p w14:paraId="1348C35F"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Scty</w:t>
      </w:r>
      <w:r>
        <w:rPr>
          <w:color w:val="0000FF"/>
          <w:highlight w:val="white"/>
        </w:rPr>
        <w:t>&gt;</w:t>
      </w:r>
    </w:p>
    <w:p w14:paraId="697BBFD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4B7C95D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058E46E9"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E430347"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Pos</w:t>
      </w:r>
      <w:r>
        <w:rPr>
          <w:color w:val="0000FF"/>
          <w:highlight w:val="white"/>
        </w:rPr>
        <w:t>&gt;</w:t>
      </w:r>
    </w:p>
    <w:p w14:paraId="2BE1A232"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AcctId</w:t>
      </w:r>
      <w:r>
        <w:rPr>
          <w:color w:val="0000FF"/>
          <w:highlight w:val="white"/>
        </w:rPr>
        <w:t>&gt;</w:t>
      </w:r>
      <w:r>
        <w:rPr>
          <w:color w:val="000000"/>
          <w:highlight w:val="white"/>
        </w:rPr>
        <w:t>852963</w:t>
      </w:r>
      <w:r>
        <w:rPr>
          <w:color w:val="0000FF"/>
          <w:highlight w:val="white"/>
        </w:rPr>
        <w:t>&lt;/</w:t>
      </w:r>
      <w:r>
        <w:rPr>
          <w:highlight w:val="white"/>
        </w:rPr>
        <w:t>AcctId</w:t>
      </w:r>
      <w:r>
        <w:rPr>
          <w:color w:val="0000FF"/>
          <w:highlight w:val="white"/>
        </w:rPr>
        <w:t>&gt;</w:t>
      </w:r>
    </w:p>
    <w:p w14:paraId="0A18251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AcctOwnr</w:t>
      </w:r>
      <w:r>
        <w:rPr>
          <w:color w:val="0000FF"/>
          <w:highlight w:val="white"/>
        </w:rPr>
        <w:t>&gt;</w:t>
      </w:r>
    </w:p>
    <w:p w14:paraId="5B54B847"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5C2E6777"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7B441AB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7EC2D50B"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Fund XYZ</w:t>
      </w:r>
      <w:r>
        <w:rPr>
          <w:color w:val="0000FF"/>
          <w:highlight w:val="white"/>
        </w:rPr>
        <w:t>&lt;/</w:t>
      </w:r>
      <w:r>
        <w:rPr>
          <w:highlight w:val="white"/>
        </w:rPr>
        <w:t>Nm</w:t>
      </w:r>
      <w:r>
        <w:rPr>
          <w:color w:val="0000FF"/>
          <w:highlight w:val="white"/>
        </w:rPr>
        <w:t>&gt;</w:t>
      </w:r>
    </w:p>
    <w:p w14:paraId="1374081A"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65677FB8"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4E9BB17A"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FUMAUS33</w:t>
      </w:r>
      <w:r>
        <w:rPr>
          <w:color w:val="0000FF"/>
          <w:highlight w:val="white"/>
        </w:rPr>
        <w:t>&lt;/</w:t>
      </w:r>
      <w:r>
        <w:rPr>
          <w:highlight w:val="white"/>
        </w:rPr>
        <w:t>AnyBIC</w:t>
      </w:r>
      <w:r>
        <w:rPr>
          <w:color w:val="0000FF"/>
          <w:highlight w:val="white"/>
        </w:rPr>
        <w:t>&gt;</w:t>
      </w:r>
    </w:p>
    <w:p w14:paraId="45F463EC"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4BAA1CF7"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58260D77"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46DF70FC"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AddtlIdInf</w:t>
      </w:r>
      <w:r>
        <w:rPr>
          <w:color w:val="0000FF"/>
          <w:highlight w:val="white"/>
        </w:rPr>
        <w:t>&gt;</w:t>
      </w:r>
    </w:p>
    <w:p w14:paraId="04FE5CD3"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RegnId</w:t>
      </w:r>
      <w:r>
        <w:rPr>
          <w:color w:val="0000FF"/>
          <w:highlight w:val="white"/>
        </w:rPr>
        <w:t>&gt;</w:t>
      </w:r>
    </w:p>
    <w:p w14:paraId="2D3BC5FF"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RegnNb</w:t>
      </w:r>
      <w:r>
        <w:rPr>
          <w:color w:val="0000FF"/>
          <w:highlight w:val="white"/>
        </w:rPr>
        <w:t>&gt;</w:t>
      </w:r>
      <w:r>
        <w:rPr>
          <w:color w:val="000000"/>
          <w:highlight w:val="white"/>
        </w:rPr>
        <w:t>87683789812</w:t>
      </w:r>
      <w:r>
        <w:rPr>
          <w:color w:val="0000FF"/>
          <w:highlight w:val="white"/>
        </w:rPr>
        <w:t>&lt;/</w:t>
      </w:r>
      <w:r>
        <w:rPr>
          <w:highlight w:val="white"/>
        </w:rPr>
        <w:t>RegnNb</w:t>
      </w:r>
      <w:r>
        <w:rPr>
          <w:color w:val="0000FF"/>
          <w:highlight w:val="white"/>
        </w:rPr>
        <w:t>&gt;</w:t>
      </w:r>
    </w:p>
    <w:p w14:paraId="69279C14"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RegnId</w:t>
      </w:r>
      <w:r>
        <w:rPr>
          <w:color w:val="0000FF"/>
          <w:highlight w:val="white"/>
        </w:rPr>
        <w:t>&gt;</w:t>
      </w:r>
    </w:p>
    <w:p w14:paraId="2F9BA04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AddtlIdInf</w:t>
      </w:r>
      <w:r>
        <w:rPr>
          <w:color w:val="0000FF"/>
          <w:highlight w:val="white"/>
        </w:rPr>
        <w:t>&gt;</w:t>
      </w:r>
    </w:p>
    <w:p w14:paraId="00619F8A"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AcctOwnr</w:t>
      </w:r>
      <w:r>
        <w:rPr>
          <w:color w:val="0000FF"/>
          <w:highlight w:val="white"/>
        </w:rPr>
        <w:t>&gt;</w:t>
      </w:r>
    </w:p>
    <w:p w14:paraId="3C322462"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HldgBal</w:t>
      </w:r>
      <w:r>
        <w:rPr>
          <w:color w:val="0000FF"/>
          <w:highlight w:val="white"/>
        </w:rPr>
        <w:t>&gt;</w:t>
      </w:r>
    </w:p>
    <w:p w14:paraId="6AAAA6BB"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w:t>
      </w:r>
      <w:r>
        <w:rPr>
          <w:color w:val="0000FF"/>
          <w:highlight w:val="white"/>
        </w:rPr>
        <w:t>&gt;</w:t>
      </w:r>
    </w:p>
    <w:p w14:paraId="2FCB4813"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625</w:t>
      </w:r>
      <w:r>
        <w:rPr>
          <w:color w:val="0000FF"/>
          <w:highlight w:val="white"/>
        </w:rPr>
        <w:t>&lt;/</w:t>
      </w:r>
      <w:r>
        <w:rPr>
          <w:highlight w:val="white"/>
        </w:rPr>
        <w:t>Unit</w:t>
      </w:r>
      <w:r>
        <w:rPr>
          <w:color w:val="0000FF"/>
          <w:highlight w:val="white"/>
        </w:rPr>
        <w:t>&gt;</w:t>
      </w:r>
    </w:p>
    <w:p w14:paraId="2498C936"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w:t>
      </w:r>
      <w:r>
        <w:rPr>
          <w:color w:val="0000FF"/>
          <w:highlight w:val="white"/>
        </w:rPr>
        <w:t>&gt;</w:t>
      </w:r>
    </w:p>
    <w:p w14:paraId="146BDAF6"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BalTp</w:t>
      </w:r>
      <w:r>
        <w:rPr>
          <w:color w:val="0000FF"/>
          <w:highlight w:val="white"/>
        </w:rPr>
        <w:t>&gt;</w:t>
      </w:r>
      <w:r>
        <w:rPr>
          <w:color w:val="000000"/>
          <w:highlight w:val="white"/>
        </w:rPr>
        <w:t>ELIG</w:t>
      </w:r>
      <w:r>
        <w:rPr>
          <w:color w:val="0000FF"/>
          <w:highlight w:val="white"/>
        </w:rPr>
        <w:t>&lt;/</w:t>
      </w:r>
      <w:r>
        <w:rPr>
          <w:highlight w:val="white"/>
        </w:rPr>
        <w:t>BalTp</w:t>
      </w:r>
      <w:r>
        <w:rPr>
          <w:color w:val="0000FF"/>
          <w:highlight w:val="white"/>
        </w:rPr>
        <w:t>&gt;</w:t>
      </w:r>
    </w:p>
    <w:p w14:paraId="08BBC7A4"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SfkpgPlc</w:t>
      </w:r>
      <w:r>
        <w:rPr>
          <w:color w:val="0000FF"/>
          <w:highlight w:val="white"/>
        </w:rPr>
        <w:t>&gt;</w:t>
      </w:r>
    </w:p>
    <w:p w14:paraId="26E6A1DE"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78DC7978"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SfkpgPlc</w:t>
      </w:r>
      <w:r>
        <w:rPr>
          <w:color w:val="0000FF"/>
          <w:highlight w:val="white"/>
        </w:rPr>
        <w:t>&gt;</w:t>
      </w:r>
    </w:p>
    <w:p w14:paraId="3D2CD6CC"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HldgBal</w:t>
      </w:r>
      <w:r>
        <w:rPr>
          <w:color w:val="0000FF"/>
          <w:highlight w:val="white"/>
        </w:rPr>
        <w:t>&gt;</w:t>
      </w:r>
    </w:p>
    <w:p w14:paraId="7C3920A7"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Pos</w:t>
      </w:r>
      <w:r>
        <w:rPr>
          <w:color w:val="0000FF"/>
          <w:highlight w:val="white"/>
        </w:rPr>
        <w:t>&gt;</w:t>
      </w:r>
    </w:p>
    <w:p w14:paraId="36A6B0FD"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Scty</w:t>
      </w:r>
      <w:r>
        <w:rPr>
          <w:color w:val="0000FF"/>
          <w:highlight w:val="white"/>
        </w:rPr>
        <w:t>&gt;</w:t>
      </w:r>
    </w:p>
    <w:p w14:paraId="33E09960"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Elgblty</w:t>
      </w:r>
      <w:r>
        <w:rPr>
          <w:color w:val="0000FF"/>
          <w:highlight w:val="white"/>
        </w:rPr>
        <w:t>&gt;</w:t>
      </w:r>
    </w:p>
    <w:p w14:paraId="4A68CBF2"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EntitlmntFxgDt</w:t>
      </w:r>
      <w:r>
        <w:rPr>
          <w:color w:val="0000FF"/>
          <w:highlight w:val="white"/>
        </w:rPr>
        <w:t>&gt;</w:t>
      </w:r>
      <w:r>
        <w:rPr>
          <w:color w:val="000000"/>
          <w:highlight w:val="white"/>
        </w:rPr>
        <w:t>2019-04-25</w:t>
      </w:r>
      <w:r>
        <w:rPr>
          <w:color w:val="0000FF"/>
          <w:highlight w:val="white"/>
        </w:rPr>
        <w:t>&lt;/</w:t>
      </w:r>
      <w:r>
        <w:rPr>
          <w:highlight w:val="white"/>
        </w:rPr>
        <w:t>EntitlmntFxgDt</w:t>
      </w:r>
      <w:r>
        <w:rPr>
          <w:color w:val="0000FF"/>
          <w:highlight w:val="white"/>
        </w:rPr>
        <w:t>&gt;</w:t>
      </w:r>
    </w:p>
    <w:p w14:paraId="3164D51D" w14:textId="77777777" w:rsidR="00C11D91" w:rsidRDefault="00C11D91" w:rsidP="00C11D91">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Elgblty</w:t>
      </w:r>
      <w:r>
        <w:rPr>
          <w:color w:val="0000FF"/>
          <w:highlight w:val="white"/>
        </w:rPr>
        <w:t>&gt;</w:t>
      </w:r>
    </w:p>
    <w:p w14:paraId="0EFD49E4" w14:textId="2A12B468" w:rsidR="006F1F3A" w:rsidRDefault="00C11D91" w:rsidP="00C11D91">
      <w:pPr>
        <w:pStyle w:val="StyleXMLSampleLatinBodyCalibri10ptLeft0"/>
        <w:rPr>
          <w:color w:val="0000FF"/>
        </w:rPr>
      </w:pPr>
      <w:r>
        <w:rPr>
          <w:color w:val="000000"/>
          <w:highlight w:val="white"/>
        </w:rPr>
        <w:tab/>
      </w:r>
      <w:r>
        <w:rPr>
          <w:color w:val="0000FF"/>
          <w:highlight w:val="white"/>
        </w:rPr>
        <w:t>&lt;/</w:t>
      </w:r>
      <w:r>
        <w:rPr>
          <w:highlight w:val="white"/>
        </w:rPr>
        <w:t>MtgEntitlmntNtfctn</w:t>
      </w:r>
      <w:r>
        <w:rPr>
          <w:color w:val="0000FF"/>
          <w:highlight w:val="white"/>
        </w:rPr>
        <w:t>&gt;</w:t>
      </w:r>
    </w:p>
    <w:p w14:paraId="2A9FB4AD" w14:textId="271FD95C" w:rsidR="00EA17E9" w:rsidRPr="006F1F3A" w:rsidRDefault="00EA17E9" w:rsidP="00C11D91">
      <w:pPr>
        <w:pStyle w:val="StyleXMLSampleLatinBodyCalibri10ptLeft0"/>
      </w:pPr>
      <w:r>
        <w:rPr>
          <w:color w:val="0000FF"/>
        </w:rPr>
        <w:t>&lt;/Document&gt;</w:t>
      </w:r>
    </w:p>
    <w:p w14:paraId="793F8611" w14:textId="27CF39AD" w:rsidR="0037156E" w:rsidRDefault="0037156E" w:rsidP="00A55AE6">
      <w:pPr>
        <w:widowControl/>
        <w:spacing w:before="0"/>
        <w:rPr>
          <w:b/>
          <w:sz w:val="24"/>
        </w:rPr>
      </w:pPr>
      <w:bookmarkStart w:id="38" w:name="_Toc259630500"/>
      <w:r>
        <w:br w:type="page"/>
      </w:r>
    </w:p>
    <w:p w14:paraId="6C5E6999" w14:textId="36A2E614" w:rsidR="00D726F7" w:rsidRPr="00446640" w:rsidRDefault="00A55AE6" w:rsidP="00446640">
      <w:pPr>
        <w:pStyle w:val="Heading2"/>
      </w:pPr>
      <w:bookmarkStart w:id="39" w:name="_Toc63870584"/>
      <w:r>
        <w:lastRenderedPageBreak/>
        <w:t>M</w:t>
      </w:r>
      <w:r w:rsidR="002B3630">
        <w:t>eetingInstruction - seev.00</w:t>
      </w:r>
      <w:r w:rsidR="00C0706C">
        <w:t>4.001</w:t>
      </w:r>
      <w:r w:rsidR="00D726F7" w:rsidRPr="00446640">
        <w:t>.0</w:t>
      </w:r>
      <w:bookmarkEnd w:id="38"/>
      <w:r w:rsidR="00485C43">
        <w:t>7</w:t>
      </w:r>
      <w:bookmarkEnd w:id="39"/>
    </w:p>
    <w:p w14:paraId="310AA193" w14:textId="7FE55F36" w:rsidR="00276385" w:rsidRPr="00845EE4" w:rsidRDefault="00276385" w:rsidP="00D726F7">
      <w:pPr>
        <w:rPr>
          <w:b/>
          <w:u w:val="single"/>
        </w:rPr>
      </w:pPr>
      <w:r w:rsidRPr="00845EE4">
        <w:rPr>
          <w:b/>
          <w:u w:val="single"/>
        </w:rPr>
        <w:t>Example 1</w:t>
      </w:r>
    </w:p>
    <w:p w14:paraId="614CDB09" w14:textId="77777777" w:rsidR="00845EE4" w:rsidRDefault="00494433" w:rsidP="00494433">
      <w:r>
        <w:t>This example describes a meeting instruction containing split</w:t>
      </w:r>
      <w:r w:rsidR="00845EE4">
        <w:t xml:space="preserve"> </w:t>
      </w:r>
      <w:r>
        <w:t>vote instructions. To confirm the vote, a meeting instruction status</w:t>
      </w:r>
      <w:r w:rsidR="00845EE4">
        <w:t xml:space="preserve"> </w:t>
      </w:r>
      <w:r>
        <w:t xml:space="preserve">message will be sent (see example in MeetingInstructionStatus chapter). </w:t>
      </w:r>
    </w:p>
    <w:p w14:paraId="3CA3BEB9" w14:textId="3037E6FE" w:rsidR="00494433" w:rsidRDefault="00845EE4" w:rsidP="00494433">
      <w:r>
        <w:t>T</w:t>
      </w:r>
      <w:r w:rsidR="00494433">
        <w:t>o confirm the actual execution of the instruction at the shareholders</w:t>
      </w:r>
      <w:r>
        <w:t xml:space="preserve"> </w:t>
      </w:r>
      <w:r w:rsidR="00494433">
        <w:t xml:space="preserve">meeting a vote execution </w:t>
      </w:r>
      <w:r>
        <w:t>c</w:t>
      </w:r>
      <w:r w:rsidR="00494433">
        <w:t>onfirmation will be send (see example in</w:t>
      </w:r>
      <w:r>
        <w:t xml:space="preserve"> </w:t>
      </w:r>
      <w:r w:rsidR="00494433">
        <w:t>MeetingVoteExecutionConfirmation chapter).</w:t>
      </w:r>
    </w:p>
    <w:p w14:paraId="281F8E5A" w14:textId="77777777" w:rsidR="00D726F7" w:rsidRDefault="00D726F7" w:rsidP="00D726F7">
      <w:pPr>
        <w:rPr>
          <w:b/>
        </w:rPr>
      </w:pPr>
      <w:r w:rsidRPr="00F5048A">
        <w:rPr>
          <w:b/>
        </w:rPr>
        <w:t>Terms</w:t>
      </w:r>
    </w:p>
    <w:p w14:paraId="04AC2BE9" w14:textId="09CD0597" w:rsidR="00494433" w:rsidRPr="00494433" w:rsidRDefault="00494433" w:rsidP="00494433">
      <w:r w:rsidRPr="00494433">
        <w:t>On 11 April, a fund manager (FUMAUS33) sends meeting instructions</w:t>
      </w:r>
      <w:r w:rsidR="00845EE4">
        <w:t xml:space="preserve"> </w:t>
      </w:r>
      <w:r w:rsidRPr="00494433">
        <w:t>related to the Big Corp general meeting to a custodian (GLOBUS33).</w:t>
      </w:r>
      <w:r w:rsidR="00845EE4">
        <w:t xml:space="preserve"> </w:t>
      </w:r>
      <w:r w:rsidRPr="00494433">
        <w:t xml:space="preserve">The custodian services the accounts of Fund ABC and Fund DEF. </w:t>
      </w:r>
    </w:p>
    <w:p w14:paraId="6ECD72B4" w14:textId="77777777" w:rsidR="00845EE4" w:rsidRDefault="00494433" w:rsidP="00494433">
      <w:r w:rsidRPr="00494433">
        <w:t xml:space="preserve">The fund manager sends a split vote </w:t>
      </w:r>
      <w:r w:rsidR="00845EE4">
        <w:t xml:space="preserve">instruction for Fund ABC. </w:t>
      </w:r>
    </w:p>
    <w:p w14:paraId="70D89D50" w14:textId="034DF4B0" w:rsidR="00494433" w:rsidRDefault="00494433" w:rsidP="00494433">
      <w:r w:rsidRPr="00494433">
        <w:t>The following graphic shows the flow of messages described in</w:t>
      </w:r>
      <w:r w:rsidR="00845EE4">
        <w:t xml:space="preserve"> </w:t>
      </w:r>
      <w:r w:rsidRPr="00494433">
        <w:t>this example.</w:t>
      </w:r>
    </w:p>
    <w:p w14:paraId="20F78E01" w14:textId="74532D31" w:rsidR="004102E3" w:rsidRPr="00F5048A" w:rsidRDefault="004102E3" w:rsidP="00494433">
      <w:r>
        <w:rPr>
          <w:noProof/>
        </w:rPr>
        <w:drawing>
          <wp:inline distT="0" distB="0" distL="0" distR="0" wp14:anchorId="2606BCB2" wp14:editId="2AF7826C">
            <wp:extent cx="5629275" cy="2247900"/>
            <wp:effectExtent l="0" t="0" r="9525" b="0"/>
            <wp:docPr id="150" name="Picture 150" descr="\\BE-FILE01\jlittre$\MyData\01. STANDARDS\01. STD DEVELOPMENT DOMAINS\1. Securities\03. ProxyVoting\04. SR2015_CR\9. MX Full Doc\Sources\MeetingInstructionV04\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E-FILE01\jlittre$\MyData\01. STANDARDS\01. STD DEVELOPMENT DOMAINS\1. Securities\03. ProxyVoting\04. SR2015_CR\9. MX Full Doc\Sources\MeetingInstructionV04\flow1.bmp"/>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4E3790DF" w14:textId="77777777" w:rsidR="00D726F7" w:rsidRPr="00845EE4" w:rsidRDefault="00D726F7" w:rsidP="00494433">
      <w:pPr>
        <w:rPr>
          <w:b/>
        </w:rPr>
      </w:pPr>
      <w:r w:rsidRPr="00845EE4">
        <w:rPr>
          <w:b/>
        </w:rPr>
        <w:t>Message Instance</w:t>
      </w:r>
    </w:p>
    <w:p w14:paraId="08880E73" w14:textId="77777777" w:rsidR="007D52E2" w:rsidRPr="00D33A3F" w:rsidRDefault="007D52E2" w:rsidP="007D52E2">
      <w:pPr>
        <w:pStyle w:val="XMLCode"/>
        <w:rPr>
          <w:highlight w:val="white"/>
        </w:rPr>
      </w:pPr>
      <w:bookmarkStart w:id="40" w:name="_Toc259630501"/>
      <w:r w:rsidRPr="00D33A3F">
        <w:rPr>
          <w:highlight w:val="white"/>
        </w:rPr>
        <w:t>&lt;AppHdr xmlns="urn:iso:std:is</w:t>
      </w:r>
      <w:r>
        <w:rPr>
          <w:highlight w:val="white"/>
        </w:rPr>
        <w:t>o:20022:tech:xsd:head.001.001.02</w:t>
      </w:r>
      <w:r w:rsidRPr="00D33A3F">
        <w:rPr>
          <w:highlight w:val="white"/>
        </w:rPr>
        <w:t>" xmlns:n1="http://www.w3.org/2000/09/xmldsig#"&gt;</w:t>
      </w:r>
    </w:p>
    <w:p w14:paraId="669F0A7F" w14:textId="77777777" w:rsidR="007D52E2" w:rsidRPr="00D33A3F" w:rsidRDefault="007D52E2" w:rsidP="007D52E2">
      <w:pPr>
        <w:pStyle w:val="XMLCode"/>
        <w:rPr>
          <w:highlight w:val="white"/>
        </w:rPr>
      </w:pPr>
      <w:r w:rsidRPr="00D33A3F">
        <w:rPr>
          <w:highlight w:val="white"/>
        </w:rPr>
        <w:tab/>
        <w:t>&lt;Fr&gt;</w:t>
      </w:r>
    </w:p>
    <w:p w14:paraId="7E62973B" w14:textId="77777777" w:rsidR="007D52E2" w:rsidRPr="00D33A3F" w:rsidRDefault="007D52E2" w:rsidP="007D52E2">
      <w:pPr>
        <w:pStyle w:val="XMLCode"/>
        <w:rPr>
          <w:highlight w:val="white"/>
        </w:rPr>
      </w:pPr>
      <w:r w:rsidRPr="00D33A3F">
        <w:rPr>
          <w:highlight w:val="white"/>
        </w:rPr>
        <w:tab/>
      </w:r>
      <w:r w:rsidRPr="00D33A3F">
        <w:rPr>
          <w:highlight w:val="white"/>
        </w:rPr>
        <w:tab/>
        <w:t>&lt;FIId&gt;</w:t>
      </w:r>
    </w:p>
    <w:p w14:paraId="27509E42" w14:textId="77777777" w:rsidR="007D52E2" w:rsidRPr="00D33A3F" w:rsidRDefault="007D52E2" w:rsidP="007D52E2">
      <w:pPr>
        <w:pStyle w:val="XMLCode"/>
        <w:rPr>
          <w:highlight w:val="white"/>
        </w:rPr>
      </w:pPr>
      <w:r w:rsidRPr="00D33A3F">
        <w:rPr>
          <w:highlight w:val="white"/>
        </w:rPr>
        <w:tab/>
      </w:r>
      <w:r w:rsidRPr="00D33A3F">
        <w:rPr>
          <w:highlight w:val="white"/>
        </w:rPr>
        <w:tab/>
      </w:r>
      <w:r w:rsidRPr="00D33A3F">
        <w:rPr>
          <w:highlight w:val="white"/>
        </w:rPr>
        <w:tab/>
        <w:t>&lt;FinInstnId&gt;</w:t>
      </w:r>
    </w:p>
    <w:p w14:paraId="5AD40C23" w14:textId="1E1E5808" w:rsidR="007D52E2" w:rsidRPr="00D33A3F" w:rsidRDefault="007D52E2" w:rsidP="007D52E2">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13E28378" w14:textId="77777777" w:rsidR="007D52E2" w:rsidRPr="00D33A3F" w:rsidRDefault="007D52E2" w:rsidP="007D52E2">
      <w:pPr>
        <w:pStyle w:val="XMLCode"/>
        <w:rPr>
          <w:highlight w:val="white"/>
        </w:rPr>
      </w:pPr>
      <w:r w:rsidRPr="00D33A3F">
        <w:rPr>
          <w:highlight w:val="white"/>
        </w:rPr>
        <w:tab/>
      </w:r>
      <w:r w:rsidRPr="00D33A3F">
        <w:rPr>
          <w:highlight w:val="white"/>
        </w:rPr>
        <w:tab/>
      </w:r>
      <w:r w:rsidRPr="00D33A3F">
        <w:rPr>
          <w:highlight w:val="white"/>
        </w:rPr>
        <w:tab/>
        <w:t>&lt;/FinInstnId&gt;</w:t>
      </w:r>
    </w:p>
    <w:p w14:paraId="73DA4385" w14:textId="77777777" w:rsidR="007D52E2" w:rsidRPr="00D33A3F" w:rsidRDefault="007D52E2" w:rsidP="007D52E2">
      <w:pPr>
        <w:pStyle w:val="XMLCode"/>
        <w:rPr>
          <w:highlight w:val="white"/>
        </w:rPr>
      </w:pPr>
      <w:r w:rsidRPr="00D33A3F">
        <w:rPr>
          <w:highlight w:val="white"/>
        </w:rPr>
        <w:tab/>
      </w:r>
      <w:r w:rsidRPr="00D33A3F">
        <w:rPr>
          <w:highlight w:val="white"/>
        </w:rPr>
        <w:tab/>
        <w:t>&lt;/FIId&gt;</w:t>
      </w:r>
    </w:p>
    <w:p w14:paraId="175D369C" w14:textId="77777777" w:rsidR="007D52E2" w:rsidRPr="00D33A3F" w:rsidRDefault="007D52E2" w:rsidP="007D52E2">
      <w:pPr>
        <w:pStyle w:val="XMLCode"/>
        <w:rPr>
          <w:highlight w:val="white"/>
        </w:rPr>
      </w:pPr>
      <w:r w:rsidRPr="00D33A3F">
        <w:rPr>
          <w:highlight w:val="white"/>
        </w:rPr>
        <w:tab/>
        <w:t>&lt;/Fr&gt;</w:t>
      </w:r>
    </w:p>
    <w:p w14:paraId="6E04CAB9" w14:textId="77777777" w:rsidR="007D52E2" w:rsidRPr="00D33A3F" w:rsidRDefault="007D52E2" w:rsidP="007D52E2">
      <w:pPr>
        <w:pStyle w:val="XMLCode"/>
        <w:rPr>
          <w:highlight w:val="white"/>
        </w:rPr>
      </w:pPr>
      <w:r w:rsidRPr="00D33A3F">
        <w:rPr>
          <w:highlight w:val="white"/>
        </w:rPr>
        <w:tab/>
        <w:t>&lt;To&gt;</w:t>
      </w:r>
    </w:p>
    <w:p w14:paraId="48E2030F" w14:textId="77777777" w:rsidR="007D52E2" w:rsidRPr="00D33A3F" w:rsidRDefault="007D52E2" w:rsidP="007D52E2">
      <w:pPr>
        <w:pStyle w:val="XMLCode"/>
        <w:rPr>
          <w:highlight w:val="white"/>
        </w:rPr>
      </w:pPr>
      <w:r w:rsidRPr="00D33A3F">
        <w:rPr>
          <w:highlight w:val="white"/>
        </w:rPr>
        <w:tab/>
      </w:r>
      <w:r w:rsidRPr="00D33A3F">
        <w:rPr>
          <w:highlight w:val="white"/>
        </w:rPr>
        <w:tab/>
        <w:t>&lt;FIId&gt;</w:t>
      </w:r>
    </w:p>
    <w:p w14:paraId="219C2700" w14:textId="77777777" w:rsidR="007D52E2" w:rsidRPr="008A014D" w:rsidRDefault="007D52E2" w:rsidP="007D52E2">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7E90E896" w14:textId="1E8031A1" w:rsidR="007D52E2" w:rsidRPr="008A014D" w:rsidRDefault="007D52E2" w:rsidP="007D52E2">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1837CE89" w14:textId="77777777" w:rsidR="007D52E2" w:rsidRPr="008A014D" w:rsidRDefault="007D52E2" w:rsidP="007D52E2">
      <w:pPr>
        <w:pStyle w:val="XMLCode"/>
        <w:rPr>
          <w:highlight w:val="white"/>
        </w:rPr>
      </w:pPr>
      <w:r w:rsidRPr="008A014D">
        <w:rPr>
          <w:highlight w:val="white"/>
        </w:rPr>
        <w:tab/>
      </w:r>
      <w:r w:rsidRPr="008A014D">
        <w:rPr>
          <w:highlight w:val="white"/>
        </w:rPr>
        <w:tab/>
      </w:r>
      <w:r w:rsidRPr="008A014D">
        <w:rPr>
          <w:highlight w:val="white"/>
        </w:rPr>
        <w:tab/>
        <w:t>&lt;/FinInstnId&gt;</w:t>
      </w:r>
    </w:p>
    <w:p w14:paraId="2FFB23FB" w14:textId="77777777" w:rsidR="007D52E2" w:rsidRPr="00D33A3F" w:rsidRDefault="007D52E2" w:rsidP="007D52E2">
      <w:pPr>
        <w:pStyle w:val="XMLCode"/>
        <w:rPr>
          <w:highlight w:val="white"/>
        </w:rPr>
      </w:pPr>
      <w:r w:rsidRPr="008A014D">
        <w:rPr>
          <w:highlight w:val="white"/>
        </w:rPr>
        <w:tab/>
      </w:r>
      <w:r w:rsidRPr="008A014D">
        <w:rPr>
          <w:highlight w:val="white"/>
        </w:rPr>
        <w:tab/>
      </w:r>
      <w:r w:rsidRPr="00D33A3F">
        <w:rPr>
          <w:highlight w:val="white"/>
        </w:rPr>
        <w:t>&lt;/FIId&gt;</w:t>
      </w:r>
    </w:p>
    <w:p w14:paraId="50A00F3A" w14:textId="77777777" w:rsidR="007D52E2" w:rsidRPr="00D33A3F" w:rsidRDefault="007D52E2" w:rsidP="007D52E2">
      <w:pPr>
        <w:pStyle w:val="XMLCode"/>
        <w:rPr>
          <w:highlight w:val="white"/>
        </w:rPr>
      </w:pPr>
      <w:r w:rsidRPr="00D33A3F">
        <w:rPr>
          <w:highlight w:val="white"/>
        </w:rPr>
        <w:tab/>
        <w:t>&lt;/To&gt;</w:t>
      </w:r>
    </w:p>
    <w:p w14:paraId="27750302" w14:textId="21FF2C98" w:rsidR="007D52E2" w:rsidRPr="00D33A3F" w:rsidRDefault="007D52E2" w:rsidP="007D52E2">
      <w:pPr>
        <w:pStyle w:val="XMLCode"/>
        <w:rPr>
          <w:highlight w:val="white"/>
        </w:rPr>
      </w:pPr>
      <w:r w:rsidRPr="00D33A3F">
        <w:rPr>
          <w:highlight w:val="white"/>
        </w:rPr>
        <w:tab/>
        <w:t>&lt;BizMsgIdr&gt;</w:t>
      </w:r>
      <w:r>
        <w:rPr>
          <w:highlight w:val="white"/>
        </w:rPr>
        <w:t>FUMA</w:t>
      </w:r>
      <w:r w:rsidRPr="00D33A3F">
        <w:rPr>
          <w:highlight w:val="white"/>
        </w:rPr>
        <w:t>000000001&lt;/BizMsgIdr&gt;</w:t>
      </w:r>
    </w:p>
    <w:p w14:paraId="4F011C86" w14:textId="77B8A3B5" w:rsidR="007D52E2" w:rsidRPr="00D33A3F" w:rsidRDefault="007D52E2" w:rsidP="007D52E2">
      <w:pPr>
        <w:pStyle w:val="XMLCode"/>
        <w:rPr>
          <w:highlight w:val="white"/>
        </w:rPr>
      </w:pPr>
      <w:r>
        <w:rPr>
          <w:highlight w:val="white"/>
        </w:rPr>
        <w:tab/>
        <w:t>&lt;MsgDefIdr&gt;seev.004.001.07</w:t>
      </w:r>
      <w:r w:rsidRPr="00D33A3F">
        <w:rPr>
          <w:highlight w:val="white"/>
        </w:rPr>
        <w:t>&lt;/MsgDefIdr&gt;</w:t>
      </w:r>
    </w:p>
    <w:p w14:paraId="78B00E61" w14:textId="12C09B50" w:rsidR="007D52E2" w:rsidRPr="00D33A3F" w:rsidRDefault="007D52E2" w:rsidP="007D52E2">
      <w:pPr>
        <w:pStyle w:val="XMLCode"/>
        <w:rPr>
          <w:highlight w:val="white"/>
        </w:rPr>
      </w:pPr>
      <w:r w:rsidRPr="00D33A3F">
        <w:rPr>
          <w:highlight w:val="white"/>
        </w:rPr>
        <w:tab/>
        <w:t>&lt;CreDt</w:t>
      </w:r>
      <w:r>
        <w:rPr>
          <w:highlight w:val="white"/>
        </w:rPr>
        <w:t>&gt;2019-04-11T16</w:t>
      </w:r>
      <w:r w:rsidRPr="00D33A3F">
        <w:rPr>
          <w:highlight w:val="white"/>
        </w:rPr>
        <w:t>:30:00Z&lt;/CreDt&gt;</w:t>
      </w:r>
    </w:p>
    <w:p w14:paraId="152486F1" w14:textId="77777777" w:rsidR="007D52E2" w:rsidRPr="00D33A3F" w:rsidRDefault="007D52E2" w:rsidP="007D52E2">
      <w:pPr>
        <w:pStyle w:val="XMLCode"/>
      </w:pPr>
      <w:r w:rsidRPr="00D33A3F">
        <w:rPr>
          <w:highlight w:val="white"/>
        </w:rPr>
        <w:lastRenderedPageBreak/>
        <w:t>&lt;/AppHdr&gt;</w:t>
      </w:r>
    </w:p>
    <w:p w14:paraId="0806D684" w14:textId="607C2809" w:rsidR="004102E3" w:rsidRDefault="005C62DF">
      <w:pPr>
        <w:widowControl/>
        <w:spacing w:before="0"/>
      </w:pPr>
      <w:r w:rsidRPr="00D33A3F">
        <w:rPr>
          <w:highlight w:val="white"/>
        </w:rPr>
        <w:t>&lt;Document xmlns="urn:i</w:t>
      </w:r>
      <w:r>
        <w:rPr>
          <w:highlight w:val="white"/>
        </w:rPr>
        <w:t>so:std:iso:20022:tech:xsd:seev.004</w:t>
      </w:r>
      <w:r w:rsidRPr="00D33A3F">
        <w:rPr>
          <w:highlight w:val="white"/>
        </w:rPr>
        <w:t>.001.0</w:t>
      </w:r>
      <w:r>
        <w:rPr>
          <w:highlight w:val="white"/>
        </w:rPr>
        <w:t>7</w:t>
      </w:r>
      <w:r w:rsidRPr="00D33A3F">
        <w:rPr>
          <w:highlight w:val="white"/>
        </w:rPr>
        <w:t>" xmlns:xsi="http://www.w3.org/2001/XMLSchema-instance"&gt;</w:t>
      </w:r>
    </w:p>
    <w:p w14:paraId="6522DC29" w14:textId="77777777" w:rsidR="00407B99" w:rsidRDefault="00407B99" w:rsidP="002F063D">
      <w:pPr>
        <w:pStyle w:val="StyleXMLSampleLatinBodyCalibri10ptLeft0"/>
        <w:rPr>
          <w:color w:val="000000"/>
          <w:highlight w:val="white"/>
        </w:rPr>
      </w:pPr>
      <w:r>
        <w:rPr>
          <w:color w:val="000000"/>
          <w:highlight w:val="white"/>
        </w:rPr>
        <w:tab/>
      </w:r>
      <w:r>
        <w:rPr>
          <w:color w:val="0000FF"/>
          <w:highlight w:val="white"/>
        </w:rPr>
        <w:t>&lt;</w:t>
      </w:r>
      <w:r>
        <w:rPr>
          <w:highlight w:val="white"/>
        </w:rPr>
        <w:t>MtgInstr</w:t>
      </w:r>
      <w:r>
        <w:rPr>
          <w:color w:val="0000FF"/>
          <w:highlight w:val="white"/>
        </w:rPr>
        <w:t>&gt;</w:t>
      </w:r>
    </w:p>
    <w:p w14:paraId="0564F6C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9155168" w14:textId="666643CC" w:rsidR="002F063D" w:rsidRDefault="002F063D"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sidR="00407B99">
        <w:rPr>
          <w:color w:val="000000"/>
          <w:highlight w:val="white"/>
        </w:rPr>
        <w:tab/>
      </w:r>
      <w:r w:rsidR="00407B99">
        <w:rPr>
          <w:color w:val="000000"/>
          <w:highlight w:val="white"/>
        </w:rPr>
        <w:tab/>
      </w:r>
      <w:r w:rsidR="00407B99">
        <w:rPr>
          <w:color w:val="000000"/>
          <w:highlight w:val="white"/>
        </w:rPr>
        <w:tab/>
      </w:r>
    </w:p>
    <w:p w14:paraId="0D5CCB27" w14:textId="52C86DF4" w:rsidR="00407B99" w:rsidRDefault="002F063D" w:rsidP="002F063D">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r>
      <w:r w:rsidR="00407B99">
        <w:rPr>
          <w:color w:val="0000FF"/>
          <w:highlight w:val="white"/>
        </w:rPr>
        <w:t>&lt;</w:t>
      </w:r>
      <w:r w:rsidR="00407B99">
        <w:rPr>
          <w:highlight w:val="white"/>
        </w:rPr>
        <w:t>IssrMtgId</w:t>
      </w:r>
      <w:r w:rsidR="00407B99">
        <w:rPr>
          <w:color w:val="0000FF"/>
          <w:highlight w:val="white"/>
        </w:rPr>
        <w:t>&gt;</w:t>
      </w:r>
      <w:r w:rsidR="00407B99">
        <w:rPr>
          <w:color w:val="000000"/>
          <w:highlight w:val="white"/>
        </w:rPr>
        <w:t>LS001</w:t>
      </w:r>
      <w:r w:rsidR="00407B99">
        <w:rPr>
          <w:color w:val="0000FF"/>
          <w:highlight w:val="white"/>
        </w:rPr>
        <w:t>&lt;/</w:t>
      </w:r>
      <w:r w:rsidR="00407B99">
        <w:rPr>
          <w:highlight w:val="white"/>
        </w:rPr>
        <w:t>IssrMtgId</w:t>
      </w:r>
      <w:r w:rsidR="00407B99">
        <w:rPr>
          <w:color w:val="0000FF"/>
          <w:highlight w:val="white"/>
        </w:rPr>
        <w:t>&gt;</w:t>
      </w:r>
    </w:p>
    <w:p w14:paraId="3BEA3EE1"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247B21EB"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22D10898"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484368F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5D1F8D79"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1E833373"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2A598A1C"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48142B03"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48C2FFEF"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7BE15899"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0F10F18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180F6D64"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22E44D87"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2B7EF05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w:t>
      </w:r>
      <w:r>
        <w:rPr>
          <w:color w:val="0000FF"/>
          <w:highlight w:val="white"/>
        </w:rPr>
        <w:t>&gt;</w:t>
      </w:r>
    </w:p>
    <w:p w14:paraId="3FD7DBBA"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SnglInstrId</w:t>
      </w:r>
      <w:r>
        <w:rPr>
          <w:color w:val="0000FF"/>
          <w:highlight w:val="white"/>
        </w:rPr>
        <w:t>&gt;</w:t>
      </w:r>
      <w:r>
        <w:rPr>
          <w:color w:val="000000"/>
          <w:highlight w:val="white"/>
        </w:rPr>
        <w:t>ABC123</w:t>
      </w:r>
      <w:r>
        <w:rPr>
          <w:color w:val="0000FF"/>
          <w:highlight w:val="white"/>
        </w:rPr>
        <w:t>&lt;/</w:t>
      </w:r>
      <w:r>
        <w:rPr>
          <w:highlight w:val="white"/>
        </w:rPr>
        <w:t>SnglInstrId</w:t>
      </w:r>
      <w:r>
        <w:rPr>
          <w:color w:val="0000FF"/>
          <w:highlight w:val="white"/>
        </w:rPr>
        <w:t>&gt;</w:t>
      </w:r>
    </w:p>
    <w:p w14:paraId="57155466"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VoteExctnConf</w:t>
      </w:r>
      <w:r>
        <w:rPr>
          <w:color w:val="0000FF"/>
          <w:highlight w:val="white"/>
        </w:rPr>
        <w:t>&gt;</w:t>
      </w:r>
      <w:r>
        <w:rPr>
          <w:color w:val="000000"/>
          <w:highlight w:val="white"/>
        </w:rPr>
        <w:t>true</w:t>
      </w:r>
      <w:r>
        <w:rPr>
          <w:color w:val="0000FF"/>
          <w:highlight w:val="white"/>
        </w:rPr>
        <w:t>&lt;/</w:t>
      </w:r>
      <w:r>
        <w:rPr>
          <w:highlight w:val="white"/>
        </w:rPr>
        <w:t>VoteExctnConf</w:t>
      </w:r>
      <w:r>
        <w:rPr>
          <w:color w:val="0000FF"/>
          <w:highlight w:val="white"/>
        </w:rPr>
        <w:t>&gt;</w:t>
      </w:r>
    </w:p>
    <w:p w14:paraId="6853A11F"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AcctDtls</w:t>
      </w:r>
      <w:r>
        <w:rPr>
          <w:color w:val="0000FF"/>
          <w:highlight w:val="white"/>
        </w:rPr>
        <w:t>&gt;</w:t>
      </w:r>
    </w:p>
    <w:p w14:paraId="6B591AD2"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AcctId</w:t>
      </w:r>
      <w:r>
        <w:rPr>
          <w:color w:val="0000FF"/>
          <w:highlight w:val="white"/>
        </w:rPr>
        <w:t>&gt;</w:t>
      </w:r>
      <w:r>
        <w:rPr>
          <w:color w:val="000000"/>
          <w:highlight w:val="white"/>
        </w:rPr>
        <w:t>123456</w:t>
      </w:r>
      <w:r>
        <w:rPr>
          <w:color w:val="0000FF"/>
          <w:highlight w:val="white"/>
        </w:rPr>
        <w:t>&lt;/</w:t>
      </w:r>
      <w:r>
        <w:rPr>
          <w:highlight w:val="white"/>
        </w:rPr>
        <w:t>AcctId</w:t>
      </w:r>
      <w:r>
        <w:rPr>
          <w:color w:val="0000FF"/>
          <w:highlight w:val="white"/>
        </w:rPr>
        <w:t>&gt;</w:t>
      </w:r>
    </w:p>
    <w:p w14:paraId="5466CE18"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AcctOwnr</w:t>
      </w:r>
      <w:r>
        <w:rPr>
          <w:color w:val="0000FF"/>
          <w:highlight w:val="white"/>
        </w:rPr>
        <w:t>&gt;</w:t>
      </w:r>
    </w:p>
    <w:p w14:paraId="06FD4677"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3D84EB3E"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2F418337"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FUND ABC</w:t>
      </w:r>
      <w:r>
        <w:rPr>
          <w:color w:val="0000FF"/>
          <w:highlight w:val="white"/>
        </w:rPr>
        <w:t>&lt;/</w:t>
      </w:r>
      <w:r>
        <w:rPr>
          <w:highlight w:val="white"/>
        </w:rPr>
        <w:t>Nm</w:t>
      </w:r>
      <w:r>
        <w:rPr>
          <w:color w:val="0000FF"/>
          <w:highlight w:val="white"/>
        </w:rPr>
        <w:t>&gt;</w:t>
      </w:r>
    </w:p>
    <w:p w14:paraId="7F5398B6"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4516861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New York</w:t>
      </w:r>
      <w:r>
        <w:rPr>
          <w:color w:val="0000FF"/>
          <w:highlight w:val="white"/>
        </w:rPr>
        <w:t>&lt;/</w:t>
      </w:r>
      <w:r>
        <w:rPr>
          <w:highlight w:val="white"/>
        </w:rPr>
        <w:t>TwnNm</w:t>
      </w:r>
      <w:r>
        <w:rPr>
          <w:color w:val="0000FF"/>
          <w:highlight w:val="white"/>
        </w:rPr>
        <w:t>&gt;</w:t>
      </w:r>
    </w:p>
    <w:p w14:paraId="0C23D417"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US</w:t>
      </w:r>
      <w:r>
        <w:rPr>
          <w:color w:val="0000FF"/>
          <w:highlight w:val="white"/>
        </w:rPr>
        <w:t>&lt;/</w:t>
      </w:r>
      <w:r>
        <w:rPr>
          <w:highlight w:val="white"/>
        </w:rPr>
        <w:t>Ctry</w:t>
      </w:r>
      <w:r>
        <w:rPr>
          <w:color w:val="0000FF"/>
          <w:highlight w:val="white"/>
        </w:rPr>
        <w:t>&gt;</w:t>
      </w:r>
    </w:p>
    <w:p w14:paraId="558C29C1"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7D2AC22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6C683C38"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75DB248E"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FUMCUS33</w:t>
      </w:r>
      <w:r>
        <w:rPr>
          <w:color w:val="0000FF"/>
          <w:highlight w:val="white"/>
        </w:rPr>
        <w:t>&lt;/</w:t>
      </w:r>
      <w:r>
        <w:rPr>
          <w:highlight w:val="white"/>
        </w:rPr>
        <w:t>AnyBIC</w:t>
      </w:r>
      <w:r>
        <w:rPr>
          <w:color w:val="0000FF"/>
          <w:highlight w:val="white"/>
        </w:rPr>
        <w:t>&gt;</w:t>
      </w:r>
    </w:p>
    <w:p w14:paraId="7316514C"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3A39B83C"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535DB7BA"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AcctOwnr</w:t>
      </w:r>
      <w:r>
        <w:rPr>
          <w:color w:val="0000FF"/>
          <w:highlight w:val="white"/>
        </w:rPr>
        <w:t>&gt;</w:t>
      </w:r>
    </w:p>
    <w:p w14:paraId="4D5E43EB"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InstdBal</w:t>
      </w:r>
      <w:r>
        <w:rPr>
          <w:color w:val="0000FF"/>
          <w:highlight w:val="white"/>
        </w:rPr>
        <w:t>&gt;</w:t>
      </w:r>
    </w:p>
    <w:p w14:paraId="3460770C"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w:t>
      </w:r>
      <w:r>
        <w:rPr>
          <w:color w:val="0000FF"/>
          <w:highlight w:val="white"/>
        </w:rPr>
        <w:t>&gt;</w:t>
      </w:r>
    </w:p>
    <w:p w14:paraId="73C3D7AE"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250</w:t>
      </w:r>
      <w:r>
        <w:rPr>
          <w:color w:val="0000FF"/>
          <w:highlight w:val="white"/>
        </w:rPr>
        <w:t>&lt;/</w:t>
      </w:r>
      <w:r>
        <w:rPr>
          <w:highlight w:val="white"/>
        </w:rPr>
        <w:t>Unit</w:t>
      </w:r>
      <w:r>
        <w:rPr>
          <w:color w:val="0000FF"/>
          <w:highlight w:val="white"/>
        </w:rPr>
        <w:t>&gt;</w:t>
      </w:r>
    </w:p>
    <w:p w14:paraId="3B3623A0"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w:t>
      </w:r>
      <w:r>
        <w:rPr>
          <w:color w:val="0000FF"/>
          <w:highlight w:val="white"/>
        </w:rPr>
        <w:t>&gt;</w:t>
      </w:r>
    </w:p>
    <w:p w14:paraId="27017CE1"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BalTp</w:t>
      </w:r>
      <w:r>
        <w:rPr>
          <w:color w:val="0000FF"/>
          <w:highlight w:val="white"/>
        </w:rPr>
        <w:t>&gt;</w:t>
      </w:r>
      <w:r>
        <w:rPr>
          <w:color w:val="000000"/>
          <w:highlight w:val="white"/>
        </w:rPr>
        <w:t>ELIG</w:t>
      </w:r>
      <w:r>
        <w:rPr>
          <w:color w:val="0000FF"/>
          <w:highlight w:val="white"/>
        </w:rPr>
        <w:t>&lt;/</w:t>
      </w:r>
      <w:r>
        <w:rPr>
          <w:highlight w:val="white"/>
        </w:rPr>
        <w:t>BalTp</w:t>
      </w:r>
      <w:r>
        <w:rPr>
          <w:color w:val="0000FF"/>
          <w:highlight w:val="white"/>
        </w:rPr>
        <w:t>&gt;</w:t>
      </w:r>
    </w:p>
    <w:p w14:paraId="7F208FB6"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SfkpgPlc</w:t>
      </w:r>
      <w:r>
        <w:rPr>
          <w:color w:val="0000FF"/>
          <w:highlight w:val="white"/>
        </w:rPr>
        <w:t>&gt;</w:t>
      </w:r>
    </w:p>
    <w:p w14:paraId="1F36405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US</w:t>
      </w:r>
      <w:r>
        <w:rPr>
          <w:color w:val="0000FF"/>
          <w:highlight w:val="white"/>
        </w:rPr>
        <w:t>&lt;/</w:t>
      </w:r>
      <w:r>
        <w:rPr>
          <w:highlight w:val="white"/>
        </w:rPr>
        <w:t>Ctry</w:t>
      </w:r>
      <w:r>
        <w:rPr>
          <w:color w:val="0000FF"/>
          <w:highlight w:val="white"/>
        </w:rPr>
        <w:t>&gt;</w:t>
      </w:r>
    </w:p>
    <w:p w14:paraId="7F500460"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SfkpgPlc</w:t>
      </w:r>
      <w:r>
        <w:rPr>
          <w:color w:val="0000FF"/>
          <w:highlight w:val="white"/>
        </w:rPr>
        <w:t>&gt;</w:t>
      </w:r>
    </w:p>
    <w:p w14:paraId="3BC4D9DA"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InstdBal</w:t>
      </w:r>
      <w:r>
        <w:rPr>
          <w:color w:val="0000FF"/>
          <w:highlight w:val="white"/>
        </w:rPr>
        <w:t>&gt;</w:t>
      </w:r>
    </w:p>
    <w:p w14:paraId="09E64728"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AcctDtls</w:t>
      </w:r>
      <w:r>
        <w:rPr>
          <w:color w:val="0000FF"/>
          <w:highlight w:val="white"/>
        </w:rPr>
        <w:t>&gt;</w:t>
      </w:r>
    </w:p>
    <w:p w14:paraId="62447D88"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VoteDtls</w:t>
      </w:r>
      <w:r>
        <w:rPr>
          <w:color w:val="0000FF"/>
          <w:highlight w:val="white"/>
        </w:rPr>
        <w:t>&gt;</w:t>
      </w:r>
    </w:p>
    <w:p w14:paraId="7890A67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VoteInstrForAgndRsltn</w:t>
      </w:r>
      <w:r>
        <w:rPr>
          <w:color w:val="0000FF"/>
          <w:highlight w:val="white"/>
        </w:rPr>
        <w:t>&gt;</w:t>
      </w:r>
    </w:p>
    <w:p w14:paraId="605012A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VotePerAgndRsltn</w:t>
      </w:r>
      <w:r>
        <w:rPr>
          <w:color w:val="0000FF"/>
          <w:highlight w:val="white"/>
        </w:rPr>
        <w:t>&gt;</w:t>
      </w:r>
    </w:p>
    <w:p w14:paraId="7AE96E0E"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w:t>
      </w:r>
      <w:r>
        <w:rPr>
          <w:color w:val="0000FF"/>
          <w:highlight w:val="white"/>
        </w:rPr>
        <w:t>&gt;</w:t>
      </w:r>
    </w:p>
    <w:p w14:paraId="68300EE9"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1</w:t>
      </w:r>
      <w:r>
        <w:rPr>
          <w:color w:val="0000FF"/>
          <w:highlight w:val="white"/>
        </w:rPr>
        <w:t>&lt;/</w:t>
      </w:r>
      <w:r>
        <w:rPr>
          <w:highlight w:val="white"/>
        </w:rPr>
        <w:t>IssrLabl</w:t>
      </w:r>
      <w:r>
        <w:rPr>
          <w:color w:val="0000FF"/>
          <w:highlight w:val="white"/>
        </w:rPr>
        <w:t>&gt;</w:t>
      </w:r>
    </w:p>
    <w:p w14:paraId="16B8FC5B"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51B5DE43"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491C9AD0"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250</w:t>
      </w:r>
      <w:r>
        <w:rPr>
          <w:color w:val="0000FF"/>
          <w:highlight w:val="white"/>
        </w:rPr>
        <w:t>&lt;/</w:t>
      </w:r>
      <w:r>
        <w:rPr>
          <w:highlight w:val="white"/>
        </w:rPr>
        <w:t>Unit</w:t>
      </w:r>
      <w:r>
        <w:rPr>
          <w:color w:val="0000FF"/>
          <w:highlight w:val="white"/>
        </w:rPr>
        <w:t>&gt;</w:t>
      </w:r>
    </w:p>
    <w:p w14:paraId="696BFBAC" w14:textId="77777777" w:rsidR="00407B99" w:rsidRDefault="00407B99" w:rsidP="002F063D">
      <w:pPr>
        <w:pStyle w:val="StyleXMLSampleLatinBodyCalibri10ptLeft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6EA2D4B7"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77C76B82"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w:t>
      </w:r>
      <w:r>
        <w:rPr>
          <w:color w:val="0000FF"/>
          <w:highlight w:val="white"/>
        </w:rPr>
        <w:t>&gt;</w:t>
      </w:r>
    </w:p>
    <w:p w14:paraId="38746452"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w:t>
      </w:r>
      <w:r>
        <w:rPr>
          <w:color w:val="0000FF"/>
          <w:highlight w:val="white"/>
        </w:rPr>
        <w:t>&gt;</w:t>
      </w:r>
    </w:p>
    <w:p w14:paraId="64396EA3"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2</w:t>
      </w:r>
      <w:r>
        <w:rPr>
          <w:color w:val="0000FF"/>
          <w:highlight w:val="white"/>
        </w:rPr>
        <w:t>&lt;/</w:t>
      </w:r>
      <w:r>
        <w:rPr>
          <w:highlight w:val="white"/>
        </w:rPr>
        <w:t>IssrLabl</w:t>
      </w:r>
      <w:r>
        <w:rPr>
          <w:color w:val="0000FF"/>
          <w:highlight w:val="white"/>
        </w:rPr>
        <w:t>&gt;</w:t>
      </w:r>
    </w:p>
    <w:p w14:paraId="0A563CAF"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2962B468"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4AAFC16A"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80</w:t>
      </w:r>
      <w:r>
        <w:rPr>
          <w:color w:val="0000FF"/>
          <w:highlight w:val="white"/>
        </w:rPr>
        <w:t>&lt;/</w:t>
      </w:r>
      <w:r>
        <w:rPr>
          <w:highlight w:val="white"/>
        </w:rPr>
        <w:t>Unit</w:t>
      </w:r>
      <w:r>
        <w:rPr>
          <w:color w:val="0000FF"/>
          <w:highlight w:val="white"/>
        </w:rPr>
        <w:t>&gt;</w:t>
      </w:r>
    </w:p>
    <w:p w14:paraId="539BCBDC"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1AE89449"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678D746E"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38B89DD7"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1D8C20F1"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170</w:t>
      </w:r>
      <w:r>
        <w:rPr>
          <w:color w:val="0000FF"/>
          <w:highlight w:val="white"/>
        </w:rPr>
        <w:t>&lt;/</w:t>
      </w:r>
      <w:r>
        <w:rPr>
          <w:highlight w:val="white"/>
        </w:rPr>
        <w:t>Unit</w:t>
      </w:r>
      <w:r>
        <w:rPr>
          <w:color w:val="0000FF"/>
          <w:highlight w:val="white"/>
        </w:rPr>
        <w:t>&gt;</w:t>
      </w:r>
    </w:p>
    <w:p w14:paraId="23D87D3E"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43497623"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7445E28C"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w:t>
      </w:r>
      <w:r>
        <w:rPr>
          <w:color w:val="0000FF"/>
          <w:highlight w:val="white"/>
        </w:rPr>
        <w:t>&gt;</w:t>
      </w:r>
    </w:p>
    <w:p w14:paraId="3810F9CA"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w:t>
      </w:r>
      <w:r>
        <w:rPr>
          <w:color w:val="0000FF"/>
          <w:highlight w:val="white"/>
        </w:rPr>
        <w:t>&gt;</w:t>
      </w:r>
    </w:p>
    <w:p w14:paraId="7E4B87A1"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3</w:t>
      </w:r>
      <w:r>
        <w:rPr>
          <w:color w:val="0000FF"/>
          <w:highlight w:val="white"/>
        </w:rPr>
        <w:t>&lt;/</w:t>
      </w:r>
      <w:r>
        <w:rPr>
          <w:highlight w:val="white"/>
        </w:rPr>
        <w:t>IssrLabl</w:t>
      </w:r>
      <w:r>
        <w:rPr>
          <w:color w:val="0000FF"/>
          <w:highlight w:val="white"/>
        </w:rPr>
        <w:t>&gt;</w:t>
      </w:r>
    </w:p>
    <w:p w14:paraId="329F361B"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20EB8526"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065FC665"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170</w:t>
      </w:r>
      <w:r>
        <w:rPr>
          <w:color w:val="0000FF"/>
          <w:highlight w:val="white"/>
        </w:rPr>
        <w:t>&lt;/</w:t>
      </w:r>
      <w:r>
        <w:rPr>
          <w:highlight w:val="white"/>
        </w:rPr>
        <w:t>Unit</w:t>
      </w:r>
      <w:r>
        <w:rPr>
          <w:color w:val="0000FF"/>
          <w:highlight w:val="white"/>
        </w:rPr>
        <w:t>&gt;</w:t>
      </w:r>
    </w:p>
    <w:p w14:paraId="234ABE06"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p>
    <w:p w14:paraId="0568C1E7"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1EE3669A"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14E3F7D1"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08A6C68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30</w:t>
      </w:r>
      <w:r>
        <w:rPr>
          <w:color w:val="0000FF"/>
          <w:highlight w:val="white"/>
        </w:rPr>
        <w:t>&lt;/</w:t>
      </w:r>
      <w:r>
        <w:rPr>
          <w:highlight w:val="white"/>
        </w:rPr>
        <w:t>Unit</w:t>
      </w:r>
      <w:r>
        <w:rPr>
          <w:color w:val="0000FF"/>
          <w:highlight w:val="white"/>
        </w:rPr>
        <w:t>&gt;</w:t>
      </w:r>
    </w:p>
    <w:p w14:paraId="011BB67D"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p>
    <w:p w14:paraId="1F3493C8"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3F16263E"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4FC5DB8C"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p>
    <w:p w14:paraId="748462DF"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30</w:t>
      </w:r>
      <w:r>
        <w:rPr>
          <w:color w:val="0000FF"/>
          <w:highlight w:val="white"/>
        </w:rPr>
        <w:t>&lt;/</w:t>
      </w:r>
      <w:r>
        <w:rPr>
          <w:highlight w:val="white"/>
        </w:rPr>
        <w:t>Unit</w:t>
      </w:r>
      <w:r>
        <w:rPr>
          <w:color w:val="0000FF"/>
          <w:highlight w:val="white"/>
        </w:rPr>
        <w:t>&gt;</w:t>
      </w:r>
    </w:p>
    <w:p w14:paraId="15D1FD20"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Qty</w:t>
      </w:r>
      <w:r>
        <w:rPr>
          <w:color w:val="0000FF"/>
          <w:highlight w:val="white"/>
        </w:rPr>
        <w:t>&gt;</w:t>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p>
    <w:p w14:paraId="33E86EB2"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76EB73BC"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w:t>
      </w:r>
      <w:r>
        <w:rPr>
          <w:color w:val="0000FF"/>
          <w:highlight w:val="white"/>
        </w:rPr>
        <w:t>&gt;</w:t>
      </w:r>
    </w:p>
    <w:p w14:paraId="41C3E1AB"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VotePerAgndRsltn</w:t>
      </w:r>
      <w:r>
        <w:rPr>
          <w:color w:val="0000FF"/>
          <w:highlight w:val="white"/>
        </w:rPr>
        <w:t>&gt;</w:t>
      </w:r>
    </w:p>
    <w:p w14:paraId="12B52608"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VoteInstrForAgndRsltn</w:t>
      </w:r>
      <w:r>
        <w:rPr>
          <w:color w:val="0000FF"/>
          <w:highlight w:val="white"/>
        </w:rPr>
        <w:t>&gt;</w:t>
      </w:r>
    </w:p>
    <w:p w14:paraId="4A80AA44"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VoteDtls</w:t>
      </w:r>
      <w:r>
        <w:rPr>
          <w:color w:val="0000FF"/>
          <w:highlight w:val="white"/>
        </w:rPr>
        <w:t>&gt;</w:t>
      </w:r>
    </w:p>
    <w:p w14:paraId="4510D6BB" w14:textId="77777777" w:rsidR="00407B99" w:rsidRDefault="00407B99"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w:t>
      </w:r>
      <w:r>
        <w:rPr>
          <w:color w:val="0000FF"/>
          <w:highlight w:val="white"/>
        </w:rPr>
        <w:t>&gt;</w:t>
      </w:r>
    </w:p>
    <w:p w14:paraId="4A712F2D" w14:textId="643EE4A5" w:rsidR="004102E3" w:rsidRDefault="00407B99" w:rsidP="002F063D">
      <w:pPr>
        <w:pStyle w:val="StyleXMLSampleLatinBodyCalibri10ptLeft0"/>
        <w:rPr>
          <w:color w:val="0000FF"/>
        </w:rPr>
      </w:pPr>
      <w:r>
        <w:rPr>
          <w:color w:val="000000"/>
          <w:highlight w:val="white"/>
        </w:rPr>
        <w:tab/>
      </w:r>
      <w:r>
        <w:rPr>
          <w:color w:val="0000FF"/>
          <w:highlight w:val="white"/>
        </w:rPr>
        <w:t>&lt;/</w:t>
      </w:r>
      <w:r>
        <w:rPr>
          <w:highlight w:val="white"/>
        </w:rPr>
        <w:t>MtgInstr</w:t>
      </w:r>
      <w:r>
        <w:rPr>
          <w:color w:val="0000FF"/>
          <w:highlight w:val="white"/>
        </w:rPr>
        <w:t>&gt;</w:t>
      </w:r>
    </w:p>
    <w:p w14:paraId="5BD66F6C" w14:textId="486821FC" w:rsidR="005C62DF" w:rsidRDefault="005C62DF" w:rsidP="002F063D">
      <w:pPr>
        <w:pStyle w:val="StyleXMLSampleLatinBodyCalibri10ptLeft0"/>
      </w:pPr>
      <w:r>
        <w:rPr>
          <w:color w:val="0000FF"/>
        </w:rPr>
        <w:t>&lt;/Document&gt;</w:t>
      </w:r>
    </w:p>
    <w:p w14:paraId="732BBAD8" w14:textId="3DA56DDD" w:rsidR="004102E3" w:rsidRPr="00845EE4" w:rsidRDefault="004102E3" w:rsidP="004102E3">
      <w:pPr>
        <w:rPr>
          <w:b/>
          <w:u w:val="single"/>
        </w:rPr>
      </w:pPr>
      <w:r>
        <w:rPr>
          <w:b/>
          <w:u w:val="single"/>
        </w:rPr>
        <w:t>Example 2</w:t>
      </w:r>
    </w:p>
    <w:p w14:paraId="4013C5CF" w14:textId="6A2B9258" w:rsidR="004102E3" w:rsidRPr="004102E3" w:rsidRDefault="004102E3" w:rsidP="004102E3">
      <w:r w:rsidRPr="004102E3">
        <w:t>The second example describes a meeting instruction containing</w:t>
      </w:r>
      <w:r>
        <w:t xml:space="preserve"> </w:t>
      </w:r>
      <w:r w:rsidRPr="004102E3">
        <w:t>a global vote instruction. To confirm the vote, a meeting instruction</w:t>
      </w:r>
      <w:r>
        <w:t xml:space="preserve"> </w:t>
      </w:r>
      <w:r w:rsidRPr="004102E3">
        <w:t>status message will be sent (see an example in MeetingInstructionStatus</w:t>
      </w:r>
      <w:r>
        <w:t xml:space="preserve"> chapter).</w:t>
      </w:r>
    </w:p>
    <w:p w14:paraId="686235E7" w14:textId="0957D50B" w:rsidR="004102E3" w:rsidRPr="004102E3" w:rsidRDefault="004102E3" w:rsidP="004102E3">
      <w:r w:rsidRPr="004102E3">
        <w:t>As the Sender makes an error, he will try to cancel his instruction</w:t>
      </w:r>
      <w:r>
        <w:t xml:space="preserve"> </w:t>
      </w:r>
      <w:r w:rsidRPr="004102E3">
        <w:t>by sending a cancellation request (see example in MeetingInstructionCancellationRequest</w:t>
      </w:r>
      <w:r>
        <w:t xml:space="preserve"> chapter).</w:t>
      </w:r>
    </w:p>
    <w:p w14:paraId="6DE9F421" w14:textId="1B609306" w:rsidR="004102E3" w:rsidRDefault="004102E3" w:rsidP="004102E3">
      <w:r>
        <w:t>T</w:t>
      </w:r>
      <w:r w:rsidRPr="004102E3">
        <w:t>he following graphic shows the flow of messages described in</w:t>
      </w:r>
      <w:r>
        <w:t xml:space="preserve"> </w:t>
      </w:r>
      <w:r w:rsidRPr="004102E3">
        <w:t>this example.</w:t>
      </w:r>
    </w:p>
    <w:p w14:paraId="35F9A757" w14:textId="59809667" w:rsidR="004102E3" w:rsidRDefault="004102E3" w:rsidP="004102E3">
      <w:r>
        <w:rPr>
          <w:noProof/>
        </w:rPr>
        <w:lastRenderedPageBreak/>
        <w:drawing>
          <wp:inline distT="0" distB="0" distL="0" distR="0" wp14:anchorId="0F915153" wp14:editId="04E8BDA8">
            <wp:extent cx="5676900" cy="2317634"/>
            <wp:effectExtent l="0" t="0" r="0" b="6985"/>
            <wp:docPr id="151" name="Picture 151" descr="\\BE-FILE01\jlittre$\MyData\01. STANDARDS\01. STD DEVELOPMENT DOMAINS\1. Securities\03. ProxyVoting\04. SR2015_CR\9. MX Full Doc\Sources\MeetingInstructionV04\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E-FILE01\jlittre$\MyData\01. STANDARDS\01. STD DEVELOPMENT DOMAINS\1. Securities\03. ProxyVoting\04. SR2015_CR\9. MX Full Doc\Sources\MeetingInstructionV04\flow2.bmp"/>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678966" cy="2318477"/>
                    </a:xfrm>
                    <a:prstGeom prst="rect">
                      <a:avLst/>
                    </a:prstGeom>
                    <a:noFill/>
                    <a:ln>
                      <a:noFill/>
                    </a:ln>
                  </pic:spPr>
                </pic:pic>
              </a:graphicData>
            </a:graphic>
          </wp:inline>
        </w:drawing>
      </w:r>
    </w:p>
    <w:p w14:paraId="63051D14" w14:textId="77777777" w:rsidR="004102E3" w:rsidRDefault="004102E3" w:rsidP="004102E3">
      <w:pPr>
        <w:rPr>
          <w:b/>
        </w:rPr>
      </w:pPr>
      <w:r w:rsidRPr="00F5048A">
        <w:rPr>
          <w:b/>
        </w:rPr>
        <w:t>Terms</w:t>
      </w:r>
    </w:p>
    <w:p w14:paraId="3C3B1A3F" w14:textId="3BE27FC9" w:rsidR="004102E3" w:rsidRDefault="004102E3" w:rsidP="004102E3">
      <w:r w:rsidRPr="004102E3">
        <w:t>The fund manager (FUMAUS33) sends a global vote instruction</w:t>
      </w:r>
      <w:r>
        <w:t xml:space="preserve">  </w:t>
      </w:r>
      <w:r w:rsidRPr="004102E3">
        <w:t>(ie for the entirety of the eligible position) to the custodian (GLOBUS33)</w:t>
      </w:r>
      <w:r>
        <w:t xml:space="preserve"> </w:t>
      </w:r>
      <w:r w:rsidRPr="004102E3">
        <w:t>for the account of Fund DEF.</w:t>
      </w:r>
    </w:p>
    <w:p w14:paraId="77100274" w14:textId="6DCAF543" w:rsidR="004102E3" w:rsidRDefault="004102E3" w:rsidP="004102E3">
      <w:pPr>
        <w:rPr>
          <w:b/>
        </w:rPr>
      </w:pPr>
      <w:r w:rsidRPr="00845EE4">
        <w:rPr>
          <w:b/>
        </w:rPr>
        <w:t>Message Instance</w:t>
      </w:r>
      <w:r w:rsidR="00EA17E9">
        <w:rPr>
          <w:b/>
        </w:rPr>
        <w:t xml:space="preserve"> (with application header)</w:t>
      </w:r>
    </w:p>
    <w:p w14:paraId="3FD7DC67" w14:textId="77777777" w:rsidR="00EA17E9" w:rsidRPr="00D33A3F" w:rsidRDefault="00EA17E9" w:rsidP="00EA17E9">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572F31A9" w14:textId="77777777" w:rsidR="00EA17E9" w:rsidRPr="00D33A3F" w:rsidRDefault="00EA17E9" w:rsidP="00EA17E9">
      <w:pPr>
        <w:pStyle w:val="XMLCode"/>
        <w:rPr>
          <w:highlight w:val="white"/>
        </w:rPr>
      </w:pPr>
      <w:r w:rsidRPr="00D33A3F">
        <w:rPr>
          <w:highlight w:val="white"/>
        </w:rPr>
        <w:tab/>
        <w:t>&lt;Fr&gt;</w:t>
      </w:r>
    </w:p>
    <w:p w14:paraId="4890FCDB"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7D413CF0"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4ACBCC28"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0763F5DF"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20DC2F99"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3A1AD447" w14:textId="77777777" w:rsidR="00EA17E9" w:rsidRPr="00D33A3F" w:rsidRDefault="00EA17E9" w:rsidP="00EA17E9">
      <w:pPr>
        <w:pStyle w:val="XMLCode"/>
        <w:rPr>
          <w:highlight w:val="white"/>
        </w:rPr>
      </w:pPr>
      <w:r w:rsidRPr="00D33A3F">
        <w:rPr>
          <w:highlight w:val="white"/>
        </w:rPr>
        <w:tab/>
        <w:t>&lt;/Fr&gt;</w:t>
      </w:r>
    </w:p>
    <w:p w14:paraId="324E7D83" w14:textId="77777777" w:rsidR="00EA17E9" w:rsidRPr="00D33A3F" w:rsidRDefault="00EA17E9" w:rsidP="00EA17E9">
      <w:pPr>
        <w:pStyle w:val="XMLCode"/>
        <w:rPr>
          <w:highlight w:val="white"/>
        </w:rPr>
      </w:pPr>
      <w:r w:rsidRPr="00D33A3F">
        <w:rPr>
          <w:highlight w:val="white"/>
        </w:rPr>
        <w:tab/>
        <w:t>&lt;To&gt;</w:t>
      </w:r>
    </w:p>
    <w:p w14:paraId="0831DCA4"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7BEA2F14" w14:textId="77777777" w:rsidR="00EA17E9" w:rsidRPr="008A014D"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621D189C"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11460CBD"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t>&lt;/FinInstnId&gt;</w:t>
      </w:r>
    </w:p>
    <w:p w14:paraId="47636FFF" w14:textId="77777777" w:rsidR="00EA17E9" w:rsidRPr="00D33A3F" w:rsidRDefault="00EA17E9" w:rsidP="00EA17E9">
      <w:pPr>
        <w:pStyle w:val="XMLCode"/>
        <w:rPr>
          <w:highlight w:val="white"/>
        </w:rPr>
      </w:pPr>
      <w:r w:rsidRPr="008A014D">
        <w:rPr>
          <w:highlight w:val="white"/>
        </w:rPr>
        <w:tab/>
      </w:r>
      <w:r w:rsidRPr="008A014D">
        <w:rPr>
          <w:highlight w:val="white"/>
        </w:rPr>
        <w:tab/>
      </w:r>
      <w:r w:rsidRPr="00D33A3F">
        <w:rPr>
          <w:highlight w:val="white"/>
        </w:rPr>
        <w:t>&lt;/FIId&gt;</w:t>
      </w:r>
    </w:p>
    <w:p w14:paraId="4CCC7276" w14:textId="77777777" w:rsidR="00EA17E9" w:rsidRPr="00D33A3F" w:rsidRDefault="00EA17E9" w:rsidP="00EA17E9">
      <w:pPr>
        <w:pStyle w:val="XMLCode"/>
        <w:rPr>
          <w:highlight w:val="white"/>
        </w:rPr>
      </w:pPr>
      <w:r w:rsidRPr="00D33A3F">
        <w:rPr>
          <w:highlight w:val="white"/>
        </w:rPr>
        <w:tab/>
        <w:t>&lt;/To&gt;</w:t>
      </w:r>
    </w:p>
    <w:p w14:paraId="5A4FF720" w14:textId="4CAE57DF" w:rsidR="00EA17E9" w:rsidRPr="00D33A3F" w:rsidRDefault="00EA17E9" w:rsidP="00EA17E9">
      <w:pPr>
        <w:pStyle w:val="XMLCode"/>
        <w:rPr>
          <w:highlight w:val="white"/>
        </w:rPr>
      </w:pPr>
      <w:r w:rsidRPr="00D33A3F">
        <w:rPr>
          <w:highlight w:val="white"/>
        </w:rPr>
        <w:tab/>
        <w:t>&lt;BizMsgIdr&gt;</w:t>
      </w:r>
      <w:r>
        <w:rPr>
          <w:highlight w:val="white"/>
        </w:rPr>
        <w:t>FUMA000000098</w:t>
      </w:r>
      <w:r w:rsidRPr="00D33A3F">
        <w:rPr>
          <w:highlight w:val="white"/>
        </w:rPr>
        <w:t>&lt;/BizMsgIdr&gt;</w:t>
      </w:r>
    </w:p>
    <w:p w14:paraId="48C873CC" w14:textId="77777777" w:rsidR="00EA17E9" w:rsidRPr="00D33A3F" w:rsidRDefault="00EA17E9" w:rsidP="00EA17E9">
      <w:pPr>
        <w:pStyle w:val="XMLCode"/>
        <w:rPr>
          <w:highlight w:val="white"/>
        </w:rPr>
      </w:pPr>
      <w:r>
        <w:rPr>
          <w:highlight w:val="white"/>
        </w:rPr>
        <w:tab/>
        <w:t>&lt;MsgDefIdr&gt;seev.004.001.07</w:t>
      </w:r>
      <w:r w:rsidRPr="00D33A3F">
        <w:rPr>
          <w:highlight w:val="white"/>
        </w:rPr>
        <w:t>&lt;/MsgDefIdr&gt;</w:t>
      </w:r>
    </w:p>
    <w:p w14:paraId="4D0F2589" w14:textId="3B3BE6E7" w:rsidR="00EA17E9" w:rsidRPr="00D33A3F" w:rsidRDefault="00EA17E9" w:rsidP="00EA17E9">
      <w:pPr>
        <w:pStyle w:val="XMLCode"/>
        <w:rPr>
          <w:highlight w:val="white"/>
        </w:rPr>
      </w:pPr>
      <w:r w:rsidRPr="00D33A3F">
        <w:rPr>
          <w:highlight w:val="white"/>
        </w:rPr>
        <w:tab/>
        <w:t>&lt;CreDt</w:t>
      </w:r>
      <w:r>
        <w:rPr>
          <w:highlight w:val="white"/>
        </w:rPr>
        <w:t>&gt;2019-04-11T17:1</w:t>
      </w:r>
      <w:r w:rsidRPr="00D33A3F">
        <w:rPr>
          <w:highlight w:val="white"/>
        </w:rPr>
        <w:t>0:00Z&lt;/CreDt&gt;</w:t>
      </w:r>
    </w:p>
    <w:p w14:paraId="591FDD19" w14:textId="77777777" w:rsidR="00EA17E9" w:rsidRPr="00D33A3F" w:rsidRDefault="00EA17E9" w:rsidP="00EA17E9">
      <w:pPr>
        <w:pStyle w:val="XMLCode"/>
      </w:pPr>
      <w:r w:rsidRPr="00D33A3F">
        <w:rPr>
          <w:highlight w:val="white"/>
        </w:rPr>
        <w:t>&lt;/AppHdr&gt;</w:t>
      </w:r>
    </w:p>
    <w:p w14:paraId="3671EA3D" w14:textId="77777777" w:rsidR="00EA17E9" w:rsidRDefault="00EA17E9" w:rsidP="00EA17E9">
      <w:pPr>
        <w:widowControl/>
        <w:spacing w:before="0"/>
      </w:pPr>
      <w:r w:rsidRPr="00D33A3F">
        <w:rPr>
          <w:highlight w:val="white"/>
        </w:rPr>
        <w:t>&lt;Document xmlns="urn:i</w:t>
      </w:r>
      <w:r>
        <w:rPr>
          <w:highlight w:val="white"/>
        </w:rPr>
        <w:t>so:std:iso:20022:tech:xsd:seev.004</w:t>
      </w:r>
      <w:r w:rsidRPr="00D33A3F">
        <w:rPr>
          <w:highlight w:val="white"/>
        </w:rPr>
        <w:t>.001.0</w:t>
      </w:r>
      <w:r>
        <w:rPr>
          <w:highlight w:val="white"/>
        </w:rPr>
        <w:t>7</w:t>
      </w:r>
      <w:r w:rsidRPr="00D33A3F">
        <w:rPr>
          <w:highlight w:val="white"/>
        </w:rPr>
        <w:t>" xmlns:xsi="http://www.w3.org/2001/XMLSchema-instance"&gt;</w:t>
      </w:r>
    </w:p>
    <w:p w14:paraId="7B801D8F" w14:textId="77777777" w:rsidR="00744388" w:rsidRDefault="00744388" w:rsidP="002F063D">
      <w:pPr>
        <w:pStyle w:val="StyleXMLSampleLatinBodyCalibri10ptLeft0"/>
        <w:rPr>
          <w:color w:val="000000"/>
          <w:highlight w:val="white"/>
        </w:rPr>
      </w:pPr>
      <w:r>
        <w:rPr>
          <w:color w:val="000000"/>
          <w:highlight w:val="white"/>
        </w:rPr>
        <w:tab/>
      </w:r>
      <w:r>
        <w:rPr>
          <w:color w:val="0000FF"/>
          <w:highlight w:val="white"/>
        </w:rPr>
        <w:t>&lt;</w:t>
      </w:r>
      <w:r>
        <w:rPr>
          <w:highlight w:val="white"/>
        </w:rPr>
        <w:t>MtgInstr</w:t>
      </w:r>
      <w:r>
        <w:rPr>
          <w:color w:val="0000FF"/>
          <w:highlight w:val="white"/>
        </w:rPr>
        <w:t>&gt;</w:t>
      </w:r>
    </w:p>
    <w:p w14:paraId="7CFAFC51"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4036CA15" w14:textId="54CBECB5" w:rsidR="002F063D" w:rsidRDefault="002F063D"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sidR="00744388">
        <w:rPr>
          <w:color w:val="000000"/>
          <w:highlight w:val="white"/>
        </w:rPr>
        <w:tab/>
      </w:r>
      <w:r w:rsidR="00744388">
        <w:rPr>
          <w:color w:val="000000"/>
          <w:highlight w:val="white"/>
        </w:rPr>
        <w:tab/>
      </w:r>
      <w:r w:rsidR="00744388">
        <w:rPr>
          <w:color w:val="000000"/>
          <w:highlight w:val="white"/>
        </w:rPr>
        <w:tab/>
      </w:r>
    </w:p>
    <w:p w14:paraId="43AEBBEB" w14:textId="6E0E3D1C" w:rsidR="00744388" w:rsidRDefault="000C712A" w:rsidP="002F063D">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r>
      <w:r w:rsidR="00744388">
        <w:rPr>
          <w:color w:val="0000FF"/>
          <w:highlight w:val="white"/>
        </w:rPr>
        <w:t>&lt;</w:t>
      </w:r>
      <w:r w:rsidR="00744388">
        <w:rPr>
          <w:highlight w:val="white"/>
        </w:rPr>
        <w:t>IssrMtgId</w:t>
      </w:r>
      <w:r w:rsidR="00744388">
        <w:rPr>
          <w:color w:val="0000FF"/>
          <w:highlight w:val="white"/>
        </w:rPr>
        <w:t>&gt;</w:t>
      </w:r>
      <w:r w:rsidR="00744388">
        <w:rPr>
          <w:color w:val="000000"/>
          <w:highlight w:val="white"/>
        </w:rPr>
        <w:t>LS001</w:t>
      </w:r>
      <w:r w:rsidR="00744388">
        <w:rPr>
          <w:color w:val="0000FF"/>
          <w:highlight w:val="white"/>
        </w:rPr>
        <w:t>&lt;/</w:t>
      </w:r>
      <w:r w:rsidR="00744388">
        <w:rPr>
          <w:highlight w:val="white"/>
        </w:rPr>
        <w:t>IssrMtgId</w:t>
      </w:r>
      <w:r w:rsidR="00744388">
        <w:rPr>
          <w:color w:val="0000FF"/>
          <w:highlight w:val="white"/>
        </w:rPr>
        <w:t>&gt;</w:t>
      </w:r>
    </w:p>
    <w:p w14:paraId="216BF007" w14:textId="50702609"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sidR="00CA65E2">
        <w:rPr>
          <w:color w:val="000000"/>
          <w:highlight w:val="white"/>
        </w:rPr>
        <w:t>2019</w:t>
      </w:r>
      <w:r>
        <w:rPr>
          <w:color w:val="000000"/>
          <w:highlight w:val="white"/>
        </w:rPr>
        <w:t>-04-28T11:00:00</w:t>
      </w:r>
      <w:r>
        <w:rPr>
          <w:color w:val="0000FF"/>
          <w:highlight w:val="white"/>
        </w:rPr>
        <w:t>&lt;/</w:t>
      </w:r>
      <w:r>
        <w:rPr>
          <w:highlight w:val="white"/>
        </w:rPr>
        <w:t>MtgDtAndTm</w:t>
      </w:r>
      <w:r>
        <w:rPr>
          <w:color w:val="0000FF"/>
          <w:highlight w:val="white"/>
        </w:rPr>
        <w:t>&gt;</w:t>
      </w:r>
    </w:p>
    <w:p w14:paraId="44E40539"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7AA93CE3"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4991C0DB"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77A07D14" w14:textId="77777777" w:rsidR="00744388" w:rsidRDefault="00744388" w:rsidP="002F063D">
      <w:pPr>
        <w:pStyle w:val="StyleXMLSampleLatinBodyCalibri10ptLeft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62EB5B34"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7A16CC4E"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57A8B42F"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7E1565FB"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15F65881"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26AE0C54"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7E1BC695"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0A9E3AB1"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733E55D0"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w:t>
      </w:r>
      <w:r>
        <w:rPr>
          <w:color w:val="0000FF"/>
          <w:highlight w:val="white"/>
        </w:rPr>
        <w:t>&gt;</w:t>
      </w:r>
    </w:p>
    <w:p w14:paraId="396F11A3"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SnglInstrId</w:t>
      </w:r>
      <w:r>
        <w:rPr>
          <w:color w:val="0000FF"/>
          <w:highlight w:val="white"/>
        </w:rPr>
        <w:t>&gt;</w:t>
      </w:r>
      <w:r>
        <w:rPr>
          <w:color w:val="000000"/>
          <w:highlight w:val="white"/>
        </w:rPr>
        <w:t>DEF456</w:t>
      </w:r>
      <w:r>
        <w:rPr>
          <w:color w:val="0000FF"/>
          <w:highlight w:val="white"/>
        </w:rPr>
        <w:t>&lt;/</w:t>
      </w:r>
      <w:r>
        <w:rPr>
          <w:highlight w:val="white"/>
        </w:rPr>
        <w:t>SnglInstrId</w:t>
      </w:r>
      <w:r>
        <w:rPr>
          <w:color w:val="0000FF"/>
          <w:highlight w:val="white"/>
        </w:rPr>
        <w:t>&gt;</w:t>
      </w:r>
    </w:p>
    <w:p w14:paraId="75046477"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VoteExctnConf</w:t>
      </w:r>
      <w:r>
        <w:rPr>
          <w:color w:val="0000FF"/>
          <w:highlight w:val="white"/>
        </w:rPr>
        <w:t>&gt;</w:t>
      </w:r>
      <w:r>
        <w:rPr>
          <w:color w:val="000000"/>
          <w:highlight w:val="white"/>
        </w:rPr>
        <w:t>true</w:t>
      </w:r>
      <w:r>
        <w:rPr>
          <w:color w:val="0000FF"/>
          <w:highlight w:val="white"/>
        </w:rPr>
        <w:t>&lt;/</w:t>
      </w:r>
      <w:r>
        <w:rPr>
          <w:highlight w:val="white"/>
        </w:rPr>
        <w:t>VoteExctnConf</w:t>
      </w:r>
      <w:r>
        <w:rPr>
          <w:color w:val="0000FF"/>
          <w:highlight w:val="white"/>
        </w:rPr>
        <w:t>&gt;</w:t>
      </w:r>
    </w:p>
    <w:p w14:paraId="448F29A8"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AcctDtls</w:t>
      </w:r>
      <w:r>
        <w:rPr>
          <w:color w:val="0000FF"/>
          <w:highlight w:val="white"/>
        </w:rPr>
        <w:t>&gt;</w:t>
      </w:r>
    </w:p>
    <w:p w14:paraId="433DF8C2"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AcctId</w:t>
      </w:r>
      <w:r>
        <w:rPr>
          <w:color w:val="0000FF"/>
          <w:highlight w:val="white"/>
        </w:rPr>
        <w:t>&gt;</w:t>
      </w:r>
      <w:r>
        <w:rPr>
          <w:color w:val="000000"/>
          <w:highlight w:val="white"/>
        </w:rPr>
        <w:t>654321</w:t>
      </w:r>
      <w:r>
        <w:rPr>
          <w:color w:val="0000FF"/>
          <w:highlight w:val="white"/>
        </w:rPr>
        <w:t>&lt;/</w:t>
      </w:r>
      <w:r>
        <w:rPr>
          <w:highlight w:val="white"/>
        </w:rPr>
        <w:t>AcctId</w:t>
      </w:r>
      <w:r>
        <w:rPr>
          <w:color w:val="0000FF"/>
          <w:highlight w:val="white"/>
        </w:rPr>
        <w:t>&gt;</w:t>
      </w:r>
    </w:p>
    <w:p w14:paraId="3B7D0571"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AcctOwnr</w:t>
      </w:r>
      <w:r>
        <w:rPr>
          <w:color w:val="0000FF"/>
          <w:highlight w:val="white"/>
        </w:rPr>
        <w:t>&gt;</w:t>
      </w:r>
    </w:p>
    <w:p w14:paraId="46468728"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1ABBF1D6"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7394C39"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FUND DEF</w:t>
      </w:r>
      <w:r>
        <w:rPr>
          <w:color w:val="0000FF"/>
          <w:highlight w:val="white"/>
        </w:rPr>
        <w:t>&lt;/</w:t>
      </w:r>
      <w:r>
        <w:rPr>
          <w:highlight w:val="white"/>
        </w:rPr>
        <w:t>Nm</w:t>
      </w:r>
      <w:r>
        <w:rPr>
          <w:color w:val="0000FF"/>
          <w:highlight w:val="white"/>
        </w:rPr>
        <w:t>&gt;</w:t>
      </w:r>
    </w:p>
    <w:p w14:paraId="2C2E0A5D"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7D505B96"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Boston</w:t>
      </w:r>
      <w:r>
        <w:rPr>
          <w:color w:val="0000FF"/>
          <w:highlight w:val="white"/>
        </w:rPr>
        <w:t>&lt;/</w:t>
      </w:r>
      <w:r>
        <w:rPr>
          <w:highlight w:val="white"/>
        </w:rPr>
        <w:t>TwnNm</w:t>
      </w:r>
      <w:r>
        <w:rPr>
          <w:color w:val="0000FF"/>
          <w:highlight w:val="white"/>
        </w:rPr>
        <w:t>&gt;</w:t>
      </w:r>
    </w:p>
    <w:p w14:paraId="0ED6867A"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US</w:t>
      </w:r>
      <w:r>
        <w:rPr>
          <w:color w:val="0000FF"/>
          <w:highlight w:val="white"/>
        </w:rPr>
        <w:t>&lt;/</w:t>
      </w:r>
      <w:r>
        <w:rPr>
          <w:highlight w:val="white"/>
        </w:rPr>
        <w:t>Ctry</w:t>
      </w:r>
      <w:r>
        <w:rPr>
          <w:color w:val="0000FF"/>
          <w:highlight w:val="white"/>
        </w:rPr>
        <w:t>&gt;</w:t>
      </w:r>
    </w:p>
    <w:p w14:paraId="56F1A8E5"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0FE94A56"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03D5835D"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311D2A27"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FUNDUS33</w:t>
      </w:r>
      <w:r>
        <w:rPr>
          <w:color w:val="0000FF"/>
          <w:highlight w:val="white"/>
        </w:rPr>
        <w:t>&lt;/</w:t>
      </w:r>
      <w:r>
        <w:rPr>
          <w:highlight w:val="white"/>
        </w:rPr>
        <w:t>AnyBIC</w:t>
      </w:r>
      <w:r>
        <w:rPr>
          <w:color w:val="0000FF"/>
          <w:highlight w:val="white"/>
        </w:rPr>
        <w:t>&gt;</w:t>
      </w:r>
    </w:p>
    <w:p w14:paraId="46E6E9D1"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23A4D3FD"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05655B51"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AcctOwnr</w:t>
      </w:r>
      <w:r>
        <w:rPr>
          <w:color w:val="0000FF"/>
          <w:highlight w:val="white"/>
        </w:rPr>
        <w:t>&gt;</w:t>
      </w:r>
    </w:p>
    <w:p w14:paraId="1C6CF411"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InstdBal</w:t>
      </w:r>
      <w:r>
        <w:rPr>
          <w:color w:val="0000FF"/>
          <w:highlight w:val="white"/>
        </w:rPr>
        <w:t>&gt;</w:t>
      </w:r>
    </w:p>
    <w:p w14:paraId="1ADBE826"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w:t>
      </w:r>
      <w:r>
        <w:rPr>
          <w:color w:val="0000FF"/>
          <w:highlight w:val="white"/>
        </w:rPr>
        <w:t>&gt;</w:t>
      </w:r>
    </w:p>
    <w:p w14:paraId="0165C796"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800</w:t>
      </w:r>
      <w:r>
        <w:rPr>
          <w:color w:val="0000FF"/>
          <w:highlight w:val="white"/>
        </w:rPr>
        <w:t>&lt;/</w:t>
      </w:r>
      <w:r>
        <w:rPr>
          <w:highlight w:val="white"/>
        </w:rPr>
        <w:t>Unit</w:t>
      </w:r>
      <w:r>
        <w:rPr>
          <w:color w:val="0000FF"/>
          <w:highlight w:val="white"/>
        </w:rPr>
        <w:t>&gt;</w:t>
      </w:r>
    </w:p>
    <w:p w14:paraId="38A6676F"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w:t>
      </w:r>
      <w:r>
        <w:rPr>
          <w:color w:val="0000FF"/>
          <w:highlight w:val="white"/>
        </w:rPr>
        <w:t>&gt;</w:t>
      </w:r>
    </w:p>
    <w:p w14:paraId="62DAF207"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BalTp</w:t>
      </w:r>
      <w:r>
        <w:rPr>
          <w:color w:val="0000FF"/>
          <w:highlight w:val="white"/>
        </w:rPr>
        <w:t>&gt;</w:t>
      </w:r>
      <w:r>
        <w:rPr>
          <w:color w:val="000000"/>
          <w:highlight w:val="white"/>
        </w:rPr>
        <w:t>ELIG</w:t>
      </w:r>
      <w:r>
        <w:rPr>
          <w:color w:val="0000FF"/>
          <w:highlight w:val="white"/>
        </w:rPr>
        <w:t>&lt;/</w:t>
      </w:r>
      <w:r>
        <w:rPr>
          <w:highlight w:val="white"/>
        </w:rPr>
        <w:t>BalTp</w:t>
      </w:r>
      <w:r>
        <w:rPr>
          <w:color w:val="0000FF"/>
          <w:highlight w:val="white"/>
        </w:rPr>
        <w:t>&gt;</w:t>
      </w:r>
    </w:p>
    <w:p w14:paraId="0483E0A5"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SfkpgPlc</w:t>
      </w:r>
      <w:r>
        <w:rPr>
          <w:color w:val="0000FF"/>
          <w:highlight w:val="white"/>
        </w:rPr>
        <w:t>&gt;</w:t>
      </w:r>
    </w:p>
    <w:p w14:paraId="524DD535"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US</w:t>
      </w:r>
      <w:r>
        <w:rPr>
          <w:color w:val="0000FF"/>
          <w:highlight w:val="white"/>
        </w:rPr>
        <w:t>&lt;/</w:t>
      </w:r>
      <w:r>
        <w:rPr>
          <w:highlight w:val="white"/>
        </w:rPr>
        <w:t>Ctry</w:t>
      </w:r>
      <w:r>
        <w:rPr>
          <w:color w:val="0000FF"/>
          <w:highlight w:val="white"/>
        </w:rPr>
        <w:t>&gt;</w:t>
      </w:r>
    </w:p>
    <w:p w14:paraId="0EF94619"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SfkpgPlc</w:t>
      </w:r>
      <w:r>
        <w:rPr>
          <w:color w:val="0000FF"/>
          <w:highlight w:val="white"/>
        </w:rPr>
        <w:t>&gt;</w:t>
      </w:r>
    </w:p>
    <w:p w14:paraId="0C02D985"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InstdBal</w:t>
      </w:r>
      <w:r>
        <w:rPr>
          <w:color w:val="0000FF"/>
          <w:highlight w:val="white"/>
        </w:rPr>
        <w:t>&gt;</w:t>
      </w:r>
    </w:p>
    <w:p w14:paraId="645F6BC7"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AcctDtls</w:t>
      </w:r>
      <w:r>
        <w:rPr>
          <w:color w:val="0000FF"/>
          <w:highlight w:val="white"/>
        </w:rPr>
        <w:t>&gt;</w:t>
      </w:r>
    </w:p>
    <w:p w14:paraId="3BB68E6E"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VoteDtls</w:t>
      </w:r>
      <w:r>
        <w:rPr>
          <w:color w:val="0000FF"/>
          <w:highlight w:val="white"/>
        </w:rPr>
        <w:t>&gt;</w:t>
      </w:r>
    </w:p>
    <w:p w14:paraId="6582E355"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VoteInstrForAgndRsltn</w:t>
      </w:r>
      <w:r>
        <w:rPr>
          <w:color w:val="0000FF"/>
          <w:highlight w:val="white"/>
        </w:rPr>
        <w:t>&gt;</w:t>
      </w:r>
    </w:p>
    <w:p w14:paraId="695817C2"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VotePerAgndRsltn</w:t>
      </w:r>
      <w:r>
        <w:rPr>
          <w:color w:val="0000FF"/>
          <w:highlight w:val="white"/>
        </w:rPr>
        <w:t>&gt;</w:t>
      </w:r>
    </w:p>
    <w:p w14:paraId="73944C2F"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1B3B97B2"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1</w:t>
      </w:r>
      <w:r>
        <w:rPr>
          <w:color w:val="0000FF"/>
          <w:highlight w:val="white"/>
        </w:rPr>
        <w:t>&lt;/</w:t>
      </w:r>
      <w:r>
        <w:rPr>
          <w:highlight w:val="white"/>
        </w:rPr>
        <w:t>IssrLabl</w:t>
      </w:r>
      <w:r>
        <w:rPr>
          <w:color w:val="0000FF"/>
          <w:highlight w:val="white"/>
        </w:rPr>
        <w:t>&gt;</w:t>
      </w:r>
    </w:p>
    <w:p w14:paraId="58373B70"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59F0253B"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CFOR</w:t>
      </w:r>
      <w:r>
        <w:rPr>
          <w:color w:val="0000FF"/>
          <w:highlight w:val="white"/>
        </w:rPr>
        <w:t>&lt;/</w:t>
      </w:r>
      <w:r>
        <w:rPr>
          <w:highlight w:val="white"/>
        </w:rPr>
        <w:t>Tp</w:t>
      </w:r>
      <w:r>
        <w:rPr>
          <w:color w:val="0000FF"/>
          <w:highlight w:val="white"/>
        </w:rPr>
        <w:t>&gt;</w:t>
      </w:r>
    </w:p>
    <w:p w14:paraId="6CD137B3"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3152C41E"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4F3A7090"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0FFD30F6"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2</w:t>
      </w:r>
      <w:r>
        <w:rPr>
          <w:color w:val="0000FF"/>
          <w:highlight w:val="white"/>
        </w:rPr>
        <w:t>&lt;/</w:t>
      </w:r>
      <w:r>
        <w:rPr>
          <w:highlight w:val="white"/>
        </w:rPr>
        <w:t>IssrLabl</w:t>
      </w:r>
      <w:r>
        <w:rPr>
          <w:color w:val="0000FF"/>
          <w:highlight w:val="white"/>
        </w:rPr>
        <w:t>&gt;</w:t>
      </w:r>
    </w:p>
    <w:p w14:paraId="7F4C0F60"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23F6D70E"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CAGS</w:t>
      </w:r>
      <w:r>
        <w:rPr>
          <w:color w:val="0000FF"/>
          <w:highlight w:val="white"/>
        </w:rPr>
        <w:t>&lt;/</w:t>
      </w:r>
      <w:r>
        <w:rPr>
          <w:highlight w:val="white"/>
        </w:rPr>
        <w:t>Tp</w:t>
      </w:r>
      <w:r>
        <w:rPr>
          <w:color w:val="0000FF"/>
          <w:highlight w:val="white"/>
        </w:rPr>
        <w:t>&gt;</w:t>
      </w:r>
    </w:p>
    <w:p w14:paraId="4FA4ED41"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052EC729"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6E9B1CA0"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4FA610D2"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3</w:t>
      </w:r>
      <w:r>
        <w:rPr>
          <w:color w:val="0000FF"/>
          <w:highlight w:val="white"/>
        </w:rPr>
        <w:t>&lt;/</w:t>
      </w:r>
      <w:r>
        <w:rPr>
          <w:highlight w:val="white"/>
        </w:rPr>
        <w:t>IssrLabl</w:t>
      </w:r>
      <w:r>
        <w:rPr>
          <w:color w:val="0000FF"/>
          <w:highlight w:val="white"/>
        </w:rPr>
        <w:t>&gt;</w:t>
      </w:r>
    </w:p>
    <w:p w14:paraId="30E03B4E"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254FF235"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CFOR</w:t>
      </w:r>
      <w:r>
        <w:rPr>
          <w:color w:val="0000FF"/>
          <w:highlight w:val="white"/>
        </w:rPr>
        <w:t>&lt;/</w:t>
      </w:r>
      <w:r>
        <w:rPr>
          <w:highlight w:val="white"/>
        </w:rPr>
        <w:t>Tp</w:t>
      </w:r>
      <w:r>
        <w:rPr>
          <w:color w:val="0000FF"/>
          <w:highlight w:val="white"/>
        </w:rPr>
        <w:t>&gt;</w:t>
      </w:r>
    </w:p>
    <w:p w14:paraId="070BB10D" w14:textId="77777777" w:rsidR="00744388" w:rsidRDefault="00744388" w:rsidP="002F063D">
      <w:pPr>
        <w:pStyle w:val="StyleXMLSampleLatinBodyCalibri10ptLeft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6693F25F"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54C61E9F"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VotePerAgndRsltn</w:t>
      </w:r>
      <w:r>
        <w:rPr>
          <w:color w:val="0000FF"/>
          <w:highlight w:val="white"/>
        </w:rPr>
        <w:t>&gt;</w:t>
      </w:r>
    </w:p>
    <w:p w14:paraId="4F919A1E"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VoteInstrForAgndRsltn</w:t>
      </w:r>
      <w:r>
        <w:rPr>
          <w:color w:val="0000FF"/>
          <w:highlight w:val="white"/>
        </w:rPr>
        <w:t>&gt;</w:t>
      </w:r>
    </w:p>
    <w:p w14:paraId="1FD2615E"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VoteDtls</w:t>
      </w:r>
      <w:r>
        <w:rPr>
          <w:color w:val="0000FF"/>
          <w:highlight w:val="white"/>
        </w:rPr>
        <w:t>&gt;</w:t>
      </w:r>
    </w:p>
    <w:p w14:paraId="64EE1F46" w14:textId="77777777" w:rsidR="00744388" w:rsidRDefault="00744388" w:rsidP="002F063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w:t>
      </w:r>
      <w:r>
        <w:rPr>
          <w:color w:val="0000FF"/>
          <w:highlight w:val="white"/>
        </w:rPr>
        <w:t>&gt;</w:t>
      </w:r>
    </w:p>
    <w:p w14:paraId="1BFBC7CA" w14:textId="1694B7D9" w:rsidR="004102E3" w:rsidRDefault="00744388" w:rsidP="002F063D">
      <w:pPr>
        <w:pStyle w:val="StyleXMLSampleLatinBodyCalibri10ptLeft0"/>
        <w:rPr>
          <w:color w:val="0000FF"/>
        </w:rPr>
      </w:pPr>
      <w:r>
        <w:rPr>
          <w:color w:val="000000"/>
          <w:highlight w:val="white"/>
        </w:rPr>
        <w:tab/>
      </w:r>
      <w:r>
        <w:rPr>
          <w:color w:val="0000FF"/>
          <w:highlight w:val="white"/>
        </w:rPr>
        <w:t>&lt;/</w:t>
      </w:r>
      <w:r>
        <w:rPr>
          <w:highlight w:val="white"/>
        </w:rPr>
        <w:t>MtgInstr</w:t>
      </w:r>
      <w:r>
        <w:rPr>
          <w:color w:val="0000FF"/>
          <w:highlight w:val="white"/>
        </w:rPr>
        <w:t>&gt;</w:t>
      </w:r>
    </w:p>
    <w:p w14:paraId="625DB39B" w14:textId="40058DD3" w:rsidR="00EA17E9" w:rsidRDefault="00EA17E9" w:rsidP="002F063D">
      <w:pPr>
        <w:pStyle w:val="StyleXMLSampleLatinBodyCalibri10ptLeft0"/>
      </w:pPr>
      <w:r>
        <w:rPr>
          <w:color w:val="0000FF"/>
        </w:rPr>
        <w:t>&lt;/Document&gt;</w:t>
      </w:r>
    </w:p>
    <w:p w14:paraId="252C4F8D" w14:textId="65E34E87" w:rsidR="004102E3" w:rsidRPr="00845EE4" w:rsidRDefault="004102E3" w:rsidP="004102E3">
      <w:pPr>
        <w:rPr>
          <w:b/>
          <w:u w:val="single"/>
        </w:rPr>
      </w:pPr>
      <w:r>
        <w:rPr>
          <w:b/>
          <w:u w:val="single"/>
        </w:rPr>
        <w:t>Example 3</w:t>
      </w:r>
    </w:p>
    <w:p w14:paraId="4347833C" w14:textId="583B3834" w:rsidR="004102E3" w:rsidRDefault="004102E3" w:rsidP="004102E3">
      <w:r w:rsidRPr="004102E3">
        <w:t>This third example describes how to use the meeting instruction</w:t>
      </w:r>
      <w:r>
        <w:t xml:space="preserve"> </w:t>
      </w:r>
      <w:r w:rsidRPr="004102E3">
        <w:t>message for the appointment of a proxy person.</w:t>
      </w:r>
    </w:p>
    <w:p w14:paraId="40275876" w14:textId="77777777" w:rsidR="004102E3" w:rsidRPr="004102E3" w:rsidRDefault="004102E3" w:rsidP="004102E3">
      <w:pPr>
        <w:rPr>
          <w:b/>
        </w:rPr>
      </w:pPr>
      <w:r w:rsidRPr="004102E3">
        <w:rPr>
          <w:b/>
        </w:rPr>
        <w:t>Terms</w:t>
      </w:r>
    </w:p>
    <w:p w14:paraId="7ED1CC06" w14:textId="3CAACB5F" w:rsidR="004102E3" w:rsidRPr="004102E3" w:rsidRDefault="004102E3" w:rsidP="004102E3">
      <w:r w:rsidRPr="004102E3">
        <w:t>The fund manager (FUMAUS33), which also manages Fund XYZ, sends</w:t>
      </w:r>
      <w:r>
        <w:t xml:space="preserve"> </w:t>
      </w:r>
      <w:r w:rsidRPr="004102E3">
        <w:t>a meeting instruction message to the custodian (GLOBUS33) advising</w:t>
      </w:r>
      <w:r>
        <w:t xml:space="preserve"> </w:t>
      </w:r>
      <w:r w:rsidRPr="004102E3">
        <w:t>that a proxy person has been assigned to attend the meeting on behalf</w:t>
      </w:r>
      <w:r>
        <w:t xml:space="preserve"> </w:t>
      </w:r>
      <w:r w:rsidRPr="004102E3">
        <w:t>of Fund XYZ. The proxy person will pick up the attendance card at</w:t>
      </w:r>
      <w:r>
        <w:t xml:space="preserve"> </w:t>
      </w:r>
      <w:r w:rsidRPr="004102E3">
        <w:t>the</w:t>
      </w:r>
      <w:r>
        <w:t xml:space="preserve"> entrance of the meeting.</w:t>
      </w:r>
    </w:p>
    <w:p w14:paraId="40798B6C" w14:textId="0099A264" w:rsidR="004102E3" w:rsidRDefault="004102E3" w:rsidP="004102E3">
      <w:r w:rsidRPr="004102E3">
        <w:t>The following graphic shows the flow of messages described in</w:t>
      </w:r>
      <w:r>
        <w:t xml:space="preserve"> </w:t>
      </w:r>
      <w:r w:rsidRPr="004102E3">
        <w:t>this example.</w:t>
      </w:r>
    </w:p>
    <w:p w14:paraId="321839CD" w14:textId="4010DC96" w:rsidR="004102E3" w:rsidRDefault="004102E3" w:rsidP="004102E3">
      <w:r>
        <w:rPr>
          <w:noProof/>
        </w:rPr>
        <w:drawing>
          <wp:inline distT="0" distB="0" distL="0" distR="0" wp14:anchorId="7754E01B" wp14:editId="078A253F">
            <wp:extent cx="5904865" cy="1416459"/>
            <wp:effectExtent l="0" t="0" r="635" b="0"/>
            <wp:docPr id="162" name="Picture 162" descr="\\BE-FILE01\jlittre$\MyData\01. STANDARDS\01. STD DEVELOPMENT DOMAINS\1. Securities\03. ProxyVoting\04. SR2015_CR\9. MX Full Doc\Sources\MeetingInstructionV04\flow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E-FILE01\jlittre$\MyData\01. STANDARDS\01. STD DEVELOPMENT DOMAINS\1. Securities\03. ProxyVoting\04. SR2015_CR\9. MX Full Doc\Sources\MeetingInstructionV04\flow3.bmp"/>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904865" cy="1416459"/>
                    </a:xfrm>
                    <a:prstGeom prst="rect">
                      <a:avLst/>
                    </a:prstGeom>
                    <a:noFill/>
                    <a:ln>
                      <a:noFill/>
                    </a:ln>
                  </pic:spPr>
                </pic:pic>
              </a:graphicData>
            </a:graphic>
          </wp:inline>
        </w:drawing>
      </w:r>
    </w:p>
    <w:p w14:paraId="12ABA274" w14:textId="77777777" w:rsidR="00022DF5" w:rsidRDefault="00022DF5" w:rsidP="00022DF5">
      <w:pPr>
        <w:rPr>
          <w:b/>
        </w:rPr>
      </w:pPr>
      <w:r w:rsidRPr="00845EE4">
        <w:rPr>
          <w:b/>
        </w:rPr>
        <w:t>Message Instance</w:t>
      </w:r>
      <w:r>
        <w:rPr>
          <w:b/>
        </w:rPr>
        <w:t xml:space="preserve"> (with application header)</w:t>
      </w:r>
    </w:p>
    <w:p w14:paraId="5D83FD67" w14:textId="77777777" w:rsidR="00022DF5" w:rsidRPr="00D33A3F" w:rsidRDefault="00022DF5" w:rsidP="00022DF5">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B9D3A47" w14:textId="77777777" w:rsidR="00022DF5" w:rsidRPr="00D33A3F" w:rsidRDefault="00022DF5" w:rsidP="00022DF5">
      <w:pPr>
        <w:pStyle w:val="XMLCode"/>
        <w:rPr>
          <w:highlight w:val="white"/>
        </w:rPr>
      </w:pPr>
      <w:r w:rsidRPr="00D33A3F">
        <w:rPr>
          <w:highlight w:val="white"/>
        </w:rPr>
        <w:tab/>
        <w:t>&lt;Fr&gt;</w:t>
      </w:r>
    </w:p>
    <w:p w14:paraId="49D171CF" w14:textId="77777777" w:rsidR="00022DF5" w:rsidRPr="00D33A3F" w:rsidRDefault="00022DF5" w:rsidP="00022DF5">
      <w:pPr>
        <w:pStyle w:val="XMLCode"/>
        <w:rPr>
          <w:highlight w:val="white"/>
        </w:rPr>
      </w:pPr>
      <w:r w:rsidRPr="00D33A3F">
        <w:rPr>
          <w:highlight w:val="white"/>
        </w:rPr>
        <w:tab/>
      </w:r>
      <w:r w:rsidRPr="00D33A3F">
        <w:rPr>
          <w:highlight w:val="white"/>
        </w:rPr>
        <w:tab/>
        <w:t>&lt;FIId&gt;</w:t>
      </w:r>
    </w:p>
    <w:p w14:paraId="0307FF00" w14:textId="77777777" w:rsidR="00022DF5" w:rsidRPr="00D33A3F" w:rsidRDefault="00022DF5" w:rsidP="00022DF5">
      <w:pPr>
        <w:pStyle w:val="XMLCode"/>
        <w:rPr>
          <w:highlight w:val="white"/>
        </w:rPr>
      </w:pPr>
      <w:r w:rsidRPr="00D33A3F">
        <w:rPr>
          <w:highlight w:val="white"/>
        </w:rPr>
        <w:tab/>
      </w:r>
      <w:r w:rsidRPr="00D33A3F">
        <w:rPr>
          <w:highlight w:val="white"/>
        </w:rPr>
        <w:tab/>
      </w:r>
      <w:r w:rsidRPr="00D33A3F">
        <w:rPr>
          <w:highlight w:val="white"/>
        </w:rPr>
        <w:tab/>
        <w:t>&lt;FinInstnId&gt;</w:t>
      </w:r>
    </w:p>
    <w:p w14:paraId="64CE4C95" w14:textId="77777777" w:rsidR="00022DF5" w:rsidRPr="00D33A3F" w:rsidRDefault="00022DF5" w:rsidP="00022DF5">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595CE910" w14:textId="77777777" w:rsidR="00022DF5" w:rsidRPr="00D33A3F" w:rsidRDefault="00022DF5" w:rsidP="00022DF5">
      <w:pPr>
        <w:pStyle w:val="XMLCode"/>
        <w:rPr>
          <w:highlight w:val="white"/>
        </w:rPr>
      </w:pPr>
      <w:r w:rsidRPr="00D33A3F">
        <w:rPr>
          <w:highlight w:val="white"/>
        </w:rPr>
        <w:tab/>
      </w:r>
      <w:r w:rsidRPr="00D33A3F">
        <w:rPr>
          <w:highlight w:val="white"/>
        </w:rPr>
        <w:tab/>
      </w:r>
      <w:r w:rsidRPr="00D33A3F">
        <w:rPr>
          <w:highlight w:val="white"/>
        </w:rPr>
        <w:tab/>
        <w:t>&lt;/FinInstnId&gt;</w:t>
      </w:r>
    </w:p>
    <w:p w14:paraId="5C660219" w14:textId="77777777" w:rsidR="00022DF5" w:rsidRPr="00D33A3F" w:rsidRDefault="00022DF5" w:rsidP="00022DF5">
      <w:pPr>
        <w:pStyle w:val="XMLCode"/>
        <w:rPr>
          <w:highlight w:val="white"/>
        </w:rPr>
      </w:pPr>
      <w:r w:rsidRPr="00D33A3F">
        <w:rPr>
          <w:highlight w:val="white"/>
        </w:rPr>
        <w:tab/>
      </w:r>
      <w:r w:rsidRPr="00D33A3F">
        <w:rPr>
          <w:highlight w:val="white"/>
        </w:rPr>
        <w:tab/>
        <w:t>&lt;/FIId&gt;</w:t>
      </w:r>
    </w:p>
    <w:p w14:paraId="506B5984" w14:textId="77777777" w:rsidR="00022DF5" w:rsidRPr="00D33A3F" w:rsidRDefault="00022DF5" w:rsidP="00022DF5">
      <w:pPr>
        <w:pStyle w:val="XMLCode"/>
        <w:rPr>
          <w:highlight w:val="white"/>
        </w:rPr>
      </w:pPr>
      <w:r w:rsidRPr="00D33A3F">
        <w:rPr>
          <w:highlight w:val="white"/>
        </w:rPr>
        <w:tab/>
        <w:t>&lt;/Fr&gt;</w:t>
      </w:r>
    </w:p>
    <w:p w14:paraId="4155EE07" w14:textId="77777777" w:rsidR="00022DF5" w:rsidRPr="00D33A3F" w:rsidRDefault="00022DF5" w:rsidP="00022DF5">
      <w:pPr>
        <w:pStyle w:val="XMLCode"/>
        <w:rPr>
          <w:highlight w:val="white"/>
        </w:rPr>
      </w:pPr>
      <w:r w:rsidRPr="00D33A3F">
        <w:rPr>
          <w:highlight w:val="white"/>
        </w:rPr>
        <w:tab/>
        <w:t>&lt;To&gt;</w:t>
      </w:r>
    </w:p>
    <w:p w14:paraId="18994A8D" w14:textId="77777777" w:rsidR="00022DF5" w:rsidRPr="00D33A3F" w:rsidRDefault="00022DF5" w:rsidP="00022DF5">
      <w:pPr>
        <w:pStyle w:val="XMLCode"/>
        <w:rPr>
          <w:highlight w:val="white"/>
        </w:rPr>
      </w:pPr>
      <w:r w:rsidRPr="00D33A3F">
        <w:rPr>
          <w:highlight w:val="white"/>
        </w:rPr>
        <w:tab/>
      </w:r>
      <w:r w:rsidRPr="00D33A3F">
        <w:rPr>
          <w:highlight w:val="white"/>
        </w:rPr>
        <w:tab/>
        <w:t>&lt;FIId&gt;</w:t>
      </w:r>
    </w:p>
    <w:p w14:paraId="4BCDCC0D" w14:textId="77777777" w:rsidR="00022DF5" w:rsidRPr="008A014D" w:rsidRDefault="00022DF5" w:rsidP="00022DF5">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3119FDD8" w14:textId="77777777" w:rsidR="00022DF5" w:rsidRPr="008A014D" w:rsidRDefault="00022DF5" w:rsidP="00022DF5">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4D2C0941" w14:textId="77777777" w:rsidR="00022DF5" w:rsidRPr="008A014D" w:rsidRDefault="00022DF5" w:rsidP="00022DF5">
      <w:pPr>
        <w:pStyle w:val="XMLCode"/>
        <w:rPr>
          <w:highlight w:val="white"/>
        </w:rPr>
      </w:pPr>
      <w:r w:rsidRPr="008A014D">
        <w:rPr>
          <w:highlight w:val="white"/>
        </w:rPr>
        <w:tab/>
      </w:r>
      <w:r w:rsidRPr="008A014D">
        <w:rPr>
          <w:highlight w:val="white"/>
        </w:rPr>
        <w:tab/>
      </w:r>
      <w:r w:rsidRPr="008A014D">
        <w:rPr>
          <w:highlight w:val="white"/>
        </w:rPr>
        <w:tab/>
        <w:t>&lt;/FinInstnId&gt;</w:t>
      </w:r>
    </w:p>
    <w:p w14:paraId="2D6BEEE3" w14:textId="77777777" w:rsidR="00022DF5" w:rsidRPr="00D33A3F" w:rsidRDefault="00022DF5" w:rsidP="00022DF5">
      <w:pPr>
        <w:pStyle w:val="XMLCode"/>
        <w:rPr>
          <w:highlight w:val="white"/>
        </w:rPr>
      </w:pPr>
      <w:r w:rsidRPr="008A014D">
        <w:rPr>
          <w:highlight w:val="white"/>
        </w:rPr>
        <w:tab/>
      </w:r>
      <w:r w:rsidRPr="008A014D">
        <w:rPr>
          <w:highlight w:val="white"/>
        </w:rPr>
        <w:tab/>
      </w:r>
      <w:r w:rsidRPr="00D33A3F">
        <w:rPr>
          <w:highlight w:val="white"/>
        </w:rPr>
        <w:t>&lt;/FIId&gt;</w:t>
      </w:r>
    </w:p>
    <w:p w14:paraId="20B84000" w14:textId="77777777" w:rsidR="00022DF5" w:rsidRPr="00D33A3F" w:rsidRDefault="00022DF5" w:rsidP="00022DF5">
      <w:pPr>
        <w:pStyle w:val="XMLCode"/>
        <w:rPr>
          <w:highlight w:val="white"/>
        </w:rPr>
      </w:pPr>
      <w:r w:rsidRPr="00D33A3F">
        <w:rPr>
          <w:highlight w:val="white"/>
        </w:rPr>
        <w:tab/>
        <w:t>&lt;/To&gt;</w:t>
      </w:r>
    </w:p>
    <w:p w14:paraId="577C090E" w14:textId="6E788413" w:rsidR="00022DF5" w:rsidRPr="00D33A3F" w:rsidRDefault="00022DF5" w:rsidP="00022DF5">
      <w:pPr>
        <w:pStyle w:val="XMLCode"/>
        <w:rPr>
          <w:highlight w:val="white"/>
        </w:rPr>
      </w:pPr>
      <w:r w:rsidRPr="00D33A3F">
        <w:rPr>
          <w:highlight w:val="white"/>
        </w:rPr>
        <w:tab/>
        <w:t>&lt;BizMsgIdr&gt;</w:t>
      </w:r>
      <w:r>
        <w:rPr>
          <w:highlight w:val="white"/>
        </w:rPr>
        <w:t>FUMA000000212</w:t>
      </w:r>
      <w:r w:rsidRPr="00D33A3F">
        <w:rPr>
          <w:highlight w:val="white"/>
        </w:rPr>
        <w:t>&lt;/BizMsgIdr&gt;</w:t>
      </w:r>
    </w:p>
    <w:p w14:paraId="4C743BBF" w14:textId="77777777" w:rsidR="00022DF5" w:rsidRPr="00D33A3F" w:rsidRDefault="00022DF5" w:rsidP="00022DF5">
      <w:pPr>
        <w:pStyle w:val="XMLCode"/>
        <w:rPr>
          <w:highlight w:val="white"/>
        </w:rPr>
      </w:pPr>
      <w:r>
        <w:rPr>
          <w:highlight w:val="white"/>
        </w:rPr>
        <w:tab/>
        <w:t>&lt;MsgDefIdr&gt;seev.004.001.07</w:t>
      </w:r>
      <w:r w:rsidRPr="00D33A3F">
        <w:rPr>
          <w:highlight w:val="white"/>
        </w:rPr>
        <w:t>&lt;/MsgDefIdr&gt;</w:t>
      </w:r>
    </w:p>
    <w:p w14:paraId="2224EA2D" w14:textId="59D36AE7" w:rsidR="00022DF5" w:rsidRPr="00D33A3F" w:rsidRDefault="00022DF5" w:rsidP="00022DF5">
      <w:pPr>
        <w:pStyle w:val="XMLCode"/>
        <w:rPr>
          <w:highlight w:val="white"/>
        </w:rPr>
      </w:pPr>
      <w:r w:rsidRPr="00D33A3F">
        <w:rPr>
          <w:highlight w:val="white"/>
        </w:rPr>
        <w:tab/>
        <w:t>&lt;CreDt</w:t>
      </w:r>
      <w:r>
        <w:rPr>
          <w:highlight w:val="white"/>
        </w:rPr>
        <w:t>&gt;2019-04-12T09:1</w:t>
      </w:r>
      <w:r w:rsidRPr="00D33A3F">
        <w:rPr>
          <w:highlight w:val="white"/>
        </w:rPr>
        <w:t>0:00Z&lt;/CreDt&gt;</w:t>
      </w:r>
    </w:p>
    <w:p w14:paraId="7D388760" w14:textId="77777777" w:rsidR="00022DF5" w:rsidRPr="00D33A3F" w:rsidRDefault="00022DF5" w:rsidP="00022DF5">
      <w:pPr>
        <w:pStyle w:val="XMLCode"/>
      </w:pPr>
      <w:r w:rsidRPr="00D33A3F">
        <w:rPr>
          <w:highlight w:val="white"/>
        </w:rPr>
        <w:t>&lt;/AppHdr&gt;</w:t>
      </w:r>
    </w:p>
    <w:p w14:paraId="7CAE7591" w14:textId="77777777" w:rsidR="00022DF5" w:rsidRDefault="00022DF5" w:rsidP="00022DF5">
      <w:pPr>
        <w:widowControl/>
        <w:spacing w:before="0"/>
      </w:pPr>
      <w:r w:rsidRPr="00D33A3F">
        <w:rPr>
          <w:highlight w:val="white"/>
        </w:rPr>
        <w:lastRenderedPageBreak/>
        <w:t>&lt;Document xmlns="urn:i</w:t>
      </w:r>
      <w:r>
        <w:rPr>
          <w:highlight w:val="white"/>
        </w:rPr>
        <w:t>so:std:iso:20022:tech:xsd:seev.004</w:t>
      </w:r>
      <w:r w:rsidRPr="00D33A3F">
        <w:rPr>
          <w:highlight w:val="white"/>
        </w:rPr>
        <w:t>.001.0</w:t>
      </w:r>
      <w:r>
        <w:rPr>
          <w:highlight w:val="white"/>
        </w:rPr>
        <w:t>7</w:t>
      </w:r>
      <w:r w:rsidRPr="00D33A3F">
        <w:rPr>
          <w:highlight w:val="white"/>
        </w:rPr>
        <w:t>" xmlns:xsi="http://www.w3.org/2001/XMLSchema-instance"&gt;</w:t>
      </w:r>
    </w:p>
    <w:p w14:paraId="77FDF29F" w14:textId="77777777" w:rsidR="00053C71" w:rsidRDefault="00053C71" w:rsidP="000C712A">
      <w:pPr>
        <w:pStyle w:val="StyleXMLSampleLatinBodyCalibri10ptLeft0"/>
        <w:rPr>
          <w:color w:val="000000"/>
          <w:highlight w:val="white"/>
        </w:rPr>
      </w:pPr>
      <w:r>
        <w:rPr>
          <w:color w:val="000000"/>
          <w:highlight w:val="white"/>
        </w:rPr>
        <w:tab/>
      </w:r>
      <w:r>
        <w:rPr>
          <w:color w:val="0000FF"/>
          <w:highlight w:val="white"/>
        </w:rPr>
        <w:t>&lt;</w:t>
      </w:r>
      <w:r>
        <w:rPr>
          <w:highlight w:val="white"/>
        </w:rPr>
        <w:t>MtgInstr</w:t>
      </w:r>
      <w:r>
        <w:rPr>
          <w:color w:val="0000FF"/>
          <w:highlight w:val="white"/>
        </w:rPr>
        <w:t>&gt;</w:t>
      </w:r>
    </w:p>
    <w:p w14:paraId="6451B499" w14:textId="6E3AD2BF" w:rsidR="00053C71" w:rsidRDefault="00053C71" w:rsidP="000C712A">
      <w:pPr>
        <w:pStyle w:val="StyleXMLSampleLatinBodyCalibri10ptLeft0"/>
        <w:rPr>
          <w:color w:val="0000FF"/>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1B3D7AE" w14:textId="1718B5E8" w:rsidR="000C712A" w:rsidRDefault="000C712A" w:rsidP="000C712A">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p>
    <w:p w14:paraId="2D8A2EB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292F1A3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0F0D93D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16EE3DA2"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4CBF3A1B"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5F24F7DF"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28460C9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225DC9E2"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0316B274"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18C8CD55"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6A79EA6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2226EEC"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5E063716"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2F7C41A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4CEF646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w:t>
      </w:r>
      <w:r>
        <w:rPr>
          <w:color w:val="0000FF"/>
          <w:highlight w:val="white"/>
        </w:rPr>
        <w:t>&gt;</w:t>
      </w:r>
    </w:p>
    <w:p w14:paraId="16EBC13A"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SnglInstrId</w:t>
      </w:r>
      <w:r>
        <w:rPr>
          <w:color w:val="0000FF"/>
          <w:highlight w:val="white"/>
        </w:rPr>
        <w:t>&gt;</w:t>
      </w:r>
      <w:r>
        <w:rPr>
          <w:color w:val="000000"/>
          <w:highlight w:val="white"/>
        </w:rPr>
        <w:t>XYZ852</w:t>
      </w:r>
      <w:r>
        <w:rPr>
          <w:color w:val="0000FF"/>
          <w:highlight w:val="white"/>
        </w:rPr>
        <w:t>&lt;/</w:t>
      </w:r>
      <w:r>
        <w:rPr>
          <w:highlight w:val="white"/>
        </w:rPr>
        <w:t>SnglInstrId</w:t>
      </w:r>
      <w:r>
        <w:rPr>
          <w:color w:val="0000FF"/>
          <w:highlight w:val="white"/>
        </w:rPr>
        <w:t>&gt;</w:t>
      </w:r>
    </w:p>
    <w:p w14:paraId="6D608092"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VoteExctnConf</w:t>
      </w:r>
      <w:r>
        <w:rPr>
          <w:color w:val="0000FF"/>
          <w:highlight w:val="white"/>
        </w:rPr>
        <w:t>&gt;</w:t>
      </w:r>
      <w:r>
        <w:rPr>
          <w:color w:val="000000"/>
          <w:highlight w:val="white"/>
        </w:rPr>
        <w:t>true</w:t>
      </w:r>
      <w:r>
        <w:rPr>
          <w:color w:val="0000FF"/>
          <w:highlight w:val="white"/>
        </w:rPr>
        <w:t>&lt;/</w:t>
      </w:r>
      <w:r>
        <w:rPr>
          <w:highlight w:val="white"/>
        </w:rPr>
        <w:t>VoteExctnConf</w:t>
      </w:r>
      <w:r>
        <w:rPr>
          <w:color w:val="0000FF"/>
          <w:highlight w:val="white"/>
        </w:rPr>
        <w:t>&gt;</w:t>
      </w:r>
    </w:p>
    <w:p w14:paraId="2A314B3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AcctDtls</w:t>
      </w:r>
      <w:r>
        <w:rPr>
          <w:color w:val="0000FF"/>
          <w:highlight w:val="white"/>
        </w:rPr>
        <w:t>&gt;</w:t>
      </w:r>
    </w:p>
    <w:p w14:paraId="401F3F4B"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AcctId</w:t>
      </w:r>
      <w:r>
        <w:rPr>
          <w:color w:val="0000FF"/>
          <w:highlight w:val="white"/>
        </w:rPr>
        <w:t>&gt;</w:t>
      </w:r>
      <w:r>
        <w:rPr>
          <w:color w:val="000000"/>
          <w:highlight w:val="white"/>
        </w:rPr>
        <w:t>852963</w:t>
      </w:r>
      <w:r>
        <w:rPr>
          <w:color w:val="0000FF"/>
          <w:highlight w:val="white"/>
        </w:rPr>
        <w:t>&lt;/</w:t>
      </w:r>
      <w:r>
        <w:rPr>
          <w:highlight w:val="white"/>
        </w:rPr>
        <w:t>AcctId</w:t>
      </w:r>
      <w:r>
        <w:rPr>
          <w:color w:val="0000FF"/>
          <w:highlight w:val="white"/>
        </w:rPr>
        <w:t>&gt;</w:t>
      </w:r>
    </w:p>
    <w:p w14:paraId="09CBF093"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AcctOwnr</w:t>
      </w:r>
      <w:r>
        <w:rPr>
          <w:color w:val="0000FF"/>
          <w:highlight w:val="white"/>
        </w:rPr>
        <w:t>&gt;</w:t>
      </w:r>
    </w:p>
    <w:p w14:paraId="6FD8E016"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6E199E0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67D0846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FUND XYZ</w:t>
      </w:r>
      <w:r>
        <w:rPr>
          <w:color w:val="0000FF"/>
          <w:highlight w:val="white"/>
        </w:rPr>
        <w:t>&lt;/</w:t>
      </w:r>
      <w:r>
        <w:rPr>
          <w:highlight w:val="white"/>
        </w:rPr>
        <w:t>Nm</w:t>
      </w:r>
      <w:r>
        <w:rPr>
          <w:color w:val="0000FF"/>
          <w:highlight w:val="white"/>
        </w:rPr>
        <w:t>&gt;</w:t>
      </w:r>
    </w:p>
    <w:p w14:paraId="45753C9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3DA325E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Philadelphia</w:t>
      </w:r>
      <w:r>
        <w:rPr>
          <w:color w:val="0000FF"/>
          <w:highlight w:val="white"/>
        </w:rPr>
        <w:t>&lt;/</w:t>
      </w:r>
      <w:r>
        <w:rPr>
          <w:highlight w:val="white"/>
        </w:rPr>
        <w:t>TwnNm</w:t>
      </w:r>
      <w:r>
        <w:rPr>
          <w:color w:val="0000FF"/>
          <w:highlight w:val="white"/>
        </w:rPr>
        <w:t>&gt;</w:t>
      </w:r>
    </w:p>
    <w:p w14:paraId="36F20B13"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US</w:t>
      </w:r>
      <w:r>
        <w:rPr>
          <w:color w:val="0000FF"/>
          <w:highlight w:val="white"/>
        </w:rPr>
        <w:t>&lt;/</w:t>
      </w:r>
      <w:r>
        <w:rPr>
          <w:highlight w:val="white"/>
        </w:rPr>
        <w:t>Ctry</w:t>
      </w:r>
      <w:r>
        <w:rPr>
          <w:color w:val="0000FF"/>
          <w:highlight w:val="white"/>
        </w:rPr>
        <w:t>&gt;</w:t>
      </w:r>
    </w:p>
    <w:p w14:paraId="7E9FB0EA"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4F52F91E"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D2BD455"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557D91F3"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FUNXUS33</w:t>
      </w:r>
      <w:r>
        <w:rPr>
          <w:color w:val="0000FF"/>
          <w:highlight w:val="white"/>
        </w:rPr>
        <w:t>&lt;/</w:t>
      </w:r>
      <w:r>
        <w:rPr>
          <w:highlight w:val="white"/>
        </w:rPr>
        <w:t>AnyBIC</w:t>
      </w:r>
      <w:r>
        <w:rPr>
          <w:color w:val="0000FF"/>
          <w:highlight w:val="white"/>
        </w:rPr>
        <w:t>&gt;</w:t>
      </w:r>
    </w:p>
    <w:p w14:paraId="4D5505A5"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51C67A22"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4648597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AcctOwnr</w:t>
      </w:r>
      <w:r>
        <w:rPr>
          <w:color w:val="0000FF"/>
          <w:highlight w:val="white"/>
        </w:rPr>
        <w:t>&gt;</w:t>
      </w:r>
    </w:p>
    <w:p w14:paraId="609D38BE"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InstdBal</w:t>
      </w:r>
      <w:r>
        <w:rPr>
          <w:color w:val="0000FF"/>
          <w:highlight w:val="white"/>
        </w:rPr>
        <w:t>&gt;</w:t>
      </w:r>
    </w:p>
    <w:p w14:paraId="0A96BD4C"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w:t>
      </w:r>
      <w:r>
        <w:rPr>
          <w:color w:val="0000FF"/>
          <w:highlight w:val="white"/>
        </w:rPr>
        <w:t>&gt;</w:t>
      </w:r>
    </w:p>
    <w:p w14:paraId="53E8D224"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QALL</w:t>
      </w:r>
      <w:r>
        <w:rPr>
          <w:color w:val="0000FF"/>
          <w:highlight w:val="white"/>
        </w:rPr>
        <w:t>&lt;/</w:t>
      </w:r>
      <w:r>
        <w:rPr>
          <w:highlight w:val="white"/>
        </w:rPr>
        <w:t>Cd</w:t>
      </w:r>
      <w:r>
        <w:rPr>
          <w:color w:val="0000FF"/>
          <w:highlight w:val="white"/>
        </w:rPr>
        <w:t>&gt;</w:t>
      </w:r>
    </w:p>
    <w:p w14:paraId="25D29E80"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Bal</w:t>
      </w:r>
      <w:r>
        <w:rPr>
          <w:color w:val="0000FF"/>
          <w:highlight w:val="white"/>
        </w:rPr>
        <w:t>&gt;</w:t>
      </w:r>
    </w:p>
    <w:p w14:paraId="1C174BC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InstdBal</w:t>
      </w:r>
      <w:r>
        <w:rPr>
          <w:color w:val="0000FF"/>
          <w:highlight w:val="white"/>
        </w:rPr>
        <w:t>&gt;</w:t>
      </w:r>
    </w:p>
    <w:p w14:paraId="44C3ACE6"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AcctDtls</w:t>
      </w:r>
      <w:r>
        <w:rPr>
          <w:color w:val="0000FF"/>
          <w:highlight w:val="white"/>
        </w:rPr>
        <w:t>&gt;</w:t>
      </w:r>
    </w:p>
    <w:p w14:paraId="21CCBA9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Prxy</w:t>
      </w:r>
      <w:r>
        <w:rPr>
          <w:color w:val="0000FF"/>
          <w:highlight w:val="white"/>
        </w:rPr>
        <w:t>&gt;</w:t>
      </w:r>
    </w:p>
    <w:p w14:paraId="461EEDD3"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PrxyTp</w:t>
      </w:r>
      <w:r>
        <w:rPr>
          <w:color w:val="0000FF"/>
          <w:highlight w:val="white"/>
        </w:rPr>
        <w:t>&gt;</w:t>
      </w:r>
      <w:r>
        <w:rPr>
          <w:color w:val="000000"/>
          <w:highlight w:val="white"/>
        </w:rPr>
        <w:t>DISC</w:t>
      </w:r>
      <w:r>
        <w:rPr>
          <w:color w:val="0000FF"/>
          <w:highlight w:val="white"/>
        </w:rPr>
        <w:t>&lt;/</w:t>
      </w:r>
      <w:r>
        <w:rPr>
          <w:highlight w:val="white"/>
        </w:rPr>
        <w:t>PrxyTp</w:t>
      </w:r>
      <w:r>
        <w:rPr>
          <w:color w:val="0000FF"/>
          <w:highlight w:val="white"/>
        </w:rPr>
        <w:t>&gt;</w:t>
      </w:r>
    </w:p>
    <w:p w14:paraId="2B968F9F"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PrsnDtls</w:t>
      </w:r>
      <w:r>
        <w:rPr>
          <w:color w:val="0000FF"/>
          <w:highlight w:val="white"/>
        </w:rPr>
        <w:t>&gt;</w:t>
      </w:r>
    </w:p>
    <w:p w14:paraId="4A1083AE"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PrssgndPrxy</w:t>
      </w:r>
      <w:r>
        <w:rPr>
          <w:color w:val="0000FF"/>
          <w:highlight w:val="white"/>
        </w:rPr>
        <w:t>&gt;</w:t>
      </w:r>
    </w:p>
    <w:p w14:paraId="76987789"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NtrlPrsn</w:t>
      </w:r>
      <w:r>
        <w:rPr>
          <w:color w:val="0000FF"/>
          <w:highlight w:val="white"/>
        </w:rPr>
        <w:t>&gt;</w:t>
      </w:r>
    </w:p>
    <w:p w14:paraId="522EADFE"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63D5C06A"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FrstNm</w:t>
      </w:r>
      <w:r>
        <w:rPr>
          <w:color w:val="0000FF"/>
          <w:highlight w:val="white"/>
        </w:rPr>
        <w:t>&gt;</w:t>
      </w:r>
      <w:r>
        <w:rPr>
          <w:color w:val="000000"/>
          <w:highlight w:val="white"/>
        </w:rPr>
        <w:t>John</w:t>
      </w:r>
      <w:r>
        <w:rPr>
          <w:color w:val="0000FF"/>
          <w:highlight w:val="white"/>
        </w:rPr>
        <w:t>&lt;/</w:t>
      </w:r>
      <w:r>
        <w:rPr>
          <w:highlight w:val="white"/>
        </w:rPr>
        <w:t>FrstNm</w:t>
      </w:r>
      <w:r>
        <w:rPr>
          <w:color w:val="0000FF"/>
          <w:highlight w:val="white"/>
        </w:rPr>
        <w:t>&gt;</w:t>
      </w:r>
    </w:p>
    <w:p w14:paraId="1A4385DE"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Srnm</w:t>
      </w:r>
      <w:r>
        <w:rPr>
          <w:color w:val="0000FF"/>
          <w:highlight w:val="white"/>
        </w:rPr>
        <w:t>&gt;</w:t>
      </w:r>
      <w:r>
        <w:rPr>
          <w:color w:val="000000"/>
          <w:highlight w:val="white"/>
        </w:rPr>
        <w:t>Smith</w:t>
      </w:r>
      <w:r>
        <w:rPr>
          <w:color w:val="0000FF"/>
          <w:highlight w:val="white"/>
        </w:rPr>
        <w:t>&lt;/</w:t>
      </w:r>
      <w:r>
        <w:rPr>
          <w:highlight w:val="white"/>
        </w:rPr>
        <w:t>Srnm</w:t>
      </w:r>
      <w:r>
        <w:rPr>
          <w:color w:val="0000FF"/>
          <w:highlight w:val="white"/>
        </w:rPr>
        <w:t>&gt;</w:t>
      </w:r>
    </w:p>
    <w:p w14:paraId="2B734395"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7FF46BD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5EDAFB1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r>
        <w:rPr>
          <w:color w:val="000000"/>
          <w:highlight w:val="white"/>
        </w:rPr>
        <w:t>564789GB</w:t>
      </w:r>
      <w:r>
        <w:rPr>
          <w:color w:val="0000FF"/>
          <w:highlight w:val="white"/>
        </w:rPr>
        <w:t>&lt;/</w:t>
      </w:r>
      <w:r>
        <w:rPr>
          <w:highlight w:val="white"/>
        </w:rPr>
        <w:t>Id</w:t>
      </w:r>
      <w:r>
        <w:rPr>
          <w:color w:val="0000FF"/>
          <w:highlight w:val="white"/>
        </w:rPr>
        <w:t>&gt;</w:t>
      </w:r>
    </w:p>
    <w:p w14:paraId="11DF7A4C"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IdTp</w:t>
      </w:r>
      <w:r>
        <w:rPr>
          <w:color w:val="0000FF"/>
          <w:highlight w:val="white"/>
        </w:rPr>
        <w:t>&gt;</w:t>
      </w:r>
    </w:p>
    <w:p w14:paraId="45638063"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CCPT</w:t>
      </w:r>
      <w:r>
        <w:rPr>
          <w:color w:val="0000FF"/>
          <w:highlight w:val="white"/>
        </w:rPr>
        <w:t>&lt;/</w:t>
      </w:r>
      <w:r>
        <w:rPr>
          <w:highlight w:val="white"/>
        </w:rPr>
        <w:t>Cd</w:t>
      </w:r>
      <w:r>
        <w:rPr>
          <w:color w:val="0000FF"/>
          <w:highlight w:val="white"/>
        </w:rPr>
        <w:t>&gt;</w:t>
      </w:r>
    </w:p>
    <w:p w14:paraId="15413A72" w14:textId="77777777" w:rsidR="00053C71" w:rsidRDefault="00053C71" w:rsidP="000C712A">
      <w:pPr>
        <w:pStyle w:val="StyleXMLSampleLatinBodyCalibri10ptLeft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IdTp</w:t>
      </w:r>
      <w:r>
        <w:rPr>
          <w:color w:val="0000FF"/>
          <w:highlight w:val="white"/>
        </w:rPr>
        <w:t>&gt;</w:t>
      </w:r>
    </w:p>
    <w:p w14:paraId="026BF126"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020EE81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NtrlPrsn</w:t>
      </w:r>
      <w:r>
        <w:rPr>
          <w:color w:val="0000FF"/>
          <w:highlight w:val="white"/>
        </w:rPr>
        <w:t>&gt;</w:t>
      </w:r>
    </w:p>
    <w:p w14:paraId="10EA976C"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PrssgndPrxy</w:t>
      </w:r>
      <w:r>
        <w:rPr>
          <w:color w:val="0000FF"/>
          <w:highlight w:val="white"/>
        </w:rPr>
        <w:t>&gt;</w:t>
      </w:r>
    </w:p>
    <w:p w14:paraId="12BFC54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EmplngPty</w:t>
      </w:r>
      <w:r>
        <w:rPr>
          <w:color w:val="0000FF"/>
          <w:highlight w:val="white"/>
        </w:rPr>
        <w:t>&gt;</w:t>
      </w:r>
    </w:p>
    <w:p w14:paraId="61FFE5B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PROXGB2L</w:t>
      </w:r>
      <w:r>
        <w:rPr>
          <w:color w:val="0000FF"/>
          <w:highlight w:val="white"/>
        </w:rPr>
        <w:t>&lt;/</w:t>
      </w:r>
      <w:r>
        <w:rPr>
          <w:highlight w:val="white"/>
        </w:rPr>
        <w:t>AnyBIC</w:t>
      </w:r>
      <w:r>
        <w:rPr>
          <w:color w:val="0000FF"/>
          <w:highlight w:val="white"/>
        </w:rPr>
        <w:t>&gt;</w:t>
      </w:r>
    </w:p>
    <w:p w14:paraId="311D6D1B"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EmplngPty</w:t>
      </w:r>
      <w:r>
        <w:rPr>
          <w:color w:val="0000FF"/>
          <w:highlight w:val="white"/>
        </w:rPr>
        <w:t>&gt;</w:t>
      </w:r>
    </w:p>
    <w:p w14:paraId="50EF663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AttndncCardDtls</w:t>
      </w:r>
      <w:r>
        <w:rPr>
          <w:color w:val="0000FF"/>
          <w:highlight w:val="white"/>
        </w:rPr>
        <w:t>&gt;</w:t>
      </w:r>
    </w:p>
    <w:p w14:paraId="0B316224"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DlvryMtd</w:t>
      </w:r>
      <w:r>
        <w:rPr>
          <w:color w:val="0000FF"/>
          <w:highlight w:val="white"/>
        </w:rPr>
        <w:t>&gt;</w:t>
      </w:r>
      <w:r>
        <w:rPr>
          <w:color w:val="000000"/>
          <w:highlight w:val="white"/>
        </w:rPr>
        <w:t>ENTR</w:t>
      </w:r>
      <w:r>
        <w:rPr>
          <w:color w:val="0000FF"/>
          <w:highlight w:val="white"/>
        </w:rPr>
        <w:t>&lt;/</w:t>
      </w:r>
      <w:r>
        <w:rPr>
          <w:highlight w:val="white"/>
        </w:rPr>
        <w:t>DlvryMtd</w:t>
      </w:r>
      <w:r>
        <w:rPr>
          <w:color w:val="0000FF"/>
          <w:highlight w:val="white"/>
        </w:rPr>
        <w:t>&gt;</w:t>
      </w:r>
    </w:p>
    <w:p w14:paraId="008EB2DC"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AttndncCardDtls</w:t>
      </w:r>
      <w:r>
        <w:rPr>
          <w:color w:val="0000FF"/>
          <w:highlight w:val="white"/>
        </w:rPr>
        <w:t>&gt;</w:t>
      </w:r>
    </w:p>
    <w:p w14:paraId="7D7042B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PrsnDtls</w:t>
      </w:r>
      <w:r>
        <w:rPr>
          <w:color w:val="0000FF"/>
          <w:highlight w:val="white"/>
        </w:rPr>
        <w:t>&gt;</w:t>
      </w:r>
    </w:p>
    <w:p w14:paraId="56BD3BEE"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Prxy</w:t>
      </w:r>
      <w:r>
        <w:rPr>
          <w:color w:val="0000FF"/>
          <w:highlight w:val="white"/>
        </w:rPr>
        <w:t>&gt;</w:t>
      </w:r>
    </w:p>
    <w:p w14:paraId="34B0F4C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VoteDtls</w:t>
      </w:r>
      <w:r>
        <w:rPr>
          <w:color w:val="0000FF"/>
          <w:highlight w:val="white"/>
        </w:rPr>
        <w:t>&gt;</w:t>
      </w:r>
    </w:p>
    <w:p w14:paraId="03AC2010"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VoteInstrForAgndRsltn</w:t>
      </w:r>
      <w:r>
        <w:rPr>
          <w:color w:val="0000FF"/>
          <w:highlight w:val="white"/>
        </w:rPr>
        <w:t>&gt;</w:t>
      </w:r>
    </w:p>
    <w:p w14:paraId="7D56B324"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VotePerAgndRsltn</w:t>
      </w:r>
      <w:r>
        <w:rPr>
          <w:color w:val="0000FF"/>
          <w:highlight w:val="white"/>
        </w:rPr>
        <w:t>&gt;</w:t>
      </w:r>
    </w:p>
    <w:p w14:paraId="0223682A"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235FBEF1"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1</w:t>
      </w:r>
      <w:r>
        <w:rPr>
          <w:color w:val="0000FF"/>
          <w:highlight w:val="white"/>
        </w:rPr>
        <w:t>&lt;/</w:t>
      </w:r>
      <w:r>
        <w:rPr>
          <w:highlight w:val="white"/>
        </w:rPr>
        <w:t>IssrLabl</w:t>
      </w:r>
      <w:r>
        <w:rPr>
          <w:color w:val="0000FF"/>
          <w:highlight w:val="white"/>
        </w:rPr>
        <w:t>&gt;</w:t>
      </w:r>
    </w:p>
    <w:p w14:paraId="2B2CF96C"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776974DB" w14:textId="0735506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sidR="000C712A">
        <w:rPr>
          <w:color w:val="000000"/>
          <w:highlight w:val="white"/>
        </w:rPr>
        <w:t>CFOR</w:t>
      </w:r>
      <w:r>
        <w:rPr>
          <w:color w:val="0000FF"/>
          <w:highlight w:val="white"/>
        </w:rPr>
        <w:t>&lt;/</w:t>
      </w:r>
      <w:r>
        <w:rPr>
          <w:highlight w:val="white"/>
        </w:rPr>
        <w:t>Tp</w:t>
      </w:r>
      <w:r>
        <w:rPr>
          <w:color w:val="0000FF"/>
          <w:highlight w:val="white"/>
        </w:rPr>
        <w:t>&gt;</w:t>
      </w:r>
    </w:p>
    <w:p w14:paraId="23B4E07C"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6D14B050"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4DBCE0E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620CD0D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2</w:t>
      </w:r>
      <w:r>
        <w:rPr>
          <w:color w:val="0000FF"/>
          <w:highlight w:val="white"/>
        </w:rPr>
        <w:t>&lt;/</w:t>
      </w:r>
      <w:r>
        <w:rPr>
          <w:highlight w:val="white"/>
        </w:rPr>
        <w:t>IssrLabl</w:t>
      </w:r>
      <w:r>
        <w:rPr>
          <w:color w:val="0000FF"/>
          <w:highlight w:val="white"/>
        </w:rPr>
        <w:t>&gt;</w:t>
      </w:r>
    </w:p>
    <w:p w14:paraId="20B58B0C"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6FA42040" w14:textId="458FE76E"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sidR="000C712A">
        <w:rPr>
          <w:color w:val="000000"/>
          <w:highlight w:val="white"/>
        </w:rPr>
        <w:t>CAGS</w:t>
      </w:r>
      <w:r>
        <w:rPr>
          <w:color w:val="0000FF"/>
          <w:highlight w:val="white"/>
        </w:rPr>
        <w:t>&lt;/</w:t>
      </w:r>
      <w:r>
        <w:rPr>
          <w:highlight w:val="white"/>
        </w:rPr>
        <w:t>Tp</w:t>
      </w:r>
      <w:r>
        <w:rPr>
          <w:color w:val="0000FF"/>
          <w:highlight w:val="white"/>
        </w:rPr>
        <w:t>&gt;</w:t>
      </w:r>
    </w:p>
    <w:p w14:paraId="06762FBD"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7F121C21"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74CE2036"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22B6AC22"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3</w:t>
      </w:r>
      <w:r>
        <w:rPr>
          <w:color w:val="0000FF"/>
          <w:highlight w:val="white"/>
        </w:rPr>
        <w:t>&lt;/</w:t>
      </w:r>
      <w:r>
        <w:rPr>
          <w:highlight w:val="white"/>
        </w:rPr>
        <w:t>IssrLabl</w:t>
      </w:r>
      <w:r>
        <w:rPr>
          <w:color w:val="0000FF"/>
          <w:highlight w:val="white"/>
        </w:rPr>
        <w:t>&gt;</w:t>
      </w:r>
    </w:p>
    <w:p w14:paraId="54F65936"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09C943B0" w14:textId="08155B6C"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sidR="000C712A">
        <w:rPr>
          <w:color w:val="000000"/>
          <w:highlight w:val="white"/>
        </w:rPr>
        <w:t>CFOR</w:t>
      </w:r>
      <w:r>
        <w:rPr>
          <w:color w:val="0000FF"/>
          <w:highlight w:val="white"/>
        </w:rPr>
        <w:t>&lt;/</w:t>
      </w:r>
      <w:r>
        <w:rPr>
          <w:highlight w:val="white"/>
        </w:rPr>
        <w:t>Tp</w:t>
      </w:r>
      <w:r>
        <w:rPr>
          <w:color w:val="0000FF"/>
          <w:highlight w:val="white"/>
        </w:rPr>
        <w:t>&gt;</w:t>
      </w:r>
    </w:p>
    <w:p w14:paraId="09366CF7"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VoteOptn</w:t>
      </w:r>
      <w:r>
        <w:rPr>
          <w:color w:val="0000FF"/>
          <w:highlight w:val="white"/>
        </w:rPr>
        <w:t>&gt;</w:t>
      </w:r>
    </w:p>
    <w:p w14:paraId="07FEF1C9"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GblVoteInstr</w:t>
      </w:r>
      <w:r>
        <w:rPr>
          <w:color w:val="0000FF"/>
          <w:highlight w:val="white"/>
        </w:rPr>
        <w:t>&gt;</w:t>
      </w:r>
    </w:p>
    <w:p w14:paraId="5A8E6C62"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VotePerAgndRsltn</w:t>
      </w:r>
      <w:r>
        <w:rPr>
          <w:color w:val="0000FF"/>
          <w:highlight w:val="white"/>
        </w:rPr>
        <w:t>&gt;</w:t>
      </w:r>
    </w:p>
    <w:p w14:paraId="24E0C691"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VoteInstrForAgndRsltn</w:t>
      </w:r>
      <w:r>
        <w:rPr>
          <w:color w:val="0000FF"/>
          <w:highlight w:val="white"/>
        </w:rPr>
        <w:t>&gt;</w:t>
      </w:r>
    </w:p>
    <w:p w14:paraId="5E2E6FC8"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VoteDtls</w:t>
      </w:r>
      <w:r>
        <w:rPr>
          <w:color w:val="0000FF"/>
          <w:highlight w:val="white"/>
        </w:rPr>
        <w:t>&gt;</w:t>
      </w:r>
    </w:p>
    <w:p w14:paraId="368333F5" w14:textId="77777777" w:rsidR="00053C71" w:rsidRDefault="00053C71" w:rsidP="000C712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w:t>
      </w:r>
      <w:r>
        <w:rPr>
          <w:color w:val="0000FF"/>
          <w:highlight w:val="white"/>
        </w:rPr>
        <w:t>&gt;</w:t>
      </w:r>
    </w:p>
    <w:p w14:paraId="3EED3424" w14:textId="77777777" w:rsidR="00022DF5" w:rsidRDefault="00053C71" w:rsidP="000C712A">
      <w:pPr>
        <w:pStyle w:val="StyleXMLSampleLatinBodyCalibri10ptLeft0"/>
      </w:pPr>
      <w:r>
        <w:rPr>
          <w:color w:val="000000"/>
          <w:highlight w:val="white"/>
        </w:rPr>
        <w:tab/>
      </w:r>
      <w:r>
        <w:rPr>
          <w:color w:val="0000FF"/>
          <w:highlight w:val="white"/>
        </w:rPr>
        <w:t>&lt;/</w:t>
      </w:r>
      <w:r>
        <w:rPr>
          <w:highlight w:val="white"/>
        </w:rPr>
        <w:t>MtgInstr</w:t>
      </w:r>
      <w:r>
        <w:rPr>
          <w:color w:val="0000FF"/>
          <w:highlight w:val="white"/>
        </w:rPr>
        <w:t>&gt;</w:t>
      </w:r>
      <w:r>
        <w:t xml:space="preserve"> </w:t>
      </w:r>
    </w:p>
    <w:p w14:paraId="50CD7331" w14:textId="6410485A" w:rsidR="0037156E" w:rsidRDefault="00022DF5" w:rsidP="000C712A">
      <w:pPr>
        <w:pStyle w:val="StyleXMLSampleLatinBodyCalibri10ptLeft0"/>
        <w:rPr>
          <w:b/>
          <w:sz w:val="24"/>
        </w:rPr>
      </w:pPr>
      <w:r>
        <w:t>&lt;/Document&gt;</w:t>
      </w:r>
      <w:r w:rsidR="0037156E">
        <w:br w:type="page"/>
      </w:r>
    </w:p>
    <w:p w14:paraId="2696F39E" w14:textId="600A516B" w:rsidR="00D726F7" w:rsidRPr="00446640" w:rsidRDefault="002B3630" w:rsidP="00446640">
      <w:pPr>
        <w:pStyle w:val="Heading2"/>
      </w:pPr>
      <w:bookmarkStart w:id="41" w:name="_Toc63870585"/>
      <w:r>
        <w:lastRenderedPageBreak/>
        <w:t>MeetingInstructionCancellationRequest</w:t>
      </w:r>
      <w:r w:rsidR="00870BD2">
        <w:t xml:space="preserve"> - s</w:t>
      </w:r>
      <w:r>
        <w:t>eev.00</w:t>
      </w:r>
      <w:r w:rsidR="00C0706C">
        <w:t>5.001</w:t>
      </w:r>
      <w:r w:rsidR="00A5525F">
        <w:t>.0</w:t>
      </w:r>
      <w:bookmarkEnd w:id="40"/>
      <w:r w:rsidR="00485C43">
        <w:t>7</w:t>
      </w:r>
      <w:bookmarkEnd w:id="41"/>
    </w:p>
    <w:p w14:paraId="3C66513B" w14:textId="77777777" w:rsidR="00D726F7" w:rsidRDefault="00D726F7" w:rsidP="00D726F7">
      <w:pPr>
        <w:rPr>
          <w:b/>
        </w:rPr>
      </w:pPr>
      <w:r w:rsidRPr="00EC1CD7">
        <w:rPr>
          <w:b/>
        </w:rPr>
        <w:t>Terms</w:t>
      </w:r>
    </w:p>
    <w:p w14:paraId="454034EC" w14:textId="6BA525BD" w:rsidR="00044042" w:rsidRPr="00044042" w:rsidRDefault="00044042" w:rsidP="00044042">
      <w:r w:rsidRPr="00044042">
        <w:t>A fund manager (FUMAUS33) sent a vote instruction to a custodian</w:t>
      </w:r>
      <w:r>
        <w:t xml:space="preserve"> </w:t>
      </w:r>
      <w:r w:rsidRPr="00044042">
        <w:t>(GLOBUS33) for</w:t>
      </w:r>
      <w:r>
        <w:t xml:space="preserve"> the account of Fund DEF. </w:t>
      </w:r>
    </w:p>
    <w:p w14:paraId="047CDC16" w14:textId="23A1073C" w:rsidR="00044042" w:rsidRPr="00044042" w:rsidRDefault="00044042" w:rsidP="00044042">
      <w:r w:rsidRPr="00044042">
        <w:t>As the sender made an error, a MeetingInstructionCancellationRequest</w:t>
      </w:r>
      <w:r>
        <w:t xml:space="preserve"> </w:t>
      </w:r>
      <w:r w:rsidRPr="00044042">
        <w:t>is sent to cancel the previous instruction (see example 2 in MeetingInstruction</w:t>
      </w:r>
      <w:r>
        <w:t xml:space="preserve"> chapter).</w:t>
      </w:r>
    </w:p>
    <w:p w14:paraId="4BF12207" w14:textId="5C7612CB" w:rsidR="00044042" w:rsidRPr="00044042" w:rsidRDefault="00044042" w:rsidP="00044042">
      <w:r w:rsidRPr="00044042">
        <w:t>The cancellation must be accepted or rejected through a MeetingInstructionStatus</w:t>
      </w:r>
      <w:r>
        <w:t xml:space="preserve"> </w:t>
      </w:r>
      <w:r w:rsidRPr="00044042">
        <w:t>message (see MeetingInstructionStatus chapter), before a new meeting</w:t>
      </w:r>
      <w:r>
        <w:t xml:space="preserve"> instruction can be sent.</w:t>
      </w:r>
    </w:p>
    <w:p w14:paraId="36D64208" w14:textId="07271B3F" w:rsidR="00044042" w:rsidRDefault="00044042" w:rsidP="00044042">
      <w:r w:rsidRPr="00044042">
        <w:t>The following graphic shows the flow of messages described in</w:t>
      </w:r>
      <w:r w:rsidR="00E80B55">
        <w:t xml:space="preserve"> </w:t>
      </w:r>
      <w:r w:rsidRPr="00044042">
        <w:t>this example.</w:t>
      </w:r>
    </w:p>
    <w:p w14:paraId="40866146" w14:textId="5CC8F53E" w:rsidR="00044042" w:rsidRPr="00EC1CD7" w:rsidRDefault="00044042" w:rsidP="00044042">
      <w:pPr>
        <w:rPr>
          <w:b/>
        </w:rPr>
      </w:pPr>
      <w:r>
        <w:rPr>
          <w:b/>
          <w:noProof/>
        </w:rPr>
        <w:drawing>
          <wp:inline distT="0" distB="0" distL="0" distR="0" wp14:anchorId="76BF85BD" wp14:editId="1A08EB74">
            <wp:extent cx="5904865" cy="2410702"/>
            <wp:effectExtent l="0" t="0" r="635" b="8890"/>
            <wp:docPr id="169" name="Picture 169" descr="\\BE-FILE01\jlittre$\MyData\01. STANDARDS\01. STD DEVELOPMENT DOMAINS\1. Securities\03. ProxyVoting\04. SR2015_CR\9. MX Full Doc\Sources\MeetingInstructionCancellationRequestV05\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E-FILE01\jlittre$\MyData\01. STANDARDS\01. STD DEVELOPMENT DOMAINS\1. Securities\03. ProxyVoting\04. SR2015_CR\9. MX Full Doc\Sources\MeetingInstructionCancellationRequestV05\flow2.bmp"/>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04865" cy="2410702"/>
                    </a:xfrm>
                    <a:prstGeom prst="rect">
                      <a:avLst/>
                    </a:prstGeom>
                    <a:noFill/>
                    <a:ln>
                      <a:noFill/>
                    </a:ln>
                  </pic:spPr>
                </pic:pic>
              </a:graphicData>
            </a:graphic>
          </wp:inline>
        </w:drawing>
      </w:r>
    </w:p>
    <w:p w14:paraId="30A26E42" w14:textId="50A61612" w:rsidR="00D726F7" w:rsidRDefault="00D726F7" w:rsidP="00446640">
      <w:pPr>
        <w:pStyle w:val="BlockLabel"/>
        <w:ind w:left="0"/>
      </w:pPr>
      <w:r w:rsidRPr="00471BEE">
        <w:t>Message Instance</w:t>
      </w:r>
      <w:r w:rsidR="002E100F">
        <w:t xml:space="preserve"> (with application header)</w:t>
      </w:r>
    </w:p>
    <w:p w14:paraId="28B4ACEE" w14:textId="77777777" w:rsidR="002E100F" w:rsidRPr="00D33A3F" w:rsidRDefault="002E100F" w:rsidP="002E100F">
      <w:pPr>
        <w:pStyle w:val="XMLCode"/>
        <w:rPr>
          <w:highlight w:val="white"/>
        </w:rPr>
      </w:pPr>
      <w:bookmarkStart w:id="42" w:name="_Toc259630502"/>
      <w:r w:rsidRPr="00D33A3F">
        <w:rPr>
          <w:highlight w:val="white"/>
        </w:rPr>
        <w:t>&lt;AppHdr xmlns="urn:iso:std:is</w:t>
      </w:r>
      <w:r>
        <w:rPr>
          <w:highlight w:val="white"/>
        </w:rPr>
        <w:t>o:20022:tech:xsd:head.001.001.02</w:t>
      </w:r>
      <w:r w:rsidRPr="00D33A3F">
        <w:rPr>
          <w:highlight w:val="white"/>
        </w:rPr>
        <w:t>" xmlns:n1="http://www.w3.org/2000/09/xmldsig#"&gt;</w:t>
      </w:r>
    </w:p>
    <w:p w14:paraId="365AEC38" w14:textId="77777777" w:rsidR="002E100F" w:rsidRPr="00D33A3F" w:rsidRDefault="002E100F" w:rsidP="002E100F">
      <w:pPr>
        <w:pStyle w:val="XMLCode"/>
        <w:rPr>
          <w:highlight w:val="white"/>
        </w:rPr>
      </w:pPr>
      <w:r w:rsidRPr="00D33A3F">
        <w:rPr>
          <w:highlight w:val="white"/>
        </w:rPr>
        <w:tab/>
        <w:t>&lt;Fr&gt;</w:t>
      </w:r>
    </w:p>
    <w:p w14:paraId="5924FE4D" w14:textId="77777777" w:rsidR="002E100F" w:rsidRPr="00D33A3F" w:rsidRDefault="002E100F" w:rsidP="002E100F">
      <w:pPr>
        <w:pStyle w:val="XMLCode"/>
        <w:rPr>
          <w:highlight w:val="white"/>
        </w:rPr>
      </w:pPr>
      <w:r w:rsidRPr="00D33A3F">
        <w:rPr>
          <w:highlight w:val="white"/>
        </w:rPr>
        <w:tab/>
      </w:r>
      <w:r w:rsidRPr="00D33A3F">
        <w:rPr>
          <w:highlight w:val="white"/>
        </w:rPr>
        <w:tab/>
        <w:t>&lt;FIId&gt;</w:t>
      </w:r>
    </w:p>
    <w:p w14:paraId="7B3CC7A1" w14:textId="77777777" w:rsidR="002E100F" w:rsidRPr="00D33A3F" w:rsidRDefault="002E100F" w:rsidP="002E100F">
      <w:pPr>
        <w:pStyle w:val="XMLCode"/>
        <w:rPr>
          <w:highlight w:val="white"/>
        </w:rPr>
      </w:pPr>
      <w:r w:rsidRPr="00D33A3F">
        <w:rPr>
          <w:highlight w:val="white"/>
        </w:rPr>
        <w:tab/>
      </w:r>
      <w:r w:rsidRPr="00D33A3F">
        <w:rPr>
          <w:highlight w:val="white"/>
        </w:rPr>
        <w:tab/>
      </w:r>
      <w:r w:rsidRPr="00D33A3F">
        <w:rPr>
          <w:highlight w:val="white"/>
        </w:rPr>
        <w:tab/>
        <w:t>&lt;FinInstnId&gt;</w:t>
      </w:r>
    </w:p>
    <w:p w14:paraId="65C36EC3" w14:textId="77777777" w:rsidR="002E100F" w:rsidRPr="00D33A3F" w:rsidRDefault="002E100F" w:rsidP="002E100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157D11AC" w14:textId="77777777" w:rsidR="002E100F" w:rsidRPr="00D33A3F" w:rsidRDefault="002E100F" w:rsidP="002E100F">
      <w:pPr>
        <w:pStyle w:val="XMLCode"/>
        <w:rPr>
          <w:highlight w:val="white"/>
        </w:rPr>
      </w:pPr>
      <w:r w:rsidRPr="00D33A3F">
        <w:rPr>
          <w:highlight w:val="white"/>
        </w:rPr>
        <w:tab/>
      </w:r>
      <w:r w:rsidRPr="00D33A3F">
        <w:rPr>
          <w:highlight w:val="white"/>
        </w:rPr>
        <w:tab/>
      </w:r>
      <w:r w:rsidRPr="00D33A3F">
        <w:rPr>
          <w:highlight w:val="white"/>
        </w:rPr>
        <w:tab/>
        <w:t>&lt;/FinInstnId&gt;</w:t>
      </w:r>
    </w:p>
    <w:p w14:paraId="7A1BBD5C" w14:textId="77777777" w:rsidR="002E100F" w:rsidRPr="00D33A3F" w:rsidRDefault="002E100F" w:rsidP="002E100F">
      <w:pPr>
        <w:pStyle w:val="XMLCode"/>
        <w:rPr>
          <w:highlight w:val="white"/>
        </w:rPr>
      </w:pPr>
      <w:r w:rsidRPr="00D33A3F">
        <w:rPr>
          <w:highlight w:val="white"/>
        </w:rPr>
        <w:tab/>
      </w:r>
      <w:r w:rsidRPr="00D33A3F">
        <w:rPr>
          <w:highlight w:val="white"/>
        </w:rPr>
        <w:tab/>
        <w:t>&lt;/FIId&gt;</w:t>
      </w:r>
    </w:p>
    <w:p w14:paraId="153C7660" w14:textId="77777777" w:rsidR="002E100F" w:rsidRPr="00D33A3F" w:rsidRDefault="002E100F" w:rsidP="002E100F">
      <w:pPr>
        <w:pStyle w:val="XMLCode"/>
        <w:rPr>
          <w:highlight w:val="white"/>
        </w:rPr>
      </w:pPr>
      <w:r w:rsidRPr="00D33A3F">
        <w:rPr>
          <w:highlight w:val="white"/>
        </w:rPr>
        <w:tab/>
        <w:t>&lt;/Fr&gt;</w:t>
      </w:r>
    </w:p>
    <w:p w14:paraId="4B95EF68" w14:textId="77777777" w:rsidR="002E100F" w:rsidRPr="00D33A3F" w:rsidRDefault="002E100F" w:rsidP="002E100F">
      <w:pPr>
        <w:pStyle w:val="XMLCode"/>
        <w:rPr>
          <w:highlight w:val="white"/>
        </w:rPr>
      </w:pPr>
      <w:r w:rsidRPr="00D33A3F">
        <w:rPr>
          <w:highlight w:val="white"/>
        </w:rPr>
        <w:tab/>
        <w:t>&lt;To&gt;</w:t>
      </w:r>
    </w:p>
    <w:p w14:paraId="520E3AE7" w14:textId="77777777" w:rsidR="002E100F" w:rsidRPr="00D33A3F" w:rsidRDefault="002E100F" w:rsidP="002E100F">
      <w:pPr>
        <w:pStyle w:val="XMLCode"/>
        <w:rPr>
          <w:highlight w:val="white"/>
        </w:rPr>
      </w:pPr>
      <w:r w:rsidRPr="00D33A3F">
        <w:rPr>
          <w:highlight w:val="white"/>
        </w:rPr>
        <w:tab/>
      </w:r>
      <w:r w:rsidRPr="00D33A3F">
        <w:rPr>
          <w:highlight w:val="white"/>
        </w:rPr>
        <w:tab/>
        <w:t>&lt;FIId&gt;</w:t>
      </w:r>
    </w:p>
    <w:p w14:paraId="06F68CC2" w14:textId="77777777" w:rsidR="002E100F" w:rsidRPr="008A014D" w:rsidRDefault="002E100F" w:rsidP="002E100F">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3B82A3FA" w14:textId="77777777" w:rsidR="002E100F" w:rsidRPr="008A014D" w:rsidRDefault="002E100F" w:rsidP="002E100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1DD97BD3" w14:textId="77777777" w:rsidR="002E100F" w:rsidRPr="008A014D" w:rsidRDefault="002E100F" w:rsidP="002E100F">
      <w:pPr>
        <w:pStyle w:val="XMLCode"/>
        <w:rPr>
          <w:highlight w:val="white"/>
        </w:rPr>
      </w:pPr>
      <w:r w:rsidRPr="008A014D">
        <w:rPr>
          <w:highlight w:val="white"/>
        </w:rPr>
        <w:tab/>
      </w:r>
      <w:r w:rsidRPr="008A014D">
        <w:rPr>
          <w:highlight w:val="white"/>
        </w:rPr>
        <w:tab/>
      </w:r>
      <w:r w:rsidRPr="008A014D">
        <w:rPr>
          <w:highlight w:val="white"/>
        </w:rPr>
        <w:tab/>
        <w:t>&lt;/FinInstnId&gt;</w:t>
      </w:r>
    </w:p>
    <w:p w14:paraId="3B700480" w14:textId="77777777" w:rsidR="002E100F" w:rsidRPr="00D33A3F" w:rsidRDefault="002E100F" w:rsidP="002E100F">
      <w:pPr>
        <w:pStyle w:val="XMLCode"/>
        <w:rPr>
          <w:highlight w:val="white"/>
        </w:rPr>
      </w:pPr>
      <w:r w:rsidRPr="008A014D">
        <w:rPr>
          <w:highlight w:val="white"/>
        </w:rPr>
        <w:tab/>
      </w:r>
      <w:r w:rsidRPr="008A014D">
        <w:rPr>
          <w:highlight w:val="white"/>
        </w:rPr>
        <w:tab/>
      </w:r>
      <w:r w:rsidRPr="00D33A3F">
        <w:rPr>
          <w:highlight w:val="white"/>
        </w:rPr>
        <w:t>&lt;/FIId&gt;</w:t>
      </w:r>
    </w:p>
    <w:p w14:paraId="53697AD7" w14:textId="77777777" w:rsidR="002E100F" w:rsidRPr="00D33A3F" w:rsidRDefault="002E100F" w:rsidP="002E100F">
      <w:pPr>
        <w:pStyle w:val="XMLCode"/>
        <w:rPr>
          <w:highlight w:val="white"/>
        </w:rPr>
      </w:pPr>
      <w:r w:rsidRPr="00D33A3F">
        <w:rPr>
          <w:highlight w:val="white"/>
        </w:rPr>
        <w:tab/>
        <w:t>&lt;/To&gt;</w:t>
      </w:r>
    </w:p>
    <w:p w14:paraId="109A69DE" w14:textId="34717C95" w:rsidR="002E100F" w:rsidRPr="00D33A3F" w:rsidRDefault="002E100F" w:rsidP="002E100F">
      <w:pPr>
        <w:pStyle w:val="XMLCode"/>
        <w:rPr>
          <w:highlight w:val="white"/>
        </w:rPr>
      </w:pPr>
      <w:r w:rsidRPr="00D33A3F">
        <w:rPr>
          <w:highlight w:val="white"/>
        </w:rPr>
        <w:tab/>
        <w:t>&lt;BizMsgIdr&gt;</w:t>
      </w:r>
      <w:r>
        <w:rPr>
          <w:highlight w:val="white"/>
        </w:rPr>
        <w:t>FUMA000000354</w:t>
      </w:r>
      <w:r w:rsidRPr="00D33A3F">
        <w:rPr>
          <w:highlight w:val="white"/>
        </w:rPr>
        <w:t>&lt;/BizMsgIdr&gt;</w:t>
      </w:r>
    </w:p>
    <w:p w14:paraId="0EDC225F" w14:textId="48A1724D" w:rsidR="002E100F" w:rsidRPr="00D33A3F" w:rsidRDefault="002E100F" w:rsidP="002E100F">
      <w:pPr>
        <w:pStyle w:val="XMLCode"/>
        <w:rPr>
          <w:highlight w:val="white"/>
        </w:rPr>
      </w:pPr>
      <w:r>
        <w:rPr>
          <w:highlight w:val="white"/>
        </w:rPr>
        <w:tab/>
        <w:t>&lt;MsgDefIdr&gt;seev.005.001.07</w:t>
      </w:r>
      <w:r w:rsidRPr="00D33A3F">
        <w:rPr>
          <w:highlight w:val="white"/>
        </w:rPr>
        <w:t>&lt;/MsgDefIdr&gt;</w:t>
      </w:r>
    </w:p>
    <w:p w14:paraId="2E1F5D3F" w14:textId="159A4864" w:rsidR="002E100F" w:rsidRPr="00D33A3F" w:rsidRDefault="002E100F" w:rsidP="002E100F">
      <w:pPr>
        <w:pStyle w:val="XMLCode"/>
        <w:rPr>
          <w:highlight w:val="white"/>
        </w:rPr>
      </w:pPr>
      <w:r w:rsidRPr="00D33A3F">
        <w:rPr>
          <w:highlight w:val="white"/>
        </w:rPr>
        <w:tab/>
        <w:t>&lt;CreDt</w:t>
      </w:r>
      <w:r>
        <w:rPr>
          <w:highlight w:val="white"/>
        </w:rPr>
        <w:t>&gt;2019-04-11T17:40</w:t>
      </w:r>
      <w:r w:rsidRPr="00D33A3F">
        <w:rPr>
          <w:highlight w:val="white"/>
        </w:rPr>
        <w:t>:00Z&lt;/CreDt&gt;</w:t>
      </w:r>
    </w:p>
    <w:p w14:paraId="0448FF59" w14:textId="77777777" w:rsidR="002E100F" w:rsidRPr="00D33A3F" w:rsidRDefault="002E100F" w:rsidP="002E100F">
      <w:pPr>
        <w:pStyle w:val="XMLCode"/>
      </w:pPr>
      <w:r w:rsidRPr="00D33A3F">
        <w:rPr>
          <w:highlight w:val="white"/>
        </w:rPr>
        <w:t>&lt;/AppHdr&gt;</w:t>
      </w:r>
    </w:p>
    <w:p w14:paraId="7F78BB6A" w14:textId="4D801DCD" w:rsidR="002E100F" w:rsidRDefault="002E100F" w:rsidP="002E100F">
      <w:pPr>
        <w:widowControl/>
        <w:spacing w:before="0"/>
      </w:pPr>
      <w:r w:rsidRPr="00D33A3F">
        <w:rPr>
          <w:highlight w:val="white"/>
        </w:rPr>
        <w:lastRenderedPageBreak/>
        <w:t>&lt;Document xmlns="urn:i</w:t>
      </w:r>
      <w:r>
        <w:rPr>
          <w:highlight w:val="white"/>
        </w:rPr>
        <w:t>so:std:iso:20022:tech:xsd:seev.005</w:t>
      </w:r>
      <w:r w:rsidRPr="00D33A3F">
        <w:rPr>
          <w:highlight w:val="white"/>
        </w:rPr>
        <w:t>.001.0</w:t>
      </w:r>
      <w:r>
        <w:rPr>
          <w:highlight w:val="white"/>
        </w:rPr>
        <w:t>7</w:t>
      </w:r>
      <w:r w:rsidRPr="00D33A3F">
        <w:rPr>
          <w:highlight w:val="white"/>
        </w:rPr>
        <w:t>" xmlns:xsi="http://www.w3.org/2001/XMLSchema-instance"&gt;</w:t>
      </w:r>
    </w:p>
    <w:p w14:paraId="53716F64" w14:textId="77777777" w:rsidR="009E6587" w:rsidRDefault="009E6587" w:rsidP="00405A8E">
      <w:pPr>
        <w:pStyle w:val="StyleXMLSampleLatinBodyCalibri10ptLeft0"/>
        <w:rPr>
          <w:color w:val="000000"/>
          <w:highlight w:val="white"/>
        </w:rPr>
      </w:pPr>
      <w:r>
        <w:rPr>
          <w:color w:val="000000"/>
          <w:highlight w:val="white"/>
        </w:rPr>
        <w:tab/>
      </w:r>
      <w:r>
        <w:rPr>
          <w:color w:val="0000FF"/>
          <w:highlight w:val="white"/>
        </w:rPr>
        <w:t>&lt;</w:t>
      </w:r>
      <w:r>
        <w:rPr>
          <w:highlight w:val="white"/>
        </w:rPr>
        <w:t>MtgInstrCxlReq</w:t>
      </w:r>
      <w:r>
        <w:rPr>
          <w:color w:val="0000FF"/>
          <w:highlight w:val="white"/>
        </w:rPr>
        <w:t>&gt;</w:t>
      </w:r>
    </w:p>
    <w:p w14:paraId="41CB3D8C" w14:textId="3301D274"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MtgInstrId</w:t>
      </w:r>
      <w:r>
        <w:rPr>
          <w:color w:val="0000FF"/>
          <w:highlight w:val="white"/>
        </w:rPr>
        <w:t>&gt;</w:t>
      </w:r>
      <w:r w:rsidR="002E100F">
        <w:rPr>
          <w:highlight w:val="white"/>
        </w:rPr>
        <w:t>FUMA000000098</w:t>
      </w:r>
      <w:r>
        <w:rPr>
          <w:color w:val="0000FF"/>
          <w:highlight w:val="white"/>
        </w:rPr>
        <w:t>&lt;/</w:t>
      </w:r>
      <w:r>
        <w:rPr>
          <w:highlight w:val="white"/>
        </w:rPr>
        <w:t>MtgInstrId</w:t>
      </w:r>
      <w:r>
        <w:rPr>
          <w:color w:val="0000FF"/>
          <w:highlight w:val="white"/>
        </w:rPr>
        <w:t>&gt;</w:t>
      </w:r>
    </w:p>
    <w:p w14:paraId="2D05051E" w14:textId="4C90F2E7" w:rsidR="009E6587" w:rsidRDefault="009E6587" w:rsidP="00405A8E">
      <w:pPr>
        <w:pStyle w:val="StyleXMLSampleLatinBodyCalibri10ptLeft0"/>
        <w:rPr>
          <w:color w:val="0000FF"/>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FC37144" w14:textId="285964B7" w:rsidR="00405A8E" w:rsidRDefault="00405A8E" w:rsidP="00405A8E">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p>
    <w:p w14:paraId="34A220E6"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4AD4D898"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62860C2B"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4B8DBC5D"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17802776"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2A768E05"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2133197B"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406537FC"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ToBeCancInstr</w:t>
      </w:r>
      <w:r>
        <w:rPr>
          <w:color w:val="0000FF"/>
          <w:highlight w:val="white"/>
        </w:rPr>
        <w:t>&gt;</w:t>
      </w:r>
    </w:p>
    <w:p w14:paraId="06219026"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SnglInstrId</w:t>
      </w:r>
      <w:r>
        <w:rPr>
          <w:color w:val="0000FF"/>
          <w:highlight w:val="white"/>
        </w:rPr>
        <w:t>&gt;</w:t>
      </w:r>
      <w:r>
        <w:rPr>
          <w:color w:val="000000"/>
          <w:highlight w:val="white"/>
        </w:rPr>
        <w:t>DEF456</w:t>
      </w:r>
      <w:r>
        <w:rPr>
          <w:color w:val="0000FF"/>
          <w:highlight w:val="white"/>
        </w:rPr>
        <w:t>&lt;/</w:t>
      </w:r>
      <w:r>
        <w:rPr>
          <w:highlight w:val="white"/>
        </w:rPr>
        <w:t>SnglInstrId</w:t>
      </w:r>
      <w:r>
        <w:rPr>
          <w:color w:val="0000FF"/>
          <w:highlight w:val="white"/>
        </w:rPr>
        <w:t>&gt;</w:t>
      </w:r>
    </w:p>
    <w:p w14:paraId="50A3ADDD"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ToBeCancInstr</w:t>
      </w:r>
      <w:r>
        <w:rPr>
          <w:color w:val="0000FF"/>
          <w:highlight w:val="white"/>
        </w:rPr>
        <w:t>&gt;</w:t>
      </w:r>
    </w:p>
    <w:p w14:paraId="5C5CE919" w14:textId="77777777" w:rsidR="002E100F" w:rsidRDefault="009E6587" w:rsidP="00405A8E">
      <w:pPr>
        <w:pStyle w:val="StyleXMLSampleLatinBodyCalibri10ptLeft0"/>
        <w:rPr>
          <w:color w:val="0000FF"/>
        </w:rPr>
      </w:pPr>
      <w:r>
        <w:rPr>
          <w:color w:val="000000"/>
          <w:highlight w:val="white"/>
        </w:rPr>
        <w:tab/>
      </w:r>
      <w:r>
        <w:rPr>
          <w:color w:val="0000FF"/>
          <w:highlight w:val="white"/>
        </w:rPr>
        <w:t>&lt;/</w:t>
      </w:r>
      <w:r>
        <w:rPr>
          <w:highlight w:val="white"/>
        </w:rPr>
        <w:t>MtgInstrCxlReq</w:t>
      </w:r>
      <w:r>
        <w:rPr>
          <w:color w:val="0000FF"/>
          <w:highlight w:val="white"/>
        </w:rPr>
        <w:t>&gt;</w:t>
      </w:r>
    </w:p>
    <w:p w14:paraId="5ED787A7" w14:textId="21989315" w:rsidR="0037156E" w:rsidRDefault="002E100F" w:rsidP="00405A8E">
      <w:pPr>
        <w:pStyle w:val="StyleXMLSampleLatinBodyCalibri10ptLeft0"/>
        <w:rPr>
          <w:b/>
          <w:sz w:val="24"/>
        </w:rPr>
      </w:pPr>
      <w:r>
        <w:rPr>
          <w:color w:val="0000FF"/>
        </w:rPr>
        <w:t>&lt;/Document&gt;</w:t>
      </w:r>
      <w:r w:rsidR="0037156E">
        <w:br w:type="page"/>
      </w:r>
    </w:p>
    <w:p w14:paraId="49650432" w14:textId="5D0C9CFE" w:rsidR="00D726F7" w:rsidRPr="00446640" w:rsidRDefault="002B3630" w:rsidP="00446640">
      <w:pPr>
        <w:pStyle w:val="Heading2"/>
      </w:pPr>
      <w:bookmarkStart w:id="43" w:name="_Toc63870586"/>
      <w:r>
        <w:lastRenderedPageBreak/>
        <w:t>MeetingInstructionStatus - seev.006</w:t>
      </w:r>
      <w:r w:rsidR="00C0706C">
        <w:t>.001</w:t>
      </w:r>
      <w:r>
        <w:t>.0</w:t>
      </w:r>
      <w:bookmarkEnd w:id="42"/>
      <w:r w:rsidR="00485C43">
        <w:t>7</w:t>
      </w:r>
      <w:bookmarkEnd w:id="43"/>
    </w:p>
    <w:p w14:paraId="3E91632A" w14:textId="1A36EE79" w:rsidR="00E80B55" w:rsidRPr="00E80B55" w:rsidRDefault="00E80B55" w:rsidP="00D726F7">
      <w:pPr>
        <w:rPr>
          <w:b/>
          <w:u w:val="single"/>
        </w:rPr>
      </w:pPr>
      <w:r w:rsidRPr="00E80B55">
        <w:rPr>
          <w:b/>
          <w:u w:val="single"/>
        </w:rPr>
        <w:t>Example 1</w:t>
      </w:r>
    </w:p>
    <w:p w14:paraId="6A9611D4" w14:textId="0C4176CF" w:rsidR="00E80B55" w:rsidRDefault="00E80B55" w:rsidP="00E80B55">
      <w:r w:rsidRPr="00E80B55">
        <w:t>This example describes how the meeting instruction status message</w:t>
      </w:r>
      <w:r>
        <w:t xml:space="preserve"> </w:t>
      </w:r>
      <w:r w:rsidRPr="00E80B55">
        <w:t>is used to confirm the processing or rejection status of a meeting</w:t>
      </w:r>
      <w:r>
        <w:t xml:space="preserve"> </w:t>
      </w:r>
      <w:r w:rsidRPr="00E80B55">
        <w:t>instruction message.</w:t>
      </w:r>
    </w:p>
    <w:p w14:paraId="5058B7D2" w14:textId="77777777" w:rsidR="00D726F7" w:rsidRPr="005426D0" w:rsidRDefault="00D726F7" w:rsidP="00D726F7">
      <w:pPr>
        <w:rPr>
          <w:b/>
        </w:rPr>
      </w:pPr>
      <w:r w:rsidRPr="005426D0">
        <w:rPr>
          <w:b/>
        </w:rPr>
        <w:t>Terms</w:t>
      </w:r>
    </w:p>
    <w:p w14:paraId="06D2CF1B" w14:textId="7C277DDF" w:rsidR="00E80B55" w:rsidRDefault="00E80B55" w:rsidP="00E80B55">
      <w:r>
        <w:t xml:space="preserve">A fund manager (FUMAUS33) sent on 11 April a split voting instruction related to the Big Corp general meeting to a custodian (GLOBUS33) on behalf of Fund ABC. The custodian uses the meeting instruction status message to confirm the </w:t>
      </w:r>
      <w:r w:rsidR="00FE51D9">
        <w:t xml:space="preserve">acceptance and forwarding along the chain </w:t>
      </w:r>
      <w:r>
        <w:t>of this instruction for the Fund ABC account.</w:t>
      </w:r>
    </w:p>
    <w:p w14:paraId="2AC0B94C" w14:textId="7CF36B9C" w:rsidR="00E80B55" w:rsidRDefault="00E80B55" w:rsidP="00E80B55">
      <w:r>
        <w:t>The following graphic shows the flow of messages described in this example:</w:t>
      </w:r>
    </w:p>
    <w:p w14:paraId="725DBD6A" w14:textId="14899759" w:rsidR="00E80B55" w:rsidRPr="00E80B55" w:rsidRDefault="00E80B55" w:rsidP="00E80B55">
      <w:pPr>
        <w:rPr>
          <w:lang w:eastAsia="en-US"/>
        </w:rPr>
      </w:pPr>
      <w:r>
        <w:rPr>
          <w:noProof/>
        </w:rPr>
        <w:drawing>
          <wp:inline distT="0" distB="0" distL="0" distR="0" wp14:anchorId="4E0A5B2B" wp14:editId="142CC4E1">
            <wp:extent cx="5629275" cy="2247900"/>
            <wp:effectExtent l="0" t="0" r="9525" b="0"/>
            <wp:docPr id="174" name="Picture 174" descr="\\BE-FILE01\jlittre$\MyData\01. STANDARDS\01. STD DEVELOPMENT DOMAINS\1. Securities\03. ProxyVoting\04. SR2015_CR\9. MX Full Doc\Sources\MeetingInstructionStatusV05\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E-FILE01\jlittre$\MyData\01. STANDARDS\01. STD DEVELOPMENT DOMAINS\1. Securities\03. ProxyVoting\04. SR2015_CR\9. MX Full Doc\Sources\MeetingInstructionStatusV05\flow1.bmp"/>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63AC89F2" w14:textId="77777777" w:rsidR="00BB74F4" w:rsidRDefault="00BB74F4" w:rsidP="00BB74F4">
      <w:pPr>
        <w:pStyle w:val="BlockLabel"/>
        <w:ind w:left="0"/>
      </w:pPr>
      <w:r w:rsidRPr="00471BEE">
        <w:t>Message Instance</w:t>
      </w:r>
      <w:r>
        <w:t xml:space="preserve"> (with application header)</w:t>
      </w:r>
    </w:p>
    <w:p w14:paraId="6D34ED17" w14:textId="77777777" w:rsidR="00BB74F4" w:rsidRPr="00D33A3F" w:rsidRDefault="00BB74F4" w:rsidP="00BB74F4">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27885F1" w14:textId="77777777" w:rsidR="00BB74F4" w:rsidRPr="00D33A3F" w:rsidRDefault="00BB74F4" w:rsidP="00BB74F4">
      <w:pPr>
        <w:pStyle w:val="XMLCode"/>
        <w:rPr>
          <w:highlight w:val="white"/>
        </w:rPr>
      </w:pPr>
      <w:r w:rsidRPr="00D33A3F">
        <w:rPr>
          <w:highlight w:val="white"/>
        </w:rPr>
        <w:tab/>
        <w:t>&lt;Fr&gt;</w:t>
      </w:r>
    </w:p>
    <w:p w14:paraId="04B72853" w14:textId="77777777" w:rsidR="00BB74F4" w:rsidRPr="00D33A3F" w:rsidRDefault="00BB74F4" w:rsidP="00BB74F4">
      <w:pPr>
        <w:pStyle w:val="XMLCode"/>
        <w:rPr>
          <w:highlight w:val="white"/>
        </w:rPr>
      </w:pPr>
      <w:r w:rsidRPr="00D33A3F">
        <w:rPr>
          <w:highlight w:val="white"/>
        </w:rPr>
        <w:tab/>
      </w:r>
      <w:r w:rsidRPr="00D33A3F">
        <w:rPr>
          <w:highlight w:val="white"/>
        </w:rPr>
        <w:tab/>
        <w:t>&lt;FIId&gt;</w:t>
      </w:r>
    </w:p>
    <w:p w14:paraId="0192AD5B" w14:textId="77777777" w:rsidR="00BB74F4" w:rsidRPr="00D33A3F" w:rsidRDefault="00BB74F4" w:rsidP="00BB74F4">
      <w:pPr>
        <w:pStyle w:val="XMLCode"/>
        <w:rPr>
          <w:highlight w:val="white"/>
        </w:rPr>
      </w:pPr>
      <w:r w:rsidRPr="00D33A3F">
        <w:rPr>
          <w:highlight w:val="white"/>
        </w:rPr>
        <w:tab/>
      </w:r>
      <w:r w:rsidRPr="00D33A3F">
        <w:rPr>
          <w:highlight w:val="white"/>
        </w:rPr>
        <w:tab/>
      </w:r>
      <w:r w:rsidRPr="00D33A3F">
        <w:rPr>
          <w:highlight w:val="white"/>
        </w:rPr>
        <w:tab/>
        <w:t>&lt;FinInstnId&gt;</w:t>
      </w:r>
    </w:p>
    <w:p w14:paraId="73112E2F" w14:textId="20A90E8D" w:rsidR="00BB74F4" w:rsidRPr="00D33A3F" w:rsidRDefault="00BB74F4" w:rsidP="00BB74F4">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94433">
        <w:t>GLOBUS33</w:t>
      </w:r>
      <w:r>
        <w:t>XXX</w:t>
      </w:r>
      <w:r w:rsidRPr="00D33A3F">
        <w:rPr>
          <w:highlight w:val="white"/>
        </w:rPr>
        <w:t>&lt;/BICFI&gt;</w:t>
      </w:r>
    </w:p>
    <w:p w14:paraId="7525AEC4" w14:textId="77777777" w:rsidR="00BB74F4" w:rsidRPr="00D33A3F" w:rsidRDefault="00BB74F4" w:rsidP="00BB74F4">
      <w:pPr>
        <w:pStyle w:val="XMLCode"/>
        <w:rPr>
          <w:highlight w:val="white"/>
        </w:rPr>
      </w:pPr>
      <w:r w:rsidRPr="00D33A3F">
        <w:rPr>
          <w:highlight w:val="white"/>
        </w:rPr>
        <w:tab/>
      </w:r>
      <w:r w:rsidRPr="00D33A3F">
        <w:rPr>
          <w:highlight w:val="white"/>
        </w:rPr>
        <w:tab/>
      </w:r>
      <w:r w:rsidRPr="00D33A3F">
        <w:rPr>
          <w:highlight w:val="white"/>
        </w:rPr>
        <w:tab/>
        <w:t>&lt;/FinInstnId&gt;</w:t>
      </w:r>
    </w:p>
    <w:p w14:paraId="41AE9DF3" w14:textId="77777777" w:rsidR="00BB74F4" w:rsidRPr="00D33A3F" w:rsidRDefault="00BB74F4" w:rsidP="00BB74F4">
      <w:pPr>
        <w:pStyle w:val="XMLCode"/>
        <w:rPr>
          <w:highlight w:val="white"/>
        </w:rPr>
      </w:pPr>
      <w:r w:rsidRPr="00D33A3F">
        <w:rPr>
          <w:highlight w:val="white"/>
        </w:rPr>
        <w:tab/>
      </w:r>
      <w:r w:rsidRPr="00D33A3F">
        <w:rPr>
          <w:highlight w:val="white"/>
        </w:rPr>
        <w:tab/>
        <w:t>&lt;/FIId&gt;</w:t>
      </w:r>
    </w:p>
    <w:p w14:paraId="62EE39C8" w14:textId="77777777" w:rsidR="00BB74F4" w:rsidRPr="00D33A3F" w:rsidRDefault="00BB74F4" w:rsidP="00BB74F4">
      <w:pPr>
        <w:pStyle w:val="XMLCode"/>
        <w:rPr>
          <w:highlight w:val="white"/>
        </w:rPr>
      </w:pPr>
      <w:r w:rsidRPr="00D33A3F">
        <w:rPr>
          <w:highlight w:val="white"/>
        </w:rPr>
        <w:tab/>
        <w:t>&lt;/Fr&gt;</w:t>
      </w:r>
    </w:p>
    <w:p w14:paraId="682BAAEF" w14:textId="77777777" w:rsidR="00BB74F4" w:rsidRPr="00D33A3F" w:rsidRDefault="00BB74F4" w:rsidP="00BB74F4">
      <w:pPr>
        <w:pStyle w:val="XMLCode"/>
        <w:rPr>
          <w:highlight w:val="white"/>
        </w:rPr>
      </w:pPr>
      <w:r w:rsidRPr="00D33A3F">
        <w:rPr>
          <w:highlight w:val="white"/>
        </w:rPr>
        <w:tab/>
        <w:t>&lt;To&gt;</w:t>
      </w:r>
    </w:p>
    <w:p w14:paraId="6E4987A3" w14:textId="77777777" w:rsidR="00BB74F4" w:rsidRPr="00D33A3F" w:rsidRDefault="00BB74F4" w:rsidP="00BB74F4">
      <w:pPr>
        <w:pStyle w:val="XMLCode"/>
        <w:rPr>
          <w:highlight w:val="white"/>
        </w:rPr>
      </w:pPr>
      <w:r w:rsidRPr="00D33A3F">
        <w:rPr>
          <w:highlight w:val="white"/>
        </w:rPr>
        <w:tab/>
      </w:r>
      <w:r w:rsidRPr="00D33A3F">
        <w:rPr>
          <w:highlight w:val="white"/>
        </w:rPr>
        <w:tab/>
        <w:t>&lt;FIId&gt;</w:t>
      </w:r>
    </w:p>
    <w:p w14:paraId="15E558E0" w14:textId="77777777" w:rsidR="00BB74F4" w:rsidRPr="008A014D" w:rsidRDefault="00BB74F4" w:rsidP="00BB74F4">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1A8F4924" w14:textId="6B31F588" w:rsidR="00BB74F4" w:rsidRPr="008A014D" w:rsidRDefault="00BB74F4" w:rsidP="00BB74F4">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Pr>
          <w:highlight w:val="white"/>
        </w:rPr>
        <w:t>FUMAUS33XXX</w:t>
      </w:r>
      <w:r w:rsidRPr="008A014D">
        <w:rPr>
          <w:highlight w:val="white"/>
        </w:rPr>
        <w:t>&lt;/BICFI&gt;</w:t>
      </w:r>
    </w:p>
    <w:p w14:paraId="05F5B3A9" w14:textId="77777777" w:rsidR="00BB74F4" w:rsidRPr="008A014D" w:rsidRDefault="00BB74F4" w:rsidP="00BB74F4">
      <w:pPr>
        <w:pStyle w:val="XMLCode"/>
        <w:rPr>
          <w:highlight w:val="white"/>
        </w:rPr>
      </w:pPr>
      <w:r w:rsidRPr="008A014D">
        <w:rPr>
          <w:highlight w:val="white"/>
        </w:rPr>
        <w:tab/>
      </w:r>
      <w:r w:rsidRPr="008A014D">
        <w:rPr>
          <w:highlight w:val="white"/>
        </w:rPr>
        <w:tab/>
      </w:r>
      <w:r w:rsidRPr="008A014D">
        <w:rPr>
          <w:highlight w:val="white"/>
        </w:rPr>
        <w:tab/>
        <w:t>&lt;/FinInstnId&gt;</w:t>
      </w:r>
    </w:p>
    <w:p w14:paraId="3DFA1C1B" w14:textId="77777777" w:rsidR="00BB74F4" w:rsidRPr="00D33A3F" w:rsidRDefault="00BB74F4" w:rsidP="00BB74F4">
      <w:pPr>
        <w:pStyle w:val="XMLCode"/>
        <w:rPr>
          <w:highlight w:val="white"/>
        </w:rPr>
      </w:pPr>
      <w:r w:rsidRPr="008A014D">
        <w:rPr>
          <w:highlight w:val="white"/>
        </w:rPr>
        <w:tab/>
      </w:r>
      <w:r w:rsidRPr="008A014D">
        <w:rPr>
          <w:highlight w:val="white"/>
        </w:rPr>
        <w:tab/>
      </w:r>
      <w:r w:rsidRPr="00D33A3F">
        <w:rPr>
          <w:highlight w:val="white"/>
        </w:rPr>
        <w:t>&lt;/FIId&gt;</w:t>
      </w:r>
    </w:p>
    <w:p w14:paraId="3F151D1D" w14:textId="77777777" w:rsidR="00BB74F4" w:rsidRPr="00D33A3F" w:rsidRDefault="00BB74F4" w:rsidP="00BB74F4">
      <w:pPr>
        <w:pStyle w:val="XMLCode"/>
        <w:rPr>
          <w:highlight w:val="white"/>
        </w:rPr>
      </w:pPr>
      <w:r w:rsidRPr="00D33A3F">
        <w:rPr>
          <w:highlight w:val="white"/>
        </w:rPr>
        <w:tab/>
        <w:t>&lt;/To&gt;</w:t>
      </w:r>
    </w:p>
    <w:p w14:paraId="280AAB31" w14:textId="5EB3C107" w:rsidR="00BB74F4" w:rsidRPr="00D33A3F" w:rsidRDefault="00BB74F4" w:rsidP="00BB74F4">
      <w:pPr>
        <w:pStyle w:val="XMLCode"/>
        <w:rPr>
          <w:highlight w:val="white"/>
        </w:rPr>
      </w:pPr>
      <w:r w:rsidRPr="00D33A3F">
        <w:rPr>
          <w:highlight w:val="white"/>
        </w:rPr>
        <w:tab/>
        <w:t>&lt;BizMsgIdr&gt;</w:t>
      </w:r>
      <w:r>
        <w:rPr>
          <w:highlight w:val="white"/>
        </w:rPr>
        <w:t>GLOB</w:t>
      </w:r>
      <w:r w:rsidR="00905705">
        <w:rPr>
          <w:highlight w:val="white"/>
        </w:rPr>
        <w:t>000000001</w:t>
      </w:r>
      <w:r w:rsidRPr="00D33A3F">
        <w:rPr>
          <w:highlight w:val="white"/>
        </w:rPr>
        <w:t>&lt;/BizMsgIdr&gt;</w:t>
      </w:r>
    </w:p>
    <w:p w14:paraId="3C563F7B" w14:textId="30211C48" w:rsidR="00BB74F4" w:rsidRPr="00D33A3F" w:rsidRDefault="00BB74F4" w:rsidP="00BB74F4">
      <w:pPr>
        <w:pStyle w:val="XMLCode"/>
        <w:rPr>
          <w:highlight w:val="white"/>
        </w:rPr>
      </w:pPr>
      <w:r>
        <w:rPr>
          <w:highlight w:val="white"/>
        </w:rPr>
        <w:tab/>
        <w:t>&lt;MsgDefIdr&gt;seev.006.001.07</w:t>
      </w:r>
      <w:r w:rsidRPr="00D33A3F">
        <w:rPr>
          <w:highlight w:val="white"/>
        </w:rPr>
        <w:t>&lt;/MsgDefIdr&gt;</w:t>
      </w:r>
    </w:p>
    <w:p w14:paraId="53CE32DD" w14:textId="34297788" w:rsidR="00BB74F4" w:rsidRPr="00D33A3F" w:rsidRDefault="00BB74F4" w:rsidP="00BB74F4">
      <w:pPr>
        <w:pStyle w:val="XMLCode"/>
        <w:rPr>
          <w:highlight w:val="white"/>
        </w:rPr>
      </w:pPr>
      <w:r w:rsidRPr="00D33A3F">
        <w:rPr>
          <w:highlight w:val="white"/>
        </w:rPr>
        <w:tab/>
        <w:t>&lt;CreDt</w:t>
      </w:r>
      <w:r w:rsidR="00905705">
        <w:rPr>
          <w:highlight w:val="white"/>
        </w:rPr>
        <w:t>&gt;2019-04-11T10:3</w:t>
      </w:r>
      <w:r>
        <w:rPr>
          <w:highlight w:val="white"/>
        </w:rPr>
        <w:t>0</w:t>
      </w:r>
      <w:r w:rsidRPr="00D33A3F">
        <w:rPr>
          <w:highlight w:val="white"/>
        </w:rPr>
        <w:t>:00Z&lt;/CreDt&gt;</w:t>
      </w:r>
    </w:p>
    <w:p w14:paraId="288238AE" w14:textId="77777777" w:rsidR="00BB74F4" w:rsidRPr="00D33A3F" w:rsidRDefault="00BB74F4" w:rsidP="00BB74F4">
      <w:pPr>
        <w:pStyle w:val="XMLCode"/>
      </w:pPr>
      <w:r w:rsidRPr="00D33A3F">
        <w:rPr>
          <w:highlight w:val="white"/>
        </w:rPr>
        <w:t>&lt;/AppHdr&gt;</w:t>
      </w:r>
    </w:p>
    <w:p w14:paraId="26C5305F" w14:textId="14F4B1E5" w:rsidR="00BB74F4" w:rsidRDefault="00BB74F4" w:rsidP="00BB74F4">
      <w:pPr>
        <w:widowControl/>
        <w:spacing w:before="0"/>
      </w:pPr>
      <w:r w:rsidRPr="00D33A3F">
        <w:rPr>
          <w:highlight w:val="white"/>
        </w:rPr>
        <w:lastRenderedPageBreak/>
        <w:t>&lt;Document xmlns="urn:i</w:t>
      </w:r>
      <w:r>
        <w:rPr>
          <w:highlight w:val="white"/>
        </w:rPr>
        <w:t>so:std:iso:20022:tech:xsd:seev.00</w:t>
      </w:r>
      <w:r w:rsidR="00905705">
        <w:rPr>
          <w:highlight w:val="white"/>
        </w:rPr>
        <w:t>6</w:t>
      </w:r>
      <w:r w:rsidRPr="00D33A3F">
        <w:rPr>
          <w:highlight w:val="white"/>
        </w:rPr>
        <w:t>.001.0</w:t>
      </w:r>
      <w:r>
        <w:rPr>
          <w:highlight w:val="white"/>
        </w:rPr>
        <w:t>7</w:t>
      </w:r>
      <w:r w:rsidRPr="00D33A3F">
        <w:rPr>
          <w:highlight w:val="white"/>
        </w:rPr>
        <w:t>" xmlns:xsi="http://www.w3.org/2001/XMLSchema-instance"&gt;</w:t>
      </w:r>
    </w:p>
    <w:p w14:paraId="1D0597B1" w14:textId="77777777" w:rsidR="00FE51D9" w:rsidRDefault="00FE51D9" w:rsidP="00402EAD">
      <w:pPr>
        <w:pStyle w:val="StyleXMLSampleLatinBodyCalibri10ptLeft0"/>
        <w:rPr>
          <w:color w:val="000000"/>
          <w:highlight w:val="white"/>
        </w:rPr>
      </w:pPr>
      <w:r>
        <w:rPr>
          <w:color w:val="000000"/>
          <w:highlight w:val="white"/>
        </w:rPr>
        <w:tab/>
      </w:r>
      <w:r>
        <w:rPr>
          <w:color w:val="0000FF"/>
          <w:highlight w:val="white"/>
        </w:rPr>
        <w:t>&lt;</w:t>
      </w:r>
      <w:r>
        <w:rPr>
          <w:highlight w:val="white"/>
        </w:rPr>
        <w:t>MtgInstrSts</w:t>
      </w:r>
      <w:r>
        <w:rPr>
          <w:color w:val="0000FF"/>
          <w:highlight w:val="white"/>
        </w:rPr>
        <w:t>&gt;</w:t>
      </w:r>
    </w:p>
    <w:p w14:paraId="7A993571"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w:t>
      </w:r>
      <w:r>
        <w:rPr>
          <w:color w:val="0000FF"/>
          <w:highlight w:val="white"/>
        </w:rPr>
        <w:t>&gt;</w:t>
      </w:r>
    </w:p>
    <w:p w14:paraId="62A42F94" w14:textId="2F1198AE"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InstrId</w:t>
      </w:r>
      <w:r>
        <w:rPr>
          <w:color w:val="0000FF"/>
          <w:highlight w:val="white"/>
        </w:rPr>
        <w:t>&gt;</w:t>
      </w:r>
      <w:r w:rsidR="00905705">
        <w:rPr>
          <w:highlight w:val="white"/>
        </w:rPr>
        <w:t>FUMA000000098</w:t>
      </w:r>
      <w:r>
        <w:rPr>
          <w:color w:val="0000FF"/>
          <w:highlight w:val="white"/>
        </w:rPr>
        <w:t>&lt;/</w:t>
      </w:r>
      <w:r>
        <w:rPr>
          <w:highlight w:val="white"/>
        </w:rPr>
        <w:t>InstrId</w:t>
      </w:r>
      <w:r>
        <w:rPr>
          <w:color w:val="0000FF"/>
          <w:highlight w:val="white"/>
        </w:rPr>
        <w:t>&gt;</w:t>
      </w:r>
    </w:p>
    <w:p w14:paraId="4FC22099"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w:t>
      </w:r>
      <w:r>
        <w:rPr>
          <w:color w:val="0000FF"/>
          <w:highlight w:val="white"/>
        </w:rPr>
        <w:t>&gt;</w:t>
      </w:r>
    </w:p>
    <w:p w14:paraId="656973A2" w14:textId="45BFBD1B" w:rsidR="00FE51D9" w:rsidRDefault="00FE51D9" w:rsidP="00402EAD">
      <w:pPr>
        <w:pStyle w:val="StyleXMLSampleLatinBodyCalibri10ptLeft0"/>
        <w:rPr>
          <w:color w:val="0000FF"/>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7C69F0E" w14:textId="753EF1A4" w:rsidR="00BC64E5" w:rsidRDefault="00BC64E5" w:rsidP="00402EAD">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p>
    <w:p w14:paraId="1985F6D4"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435AE8D9"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11A3B1C3"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4FE75304"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78689DBC"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60783AF8"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7F7B17BA"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304A4065"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2B95260E"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13E1A5E1"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52A56475"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2E0BAD6E"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11090F09"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239276FB"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44EB4331"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InstrTpSts</w:t>
      </w:r>
      <w:r>
        <w:rPr>
          <w:color w:val="0000FF"/>
          <w:highlight w:val="white"/>
        </w:rPr>
        <w:t>&gt;</w:t>
      </w:r>
    </w:p>
    <w:p w14:paraId="107D77A2"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InstrSts</w:t>
      </w:r>
      <w:r>
        <w:rPr>
          <w:color w:val="0000FF"/>
          <w:highlight w:val="white"/>
        </w:rPr>
        <w:t>&gt;</w:t>
      </w:r>
    </w:p>
    <w:p w14:paraId="54320475" w14:textId="05C07D86"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SnglInstrId</w:t>
      </w:r>
      <w:r>
        <w:rPr>
          <w:color w:val="0000FF"/>
          <w:highlight w:val="white"/>
        </w:rPr>
        <w:t>&gt;</w:t>
      </w:r>
      <w:r>
        <w:rPr>
          <w:color w:val="000000"/>
          <w:highlight w:val="white"/>
        </w:rPr>
        <w:t>ABC123</w:t>
      </w:r>
      <w:r>
        <w:rPr>
          <w:color w:val="0000FF"/>
          <w:highlight w:val="white"/>
        </w:rPr>
        <w:t>&lt;/</w:t>
      </w:r>
      <w:r>
        <w:rPr>
          <w:highlight w:val="white"/>
        </w:rPr>
        <w:t>SnglInstrId</w:t>
      </w:r>
      <w:r>
        <w:rPr>
          <w:color w:val="0000FF"/>
          <w:highlight w:val="white"/>
        </w:rPr>
        <w:t>&gt;</w:t>
      </w:r>
    </w:p>
    <w:p w14:paraId="1DE1E8C7" w14:textId="1173553F"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AcctId</w:t>
      </w:r>
      <w:r>
        <w:rPr>
          <w:color w:val="0000FF"/>
          <w:highlight w:val="white"/>
        </w:rPr>
        <w:t>&gt;</w:t>
      </w:r>
      <w:r>
        <w:rPr>
          <w:color w:val="000000"/>
          <w:highlight w:val="white"/>
        </w:rPr>
        <w:t>123456</w:t>
      </w:r>
      <w:r>
        <w:rPr>
          <w:color w:val="0000FF"/>
          <w:highlight w:val="white"/>
        </w:rPr>
        <w:t>&lt;/</w:t>
      </w:r>
      <w:r>
        <w:rPr>
          <w:highlight w:val="white"/>
        </w:rPr>
        <w:t>AcctId</w:t>
      </w:r>
      <w:r>
        <w:rPr>
          <w:color w:val="0000FF"/>
          <w:highlight w:val="white"/>
        </w:rPr>
        <w:t>&gt;</w:t>
      </w:r>
    </w:p>
    <w:p w14:paraId="7EABDFD3" w14:textId="61B936B8"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InstrSts</w:t>
      </w:r>
      <w:r>
        <w:rPr>
          <w:color w:val="0000FF"/>
          <w:highlight w:val="white"/>
        </w:rPr>
        <w:t>&gt;</w:t>
      </w:r>
    </w:p>
    <w:p w14:paraId="22B69113" w14:textId="5A7E78AB"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PrcgSts</w:t>
      </w:r>
      <w:r>
        <w:rPr>
          <w:color w:val="0000FF"/>
          <w:highlight w:val="white"/>
        </w:rPr>
        <w:t>&gt;</w:t>
      </w:r>
    </w:p>
    <w:p w14:paraId="50E83D46" w14:textId="01CD531F"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Sts</w:t>
      </w:r>
      <w:r>
        <w:rPr>
          <w:color w:val="0000FF"/>
          <w:highlight w:val="white"/>
        </w:rPr>
        <w:t>&gt;</w:t>
      </w:r>
      <w:r>
        <w:rPr>
          <w:color w:val="000000"/>
          <w:highlight w:val="white"/>
        </w:rPr>
        <w:t>FRWD</w:t>
      </w:r>
      <w:r>
        <w:rPr>
          <w:color w:val="0000FF"/>
          <w:highlight w:val="white"/>
        </w:rPr>
        <w:t>&lt;/</w:t>
      </w:r>
      <w:r>
        <w:rPr>
          <w:highlight w:val="white"/>
        </w:rPr>
        <w:t>Sts</w:t>
      </w:r>
      <w:r>
        <w:rPr>
          <w:color w:val="0000FF"/>
          <w:highlight w:val="white"/>
        </w:rPr>
        <w:t>&gt;</w:t>
      </w:r>
    </w:p>
    <w:p w14:paraId="7883892F" w14:textId="1A9B6306"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PrcgSts</w:t>
      </w:r>
      <w:r>
        <w:rPr>
          <w:color w:val="0000FF"/>
          <w:highlight w:val="white"/>
        </w:rPr>
        <w:t>&gt;</w:t>
      </w:r>
    </w:p>
    <w:p w14:paraId="6932B959" w14:textId="7CCBC95D"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InstrSts</w:t>
      </w:r>
      <w:r>
        <w:rPr>
          <w:color w:val="0000FF"/>
          <w:highlight w:val="white"/>
        </w:rPr>
        <w:t>&gt;</w:t>
      </w:r>
    </w:p>
    <w:p w14:paraId="6A4FCCF2"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InstrSts</w:t>
      </w:r>
      <w:r>
        <w:rPr>
          <w:color w:val="0000FF"/>
          <w:highlight w:val="white"/>
        </w:rPr>
        <w:t>&gt;</w:t>
      </w:r>
    </w:p>
    <w:p w14:paraId="127650D6"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InstrTpSts</w:t>
      </w:r>
      <w:r>
        <w:rPr>
          <w:color w:val="0000FF"/>
          <w:highlight w:val="white"/>
        </w:rPr>
        <w:t>&gt;</w:t>
      </w:r>
    </w:p>
    <w:p w14:paraId="6007CAF3"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CnfrmgPty</w:t>
      </w:r>
      <w:r>
        <w:rPr>
          <w:color w:val="0000FF"/>
          <w:highlight w:val="white"/>
        </w:rPr>
        <w:t>&gt;</w:t>
      </w:r>
    </w:p>
    <w:p w14:paraId="2601C8BC"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2D7EA2D3"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6E3939EA"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Global Custodian PLC</w:t>
      </w:r>
      <w:r>
        <w:rPr>
          <w:color w:val="0000FF"/>
          <w:highlight w:val="white"/>
        </w:rPr>
        <w:t>&lt;/</w:t>
      </w:r>
      <w:r>
        <w:rPr>
          <w:highlight w:val="white"/>
        </w:rPr>
        <w:t>Nm</w:t>
      </w:r>
      <w:r>
        <w:rPr>
          <w:color w:val="0000FF"/>
          <w:highlight w:val="white"/>
        </w:rPr>
        <w:t>&gt;</w:t>
      </w:r>
    </w:p>
    <w:p w14:paraId="246FA7DE"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6A87ABD0"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71D7454B"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GLOBUS33</w:t>
      </w:r>
      <w:r>
        <w:rPr>
          <w:color w:val="0000FF"/>
          <w:highlight w:val="white"/>
        </w:rPr>
        <w:t>&lt;/</w:t>
      </w:r>
      <w:r>
        <w:rPr>
          <w:highlight w:val="white"/>
        </w:rPr>
        <w:t>AnyBIC</w:t>
      </w:r>
      <w:r>
        <w:rPr>
          <w:color w:val="0000FF"/>
          <w:highlight w:val="white"/>
        </w:rPr>
        <w:t>&gt;</w:t>
      </w:r>
    </w:p>
    <w:p w14:paraId="6A8A3C50"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5438C2D2"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2096D280"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CnfrmgPty</w:t>
      </w:r>
      <w:r>
        <w:rPr>
          <w:color w:val="0000FF"/>
          <w:highlight w:val="white"/>
        </w:rPr>
        <w:t>&gt;</w:t>
      </w:r>
    </w:p>
    <w:p w14:paraId="551634AB"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VoteCstgPty</w:t>
      </w:r>
      <w:r>
        <w:rPr>
          <w:color w:val="0000FF"/>
          <w:highlight w:val="white"/>
        </w:rPr>
        <w:t>&gt;</w:t>
      </w:r>
    </w:p>
    <w:p w14:paraId="4FEF587D"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2C22A17B"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4799BF01"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FUND XYZ</w:t>
      </w:r>
      <w:r>
        <w:rPr>
          <w:color w:val="0000FF"/>
          <w:highlight w:val="white"/>
        </w:rPr>
        <w:t>&lt;/</w:t>
      </w:r>
      <w:r>
        <w:rPr>
          <w:highlight w:val="white"/>
        </w:rPr>
        <w:t>Nm</w:t>
      </w:r>
      <w:r>
        <w:rPr>
          <w:color w:val="0000FF"/>
          <w:highlight w:val="white"/>
        </w:rPr>
        <w:t>&gt;</w:t>
      </w:r>
    </w:p>
    <w:p w14:paraId="7041629A"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1770949A"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550185BA"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FUMAUS33</w:t>
      </w:r>
      <w:r>
        <w:rPr>
          <w:color w:val="0000FF"/>
          <w:highlight w:val="white"/>
        </w:rPr>
        <w:t>&lt;/</w:t>
      </w:r>
      <w:r>
        <w:rPr>
          <w:highlight w:val="white"/>
        </w:rPr>
        <w:t>AnyBIC</w:t>
      </w:r>
      <w:r>
        <w:rPr>
          <w:color w:val="0000FF"/>
          <w:highlight w:val="white"/>
        </w:rPr>
        <w:t>&gt;</w:t>
      </w:r>
    </w:p>
    <w:p w14:paraId="367409BC"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1CA650FC"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337D854D"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VoteCstgPty</w:t>
      </w:r>
      <w:r>
        <w:rPr>
          <w:color w:val="0000FF"/>
          <w:highlight w:val="white"/>
        </w:rPr>
        <w:t>&gt;</w:t>
      </w:r>
    </w:p>
    <w:p w14:paraId="0A10E42C" w14:textId="1BB7463A" w:rsidR="00FE51D9" w:rsidRDefault="00FE51D9" w:rsidP="00402EAD">
      <w:pPr>
        <w:pStyle w:val="StyleXMLSampleLatinBodyCalibri10ptLeft0"/>
        <w:rPr>
          <w:color w:val="0000FF"/>
        </w:rPr>
      </w:pPr>
      <w:r>
        <w:rPr>
          <w:color w:val="000000"/>
          <w:highlight w:val="white"/>
        </w:rPr>
        <w:tab/>
      </w:r>
      <w:r>
        <w:rPr>
          <w:color w:val="0000FF"/>
          <w:highlight w:val="white"/>
        </w:rPr>
        <w:t>&lt;/</w:t>
      </w:r>
      <w:r>
        <w:rPr>
          <w:highlight w:val="white"/>
        </w:rPr>
        <w:t>MtgInstrSts</w:t>
      </w:r>
      <w:r>
        <w:rPr>
          <w:color w:val="0000FF"/>
          <w:highlight w:val="white"/>
        </w:rPr>
        <w:t>&gt;</w:t>
      </w:r>
    </w:p>
    <w:p w14:paraId="610DDC49" w14:textId="4F4D891B" w:rsidR="009E2184" w:rsidRDefault="009E2184" w:rsidP="00402EAD">
      <w:pPr>
        <w:pStyle w:val="StyleXMLSampleLatinBodyCalibri10ptLeft0"/>
      </w:pPr>
      <w:r>
        <w:rPr>
          <w:color w:val="0000FF"/>
        </w:rPr>
        <w:t>&lt;/Document&gt;</w:t>
      </w:r>
    </w:p>
    <w:p w14:paraId="450E2AD9" w14:textId="77777777" w:rsidR="00FE51D9" w:rsidRPr="00FE51D9" w:rsidRDefault="00FE51D9" w:rsidP="00FE51D9">
      <w:pPr>
        <w:rPr>
          <w:lang w:eastAsia="en-US"/>
        </w:rPr>
      </w:pPr>
    </w:p>
    <w:p w14:paraId="53E73B55" w14:textId="5E7A96FE" w:rsidR="00E80B55" w:rsidRDefault="00E80B55" w:rsidP="00870BD2">
      <w:pPr>
        <w:rPr>
          <w:b/>
          <w:u w:val="single"/>
          <w:lang w:eastAsia="en-US"/>
        </w:rPr>
      </w:pPr>
      <w:r w:rsidRPr="00E80B55">
        <w:rPr>
          <w:b/>
          <w:u w:val="single"/>
          <w:lang w:eastAsia="en-US"/>
        </w:rPr>
        <w:lastRenderedPageBreak/>
        <w:t>Example 2</w:t>
      </w:r>
    </w:p>
    <w:p w14:paraId="5E960E44" w14:textId="362615DB" w:rsidR="00E80B55" w:rsidRPr="00E80B55" w:rsidRDefault="00E80B55" w:rsidP="00E80B55">
      <w:pPr>
        <w:rPr>
          <w:lang w:eastAsia="en-US"/>
        </w:rPr>
      </w:pPr>
      <w:r w:rsidRPr="00E80B55">
        <w:rPr>
          <w:lang w:eastAsia="en-US"/>
        </w:rPr>
        <w:t>The second example describes how the meeting instruction status</w:t>
      </w:r>
      <w:r>
        <w:rPr>
          <w:lang w:eastAsia="en-US"/>
        </w:rPr>
        <w:t xml:space="preserve"> </w:t>
      </w:r>
      <w:r w:rsidRPr="00E80B55">
        <w:rPr>
          <w:lang w:eastAsia="en-US"/>
        </w:rPr>
        <w:t>message is used to confirm the cancellation of a meeting instruction</w:t>
      </w:r>
      <w:r>
        <w:rPr>
          <w:lang w:eastAsia="en-US"/>
        </w:rPr>
        <w:t xml:space="preserve"> </w:t>
      </w:r>
      <w:r w:rsidRPr="00E80B55">
        <w:rPr>
          <w:lang w:eastAsia="en-US"/>
        </w:rPr>
        <w:t>message.</w:t>
      </w:r>
    </w:p>
    <w:p w14:paraId="68DC1766" w14:textId="27F3080C" w:rsidR="00E80B55" w:rsidRDefault="00E80B55" w:rsidP="00870BD2">
      <w:pPr>
        <w:rPr>
          <w:b/>
          <w:lang w:eastAsia="en-US"/>
        </w:rPr>
      </w:pPr>
      <w:r w:rsidRPr="00E80B55">
        <w:rPr>
          <w:b/>
          <w:lang w:eastAsia="en-US"/>
        </w:rPr>
        <w:t>Terms</w:t>
      </w:r>
    </w:p>
    <w:p w14:paraId="4DF5D0A1" w14:textId="103F9747" w:rsidR="00E80B55" w:rsidRPr="00E80B55" w:rsidRDefault="00E80B55" w:rsidP="00E80B55">
      <w:pPr>
        <w:rPr>
          <w:lang w:eastAsia="en-US"/>
        </w:rPr>
      </w:pPr>
      <w:r w:rsidRPr="00E80B55">
        <w:rPr>
          <w:lang w:eastAsia="en-US"/>
        </w:rPr>
        <w:t>A fund manager (FUMAUS33) sent a vote instruction to a custodian</w:t>
      </w:r>
      <w:r>
        <w:rPr>
          <w:lang w:eastAsia="en-US"/>
        </w:rPr>
        <w:t xml:space="preserve"> </w:t>
      </w:r>
      <w:r w:rsidRPr="00E80B55">
        <w:rPr>
          <w:lang w:eastAsia="en-US"/>
        </w:rPr>
        <w:t>(GLOBUS33) for</w:t>
      </w:r>
      <w:r>
        <w:rPr>
          <w:lang w:eastAsia="en-US"/>
        </w:rPr>
        <w:t xml:space="preserve"> the account of Fund DEF.</w:t>
      </w:r>
    </w:p>
    <w:p w14:paraId="6953C098" w14:textId="3BEB2979" w:rsidR="00E80B55" w:rsidRPr="00E80B55" w:rsidRDefault="00E80B55" w:rsidP="00E80B55">
      <w:pPr>
        <w:rPr>
          <w:lang w:eastAsia="en-US"/>
        </w:rPr>
      </w:pPr>
      <w:r w:rsidRPr="00E80B55">
        <w:rPr>
          <w:lang w:eastAsia="en-US"/>
        </w:rPr>
        <w:t>As the Sender made an error, a MeetingInstructionCancellationRequest</w:t>
      </w:r>
      <w:r>
        <w:rPr>
          <w:lang w:eastAsia="en-US"/>
        </w:rPr>
        <w:t xml:space="preserve"> </w:t>
      </w:r>
      <w:r w:rsidRPr="00E80B55">
        <w:rPr>
          <w:lang w:eastAsia="en-US"/>
        </w:rPr>
        <w:t>was sent to cancel the previous instruction (see example in MeetingInstruction</w:t>
      </w:r>
      <w:r>
        <w:rPr>
          <w:lang w:eastAsia="en-US"/>
        </w:rPr>
        <w:t xml:space="preserve"> </w:t>
      </w:r>
      <w:r w:rsidRPr="00E80B55">
        <w:rPr>
          <w:lang w:eastAsia="en-US"/>
        </w:rPr>
        <w:t xml:space="preserve">chapter). </w:t>
      </w:r>
    </w:p>
    <w:p w14:paraId="09DDFD50" w14:textId="4B621057" w:rsidR="00E80B55" w:rsidRPr="00E80B55" w:rsidRDefault="00E80B55" w:rsidP="00E80B55">
      <w:pPr>
        <w:rPr>
          <w:lang w:eastAsia="en-US"/>
        </w:rPr>
      </w:pPr>
      <w:r w:rsidRPr="00E80B55">
        <w:rPr>
          <w:lang w:eastAsia="en-US"/>
        </w:rPr>
        <w:t>The custodian confirms the cancellation via a MeetingInstructionStatus</w:t>
      </w:r>
      <w:r>
        <w:rPr>
          <w:lang w:eastAsia="en-US"/>
        </w:rPr>
        <w:t xml:space="preserve"> message.</w:t>
      </w:r>
    </w:p>
    <w:p w14:paraId="51EE43F9" w14:textId="0E11BE6F" w:rsidR="00E80B55" w:rsidRDefault="00E80B55" w:rsidP="00E80B55">
      <w:pPr>
        <w:rPr>
          <w:lang w:eastAsia="en-US"/>
        </w:rPr>
      </w:pPr>
      <w:r w:rsidRPr="00E80B55">
        <w:rPr>
          <w:lang w:eastAsia="en-US"/>
        </w:rPr>
        <w:t>The following graphic shows the flow of messages described in</w:t>
      </w:r>
      <w:r>
        <w:rPr>
          <w:lang w:eastAsia="en-US"/>
        </w:rPr>
        <w:t xml:space="preserve"> </w:t>
      </w:r>
      <w:r w:rsidRPr="00E80B55">
        <w:rPr>
          <w:lang w:eastAsia="en-US"/>
        </w:rPr>
        <w:t>this example.</w:t>
      </w:r>
    </w:p>
    <w:p w14:paraId="47ECCDBA" w14:textId="07351313" w:rsidR="00E80B55" w:rsidRPr="00E80B55" w:rsidRDefault="0069104A" w:rsidP="00E80B55">
      <w:pPr>
        <w:rPr>
          <w:b/>
          <w:lang w:eastAsia="en-US"/>
        </w:rPr>
      </w:pPr>
      <w:r>
        <w:rPr>
          <w:b/>
          <w:noProof/>
        </w:rPr>
        <w:drawing>
          <wp:inline distT="0" distB="0" distL="0" distR="0" wp14:anchorId="5469D0EB" wp14:editId="40589248">
            <wp:extent cx="5904865" cy="2410702"/>
            <wp:effectExtent l="0" t="0" r="635" b="8890"/>
            <wp:docPr id="175" name="Picture 175" descr="\\BE-FILE01\jlittre$\MyData\01. STANDARDS\01. STD DEVELOPMENT DOMAINS\1. Securities\03. ProxyVoting\04. SR2015_CR\9. MX Full Doc\Sources\MeetingInstructionStatusV05\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E-FILE01\jlittre$\MyData\01. STANDARDS\01. STD DEVELOPMENT DOMAINS\1. Securities\03. ProxyVoting\04. SR2015_CR\9. MX Full Doc\Sources\MeetingInstructionStatusV05\flow2.bmp"/>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04865" cy="2410702"/>
                    </a:xfrm>
                    <a:prstGeom prst="rect">
                      <a:avLst/>
                    </a:prstGeom>
                    <a:noFill/>
                    <a:ln>
                      <a:noFill/>
                    </a:ln>
                  </pic:spPr>
                </pic:pic>
              </a:graphicData>
            </a:graphic>
          </wp:inline>
        </w:drawing>
      </w:r>
    </w:p>
    <w:p w14:paraId="1276C5C9" w14:textId="77777777" w:rsidR="009E2184" w:rsidRDefault="009E2184" w:rsidP="009E2184">
      <w:pPr>
        <w:pStyle w:val="BlockLabel"/>
        <w:ind w:left="0"/>
      </w:pPr>
      <w:r w:rsidRPr="00471BEE">
        <w:t>Message Instance</w:t>
      </w:r>
      <w:r>
        <w:t xml:space="preserve"> (with application header)</w:t>
      </w:r>
    </w:p>
    <w:p w14:paraId="718E6837" w14:textId="77777777" w:rsidR="009E2184" w:rsidRPr="00D33A3F" w:rsidRDefault="009E2184" w:rsidP="009E2184">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7F40E8A8" w14:textId="77777777" w:rsidR="009E2184" w:rsidRPr="00D33A3F" w:rsidRDefault="009E2184" w:rsidP="009E2184">
      <w:pPr>
        <w:pStyle w:val="XMLCode"/>
        <w:rPr>
          <w:highlight w:val="white"/>
        </w:rPr>
      </w:pPr>
      <w:r w:rsidRPr="00D33A3F">
        <w:rPr>
          <w:highlight w:val="white"/>
        </w:rPr>
        <w:tab/>
        <w:t>&lt;Fr&gt;</w:t>
      </w:r>
    </w:p>
    <w:p w14:paraId="782A7DC6" w14:textId="77777777" w:rsidR="009E2184" w:rsidRPr="00D33A3F" w:rsidRDefault="009E2184" w:rsidP="009E2184">
      <w:pPr>
        <w:pStyle w:val="XMLCode"/>
        <w:rPr>
          <w:highlight w:val="white"/>
        </w:rPr>
      </w:pPr>
      <w:r w:rsidRPr="00D33A3F">
        <w:rPr>
          <w:highlight w:val="white"/>
        </w:rPr>
        <w:tab/>
      </w:r>
      <w:r w:rsidRPr="00D33A3F">
        <w:rPr>
          <w:highlight w:val="white"/>
        </w:rPr>
        <w:tab/>
        <w:t>&lt;FIId&gt;</w:t>
      </w:r>
    </w:p>
    <w:p w14:paraId="112801CE" w14:textId="77777777" w:rsidR="009E2184" w:rsidRPr="00D33A3F" w:rsidRDefault="009E2184" w:rsidP="009E2184">
      <w:pPr>
        <w:pStyle w:val="XMLCode"/>
        <w:rPr>
          <w:highlight w:val="white"/>
        </w:rPr>
      </w:pPr>
      <w:r w:rsidRPr="00D33A3F">
        <w:rPr>
          <w:highlight w:val="white"/>
        </w:rPr>
        <w:tab/>
      </w:r>
      <w:r w:rsidRPr="00D33A3F">
        <w:rPr>
          <w:highlight w:val="white"/>
        </w:rPr>
        <w:tab/>
      </w:r>
      <w:r w:rsidRPr="00D33A3F">
        <w:rPr>
          <w:highlight w:val="white"/>
        </w:rPr>
        <w:tab/>
        <w:t>&lt;FinInstnId&gt;</w:t>
      </w:r>
    </w:p>
    <w:p w14:paraId="46D9EC77" w14:textId="77777777" w:rsidR="009E2184" w:rsidRPr="00D33A3F" w:rsidRDefault="009E2184" w:rsidP="009E2184">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94433">
        <w:t>GLOBUS33</w:t>
      </w:r>
      <w:r>
        <w:t>XXX</w:t>
      </w:r>
      <w:r w:rsidRPr="00D33A3F">
        <w:rPr>
          <w:highlight w:val="white"/>
        </w:rPr>
        <w:t>&lt;/BICFI&gt;</w:t>
      </w:r>
    </w:p>
    <w:p w14:paraId="315166A6" w14:textId="77777777" w:rsidR="009E2184" w:rsidRPr="00D33A3F" w:rsidRDefault="009E2184" w:rsidP="009E2184">
      <w:pPr>
        <w:pStyle w:val="XMLCode"/>
        <w:rPr>
          <w:highlight w:val="white"/>
        </w:rPr>
      </w:pPr>
      <w:r w:rsidRPr="00D33A3F">
        <w:rPr>
          <w:highlight w:val="white"/>
        </w:rPr>
        <w:tab/>
      </w:r>
      <w:r w:rsidRPr="00D33A3F">
        <w:rPr>
          <w:highlight w:val="white"/>
        </w:rPr>
        <w:tab/>
      </w:r>
      <w:r w:rsidRPr="00D33A3F">
        <w:rPr>
          <w:highlight w:val="white"/>
        </w:rPr>
        <w:tab/>
        <w:t>&lt;/FinInstnId&gt;</w:t>
      </w:r>
    </w:p>
    <w:p w14:paraId="1ADBCAD8" w14:textId="77777777" w:rsidR="009E2184" w:rsidRPr="00D33A3F" w:rsidRDefault="009E2184" w:rsidP="009E2184">
      <w:pPr>
        <w:pStyle w:val="XMLCode"/>
        <w:rPr>
          <w:highlight w:val="white"/>
        </w:rPr>
      </w:pPr>
      <w:r w:rsidRPr="00D33A3F">
        <w:rPr>
          <w:highlight w:val="white"/>
        </w:rPr>
        <w:tab/>
      </w:r>
      <w:r w:rsidRPr="00D33A3F">
        <w:rPr>
          <w:highlight w:val="white"/>
        </w:rPr>
        <w:tab/>
        <w:t>&lt;/FIId&gt;</w:t>
      </w:r>
    </w:p>
    <w:p w14:paraId="7D018074" w14:textId="77777777" w:rsidR="009E2184" w:rsidRPr="00D33A3F" w:rsidRDefault="009E2184" w:rsidP="009E2184">
      <w:pPr>
        <w:pStyle w:val="XMLCode"/>
        <w:rPr>
          <w:highlight w:val="white"/>
        </w:rPr>
      </w:pPr>
      <w:r w:rsidRPr="00D33A3F">
        <w:rPr>
          <w:highlight w:val="white"/>
        </w:rPr>
        <w:tab/>
        <w:t>&lt;/Fr&gt;</w:t>
      </w:r>
    </w:p>
    <w:p w14:paraId="3DA9E6FD" w14:textId="77777777" w:rsidR="009E2184" w:rsidRPr="00D33A3F" w:rsidRDefault="009E2184" w:rsidP="009E2184">
      <w:pPr>
        <w:pStyle w:val="XMLCode"/>
        <w:rPr>
          <w:highlight w:val="white"/>
        </w:rPr>
      </w:pPr>
      <w:r w:rsidRPr="00D33A3F">
        <w:rPr>
          <w:highlight w:val="white"/>
        </w:rPr>
        <w:tab/>
        <w:t>&lt;To&gt;</w:t>
      </w:r>
    </w:p>
    <w:p w14:paraId="3A0F53B3" w14:textId="77777777" w:rsidR="009E2184" w:rsidRPr="00D33A3F" w:rsidRDefault="009E2184" w:rsidP="009E2184">
      <w:pPr>
        <w:pStyle w:val="XMLCode"/>
        <w:rPr>
          <w:highlight w:val="white"/>
        </w:rPr>
      </w:pPr>
      <w:r w:rsidRPr="00D33A3F">
        <w:rPr>
          <w:highlight w:val="white"/>
        </w:rPr>
        <w:tab/>
      </w:r>
      <w:r w:rsidRPr="00D33A3F">
        <w:rPr>
          <w:highlight w:val="white"/>
        </w:rPr>
        <w:tab/>
        <w:t>&lt;FIId&gt;</w:t>
      </w:r>
    </w:p>
    <w:p w14:paraId="790AC10E" w14:textId="77777777" w:rsidR="009E2184" w:rsidRPr="008A014D" w:rsidRDefault="009E2184" w:rsidP="009E2184">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2C9D3DC8" w14:textId="77777777" w:rsidR="009E2184" w:rsidRPr="008A014D" w:rsidRDefault="009E2184" w:rsidP="009E2184">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Pr>
          <w:highlight w:val="white"/>
        </w:rPr>
        <w:t>FUMAUS33XXX</w:t>
      </w:r>
      <w:r w:rsidRPr="008A014D">
        <w:rPr>
          <w:highlight w:val="white"/>
        </w:rPr>
        <w:t>&lt;/BICFI&gt;</w:t>
      </w:r>
    </w:p>
    <w:p w14:paraId="2757F9B3" w14:textId="77777777" w:rsidR="009E2184" w:rsidRPr="008A014D" w:rsidRDefault="009E2184" w:rsidP="009E2184">
      <w:pPr>
        <w:pStyle w:val="XMLCode"/>
        <w:rPr>
          <w:highlight w:val="white"/>
        </w:rPr>
      </w:pPr>
      <w:r w:rsidRPr="008A014D">
        <w:rPr>
          <w:highlight w:val="white"/>
        </w:rPr>
        <w:tab/>
      </w:r>
      <w:r w:rsidRPr="008A014D">
        <w:rPr>
          <w:highlight w:val="white"/>
        </w:rPr>
        <w:tab/>
      </w:r>
      <w:r w:rsidRPr="008A014D">
        <w:rPr>
          <w:highlight w:val="white"/>
        </w:rPr>
        <w:tab/>
        <w:t>&lt;/FinInstnId&gt;</w:t>
      </w:r>
    </w:p>
    <w:p w14:paraId="75130BE9" w14:textId="77777777" w:rsidR="009E2184" w:rsidRPr="00D33A3F" w:rsidRDefault="009E2184" w:rsidP="009E2184">
      <w:pPr>
        <w:pStyle w:val="XMLCode"/>
        <w:rPr>
          <w:highlight w:val="white"/>
        </w:rPr>
      </w:pPr>
      <w:r w:rsidRPr="008A014D">
        <w:rPr>
          <w:highlight w:val="white"/>
        </w:rPr>
        <w:tab/>
      </w:r>
      <w:r w:rsidRPr="008A014D">
        <w:rPr>
          <w:highlight w:val="white"/>
        </w:rPr>
        <w:tab/>
      </w:r>
      <w:r w:rsidRPr="00D33A3F">
        <w:rPr>
          <w:highlight w:val="white"/>
        </w:rPr>
        <w:t>&lt;/FIId&gt;</w:t>
      </w:r>
    </w:p>
    <w:p w14:paraId="76BCD936" w14:textId="77777777" w:rsidR="009E2184" w:rsidRPr="00D33A3F" w:rsidRDefault="009E2184" w:rsidP="009E2184">
      <w:pPr>
        <w:pStyle w:val="XMLCode"/>
        <w:rPr>
          <w:highlight w:val="white"/>
        </w:rPr>
      </w:pPr>
      <w:r w:rsidRPr="00D33A3F">
        <w:rPr>
          <w:highlight w:val="white"/>
        </w:rPr>
        <w:tab/>
        <w:t>&lt;/To&gt;</w:t>
      </w:r>
    </w:p>
    <w:p w14:paraId="45E5D84A" w14:textId="6AFE6A89" w:rsidR="009E2184" w:rsidRPr="00D33A3F" w:rsidRDefault="009E2184" w:rsidP="009E2184">
      <w:pPr>
        <w:pStyle w:val="XMLCode"/>
        <w:rPr>
          <w:highlight w:val="white"/>
        </w:rPr>
      </w:pPr>
      <w:r w:rsidRPr="00D33A3F">
        <w:rPr>
          <w:highlight w:val="white"/>
        </w:rPr>
        <w:tab/>
        <w:t>&lt;BizMsgIdr&gt;</w:t>
      </w:r>
      <w:r>
        <w:rPr>
          <w:highlight w:val="white"/>
        </w:rPr>
        <w:t>GLOB000000023</w:t>
      </w:r>
      <w:r w:rsidRPr="00D33A3F">
        <w:rPr>
          <w:highlight w:val="white"/>
        </w:rPr>
        <w:t>&lt;/BizMsgIdr&gt;</w:t>
      </w:r>
    </w:p>
    <w:p w14:paraId="1DA76979" w14:textId="77777777" w:rsidR="009E2184" w:rsidRPr="00D33A3F" w:rsidRDefault="009E2184" w:rsidP="009E2184">
      <w:pPr>
        <w:pStyle w:val="XMLCode"/>
        <w:rPr>
          <w:highlight w:val="white"/>
        </w:rPr>
      </w:pPr>
      <w:r>
        <w:rPr>
          <w:highlight w:val="white"/>
        </w:rPr>
        <w:tab/>
        <w:t>&lt;MsgDefIdr&gt;seev.006.001.07</w:t>
      </w:r>
      <w:r w:rsidRPr="00D33A3F">
        <w:rPr>
          <w:highlight w:val="white"/>
        </w:rPr>
        <w:t>&lt;/MsgDefIdr&gt;</w:t>
      </w:r>
    </w:p>
    <w:p w14:paraId="3A861196" w14:textId="784DE6D1" w:rsidR="009E2184" w:rsidRPr="00D33A3F" w:rsidRDefault="009E2184" w:rsidP="009E2184">
      <w:pPr>
        <w:pStyle w:val="XMLCode"/>
        <w:rPr>
          <w:highlight w:val="white"/>
        </w:rPr>
      </w:pPr>
      <w:r w:rsidRPr="00D33A3F">
        <w:rPr>
          <w:highlight w:val="white"/>
        </w:rPr>
        <w:tab/>
        <w:t>&lt;CreDt</w:t>
      </w:r>
      <w:r>
        <w:rPr>
          <w:highlight w:val="white"/>
        </w:rPr>
        <w:t>&gt;2019-04-11T18:00</w:t>
      </w:r>
      <w:r w:rsidRPr="00D33A3F">
        <w:rPr>
          <w:highlight w:val="white"/>
        </w:rPr>
        <w:t>:00Z&lt;/CreDt&gt;</w:t>
      </w:r>
    </w:p>
    <w:p w14:paraId="445D7E09" w14:textId="77777777" w:rsidR="009E2184" w:rsidRPr="00D33A3F" w:rsidRDefault="009E2184" w:rsidP="009E2184">
      <w:pPr>
        <w:pStyle w:val="XMLCode"/>
      </w:pPr>
      <w:r w:rsidRPr="00D33A3F">
        <w:rPr>
          <w:highlight w:val="white"/>
        </w:rPr>
        <w:t>&lt;/AppHdr&gt;</w:t>
      </w:r>
    </w:p>
    <w:p w14:paraId="51B8F13E" w14:textId="77777777" w:rsidR="009E2184" w:rsidRDefault="009E2184" w:rsidP="009E2184">
      <w:pPr>
        <w:widowControl/>
        <w:spacing w:before="0"/>
      </w:pPr>
      <w:r w:rsidRPr="00D33A3F">
        <w:rPr>
          <w:highlight w:val="white"/>
        </w:rPr>
        <w:lastRenderedPageBreak/>
        <w:t>&lt;Document xmlns="urn:i</w:t>
      </w:r>
      <w:r>
        <w:rPr>
          <w:highlight w:val="white"/>
        </w:rPr>
        <w:t>so:std:iso:20022:tech:xsd:seev.006</w:t>
      </w:r>
      <w:r w:rsidRPr="00D33A3F">
        <w:rPr>
          <w:highlight w:val="white"/>
        </w:rPr>
        <w:t>.001.0</w:t>
      </w:r>
      <w:r>
        <w:rPr>
          <w:highlight w:val="white"/>
        </w:rPr>
        <w:t>7</w:t>
      </w:r>
      <w:r w:rsidRPr="00D33A3F">
        <w:rPr>
          <w:highlight w:val="white"/>
        </w:rPr>
        <w:t>" xmlns:xsi="http://www.w3.org/2001/XMLSchema-instance"&gt;</w:t>
      </w:r>
    </w:p>
    <w:p w14:paraId="33812CD5" w14:textId="77777777" w:rsidR="00FE51D9" w:rsidRDefault="00FE51D9" w:rsidP="00BC64E5">
      <w:pPr>
        <w:pStyle w:val="StyleXMLSampleLatinBodyCalibri10ptLeft0"/>
        <w:rPr>
          <w:color w:val="000000"/>
          <w:highlight w:val="white"/>
        </w:rPr>
      </w:pPr>
      <w:r>
        <w:rPr>
          <w:color w:val="000000"/>
          <w:highlight w:val="white"/>
        </w:rPr>
        <w:tab/>
      </w:r>
      <w:r>
        <w:rPr>
          <w:color w:val="0000FF"/>
          <w:highlight w:val="white"/>
        </w:rPr>
        <w:t>&lt;</w:t>
      </w:r>
      <w:r>
        <w:rPr>
          <w:highlight w:val="white"/>
        </w:rPr>
        <w:t>MtgInstrSts</w:t>
      </w:r>
      <w:r>
        <w:rPr>
          <w:color w:val="0000FF"/>
          <w:highlight w:val="white"/>
        </w:rPr>
        <w:t>&gt;</w:t>
      </w:r>
    </w:p>
    <w:p w14:paraId="7DA1B214"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w:t>
      </w:r>
      <w:r>
        <w:rPr>
          <w:color w:val="0000FF"/>
          <w:highlight w:val="white"/>
        </w:rPr>
        <w:t>&gt;</w:t>
      </w:r>
    </w:p>
    <w:p w14:paraId="3F39AD24" w14:textId="69B1F313"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InstrCxlId</w:t>
      </w:r>
      <w:r>
        <w:rPr>
          <w:color w:val="0000FF"/>
          <w:highlight w:val="white"/>
        </w:rPr>
        <w:t>&gt;</w:t>
      </w:r>
      <w:r w:rsidR="009E2184">
        <w:rPr>
          <w:highlight w:val="white"/>
        </w:rPr>
        <w:t>FUMA000000354</w:t>
      </w:r>
      <w:r>
        <w:rPr>
          <w:color w:val="0000FF"/>
          <w:highlight w:val="white"/>
        </w:rPr>
        <w:t>&lt;/</w:t>
      </w:r>
      <w:r>
        <w:rPr>
          <w:highlight w:val="white"/>
        </w:rPr>
        <w:t>InstrCxlId</w:t>
      </w:r>
      <w:r>
        <w:rPr>
          <w:color w:val="0000FF"/>
          <w:highlight w:val="white"/>
        </w:rPr>
        <w:t>&gt;</w:t>
      </w:r>
    </w:p>
    <w:p w14:paraId="22B40BEE"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w:t>
      </w:r>
      <w:r>
        <w:rPr>
          <w:color w:val="0000FF"/>
          <w:highlight w:val="white"/>
        </w:rPr>
        <w:t>&gt;</w:t>
      </w:r>
    </w:p>
    <w:p w14:paraId="703A78BC"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5CA3A94B" w14:textId="028BC8DA" w:rsidR="00BC64E5" w:rsidRDefault="00BC64E5" w:rsidP="00BC64E5">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r w:rsidR="00FE51D9">
        <w:rPr>
          <w:color w:val="000000"/>
          <w:highlight w:val="white"/>
        </w:rPr>
        <w:tab/>
      </w:r>
      <w:r w:rsidR="00FE51D9">
        <w:rPr>
          <w:color w:val="000000"/>
          <w:highlight w:val="white"/>
        </w:rPr>
        <w:tab/>
      </w:r>
      <w:r w:rsidR="00FE51D9">
        <w:rPr>
          <w:color w:val="000000"/>
          <w:highlight w:val="white"/>
        </w:rPr>
        <w:tab/>
      </w:r>
    </w:p>
    <w:p w14:paraId="0E36A4E2" w14:textId="1119A57A" w:rsidR="00FE51D9" w:rsidRDefault="00BC64E5" w:rsidP="00BC64E5">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r>
      <w:r w:rsidR="00FE51D9">
        <w:rPr>
          <w:color w:val="0000FF"/>
          <w:highlight w:val="white"/>
        </w:rPr>
        <w:t>&lt;</w:t>
      </w:r>
      <w:r w:rsidR="00FE51D9">
        <w:rPr>
          <w:highlight w:val="white"/>
        </w:rPr>
        <w:t>IssrMtgId</w:t>
      </w:r>
      <w:r w:rsidR="00FE51D9">
        <w:rPr>
          <w:color w:val="0000FF"/>
          <w:highlight w:val="white"/>
        </w:rPr>
        <w:t>&gt;</w:t>
      </w:r>
      <w:r w:rsidR="00FE51D9">
        <w:rPr>
          <w:color w:val="000000"/>
          <w:highlight w:val="white"/>
        </w:rPr>
        <w:t>LS001</w:t>
      </w:r>
      <w:r w:rsidR="00FE51D9">
        <w:rPr>
          <w:color w:val="0000FF"/>
          <w:highlight w:val="white"/>
        </w:rPr>
        <w:t>&lt;/</w:t>
      </w:r>
      <w:r w:rsidR="00FE51D9">
        <w:rPr>
          <w:highlight w:val="white"/>
        </w:rPr>
        <w:t>IssrMtgId</w:t>
      </w:r>
      <w:r w:rsidR="00FE51D9">
        <w:rPr>
          <w:color w:val="0000FF"/>
          <w:highlight w:val="white"/>
        </w:rPr>
        <w:t>&gt;</w:t>
      </w:r>
    </w:p>
    <w:p w14:paraId="61602AD2"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4157A763"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5ABD466C"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2A4385B0"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7B6C6C5A"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0985BA7A"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6A4F7E82"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06B5372B"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71121C59"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5ED67738"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4A886F8"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04EB9F4"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574081A8"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60BAF6D3"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InstrTpSts</w:t>
      </w:r>
      <w:r>
        <w:rPr>
          <w:color w:val="0000FF"/>
          <w:highlight w:val="white"/>
        </w:rPr>
        <w:t>&gt;</w:t>
      </w:r>
    </w:p>
    <w:p w14:paraId="7F9BF2F6"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CxlSts</w:t>
      </w:r>
      <w:r>
        <w:rPr>
          <w:color w:val="0000FF"/>
          <w:highlight w:val="white"/>
        </w:rPr>
        <w:t>&gt;</w:t>
      </w:r>
    </w:p>
    <w:p w14:paraId="1CC4C04E"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GblCxlSts</w:t>
      </w:r>
      <w:r>
        <w:rPr>
          <w:color w:val="0000FF"/>
          <w:highlight w:val="white"/>
        </w:rPr>
        <w:t>&gt;</w:t>
      </w:r>
    </w:p>
    <w:p w14:paraId="43122A68"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PrcgSts</w:t>
      </w:r>
      <w:r>
        <w:rPr>
          <w:color w:val="0000FF"/>
          <w:highlight w:val="white"/>
        </w:rPr>
        <w:t>&gt;</w:t>
      </w:r>
    </w:p>
    <w:p w14:paraId="2AF1A8DB"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Sts</w:t>
      </w:r>
      <w:r>
        <w:rPr>
          <w:color w:val="0000FF"/>
          <w:highlight w:val="white"/>
        </w:rPr>
        <w:t>&gt;</w:t>
      </w:r>
      <w:r>
        <w:rPr>
          <w:color w:val="000000"/>
          <w:highlight w:val="white"/>
        </w:rPr>
        <w:t>CAND</w:t>
      </w:r>
      <w:r>
        <w:rPr>
          <w:color w:val="0000FF"/>
          <w:highlight w:val="white"/>
        </w:rPr>
        <w:t>&lt;/</w:t>
      </w:r>
      <w:r>
        <w:rPr>
          <w:highlight w:val="white"/>
        </w:rPr>
        <w:t>Sts</w:t>
      </w:r>
      <w:r>
        <w:rPr>
          <w:color w:val="0000FF"/>
          <w:highlight w:val="white"/>
        </w:rPr>
        <w:t>&gt;</w:t>
      </w:r>
    </w:p>
    <w:p w14:paraId="13E7A191"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PrcgSts</w:t>
      </w:r>
      <w:r>
        <w:rPr>
          <w:color w:val="0000FF"/>
          <w:highlight w:val="white"/>
        </w:rPr>
        <w:t>&gt;</w:t>
      </w:r>
    </w:p>
    <w:p w14:paraId="382E0082"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GblCxlSts</w:t>
      </w:r>
      <w:r>
        <w:rPr>
          <w:color w:val="0000FF"/>
          <w:highlight w:val="white"/>
        </w:rPr>
        <w:t>&gt;</w:t>
      </w:r>
    </w:p>
    <w:p w14:paraId="57D643FB"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CxlSts</w:t>
      </w:r>
      <w:r>
        <w:rPr>
          <w:color w:val="0000FF"/>
          <w:highlight w:val="white"/>
        </w:rPr>
        <w:t>&gt;</w:t>
      </w:r>
    </w:p>
    <w:p w14:paraId="51FADC55"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InstrTpSts</w:t>
      </w:r>
      <w:r>
        <w:rPr>
          <w:color w:val="0000FF"/>
          <w:highlight w:val="white"/>
        </w:rPr>
        <w:t>&gt;</w:t>
      </w:r>
    </w:p>
    <w:p w14:paraId="1FE39527"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CnfrmgPty</w:t>
      </w:r>
      <w:r>
        <w:rPr>
          <w:color w:val="0000FF"/>
          <w:highlight w:val="white"/>
        </w:rPr>
        <w:t>&gt;</w:t>
      </w:r>
    </w:p>
    <w:p w14:paraId="78DDBEB3"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6DE9C871"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CBB9B26"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Global Custodian PLC</w:t>
      </w:r>
      <w:r>
        <w:rPr>
          <w:color w:val="0000FF"/>
          <w:highlight w:val="white"/>
        </w:rPr>
        <w:t>&lt;/</w:t>
      </w:r>
      <w:r>
        <w:rPr>
          <w:highlight w:val="white"/>
        </w:rPr>
        <w:t>Nm</w:t>
      </w:r>
      <w:r>
        <w:rPr>
          <w:color w:val="0000FF"/>
          <w:highlight w:val="white"/>
        </w:rPr>
        <w:t>&gt;</w:t>
      </w:r>
    </w:p>
    <w:p w14:paraId="043BE3A4"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0898AE19"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645BAC4D"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GLOBUS33</w:t>
      </w:r>
      <w:r>
        <w:rPr>
          <w:color w:val="0000FF"/>
          <w:highlight w:val="white"/>
        </w:rPr>
        <w:t>&lt;/</w:t>
      </w:r>
      <w:r>
        <w:rPr>
          <w:highlight w:val="white"/>
        </w:rPr>
        <w:t>AnyBIC</w:t>
      </w:r>
      <w:r>
        <w:rPr>
          <w:color w:val="0000FF"/>
          <w:highlight w:val="white"/>
        </w:rPr>
        <w:t>&gt;</w:t>
      </w:r>
    </w:p>
    <w:p w14:paraId="2BEE0128"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64AF26AF"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2E6BE888"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CnfrmgPty</w:t>
      </w:r>
      <w:r>
        <w:rPr>
          <w:color w:val="0000FF"/>
          <w:highlight w:val="white"/>
        </w:rPr>
        <w:t>&gt;</w:t>
      </w:r>
    </w:p>
    <w:p w14:paraId="7CC484E4"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VoteCstgPty</w:t>
      </w:r>
      <w:r>
        <w:rPr>
          <w:color w:val="0000FF"/>
          <w:highlight w:val="white"/>
        </w:rPr>
        <w:t>&gt;</w:t>
      </w:r>
    </w:p>
    <w:p w14:paraId="1A2B16B7"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021335F0"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608E84B"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FUND XYZ</w:t>
      </w:r>
      <w:r>
        <w:rPr>
          <w:color w:val="0000FF"/>
          <w:highlight w:val="white"/>
        </w:rPr>
        <w:t>&lt;/</w:t>
      </w:r>
      <w:r>
        <w:rPr>
          <w:highlight w:val="white"/>
        </w:rPr>
        <w:t>Nm</w:t>
      </w:r>
      <w:r>
        <w:rPr>
          <w:color w:val="0000FF"/>
          <w:highlight w:val="white"/>
        </w:rPr>
        <w:t>&gt;</w:t>
      </w:r>
    </w:p>
    <w:p w14:paraId="0EC45041"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1C479147"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009D0519"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FUMAUS33</w:t>
      </w:r>
      <w:r>
        <w:rPr>
          <w:color w:val="0000FF"/>
          <w:highlight w:val="white"/>
        </w:rPr>
        <w:t>&lt;/</w:t>
      </w:r>
      <w:r>
        <w:rPr>
          <w:highlight w:val="white"/>
        </w:rPr>
        <w:t>AnyBIC</w:t>
      </w:r>
      <w:r>
        <w:rPr>
          <w:color w:val="0000FF"/>
          <w:highlight w:val="white"/>
        </w:rPr>
        <w:t>&gt;</w:t>
      </w:r>
    </w:p>
    <w:p w14:paraId="22D93B51"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02C564DA"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69BAB6AD" w14:textId="77777777" w:rsidR="00FE51D9" w:rsidRDefault="00FE51D9" w:rsidP="00BC64E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VoteCstgPty</w:t>
      </w:r>
      <w:r>
        <w:rPr>
          <w:color w:val="0000FF"/>
          <w:highlight w:val="white"/>
        </w:rPr>
        <w:t>&gt;</w:t>
      </w:r>
    </w:p>
    <w:p w14:paraId="3AFF0B3E" w14:textId="6C73D54B" w:rsidR="00FE51D9" w:rsidRDefault="00FE51D9" w:rsidP="00BC64E5">
      <w:pPr>
        <w:pStyle w:val="StyleXMLSampleLatinBodyCalibri10ptLeft0"/>
        <w:rPr>
          <w:color w:val="0000FF"/>
        </w:rPr>
      </w:pPr>
      <w:r>
        <w:rPr>
          <w:color w:val="000000"/>
          <w:highlight w:val="white"/>
        </w:rPr>
        <w:tab/>
      </w:r>
      <w:r>
        <w:rPr>
          <w:color w:val="0000FF"/>
          <w:highlight w:val="white"/>
        </w:rPr>
        <w:t>&lt;/</w:t>
      </w:r>
      <w:r>
        <w:rPr>
          <w:highlight w:val="white"/>
        </w:rPr>
        <w:t>MtgInstrSts</w:t>
      </w:r>
      <w:r>
        <w:rPr>
          <w:color w:val="0000FF"/>
          <w:highlight w:val="white"/>
        </w:rPr>
        <w:t>&gt;</w:t>
      </w:r>
    </w:p>
    <w:p w14:paraId="32CA9A8E" w14:textId="03ACFEEB" w:rsidR="006B5FF7" w:rsidRDefault="006B5FF7" w:rsidP="00BC64E5">
      <w:pPr>
        <w:pStyle w:val="StyleXMLSampleLatinBodyCalibri10ptLeft0"/>
      </w:pPr>
      <w:r>
        <w:rPr>
          <w:color w:val="0000FF"/>
        </w:rPr>
        <w:t>&lt;/Document&gt;</w:t>
      </w:r>
    </w:p>
    <w:p w14:paraId="12576AF6" w14:textId="77777777" w:rsidR="00A036D1" w:rsidRPr="00E80B55" w:rsidRDefault="00A036D1" w:rsidP="00870BD2">
      <w:pPr>
        <w:rPr>
          <w:b/>
          <w:lang w:eastAsia="en-US"/>
        </w:rPr>
      </w:pPr>
    </w:p>
    <w:p w14:paraId="66516889" w14:textId="77777777" w:rsidR="0037156E" w:rsidRDefault="0037156E">
      <w:pPr>
        <w:widowControl/>
        <w:spacing w:before="0"/>
        <w:rPr>
          <w:b/>
          <w:sz w:val="24"/>
        </w:rPr>
      </w:pPr>
      <w:bookmarkStart w:id="44" w:name="_Toc259630503"/>
      <w:r>
        <w:br w:type="page"/>
      </w:r>
    </w:p>
    <w:p w14:paraId="4E0B72C9" w14:textId="286D274B" w:rsidR="00D726F7" w:rsidRPr="00446640" w:rsidRDefault="002B3630" w:rsidP="00446640">
      <w:pPr>
        <w:pStyle w:val="Heading2"/>
      </w:pPr>
      <w:bookmarkStart w:id="45" w:name="_Toc63870587"/>
      <w:r>
        <w:lastRenderedPageBreak/>
        <w:t>MeetingVoteExecutionConfirmation - seev.007</w:t>
      </w:r>
      <w:r w:rsidR="00C0706C">
        <w:t>.001</w:t>
      </w:r>
      <w:r w:rsidR="00D726F7" w:rsidRPr="00446640">
        <w:t>.0</w:t>
      </w:r>
      <w:bookmarkEnd w:id="44"/>
      <w:r w:rsidR="00485C43">
        <w:t>7</w:t>
      </w:r>
      <w:bookmarkEnd w:id="45"/>
    </w:p>
    <w:p w14:paraId="3F7712E6" w14:textId="77777777" w:rsidR="00D726F7" w:rsidRDefault="00D726F7" w:rsidP="00446640">
      <w:pPr>
        <w:pStyle w:val="BlockLabel"/>
        <w:ind w:left="0"/>
      </w:pPr>
      <w:r w:rsidRPr="0034420A">
        <w:t>Example</w:t>
      </w:r>
    </w:p>
    <w:p w14:paraId="33B84E8C" w14:textId="77777777" w:rsidR="00D726F7" w:rsidRDefault="00D726F7" w:rsidP="00D726F7">
      <w:pPr>
        <w:rPr>
          <w:b/>
        </w:rPr>
      </w:pPr>
      <w:r w:rsidRPr="0034420A">
        <w:rPr>
          <w:b/>
        </w:rPr>
        <w:t>Terms</w:t>
      </w:r>
    </w:p>
    <w:p w14:paraId="3C1767A5" w14:textId="618AFBDE" w:rsidR="00D43EDB" w:rsidRPr="00D43EDB" w:rsidRDefault="00D43EDB" w:rsidP="008A4A27">
      <w:r w:rsidRPr="00D43EDB">
        <w:t>On 11 April, a fund manager (FUMAUS33) sent a meeting instruction</w:t>
      </w:r>
      <w:r w:rsidR="008A4A27">
        <w:t xml:space="preserve"> </w:t>
      </w:r>
      <w:r w:rsidRPr="00D43EDB">
        <w:t>related to the Big Corp general meeting  (see example 1 in the MeetingInstruction</w:t>
      </w:r>
      <w:r w:rsidR="008A4A27">
        <w:t xml:space="preserve"> </w:t>
      </w:r>
      <w:r w:rsidRPr="00D43EDB">
        <w:t>chap</w:t>
      </w:r>
      <w:r w:rsidR="008A4A27">
        <w:t>ter) to a custodian (GLOBUS33).</w:t>
      </w:r>
    </w:p>
    <w:p w14:paraId="5B13A48F" w14:textId="68833EC1" w:rsidR="00D43EDB" w:rsidRPr="00D43EDB" w:rsidRDefault="00D43EDB" w:rsidP="008A4A27">
      <w:r w:rsidRPr="00D43EDB">
        <w:t>On 1 May, the custodian confirms that the voting instruction</w:t>
      </w:r>
      <w:r w:rsidR="008A4A27">
        <w:t xml:space="preserve"> </w:t>
      </w:r>
      <w:r w:rsidRPr="00D43EDB">
        <w:t xml:space="preserve">has been executed at </w:t>
      </w:r>
      <w:r w:rsidR="008A4A27">
        <w:t>the shareholders meeting.</w:t>
      </w:r>
    </w:p>
    <w:p w14:paraId="4B3F8073" w14:textId="7C72D6B9" w:rsidR="00D43EDB" w:rsidRDefault="008A4A27" w:rsidP="008A4A27">
      <w:r>
        <w:t>T</w:t>
      </w:r>
      <w:r w:rsidR="00D43EDB" w:rsidRPr="00D43EDB">
        <w:t>he following graphic shows the flow of messages described in</w:t>
      </w:r>
      <w:r>
        <w:t xml:space="preserve"> </w:t>
      </w:r>
      <w:r w:rsidR="00D43EDB" w:rsidRPr="00D43EDB">
        <w:t>this example</w:t>
      </w:r>
      <w:r>
        <w:t>.</w:t>
      </w:r>
    </w:p>
    <w:p w14:paraId="6C846445" w14:textId="735FAD1B" w:rsidR="008A4A27" w:rsidRPr="0034420A" w:rsidRDefault="008A4A27" w:rsidP="00D43EDB">
      <w:pPr>
        <w:rPr>
          <w:b/>
        </w:rPr>
      </w:pPr>
      <w:r>
        <w:rPr>
          <w:b/>
          <w:noProof/>
        </w:rPr>
        <w:drawing>
          <wp:inline distT="0" distB="0" distL="0" distR="0" wp14:anchorId="7C1850A2" wp14:editId="40540C11">
            <wp:extent cx="5629275" cy="2247900"/>
            <wp:effectExtent l="0" t="0" r="9525" b="0"/>
            <wp:docPr id="176" name="Picture 176" descr="\\BE-FILE01\jlittre$\MyData\01. STANDARDS\01. STD DEVELOPMENT DOMAINS\1. Securities\03. ProxyVoting\04. SR2015_CR\9. MX Full Doc\Sources\MeetingVoteExecutionConfirmationV05\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FILE01\jlittre$\MyData\01. STANDARDS\01. STD DEVELOPMENT DOMAINS\1. Securities\03. ProxyVoting\04. SR2015_CR\9. MX Full Doc\Sources\MeetingVoteExecutionConfirmationV05\flow1.bmp"/>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773D3B89" w14:textId="77777777" w:rsidR="00D64703" w:rsidRDefault="00D64703" w:rsidP="00D64703">
      <w:pPr>
        <w:pStyle w:val="BlockLabel"/>
        <w:ind w:left="0"/>
      </w:pPr>
      <w:r w:rsidRPr="00471BEE">
        <w:t>Message Instance</w:t>
      </w:r>
      <w:r>
        <w:t xml:space="preserve"> (with application header)</w:t>
      </w:r>
    </w:p>
    <w:p w14:paraId="0321F9AC" w14:textId="77777777" w:rsidR="00D64703" w:rsidRPr="00D33A3F" w:rsidRDefault="00D64703" w:rsidP="00D64703">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4973FB8C" w14:textId="77777777" w:rsidR="00D64703" w:rsidRPr="00D33A3F" w:rsidRDefault="00D64703" w:rsidP="00D64703">
      <w:pPr>
        <w:pStyle w:val="XMLCode"/>
        <w:rPr>
          <w:highlight w:val="white"/>
        </w:rPr>
      </w:pPr>
      <w:r w:rsidRPr="00D33A3F">
        <w:rPr>
          <w:highlight w:val="white"/>
        </w:rPr>
        <w:tab/>
        <w:t>&lt;Fr&gt;</w:t>
      </w:r>
    </w:p>
    <w:p w14:paraId="01860F52"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0F065EA9"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026A30C6"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94433">
        <w:t>GLOBUS33</w:t>
      </w:r>
      <w:r>
        <w:t>XXX</w:t>
      </w:r>
      <w:r w:rsidRPr="00D33A3F">
        <w:rPr>
          <w:highlight w:val="white"/>
        </w:rPr>
        <w:t>&lt;/BICFI&gt;</w:t>
      </w:r>
    </w:p>
    <w:p w14:paraId="3EDDBD76"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5BBA296D"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0FD433AF" w14:textId="77777777" w:rsidR="00D64703" w:rsidRPr="00D33A3F" w:rsidRDefault="00D64703" w:rsidP="00D64703">
      <w:pPr>
        <w:pStyle w:val="XMLCode"/>
        <w:rPr>
          <w:highlight w:val="white"/>
        </w:rPr>
      </w:pPr>
      <w:r w:rsidRPr="00D33A3F">
        <w:rPr>
          <w:highlight w:val="white"/>
        </w:rPr>
        <w:tab/>
        <w:t>&lt;/Fr&gt;</w:t>
      </w:r>
    </w:p>
    <w:p w14:paraId="5ACF886E" w14:textId="77777777" w:rsidR="00D64703" w:rsidRPr="00D33A3F" w:rsidRDefault="00D64703" w:rsidP="00D64703">
      <w:pPr>
        <w:pStyle w:val="XMLCode"/>
        <w:rPr>
          <w:highlight w:val="white"/>
        </w:rPr>
      </w:pPr>
      <w:r w:rsidRPr="00D33A3F">
        <w:rPr>
          <w:highlight w:val="white"/>
        </w:rPr>
        <w:tab/>
        <w:t>&lt;To&gt;</w:t>
      </w:r>
    </w:p>
    <w:p w14:paraId="66B1C537"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4CE7C657" w14:textId="77777777" w:rsidR="00D64703" w:rsidRPr="008A014D"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72B0DF01" w14:textId="77777777"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Pr>
          <w:highlight w:val="white"/>
        </w:rPr>
        <w:t>FUMAUS33XXX</w:t>
      </w:r>
      <w:r w:rsidRPr="008A014D">
        <w:rPr>
          <w:highlight w:val="white"/>
        </w:rPr>
        <w:t>&lt;/BICFI&gt;</w:t>
      </w:r>
    </w:p>
    <w:p w14:paraId="06681CAF" w14:textId="77777777"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t>&lt;/FinInstnId&gt;</w:t>
      </w:r>
    </w:p>
    <w:p w14:paraId="632107AA" w14:textId="77777777" w:rsidR="00D64703" w:rsidRPr="00D33A3F" w:rsidRDefault="00D64703" w:rsidP="00D64703">
      <w:pPr>
        <w:pStyle w:val="XMLCode"/>
        <w:rPr>
          <w:highlight w:val="white"/>
        </w:rPr>
      </w:pPr>
      <w:r w:rsidRPr="008A014D">
        <w:rPr>
          <w:highlight w:val="white"/>
        </w:rPr>
        <w:tab/>
      </w:r>
      <w:r w:rsidRPr="008A014D">
        <w:rPr>
          <w:highlight w:val="white"/>
        </w:rPr>
        <w:tab/>
      </w:r>
      <w:r w:rsidRPr="00D33A3F">
        <w:rPr>
          <w:highlight w:val="white"/>
        </w:rPr>
        <w:t>&lt;/FIId&gt;</w:t>
      </w:r>
    </w:p>
    <w:p w14:paraId="052FF767" w14:textId="77777777" w:rsidR="00D64703" w:rsidRPr="00D33A3F" w:rsidRDefault="00D64703" w:rsidP="00D64703">
      <w:pPr>
        <w:pStyle w:val="XMLCode"/>
        <w:rPr>
          <w:highlight w:val="white"/>
        </w:rPr>
      </w:pPr>
      <w:r w:rsidRPr="00D33A3F">
        <w:rPr>
          <w:highlight w:val="white"/>
        </w:rPr>
        <w:tab/>
        <w:t>&lt;/To&gt;</w:t>
      </w:r>
    </w:p>
    <w:p w14:paraId="1C32DA73" w14:textId="64785FDF" w:rsidR="00D64703" w:rsidRPr="00D33A3F" w:rsidRDefault="00D64703" w:rsidP="00D64703">
      <w:pPr>
        <w:pStyle w:val="XMLCode"/>
        <w:rPr>
          <w:highlight w:val="white"/>
        </w:rPr>
      </w:pPr>
      <w:r w:rsidRPr="00D33A3F">
        <w:rPr>
          <w:highlight w:val="white"/>
        </w:rPr>
        <w:tab/>
        <w:t>&lt;BizMsgIdr&gt;</w:t>
      </w:r>
      <w:r>
        <w:rPr>
          <w:highlight w:val="white"/>
        </w:rPr>
        <w:t>GLOB000000053</w:t>
      </w:r>
      <w:r w:rsidRPr="00D33A3F">
        <w:rPr>
          <w:highlight w:val="white"/>
        </w:rPr>
        <w:t>&lt;/BizMsgIdr&gt;</w:t>
      </w:r>
    </w:p>
    <w:p w14:paraId="65F331CF" w14:textId="3A9C5472" w:rsidR="00D64703" w:rsidRPr="00D33A3F" w:rsidRDefault="00D64703" w:rsidP="00D64703">
      <w:pPr>
        <w:pStyle w:val="XMLCode"/>
        <w:rPr>
          <w:highlight w:val="white"/>
        </w:rPr>
      </w:pPr>
      <w:r>
        <w:rPr>
          <w:highlight w:val="white"/>
        </w:rPr>
        <w:tab/>
        <w:t>&lt;MsgDefIdr&gt;seev.007.001.07</w:t>
      </w:r>
      <w:r w:rsidRPr="00D33A3F">
        <w:rPr>
          <w:highlight w:val="white"/>
        </w:rPr>
        <w:t>&lt;/MsgDefIdr&gt;</w:t>
      </w:r>
    </w:p>
    <w:p w14:paraId="3DCACFB4" w14:textId="0E0D6C01" w:rsidR="00D64703" w:rsidRPr="00D33A3F" w:rsidRDefault="00D64703" w:rsidP="00D64703">
      <w:pPr>
        <w:pStyle w:val="XMLCode"/>
        <w:rPr>
          <w:highlight w:val="white"/>
        </w:rPr>
      </w:pPr>
      <w:r w:rsidRPr="00D33A3F">
        <w:rPr>
          <w:highlight w:val="white"/>
        </w:rPr>
        <w:tab/>
        <w:t>&lt;CreDt</w:t>
      </w:r>
      <w:r>
        <w:rPr>
          <w:highlight w:val="white"/>
        </w:rPr>
        <w:t>&gt;2019-05-01T14:00</w:t>
      </w:r>
      <w:r w:rsidRPr="00D33A3F">
        <w:rPr>
          <w:highlight w:val="white"/>
        </w:rPr>
        <w:t>:00Z&lt;/CreDt&gt;</w:t>
      </w:r>
    </w:p>
    <w:p w14:paraId="288F0FBF" w14:textId="77777777" w:rsidR="00D64703" w:rsidRPr="00D33A3F" w:rsidRDefault="00D64703" w:rsidP="00D64703">
      <w:pPr>
        <w:pStyle w:val="XMLCode"/>
      </w:pPr>
      <w:r w:rsidRPr="00D33A3F">
        <w:rPr>
          <w:highlight w:val="white"/>
        </w:rPr>
        <w:t>&lt;/AppHdr&gt;</w:t>
      </w:r>
    </w:p>
    <w:p w14:paraId="135BE6AF" w14:textId="2FF7626D" w:rsidR="00D64703" w:rsidRDefault="00D64703" w:rsidP="00D64703">
      <w:pPr>
        <w:widowControl/>
        <w:spacing w:before="0"/>
      </w:pPr>
      <w:r w:rsidRPr="00D33A3F">
        <w:rPr>
          <w:highlight w:val="white"/>
        </w:rPr>
        <w:t>&lt;Document xmlns="urn:i</w:t>
      </w:r>
      <w:r>
        <w:rPr>
          <w:highlight w:val="white"/>
        </w:rPr>
        <w:t>so:std:iso:20022:tech:xsd:seev.007</w:t>
      </w:r>
      <w:r w:rsidRPr="00D33A3F">
        <w:rPr>
          <w:highlight w:val="white"/>
        </w:rPr>
        <w:t>.001.0</w:t>
      </w:r>
      <w:r>
        <w:rPr>
          <w:highlight w:val="white"/>
        </w:rPr>
        <w:t>7</w:t>
      </w:r>
      <w:r w:rsidRPr="00D33A3F">
        <w:rPr>
          <w:highlight w:val="white"/>
        </w:rPr>
        <w:t>" xmlns:xsi="http://www.w3.org/2001/XMLSchema-instance"&gt;</w:t>
      </w:r>
    </w:p>
    <w:p w14:paraId="24747636" w14:textId="20B2C031" w:rsidR="00E25300" w:rsidRDefault="00E25300" w:rsidP="006F7D45">
      <w:pPr>
        <w:pStyle w:val="StyleXMLSampleLatinBodyCalibri10ptLeft0"/>
        <w:rPr>
          <w:color w:val="000000"/>
          <w:highlight w:val="white"/>
        </w:rPr>
      </w:pPr>
      <w:bookmarkStart w:id="46" w:name="_Toc259630504"/>
      <w:r>
        <w:rPr>
          <w:color w:val="0000FF"/>
          <w:highlight w:val="white"/>
        </w:rPr>
        <w:t>&lt;</w:t>
      </w:r>
      <w:r>
        <w:rPr>
          <w:highlight w:val="white"/>
        </w:rPr>
        <w:t>MtgVoteExctnConf</w:t>
      </w:r>
      <w:r>
        <w:rPr>
          <w:color w:val="0000FF"/>
          <w:highlight w:val="white"/>
        </w:rPr>
        <w:t>&gt;</w:t>
      </w:r>
    </w:p>
    <w:p w14:paraId="22E7C8DD" w14:textId="374C3349" w:rsidR="00E25300" w:rsidRDefault="00E25300" w:rsidP="006F7D45">
      <w:pPr>
        <w:pStyle w:val="StyleXMLSampleLatinBodyCalibri10ptLeft0"/>
        <w:rPr>
          <w:color w:val="000000"/>
          <w:highlight w:val="white"/>
        </w:rPr>
      </w:pPr>
      <w:r>
        <w:rPr>
          <w:color w:val="000000"/>
          <w:highlight w:val="white"/>
        </w:rPr>
        <w:lastRenderedPageBreak/>
        <w:tab/>
      </w:r>
      <w:r>
        <w:rPr>
          <w:color w:val="000000"/>
          <w:highlight w:val="white"/>
        </w:rPr>
        <w:tab/>
      </w:r>
      <w:r>
        <w:rPr>
          <w:color w:val="0000FF"/>
          <w:highlight w:val="white"/>
        </w:rPr>
        <w:t>&lt;</w:t>
      </w:r>
      <w:r>
        <w:rPr>
          <w:highlight w:val="white"/>
        </w:rPr>
        <w:t>MtgInstrId</w:t>
      </w:r>
      <w:r>
        <w:rPr>
          <w:color w:val="0000FF"/>
          <w:highlight w:val="white"/>
        </w:rPr>
        <w:t>&gt;</w:t>
      </w:r>
      <w:r w:rsidR="00D64703">
        <w:rPr>
          <w:highlight w:val="white"/>
        </w:rPr>
        <w:t>FUMA</w:t>
      </w:r>
      <w:r w:rsidR="00D64703" w:rsidRPr="00D33A3F">
        <w:rPr>
          <w:highlight w:val="white"/>
        </w:rPr>
        <w:t>000000001</w:t>
      </w:r>
      <w:r>
        <w:rPr>
          <w:color w:val="0000FF"/>
          <w:highlight w:val="white"/>
        </w:rPr>
        <w:t>&lt;/</w:t>
      </w:r>
      <w:r>
        <w:rPr>
          <w:highlight w:val="white"/>
        </w:rPr>
        <w:t>MtgInstrId</w:t>
      </w:r>
      <w:r>
        <w:rPr>
          <w:color w:val="0000FF"/>
          <w:highlight w:val="white"/>
        </w:rPr>
        <w:t>&gt;</w:t>
      </w:r>
    </w:p>
    <w:p w14:paraId="3111988F"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7749CD98" w14:textId="163DAE98" w:rsidR="006F7D45" w:rsidRDefault="00D64703" w:rsidP="006F7D45">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r>
      <w:r w:rsidR="006F7D45">
        <w:rPr>
          <w:color w:val="0000FF"/>
          <w:highlight w:val="white"/>
        </w:rPr>
        <w:t>&lt;</w:t>
      </w:r>
      <w:r w:rsidR="006F7D45">
        <w:rPr>
          <w:highlight w:val="white"/>
        </w:rPr>
        <w:t>MtgId</w:t>
      </w:r>
      <w:r w:rsidR="006F7D45">
        <w:rPr>
          <w:color w:val="0000FF"/>
          <w:highlight w:val="white"/>
        </w:rPr>
        <w:t>&gt;</w:t>
      </w:r>
      <w:r w:rsidR="006F7D45">
        <w:rPr>
          <w:color w:val="000000"/>
          <w:highlight w:val="white"/>
        </w:rPr>
        <w:t>AGM4528</w:t>
      </w:r>
      <w:r w:rsidR="006F7D45">
        <w:rPr>
          <w:color w:val="0000FF"/>
          <w:highlight w:val="white"/>
        </w:rPr>
        <w:t>&lt;/</w:t>
      </w:r>
      <w:r w:rsidR="006F7D45">
        <w:rPr>
          <w:highlight w:val="white"/>
        </w:rPr>
        <w:t>MtgId</w:t>
      </w:r>
      <w:r w:rsidR="006F7D45">
        <w:rPr>
          <w:color w:val="0000FF"/>
          <w:highlight w:val="white"/>
        </w:rPr>
        <w:t>&gt;</w:t>
      </w:r>
      <w:r w:rsidR="006F7D45">
        <w:rPr>
          <w:color w:val="000000"/>
          <w:highlight w:val="white"/>
        </w:rPr>
        <w:tab/>
      </w:r>
      <w:r w:rsidR="00E25300">
        <w:rPr>
          <w:color w:val="000000"/>
          <w:highlight w:val="white"/>
        </w:rPr>
        <w:tab/>
      </w:r>
      <w:r w:rsidR="00E25300">
        <w:rPr>
          <w:color w:val="000000"/>
          <w:highlight w:val="white"/>
        </w:rPr>
        <w:tab/>
      </w:r>
      <w:r w:rsidR="00E25300">
        <w:rPr>
          <w:color w:val="000000"/>
          <w:highlight w:val="white"/>
        </w:rPr>
        <w:tab/>
      </w:r>
    </w:p>
    <w:p w14:paraId="0B166A5D" w14:textId="575C64CA" w:rsidR="00E25300" w:rsidRDefault="00D64703" w:rsidP="006F7D45">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r>
      <w:r w:rsidR="00E25300">
        <w:rPr>
          <w:color w:val="0000FF"/>
          <w:highlight w:val="white"/>
        </w:rPr>
        <w:t>&lt;</w:t>
      </w:r>
      <w:r w:rsidR="00E25300">
        <w:rPr>
          <w:highlight w:val="white"/>
        </w:rPr>
        <w:t>IssrMtgId</w:t>
      </w:r>
      <w:r w:rsidR="00E25300">
        <w:rPr>
          <w:color w:val="0000FF"/>
          <w:highlight w:val="white"/>
        </w:rPr>
        <w:t>&gt;</w:t>
      </w:r>
      <w:r w:rsidR="00E25300">
        <w:rPr>
          <w:color w:val="000000"/>
          <w:highlight w:val="white"/>
        </w:rPr>
        <w:t>LS001</w:t>
      </w:r>
      <w:r w:rsidR="00E25300">
        <w:rPr>
          <w:color w:val="0000FF"/>
          <w:highlight w:val="white"/>
        </w:rPr>
        <w:t>&lt;/</w:t>
      </w:r>
      <w:r w:rsidR="00E25300">
        <w:rPr>
          <w:highlight w:val="white"/>
        </w:rPr>
        <w:t>IssrMtgId</w:t>
      </w:r>
      <w:r w:rsidR="00E25300">
        <w:rPr>
          <w:color w:val="0000FF"/>
          <w:highlight w:val="white"/>
        </w:rPr>
        <w:t>&gt;</w:t>
      </w:r>
    </w:p>
    <w:p w14:paraId="75FB1F0A"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3DE2B7BF"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3DAFF0A1"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21AF2CF4"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585C45A9"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66E94700"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1E55A657"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56DB1B31"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2EAEFA7F"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09CCAFDC"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0C83369C"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20D2AE2E"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4D70D455"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7C8E8E80"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VoteInstrs</w:t>
      </w:r>
      <w:r>
        <w:rPr>
          <w:color w:val="0000FF"/>
          <w:highlight w:val="white"/>
        </w:rPr>
        <w:t>&gt;</w:t>
      </w:r>
    </w:p>
    <w:p w14:paraId="03FDCB9A"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SnglInstrId</w:t>
      </w:r>
      <w:r>
        <w:rPr>
          <w:color w:val="0000FF"/>
          <w:highlight w:val="white"/>
        </w:rPr>
        <w:t>&gt;</w:t>
      </w:r>
      <w:r>
        <w:rPr>
          <w:color w:val="000000"/>
          <w:highlight w:val="white"/>
        </w:rPr>
        <w:t>ABC123</w:t>
      </w:r>
      <w:r>
        <w:rPr>
          <w:color w:val="0000FF"/>
          <w:highlight w:val="white"/>
        </w:rPr>
        <w:t>&lt;/</w:t>
      </w:r>
      <w:r>
        <w:rPr>
          <w:highlight w:val="white"/>
        </w:rPr>
        <w:t>SnglInstrId</w:t>
      </w:r>
      <w:r>
        <w:rPr>
          <w:color w:val="0000FF"/>
          <w:highlight w:val="white"/>
        </w:rPr>
        <w:t>&gt;</w:t>
      </w:r>
    </w:p>
    <w:p w14:paraId="3A78733D"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StgInstr</w:t>
      </w:r>
      <w:r>
        <w:rPr>
          <w:color w:val="0000FF"/>
          <w:highlight w:val="white"/>
        </w:rPr>
        <w:t>&gt;</w:t>
      </w:r>
      <w:r>
        <w:rPr>
          <w:color w:val="000000"/>
          <w:highlight w:val="white"/>
        </w:rPr>
        <w:t>true</w:t>
      </w:r>
      <w:r>
        <w:rPr>
          <w:color w:val="0000FF"/>
          <w:highlight w:val="white"/>
        </w:rPr>
        <w:t>&lt;/</w:t>
      </w:r>
      <w:r>
        <w:rPr>
          <w:highlight w:val="white"/>
        </w:rPr>
        <w:t>StgInstr</w:t>
      </w:r>
      <w:r>
        <w:rPr>
          <w:color w:val="0000FF"/>
          <w:highlight w:val="white"/>
        </w:rPr>
        <w:t>&gt;</w:t>
      </w:r>
    </w:p>
    <w:p w14:paraId="39E9D004"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ModltyOfCntg</w:t>
      </w:r>
      <w:r>
        <w:rPr>
          <w:color w:val="0000FF"/>
          <w:highlight w:val="white"/>
        </w:rPr>
        <w:t>&gt;</w:t>
      </w:r>
    </w:p>
    <w:p w14:paraId="59DDEFA9"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PVAM</w:t>
      </w:r>
      <w:r>
        <w:rPr>
          <w:color w:val="0000FF"/>
          <w:highlight w:val="white"/>
        </w:rPr>
        <w:t>&lt;/</w:t>
      </w:r>
      <w:r>
        <w:rPr>
          <w:highlight w:val="white"/>
        </w:rPr>
        <w:t>Cd</w:t>
      </w:r>
      <w:r>
        <w:rPr>
          <w:color w:val="0000FF"/>
          <w:highlight w:val="white"/>
        </w:rPr>
        <w:t>&gt;</w:t>
      </w:r>
    </w:p>
    <w:p w14:paraId="324007CD"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ModltyOfCntg</w:t>
      </w:r>
      <w:r>
        <w:rPr>
          <w:color w:val="0000FF"/>
          <w:highlight w:val="white"/>
        </w:rPr>
        <w:t>&gt;</w:t>
      </w:r>
    </w:p>
    <w:p w14:paraId="5D782268"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64CCCEF0"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1</w:t>
      </w:r>
      <w:r>
        <w:rPr>
          <w:color w:val="0000FF"/>
          <w:highlight w:val="white"/>
        </w:rPr>
        <w:t>&lt;/</w:t>
      </w:r>
      <w:r>
        <w:rPr>
          <w:highlight w:val="white"/>
        </w:rPr>
        <w:t>IssrLabl</w:t>
      </w:r>
      <w:r>
        <w:rPr>
          <w:color w:val="0000FF"/>
          <w:highlight w:val="white"/>
        </w:rPr>
        <w:t>&gt;</w:t>
      </w:r>
    </w:p>
    <w:p w14:paraId="202BC141"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49A19BF3"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250</w:t>
      </w:r>
      <w:r>
        <w:rPr>
          <w:color w:val="0000FF"/>
          <w:highlight w:val="white"/>
        </w:rPr>
        <w:t>&lt;/</w:t>
      </w:r>
      <w:r>
        <w:rPr>
          <w:highlight w:val="white"/>
        </w:rPr>
        <w:t>Unit</w:t>
      </w:r>
      <w:r>
        <w:rPr>
          <w:color w:val="0000FF"/>
          <w:highlight w:val="white"/>
        </w:rPr>
        <w:t>&gt;</w:t>
      </w:r>
    </w:p>
    <w:p w14:paraId="57E8A21A"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129F9DB5"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1071EF90"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7E0033BC"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2</w:t>
      </w:r>
      <w:r>
        <w:rPr>
          <w:color w:val="0000FF"/>
          <w:highlight w:val="white"/>
        </w:rPr>
        <w:t>&lt;/</w:t>
      </w:r>
      <w:r>
        <w:rPr>
          <w:highlight w:val="white"/>
        </w:rPr>
        <w:t>IssrLabl</w:t>
      </w:r>
      <w:r>
        <w:rPr>
          <w:color w:val="0000FF"/>
          <w:highlight w:val="white"/>
        </w:rPr>
        <w:t>&gt;</w:t>
      </w:r>
    </w:p>
    <w:p w14:paraId="68CDBDFD"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37FE7524"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80</w:t>
      </w:r>
      <w:r>
        <w:rPr>
          <w:color w:val="0000FF"/>
          <w:highlight w:val="white"/>
        </w:rPr>
        <w:t>&lt;/</w:t>
      </w:r>
      <w:r>
        <w:rPr>
          <w:highlight w:val="white"/>
        </w:rPr>
        <w:t>Unit</w:t>
      </w:r>
      <w:r>
        <w:rPr>
          <w:color w:val="0000FF"/>
          <w:highlight w:val="white"/>
        </w:rPr>
        <w:t>&gt;</w:t>
      </w:r>
    </w:p>
    <w:p w14:paraId="37E0C4F0"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44F00361"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46BE720F"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170</w:t>
      </w:r>
      <w:r>
        <w:rPr>
          <w:color w:val="0000FF"/>
          <w:highlight w:val="white"/>
        </w:rPr>
        <w:t>&lt;/</w:t>
      </w:r>
      <w:r>
        <w:rPr>
          <w:highlight w:val="white"/>
        </w:rPr>
        <w:t>Unit</w:t>
      </w:r>
      <w:r>
        <w:rPr>
          <w:color w:val="0000FF"/>
          <w:highlight w:val="white"/>
        </w:rPr>
        <w:t>&gt;</w:t>
      </w:r>
    </w:p>
    <w:p w14:paraId="132A90C7"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6300E846"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34DBB84C"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6C3A008B"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3</w:t>
      </w:r>
      <w:r>
        <w:rPr>
          <w:color w:val="0000FF"/>
          <w:highlight w:val="white"/>
        </w:rPr>
        <w:t>&lt;/</w:t>
      </w:r>
      <w:r>
        <w:rPr>
          <w:highlight w:val="white"/>
        </w:rPr>
        <w:t>IssrLabl</w:t>
      </w:r>
      <w:r>
        <w:rPr>
          <w:color w:val="0000FF"/>
          <w:highlight w:val="white"/>
        </w:rPr>
        <w:t>&gt;</w:t>
      </w:r>
    </w:p>
    <w:p w14:paraId="0833B289"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4254E3BF"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170</w:t>
      </w:r>
      <w:r>
        <w:rPr>
          <w:color w:val="0000FF"/>
          <w:highlight w:val="white"/>
        </w:rPr>
        <w:t>&lt;/</w:t>
      </w:r>
      <w:r>
        <w:rPr>
          <w:highlight w:val="white"/>
        </w:rPr>
        <w:t>Unit</w:t>
      </w:r>
      <w:r>
        <w:rPr>
          <w:color w:val="0000FF"/>
          <w:highlight w:val="white"/>
        </w:rPr>
        <w:t>&gt;</w:t>
      </w:r>
    </w:p>
    <w:p w14:paraId="4DB1F625"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3F3CC887"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19E5A9C7" w14:textId="6E58B951"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30</w:t>
      </w:r>
      <w:r>
        <w:rPr>
          <w:color w:val="0000FF"/>
          <w:highlight w:val="white"/>
        </w:rPr>
        <w:t>&lt;/</w:t>
      </w:r>
      <w:r>
        <w:rPr>
          <w:highlight w:val="white"/>
        </w:rPr>
        <w:t>Unit</w:t>
      </w:r>
      <w:r>
        <w:rPr>
          <w:color w:val="0000FF"/>
          <w:highlight w:val="white"/>
        </w:rPr>
        <w:t>&gt;</w:t>
      </w:r>
    </w:p>
    <w:p w14:paraId="1AAEFCC1"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46233A33"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507C984F" w14:textId="09557F3D"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50</w:t>
      </w:r>
      <w:r>
        <w:rPr>
          <w:color w:val="0000FF"/>
          <w:highlight w:val="white"/>
        </w:rPr>
        <w:t>&lt;/</w:t>
      </w:r>
      <w:r>
        <w:rPr>
          <w:highlight w:val="white"/>
        </w:rPr>
        <w:t>Unit</w:t>
      </w:r>
      <w:r>
        <w:rPr>
          <w:color w:val="0000FF"/>
          <w:highlight w:val="white"/>
        </w:rPr>
        <w:t>&gt;</w:t>
      </w:r>
    </w:p>
    <w:p w14:paraId="56EBEA1C"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33812517"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7C78B2ED"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VoteInstrs</w:t>
      </w:r>
      <w:r>
        <w:rPr>
          <w:color w:val="0000FF"/>
          <w:highlight w:val="white"/>
        </w:rPr>
        <w:t>&gt;</w:t>
      </w:r>
    </w:p>
    <w:p w14:paraId="737C8A69" w14:textId="1E22D308" w:rsidR="0037156E" w:rsidRDefault="00E25300" w:rsidP="006F7D45">
      <w:pPr>
        <w:pStyle w:val="StyleXMLSampleLatinBodyCalibri10ptLeft0"/>
        <w:rPr>
          <w:color w:val="0000FF"/>
        </w:rPr>
      </w:pPr>
      <w:r>
        <w:rPr>
          <w:color w:val="000000"/>
          <w:highlight w:val="white"/>
        </w:rPr>
        <w:tab/>
      </w:r>
      <w:r>
        <w:rPr>
          <w:color w:val="0000FF"/>
          <w:highlight w:val="white"/>
        </w:rPr>
        <w:t>&lt;/</w:t>
      </w:r>
      <w:r>
        <w:rPr>
          <w:highlight w:val="white"/>
        </w:rPr>
        <w:t>MtgVoteExctnConf</w:t>
      </w:r>
      <w:r>
        <w:rPr>
          <w:color w:val="0000FF"/>
          <w:highlight w:val="white"/>
        </w:rPr>
        <w:t>&gt;</w:t>
      </w:r>
    </w:p>
    <w:p w14:paraId="39068EA8" w14:textId="022E3D74" w:rsidR="00D64703" w:rsidRDefault="00D64703" w:rsidP="006F7D45">
      <w:pPr>
        <w:pStyle w:val="StyleXMLSampleLatinBodyCalibri10ptLeft0"/>
        <w:rPr>
          <w:b/>
          <w:sz w:val="24"/>
        </w:rPr>
      </w:pPr>
      <w:r>
        <w:rPr>
          <w:color w:val="0000FF"/>
        </w:rPr>
        <w:t>&lt;/Document&gt;</w:t>
      </w:r>
    </w:p>
    <w:p w14:paraId="4B24F6F0" w14:textId="1435537A" w:rsidR="00D726F7" w:rsidRPr="00446640" w:rsidRDefault="002B3630" w:rsidP="00446640">
      <w:pPr>
        <w:pStyle w:val="Heading2"/>
      </w:pPr>
      <w:bookmarkStart w:id="47" w:name="_Toc63870588"/>
      <w:r>
        <w:lastRenderedPageBreak/>
        <w:t>MeetingResultDissemination - seev.008</w:t>
      </w:r>
      <w:r w:rsidR="00C0706C">
        <w:t>.001</w:t>
      </w:r>
      <w:r w:rsidR="00D726F7" w:rsidRPr="00446640">
        <w:t>.0</w:t>
      </w:r>
      <w:bookmarkEnd w:id="46"/>
      <w:r w:rsidR="00485C43">
        <w:t>7</w:t>
      </w:r>
      <w:bookmarkEnd w:id="47"/>
    </w:p>
    <w:p w14:paraId="6EA280EA" w14:textId="77777777" w:rsidR="00D726F7" w:rsidRDefault="00D726F7" w:rsidP="00446640">
      <w:pPr>
        <w:pStyle w:val="BlockLabel"/>
        <w:ind w:left="0"/>
      </w:pPr>
      <w:r w:rsidRPr="00401520">
        <w:t>Example</w:t>
      </w:r>
    </w:p>
    <w:p w14:paraId="2C8EB259" w14:textId="77777777" w:rsidR="00D726F7" w:rsidRDefault="00D726F7" w:rsidP="00D726F7">
      <w:pPr>
        <w:rPr>
          <w:b/>
        </w:rPr>
      </w:pPr>
      <w:r w:rsidRPr="00401520">
        <w:rPr>
          <w:b/>
        </w:rPr>
        <w:t>Terms</w:t>
      </w:r>
    </w:p>
    <w:p w14:paraId="7AEFBAB4" w14:textId="4983E497" w:rsidR="00455502" w:rsidRPr="00455502" w:rsidRDefault="00455502" w:rsidP="00455502">
      <w:r w:rsidRPr="00455502">
        <w:t>On 3 May, a local custodian (LOCAGB2L) notifies a global custodian</w:t>
      </w:r>
      <w:r>
        <w:t xml:space="preserve"> </w:t>
      </w:r>
      <w:r w:rsidRPr="00455502">
        <w:t xml:space="preserve">(GLOBUS33) of the results of an </w:t>
      </w:r>
      <w:r>
        <w:t>a</w:t>
      </w:r>
      <w:r w:rsidRPr="00455502">
        <w:t>nnual general meeting that took place</w:t>
      </w:r>
      <w:r>
        <w:t xml:space="preserve"> </w:t>
      </w:r>
      <w:r w:rsidRPr="00455502">
        <w:t>on 28 April. The issuer is Big Corp in London. The ISIN of the security</w:t>
      </w:r>
      <w:r>
        <w:t xml:space="preserve"> </w:t>
      </w:r>
      <w:r w:rsidRPr="00455502">
        <w:t xml:space="preserve">for which the meeting </w:t>
      </w:r>
      <w:r>
        <w:t>was held is GB3333A53L22.</w:t>
      </w:r>
    </w:p>
    <w:p w14:paraId="5F7B66BB" w14:textId="3CFEE5B7" w:rsidR="003821AB" w:rsidRDefault="00455502" w:rsidP="00455502">
      <w:r w:rsidRPr="00455502">
        <w:t>The following graphic shows the flow of the message described</w:t>
      </w:r>
      <w:r>
        <w:t xml:space="preserve"> </w:t>
      </w:r>
      <w:r w:rsidRPr="00455502">
        <w:t>in this example.</w:t>
      </w:r>
    </w:p>
    <w:p w14:paraId="19BF7CB8" w14:textId="2791F9DC" w:rsidR="00455502" w:rsidRPr="00401520" w:rsidRDefault="00455502" w:rsidP="00455502">
      <w:r>
        <w:rPr>
          <w:noProof/>
        </w:rPr>
        <w:drawing>
          <wp:inline distT="0" distB="0" distL="0" distR="0" wp14:anchorId="4F234936" wp14:editId="14AF2A00">
            <wp:extent cx="5904865" cy="2777174"/>
            <wp:effectExtent l="0" t="0" r="635" b="4445"/>
            <wp:docPr id="177" name="Picture 177" descr="\\BE-FILE01\jlittre$\MyData\01. STANDARDS\01. STD DEVELOPMENT DOMAINS\1. Securities\03. ProxyVoting\04. SR2015_CR\9. MX Full Doc\Sources\MeetingResultDisseminationV04\flow.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FILE01\jlittre$\MyData\01. STANDARDS\01. STD DEVELOPMENT DOMAINS\1. Securities\03. ProxyVoting\04. SR2015_CR\9. MX Full Doc\Sources\MeetingResultDisseminationV04\flow.bmp"/>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904865" cy="2777174"/>
                    </a:xfrm>
                    <a:prstGeom prst="rect">
                      <a:avLst/>
                    </a:prstGeom>
                    <a:noFill/>
                    <a:ln>
                      <a:noFill/>
                    </a:ln>
                  </pic:spPr>
                </pic:pic>
              </a:graphicData>
            </a:graphic>
          </wp:inline>
        </w:drawing>
      </w:r>
    </w:p>
    <w:p w14:paraId="3AACECF4" w14:textId="77777777" w:rsidR="00D64703" w:rsidRDefault="00D64703" w:rsidP="00D64703">
      <w:pPr>
        <w:pStyle w:val="BlockLabel"/>
        <w:ind w:left="0"/>
      </w:pPr>
      <w:r w:rsidRPr="00471BEE">
        <w:t>Message Instance</w:t>
      </w:r>
      <w:r>
        <w:t xml:space="preserve"> (with application header)</w:t>
      </w:r>
    </w:p>
    <w:p w14:paraId="170B26DB" w14:textId="77777777" w:rsidR="00D64703" w:rsidRPr="00D33A3F" w:rsidRDefault="00D64703" w:rsidP="00D64703">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1DE6DB6" w14:textId="77777777" w:rsidR="00D64703" w:rsidRPr="00D33A3F" w:rsidRDefault="00D64703" w:rsidP="00D64703">
      <w:pPr>
        <w:pStyle w:val="XMLCode"/>
        <w:rPr>
          <w:highlight w:val="white"/>
        </w:rPr>
      </w:pPr>
      <w:r w:rsidRPr="00D33A3F">
        <w:rPr>
          <w:highlight w:val="white"/>
        </w:rPr>
        <w:tab/>
        <w:t>&lt;Fr&gt;</w:t>
      </w:r>
    </w:p>
    <w:p w14:paraId="6D23A3E6"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0B53A505"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22EE6B0A" w14:textId="4084382B"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55502">
        <w:t>LOCAGB2L</w:t>
      </w:r>
      <w:r>
        <w:t>XXX</w:t>
      </w:r>
      <w:r w:rsidRPr="00D33A3F">
        <w:rPr>
          <w:highlight w:val="white"/>
        </w:rPr>
        <w:t>&lt;/BICFI&gt;</w:t>
      </w:r>
    </w:p>
    <w:p w14:paraId="2F8D1748"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52C2E4EB"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19D4FB51" w14:textId="77777777" w:rsidR="00D64703" w:rsidRPr="00D33A3F" w:rsidRDefault="00D64703" w:rsidP="00D64703">
      <w:pPr>
        <w:pStyle w:val="XMLCode"/>
        <w:rPr>
          <w:highlight w:val="white"/>
        </w:rPr>
      </w:pPr>
      <w:r w:rsidRPr="00D33A3F">
        <w:rPr>
          <w:highlight w:val="white"/>
        </w:rPr>
        <w:tab/>
        <w:t>&lt;/Fr&gt;</w:t>
      </w:r>
    </w:p>
    <w:p w14:paraId="1ABA1424" w14:textId="77777777" w:rsidR="00D64703" w:rsidRPr="00D33A3F" w:rsidRDefault="00D64703" w:rsidP="00D64703">
      <w:pPr>
        <w:pStyle w:val="XMLCode"/>
        <w:rPr>
          <w:highlight w:val="white"/>
        </w:rPr>
      </w:pPr>
      <w:r w:rsidRPr="00D33A3F">
        <w:rPr>
          <w:highlight w:val="white"/>
        </w:rPr>
        <w:tab/>
        <w:t>&lt;To&gt;</w:t>
      </w:r>
    </w:p>
    <w:p w14:paraId="6FA36804"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6ADA5178" w14:textId="77777777" w:rsidR="00D64703" w:rsidRPr="008A014D"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547457B6" w14:textId="322BCC71"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494433">
        <w:t>GLOBUS33</w:t>
      </w:r>
      <w:r>
        <w:t>XXX</w:t>
      </w:r>
      <w:r w:rsidRPr="008A014D">
        <w:rPr>
          <w:highlight w:val="white"/>
        </w:rPr>
        <w:t>&lt;/BICFI&gt;</w:t>
      </w:r>
    </w:p>
    <w:p w14:paraId="0E55C959" w14:textId="77777777"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t>&lt;/FinInstnId&gt;</w:t>
      </w:r>
    </w:p>
    <w:p w14:paraId="0C1A01D9" w14:textId="77777777" w:rsidR="00D64703" w:rsidRPr="00D33A3F" w:rsidRDefault="00D64703" w:rsidP="00D64703">
      <w:pPr>
        <w:pStyle w:val="XMLCode"/>
        <w:rPr>
          <w:highlight w:val="white"/>
        </w:rPr>
      </w:pPr>
      <w:r w:rsidRPr="008A014D">
        <w:rPr>
          <w:highlight w:val="white"/>
        </w:rPr>
        <w:tab/>
      </w:r>
      <w:r w:rsidRPr="008A014D">
        <w:rPr>
          <w:highlight w:val="white"/>
        </w:rPr>
        <w:tab/>
      </w:r>
      <w:r w:rsidRPr="00D33A3F">
        <w:rPr>
          <w:highlight w:val="white"/>
        </w:rPr>
        <w:t>&lt;/FIId&gt;</w:t>
      </w:r>
    </w:p>
    <w:p w14:paraId="5CC5A33E" w14:textId="77777777" w:rsidR="00D64703" w:rsidRPr="00D33A3F" w:rsidRDefault="00D64703" w:rsidP="00D64703">
      <w:pPr>
        <w:pStyle w:val="XMLCode"/>
        <w:rPr>
          <w:highlight w:val="white"/>
        </w:rPr>
      </w:pPr>
      <w:r w:rsidRPr="00D33A3F">
        <w:rPr>
          <w:highlight w:val="white"/>
        </w:rPr>
        <w:tab/>
        <w:t>&lt;/To&gt;</w:t>
      </w:r>
    </w:p>
    <w:p w14:paraId="25147152" w14:textId="2EE80979" w:rsidR="00D64703" w:rsidRPr="00D33A3F" w:rsidRDefault="00D64703" w:rsidP="00D64703">
      <w:pPr>
        <w:pStyle w:val="XMLCode"/>
        <w:rPr>
          <w:highlight w:val="white"/>
        </w:rPr>
      </w:pPr>
      <w:r w:rsidRPr="00D33A3F">
        <w:rPr>
          <w:highlight w:val="white"/>
        </w:rPr>
        <w:tab/>
        <w:t>&lt;BizMsgIdr&gt;</w:t>
      </w:r>
      <w:r>
        <w:rPr>
          <w:highlight w:val="white"/>
        </w:rPr>
        <w:t>LOCA0000000356</w:t>
      </w:r>
      <w:r w:rsidRPr="00D33A3F">
        <w:rPr>
          <w:highlight w:val="white"/>
        </w:rPr>
        <w:t>&lt;/BizMsgIdr&gt;</w:t>
      </w:r>
    </w:p>
    <w:p w14:paraId="1C4C0A91" w14:textId="0F9FBF1F" w:rsidR="00D64703" w:rsidRPr="00D33A3F" w:rsidRDefault="00D64703" w:rsidP="00D64703">
      <w:pPr>
        <w:pStyle w:val="XMLCode"/>
        <w:rPr>
          <w:highlight w:val="white"/>
        </w:rPr>
      </w:pPr>
      <w:r>
        <w:rPr>
          <w:highlight w:val="white"/>
        </w:rPr>
        <w:tab/>
        <w:t>&lt;MsgDefIdr&gt;seev.008.001.07</w:t>
      </w:r>
      <w:r w:rsidRPr="00D33A3F">
        <w:rPr>
          <w:highlight w:val="white"/>
        </w:rPr>
        <w:t>&lt;/MsgDefIdr&gt;</w:t>
      </w:r>
    </w:p>
    <w:p w14:paraId="2C3E23DC" w14:textId="494B5ED5" w:rsidR="00D64703" w:rsidRPr="00D33A3F" w:rsidRDefault="00D64703" w:rsidP="00D64703">
      <w:pPr>
        <w:pStyle w:val="XMLCode"/>
        <w:rPr>
          <w:highlight w:val="white"/>
        </w:rPr>
      </w:pPr>
      <w:r w:rsidRPr="00D33A3F">
        <w:rPr>
          <w:highlight w:val="white"/>
        </w:rPr>
        <w:tab/>
        <w:t>&lt;CreDt</w:t>
      </w:r>
      <w:r>
        <w:rPr>
          <w:highlight w:val="white"/>
        </w:rPr>
        <w:t>&gt;2019-05-03T16:00</w:t>
      </w:r>
      <w:r w:rsidRPr="00D33A3F">
        <w:rPr>
          <w:highlight w:val="white"/>
        </w:rPr>
        <w:t>:00Z&lt;/CreDt&gt;</w:t>
      </w:r>
    </w:p>
    <w:p w14:paraId="66F277D3" w14:textId="77777777" w:rsidR="00D64703" w:rsidRPr="00D33A3F" w:rsidRDefault="00D64703" w:rsidP="00D64703">
      <w:pPr>
        <w:pStyle w:val="XMLCode"/>
      </w:pPr>
      <w:r w:rsidRPr="00D33A3F">
        <w:rPr>
          <w:highlight w:val="white"/>
        </w:rPr>
        <w:t>&lt;/AppHdr&gt;</w:t>
      </w:r>
    </w:p>
    <w:p w14:paraId="7EEBCFBC" w14:textId="2F67FD0C" w:rsidR="00D64703" w:rsidRDefault="00D64703" w:rsidP="00D64703">
      <w:pPr>
        <w:widowControl/>
        <w:spacing w:before="0"/>
      </w:pPr>
      <w:r w:rsidRPr="00D33A3F">
        <w:rPr>
          <w:highlight w:val="white"/>
        </w:rPr>
        <w:lastRenderedPageBreak/>
        <w:t>&lt;Document xmlns="urn:i</w:t>
      </w:r>
      <w:r>
        <w:rPr>
          <w:highlight w:val="white"/>
        </w:rPr>
        <w:t>so:std:iso:20022:tech:xsd:seev.008</w:t>
      </w:r>
      <w:r w:rsidRPr="00D33A3F">
        <w:rPr>
          <w:highlight w:val="white"/>
        </w:rPr>
        <w:t>.001.0</w:t>
      </w:r>
      <w:r>
        <w:rPr>
          <w:highlight w:val="white"/>
        </w:rPr>
        <w:t>7</w:t>
      </w:r>
      <w:r w:rsidRPr="00D33A3F">
        <w:rPr>
          <w:highlight w:val="white"/>
        </w:rPr>
        <w:t>" xmlns:xsi="http://www.w3.org/2001/XMLSchema-instance"&gt;</w:t>
      </w:r>
    </w:p>
    <w:p w14:paraId="5B8CBE28" w14:textId="77777777" w:rsidR="00293F33" w:rsidRDefault="00293F33" w:rsidP="007A0355">
      <w:pPr>
        <w:pStyle w:val="StyleXMLSampleLatinBodyCalibri10ptLeft0"/>
        <w:rPr>
          <w:color w:val="000000"/>
          <w:highlight w:val="white"/>
        </w:rPr>
      </w:pPr>
      <w:bookmarkStart w:id="48" w:name="_Toc348941504"/>
      <w:bookmarkStart w:id="49" w:name="_Toc349914635"/>
      <w:r>
        <w:rPr>
          <w:color w:val="000000"/>
          <w:highlight w:val="white"/>
        </w:rPr>
        <w:tab/>
      </w:r>
      <w:r>
        <w:rPr>
          <w:color w:val="0000FF"/>
          <w:highlight w:val="white"/>
        </w:rPr>
        <w:t>&lt;</w:t>
      </w:r>
      <w:r>
        <w:rPr>
          <w:highlight w:val="white"/>
        </w:rPr>
        <w:t>MtgRsltDssmntn</w:t>
      </w:r>
      <w:r>
        <w:rPr>
          <w:color w:val="0000FF"/>
          <w:highlight w:val="white"/>
        </w:rPr>
        <w:t>&gt;</w:t>
      </w:r>
    </w:p>
    <w:p w14:paraId="4167E018"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MtgRsltsDssmntnTp</w:t>
      </w:r>
      <w:r>
        <w:rPr>
          <w:color w:val="0000FF"/>
          <w:highlight w:val="white"/>
        </w:rPr>
        <w:t>&gt;</w:t>
      </w:r>
      <w:r>
        <w:rPr>
          <w:color w:val="000000"/>
          <w:highlight w:val="white"/>
        </w:rPr>
        <w:t>NEWM</w:t>
      </w:r>
      <w:r>
        <w:rPr>
          <w:color w:val="0000FF"/>
          <w:highlight w:val="white"/>
        </w:rPr>
        <w:t>&lt;/</w:t>
      </w:r>
      <w:r>
        <w:rPr>
          <w:highlight w:val="white"/>
        </w:rPr>
        <w:t>MtgRsltsDssmntnTp</w:t>
      </w:r>
      <w:r>
        <w:rPr>
          <w:color w:val="0000FF"/>
          <w:highlight w:val="white"/>
        </w:rPr>
        <w:t>&gt;</w:t>
      </w:r>
    </w:p>
    <w:p w14:paraId="490CD135" w14:textId="0C90618C" w:rsidR="00293F33" w:rsidRDefault="00293F33" w:rsidP="007A0355">
      <w:pPr>
        <w:pStyle w:val="StyleXMLSampleLatinBodyCalibri10ptLeft0"/>
        <w:rPr>
          <w:color w:val="0000FF"/>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19FADCF4" w14:textId="046FC825" w:rsidR="007A0355" w:rsidRDefault="007A0355" w:rsidP="007A0355">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p>
    <w:p w14:paraId="0BC2CBF4"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4B17001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4C6C6CB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769499CD"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3DDD3313"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69FD456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345D6B8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7EF2AFF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3F56ABF1"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7B0F2260"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0EA6B750"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2CD3240C"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Scty</w:t>
      </w:r>
      <w:r>
        <w:rPr>
          <w:color w:val="0000FF"/>
          <w:highlight w:val="white"/>
        </w:rPr>
        <w:t>&gt;</w:t>
      </w:r>
    </w:p>
    <w:p w14:paraId="3B1AABBD"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093B412A"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413F910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EAB3F76"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Scty</w:t>
      </w:r>
      <w:r>
        <w:rPr>
          <w:color w:val="0000FF"/>
          <w:highlight w:val="white"/>
        </w:rPr>
        <w:t>&gt;</w:t>
      </w:r>
    </w:p>
    <w:p w14:paraId="4AAE791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22695947"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1</w:t>
      </w:r>
      <w:r>
        <w:rPr>
          <w:color w:val="0000FF"/>
          <w:highlight w:val="white"/>
        </w:rPr>
        <w:t>&lt;/</w:t>
      </w:r>
      <w:r>
        <w:rPr>
          <w:highlight w:val="white"/>
        </w:rPr>
        <w:t>IssrLabl</w:t>
      </w:r>
      <w:r>
        <w:rPr>
          <w:color w:val="0000FF"/>
          <w:highlight w:val="white"/>
        </w:rPr>
        <w:t>&gt;</w:t>
      </w:r>
    </w:p>
    <w:p w14:paraId="3E92C96B"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RsltnSts</w:t>
      </w:r>
      <w:r>
        <w:rPr>
          <w:color w:val="0000FF"/>
          <w:highlight w:val="white"/>
        </w:rPr>
        <w:t>&gt;</w:t>
      </w:r>
      <w:r>
        <w:rPr>
          <w:color w:val="000000"/>
          <w:highlight w:val="white"/>
        </w:rPr>
        <w:t>ACPT</w:t>
      </w:r>
      <w:r>
        <w:rPr>
          <w:color w:val="0000FF"/>
          <w:highlight w:val="white"/>
        </w:rPr>
        <w:t>&lt;/</w:t>
      </w:r>
      <w:r>
        <w:rPr>
          <w:highlight w:val="white"/>
        </w:rPr>
        <w:t>RsltnSts</w:t>
      </w:r>
      <w:r>
        <w:rPr>
          <w:color w:val="0000FF"/>
          <w:highlight w:val="white"/>
        </w:rPr>
        <w:t>&gt;</w:t>
      </w:r>
    </w:p>
    <w:p w14:paraId="2045D26F"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31A6A78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25893</w:t>
      </w:r>
      <w:r>
        <w:rPr>
          <w:color w:val="0000FF"/>
          <w:highlight w:val="white"/>
        </w:rPr>
        <w:t>&lt;/</w:t>
      </w:r>
      <w:r>
        <w:rPr>
          <w:highlight w:val="white"/>
        </w:rPr>
        <w:t>Unit</w:t>
      </w:r>
      <w:r>
        <w:rPr>
          <w:color w:val="0000FF"/>
          <w:highlight w:val="white"/>
        </w:rPr>
        <w:t>&gt;</w:t>
      </w:r>
    </w:p>
    <w:p w14:paraId="61755FD2"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6EE9F891"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20F1C77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1789</w:t>
      </w:r>
      <w:r>
        <w:rPr>
          <w:color w:val="0000FF"/>
          <w:highlight w:val="white"/>
        </w:rPr>
        <w:t>&lt;/</w:t>
      </w:r>
      <w:r>
        <w:rPr>
          <w:highlight w:val="white"/>
        </w:rPr>
        <w:t>Unit</w:t>
      </w:r>
      <w:r>
        <w:rPr>
          <w:color w:val="0000FF"/>
          <w:highlight w:val="white"/>
        </w:rPr>
        <w:t>&gt;</w:t>
      </w:r>
      <w:r>
        <w:rPr>
          <w:color w:val="000000"/>
          <w:highlight w:val="white"/>
        </w:rPr>
        <w:tab/>
      </w:r>
      <w:r>
        <w:rPr>
          <w:color w:val="000000"/>
          <w:highlight w:val="white"/>
        </w:rPr>
        <w:tab/>
      </w:r>
      <w:r>
        <w:rPr>
          <w:color w:val="000000"/>
          <w:highlight w:val="white"/>
        </w:rPr>
        <w:tab/>
      </w:r>
    </w:p>
    <w:p w14:paraId="767EE724"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7D763D0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3C0FED37"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6904</w:t>
      </w:r>
      <w:r>
        <w:rPr>
          <w:color w:val="0000FF"/>
          <w:highlight w:val="white"/>
        </w:rPr>
        <w:t>&lt;/</w:t>
      </w:r>
      <w:r>
        <w:rPr>
          <w:highlight w:val="white"/>
        </w:rPr>
        <w:t>Unit</w:t>
      </w:r>
      <w:r>
        <w:rPr>
          <w:color w:val="0000FF"/>
          <w:highlight w:val="white"/>
        </w:rPr>
        <w:t>&gt;</w:t>
      </w:r>
      <w:r>
        <w:rPr>
          <w:color w:val="000000"/>
          <w:highlight w:val="white"/>
        </w:rPr>
        <w:tab/>
      </w:r>
      <w:r>
        <w:rPr>
          <w:color w:val="000000"/>
          <w:highlight w:val="white"/>
        </w:rPr>
        <w:tab/>
      </w:r>
      <w:r>
        <w:rPr>
          <w:color w:val="000000"/>
          <w:highlight w:val="white"/>
        </w:rPr>
        <w:tab/>
      </w:r>
    </w:p>
    <w:p w14:paraId="4A0C2F52"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50803C8C"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629FA5F1"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21ADFBA6"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2</w:t>
      </w:r>
      <w:r>
        <w:rPr>
          <w:color w:val="0000FF"/>
          <w:highlight w:val="white"/>
        </w:rPr>
        <w:t>&lt;/</w:t>
      </w:r>
      <w:r>
        <w:rPr>
          <w:highlight w:val="white"/>
        </w:rPr>
        <w:t>IssrLabl</w:t>
      </w:r>
      <w:r>
        <w:rPr>
          <w:color w:val="0000FF"/>
          <w:highlight w:val="white"/>
        </w:rPr>
        <w:t>&gt;</w:t>
      </w:r>
    </w:p>
    <w:p w14:paraId="2A9BD4C4"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RsltnSts</w:t>
      </w:r>
      <w:r>
        <w:rPr>
          <w:color w:val="0000FF"/>
          <w:highlight w:val="white"/>
        </w:rPr>
        <w:t>&gt;</w:t>
      </w:r>
      <w:r>
        <w:rPr>
          <w:color w:val="000000"/>
          <w:highlight w:val="white"/>
        </w:rPr>
        <w:t>ACPT</w:t>
      </w:r>
      <w:r>
        <w:rPr>
          <w:color w:val="0000FF"/>
          <w:highlight w:val="white"/>
        </w:rPr>
        <w:t>&lt;/</w:t>
      </w:r>
      <w:r>
        <w:rPr>
          <w:highlight w:val="white"/>
        </w:rPr>
        <w:t>RsltnSts</w:t>
      </w:r>
      <w:r>
        <w:rPr>
          <w:color w:val="0000FF"/>
          <w:highlight w:val="white"/>
        </w:rPr>
        <w:t>&gt;</w:t>
      </w:r>
    </w:p>
    <w:p w14:paraId="373E254A"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662969AA"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1632</w:t>
      </w:r>
      <w:r>
        <w:rPr>
          <w:color w:val="0000FF"/>
          <w:highlight w:val="white"/>
        </w:rPr>
        <w:t>&lt;/</w:t>
      </w:r>
      <w:r>
        <w:rPr>
          <w:highlight w:val="white"/>
        </w:rPr>
        <w:t>Unit</w:t>
      </w:r>
      <w:r>
        <w:rPr>
          <w:color w:val="0000FF"/>
          <w:highlight w:val="white"/>
        </w:rPr>
        <w:t>&gt;</w:t>
      </w:r>
    </w:p>
    <w:p w14:paraId="5DC77A2B"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48A6B48A"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3E68E1B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24358</w:t>
      </w:r>
      <w:r>
        <w:rPr>
          <w:color w:val="0000FF"/>
          <w:highlight w:val="white"/>
        </w:rPr>
        <w:t>&lt;/</w:t>
      </w:r>
      <w:r>
        <w:rPr>
          <w:highlight w:val="white"/>
        </w:rPr>
        <w:t>Unit</w:t>
      </w:r>
      <w:r>
        <w:rPr>
          <w:color w:val="0000FF"/>
          <w:highlight w:val="white"/>
        </w:rPr>
        <w:t>&gt;</w:t>
      </w:r>
    </w:p>
    <w:p w14:paraId="58A7B2D8"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3484FD5C"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6CF873AF"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8596</w:t>
      </w:r>
      <w:r>
        <w:rPr>
          <w:color w:val="0000FF"/>
          <w:highlight w:val="white"/>
        </w:rPr>
        <w:t>&lt;/</w:t>
      </w:r>
      <w:r>
        <w:rPr>
          <w:highlight w:val="white"/>
        </w:rPr>
        <w:t>Unit</w:t>
      </w:r>
      <w:r>
        <w:rPr>
          <w:color w:val="0000FF"/>
          <w:highlight w:val="white"/>
        </w:rPr>
        <w:t>&gt;</w:t>
      </w:r>
    </w:p>
    <w:p w14:paraId="127AE26F"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0F4D787F"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2A144E2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6806A92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3</w:t>
      </w:r>
      <w:r>
        <w:rPr>
          <w:color w:val="0000FF"/>
          <w:highlight w:val="white"/>
        </w:rPr>
        <w:t>&lt;/</w:t>
      </w:r>
      <w:r>
        <w:rPr>
          <w:highlight w:val="white"/>
        </w:rPr>
        <w:t>IssrLabl</w:t>
      </w:r>
      <w:r>
        <w:rPr>
          <w:color w:val="0000FF"/>
          <w:highlight w:val="white"/>
        </w:rPr>
        <w:t>&gt;</w:t>
      </w:r>
    </w:p>
    <w:p w14:paraId="6293EA20"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RsltnSts</w:t>
      </w:r>
      <w:r>
        <w:rPr>
          <w:color w:val="0000FF"/>
          <w:highlight w:val="white"/>
        </w:rPr>
        <w:t>&gt;</w:t>
      </w:r>
      <w:r>
        <w:rPr>
          <w:color w:val="000000"/>
          <w:highlight w:val="white"/>
        </w:rPr>
        <w:t>ACPT</w:t>
      </w:r>
      <w:r>
        <w:rPr>
          <w:color w:val="0000FF"/>
          <w:highlight w:val="white"/>
        </w:rPr>
        <w:t>&lt;/</w:t>
      </w:r>
      <w:r>
        <w:rPr>
          <w:highlight w:val="white"/>
        </w:rPr>
        <w:t>RsltnSts</w:t>
      </w:r>
      <w:r>
        <w:rPr>
          <w:color w:val="0000FF"/>
          <w:highlight w:val="white"/>
        </w:rPr>
        <w:t>&gt;</w:t>
      </w:r>
    </w:p>
    <w:p w14:paraId="5F89A6DD"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3ED352F0"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26978</w:t>
      </w:r>
      <w:r>
        <w:rPr>
          <w:color w:val="0000FF"/>
          <w:highlight w:val="white"/>
        </w:rPr>
        <w:t>&lt;/</w:t>
      </w:r>
      <w:r>
        <w:rPr>
          <w:highlight w:val="white"/>
        </w:rPr>
        <w:t>Unit</w:t>
      </w:r>
      <w:r>
        <w:rPr>
          <w:color w:val="0000FF"/>
          <w:highlight w:val="white"/>
        </w:rPr>
        <w:t>&gt;</w:t>
      </w:r>
    </w:p>
    <w:p w14:paraId="4C21952F"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3F64F74D"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1F702CE7"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1403</w:t>
      </w:r>
      <w:r>
        <w:rPr>
          <w:color w:val="0000FF"/>
          <w:highlight w:val="white"/>
        </w:rPr>
        <w:t>&lt;/</w:t>
      </w:r>
      <w:r>
        <w:rPr>
          <w:highlight w:val="white"/>
        </w:rPr>
        <w:t>Unit</w:t>
      </w:r>
      <w:r>
        <w:rPr>
          <w:color w:val="0000FF"/>
          <w:highlight w:val="white"/>
        </w:rPr>
        <w:t>&gt;</w:t>
      </w:r>
    </w:p>
    <w:p w14:paraId="2D774AEC"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548211A1" w14:textId="77777777" w:rsidR="00293F33" w:rsidRDefault="00293F33" w:rsidP="007A0355">
      <w:pPr>
        <w:pStyle w:val="StyleXMLSampleLatinBodyCalibri10ptLeft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1CEB3BC9"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6205</w:t>
      </w:r>
      <w:r>
        <w:rPr>
          <w:color w:val="0000FF"/>
          <w:highlight w:val="white"/>
        </w:rPr>
        <w:t>&lt;/</w:t>
      </w:r>
      <w:r>
        <w:rPr>
          <w:highlight w:val="white"/>
        </w:rPr>
        <w:t>Unit</w:t>
      </w:r>
      <w:r>
        <w:rPr>
          <w:color w:val="0000FF"/>
          <w:highlight w:val="white"/>
        </w:rPr>
        <w:t>&gt;</w:t>
      </w:r>
    </w:p>
    <w:p w14:paraId="07614FE3"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3B425DFB"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7A7D22EE" w14:textId="77777777" w:rsidR="00D64703" w:rsidRDefault="00293F33" w:rsidP="007A0355">
      <w:pPr>
        <w:pStyle w:val="StyleXMLSampleLatinBodyCalibri10ptLeft0"/>
        <w:rPr>
          <w:color w:val="0000FF"/>
        </w:rPr>
      </w:pPr>
      <w:r>
        <w:rPr>
          <w:color w:val="000000"/>
          <w:highlight w:val="white"/>
        </w:rPr>
        <w:tab/>
      </w:r>
      <w:r>
        <w:rPr>
          <w:color w:val="0000FF"/>
          <w:highlight w:val="white"/>
        </w:rPr>
        <w:t>&lt;/</w:t>
      </w:r>
      <w:r>
        <w:rPr>
          <w:highlight w:val="white"/>
        </w:rPr>
        <w:t>MtgRsltDssmntn</w:t>
      </w:r>
      <w:r>
        <w:rPr>
          <w:color w:val="0000FF"/>
          <w:highlight w:val="white"/>
        </w:rPr>
        <w:t>&gt;</w:t>
      </w:r>
    </w:p>
    <w:p w14:paraId="7946DC6B" w14:textId="77777777" w:rsidR="00ED504F" w:rsidRDefault="00D64703" w:rsidP="007A0355">
      <w:pPr>
        <w:pStyle w:val="StyleXMLSampleLatinBodyCalibri10ptLeft0"/>
        <w:rPr>
          <w:color w:val="0000FF"/>
        </w:rPr>
      </w:pPr>
      <w:r>
        <w:rPr>
          <w:color w:val="0000FF"/>
        </w:rPr>
        <w:t>&lt;Document&gt;</w:t>
      </w:r>
    </w:p>
    <w:p w14:paraId="490A194D" w14:textId="77777777" w:rsidR="00ED504F" w:rsidRDefault="00ED504F" w:rsidP="007A0355">
      <w:pPr>
        <w:pStyle w:val="StyleXMLSampleLatinBodyCalibri10ptLeft0"/>
        <w:rPr>
          <w:color w:val="0000FF"/>
        </w:rPr>
      </w:pPr>
    </w:p>
    <w:p w14:paraId="309E1A77" w14:textId="77777777" w:rsidR="00ED504F" w:rsidRDefault="00ED504F" w:rsidP="007A0355">
      <w:pPr>
        <w:pStyle w:val="StyleXMLSampleLatinBodyCalibri10ptLeft0"/>
        <w:sectPr w:rsidR="00ED504F" w:rsidSect="007A40BB">
          <w:headerReference w:type="default" r:id="rId54"/>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pPr>
    </w:p>
    <w:p w14:paraId="4AA7D77C" w14:textId="77777777" w:rsidR="00D6231B" w:rsidRPr="005331A5" w:rsidRDefault="00D6231B" w:rsidP="00D6231B">
      <w:pPr>
        <w:pStyle w:val="Heading"/>
      </w:pPr>
      <w:bookmarkStart w:id="50" w:name="_Toc25671679"/>
      <w:bookmarkStart w:id="51" w:name="_Toc63845129"/>
      <w:bookmarkStart w:id="52" w:name="_Toc63870589"/>
      <w:bookmarkEnd w:id="48"/>
      <w:bookmarkEnd w:id="49"/>
      <w:r w:rsidRPr="005331A5">
        <w:lastRenderedPageBreak/>
        <w:t>Revision Record</w:t>
      </w:r>
      <w:bookmarkEnd w:id="50"/>
      <w:bookmarkEnd w:id="51"/>
      <w:bookmarkEnd w:id="52"/>
    </w:p>
    <w:tbl>
      <w:tblPr>
        <w:tblStyle w:val="TableGrid"/>
        <w:tblW w:w="0" w:type="auto"/>
        <w:tblInd w:w="250" w:type="dxa"/>
        <w:tblLook w:val="04A0" w:firstRow="1" w:lastRow="0" w:firstColumn="1" w:lastColumn="0" w:noHBand="0" w:noVBand="1"/>
      </w:tblPr>
      <w:tblGrid>
        <w:gridCol w:w="1133"/>
        <w:gridCol w:w="1418"/>
        <w:gridCol w:w="1842"/>
        <w:gridCol w:w="2933"/>
        <w:gridCol w:w="1939"/>
      </w:tblGrid>
      <w:tr w:rsidR="00D6231B" w14:paraId="5A19698E" w14:textId="77777777" w:rsidTr="000C0C73">
        <w:tc>
          <w:tcPr>
            <w:tcW w:w="1134" w:type="dxa"/>
            <w:tcBorders>
              <w:top w:val="single" w:sz="4" w:space="0" w:color="auto"/>
              <w:left w:val="single" w:sz="4" w:space="0" w:color="auto"/>
              <w:bottom w:val="single" w:sz="4" w:space="0" w:color="auto"/>
              <w:right w:val="single" w:sz="4" w:space="0" w:color="auto"/>
            </w:tcBorders>
            <w:hideMark/>
          </w:tcPr>
          <w:p w14:paraId="24029FFE" w14:textId="77777777" w:rsidR="00D6231B" w:rsidRPr="005331A5" w:rsidRDefault="00D6231B" w:rsidP="000C0C73">
            <w:pPr>
              <w:pStyle w:val="TableHeading"/>
            </w:pPr>
            <w:r w:rsidRPr="00C5764F">
              <w:t>Revision</w:t>
            </w:r>
          </w:p>
        </w:tc>
        <w:tc>
          <w:tcPr>
            <w:tcW w:w="1418" w:type="dxa"/>
            <w:tcBorders>
              <w:top w:val="single" w:sz="4" w:space="0" w:color="auto"/>
              <w:left w:val="single" w:sz="4" w:space="0" w:color="auto"/>
              <w:bottom w:val="single" w:sz="4" w:space="0" w:color="auto"/>
              <w:right w:val="single" w:sz="4" w:space="0" w:color="auto"/>
            </w:tcBorders>
            <w:hideMark/>
          </w:tcPr>
          <w:p w14:paraId="13C094FD" w14:textId="77777777" w:rsidR="00D6231B" w:rsidRPr="005331A5" w:rsidRDefault="00D6231B" w:rsidP="000C0C73">
            <w:pPr>
              <w:pStyle w:val="TableHeading"/>
            </w:pPr>
            <w:r w:rsidRPr="00C5764F">
              <w:t>Date</w:t>
            </w:r>
          </w:p>
        </w:tc>
        <w:tc>
          <w:tcPr>
            <w:tcW w:w="1842" w:type="dxa"/>
            <w:tcBorders>
              <w:top w:val="single" w:sz="4" w:space="0" w:color="auto"/>
              <w:left w:val="single" w:sz="4" w:space="0" w:color="auto"/>
              <w:bottom w:val="single" w:sz="4" w:space="0" w:color="auto"/>
              <w:right w:val="single" w:sz="4" w:space="0" w:color="auto"/>
            </w:tcBorders>
            <w:hideMark/>
          </w:tcPr>
          <w:p w14:paraId="5E206CD9" w14:textId="77777777" w:rsidR="00D6231B" w:rsidRPr="005331A5" w:rsidRDefault="00D6231B" w:rsidP="000C0C73">
            <w:pPr>
              <w:pStyle w:val="TableHeading"/>
            </w:pPr>
            <w:r w:rsidRPr="00C5764F">
              <w:t>Author</w:t>
            </w:r>
          </w:p>
        </w:tc>
        <w:tc>
          <w:tcPr>
            <w:tcW w:w="2934" w:type="dxa"/>
            <w:tcBorders>
              <w:top w:val="single" w:sz="4" w:space="0" w:color="auto"/>
              <w:left w:val="single" w:sz="4" w:space="0" w:color="auto"/>
              <w:bottom w:val="single" w:sz="4" w:space="0" w:color="auto"/>
              <w:right w:val="single" w:sz="4" w:space="0" w:color="auto"/>
            </w:tcBorders>
            <w:hideMark/>
          </w:tcPr>
          <w:p w14:paraId="1CFCB0DA" w14:textId="77777777" w:rsidR="00D6231B" w:rsidRPr="005331A5" w:rsidRDefault="00D6231B" w:rsidP="000C0C73">
            <w:pPr>
              <w:pStyle w:val="TableHeading"/>
            </w:pPr>
            <w:r w:rsidRPr="00C5764F">
              <w:t>Description</w:t>
            </w:r>
          </w:p>
        </w:tc>
        <w:tc>
          <w:tcPr>
            <w:tcW w:w="1939" w:type="dxa"/>
            <w:tcBorders>
              <w:top w:val="single" w:sz="4" w:space="0" w:color="auto"/>
              <w:left w:val="single" w:sz="4" w:space="0" w:color="auto"/>
              <w:bottom w:val="single" w:sz="4" w:space="0" w:color="auto"/>
              <w:right w:val="single" w:sz="4" w:space="0" w:color="auto"/>
            </w:tcBorders>
            <w:hideMark/>
          </w:tcPr>
          <w:p w14:paraId="251963E1" w14:textId="77777777" w:rsidR="00D6231B" w:rsidRPr="005331A5" w:rsidRDefault="00D6231B" w:rsidP="000C0C73">
            <w:pPr>
              <w:pStyle w:val="TableHeading"/>
            </w:pPr>
            <w:r w:rsidRPr="00C5764F">
              <w:t>Section Affected</w:t>
            </w:r>
          </w:p>
        </w:tc>
      </w:tr>
      <w:tr w:rsidR="00D6231B" w14:paraId="109EDEC2" w14:textId="77777777" w:rsidTr="000C0C73">
        <w:tc>
          <w:tcPr>
            <w:tcW w:w="1134" w:type="dxa"/>
            <w:tcBorders>
              <w:top w:val="single" w:sz="4" w:space="0" w:color="auto"/>
              <w:left w:val="single" w:sz="4" w:space="0" w:color="auto"/>
              <w:bottom w:val="single" w:sz="4" w:space="0" w:color="auto"/>
              <w:right w:val="single" w:sz="4" w:space="0" w:color="auto"/>
            </w:tcBorders>
          </w:tcPr>
          <w:p w14:paraId="1BF35CFB" w14:textId="77777777" w:rsidR="00D6231B" w:rsidRPr="005331A5" w:rsidRDefault="00D6231B" w:rsidP="000C0C73">
            <w:pPr>
              <w:pStyle w:val="TableText0"/>
            </w:pPr>
            <w:r>
              <w:t>1.0</w:t>
            </w:r>
          </w:p>
        </w:tc>
        <w:tc>
          <w:tcPr>
            <w:tcW w:w="1418" w:type="dxa"/>
            <w:tcBorders>
              <w:top w:val="single" w:sz="4" w:space="0" w:color="auto"/>
              <w:left w:val="single" w:sz="4" w:space="0" w:color="auto"/>
              <w:bottom w:val="single" w:sz="4" w:space="0" w:color="auto"/>
              <w:right w:val="single" w:sz="4" w:space="0" w:color="auto"/>
            </w:tcBorders>
          </w:tcPr>
          <w:p w14:paraId="6242CE57" w14:textId="77777777" w:rsidR="00D6231B" w:rsidRPr="005331A5" w:rsidRDefault="00D6231B" w:rsidP="000C0C73">
            <w:pPr>
              <w:pStyle w:val="TableText0"/>
            </w:pPr>
            <w:r>
              <w:t>1 Dec 2020</w:t>
            </w:r>
          </w:p>
        </w:tc>
        <w:tc>
          <w:tcPr>
            <w:tcW w:w="1842" w:type="dxa"/>
            <w:tcBorders>
              <w:top w:val="single" w:sz="4" w:space="0" w:color="auto"/>
              <w:left w:val="single" w:sz="4" w:space="0" w:color="auto"/>
              <w:bottom w:val="single" w:sz="4" w:space="0" w:color="auto"/>
              <w:right w:val="single" w:sz="4" w:space="0" w:color="auto"/>
            </w:tcBorders>
          </w:tcPr>
          <w:p w14:paraId="37F2D28C" w14:textId="77777777" w:rsidR="00D6231B" w:rsidRPr="005331A5" w:rsidRDefault="00D6231B" w:rsidP="000C0C73">
            <w:pPr>
              <w:pStyle w:val="TableText0"/>
            </w:pPr>
            <w:r>
              <w:t>SWIFT</w:t>
            </w:r>
          </w:p>
        </w:tc>
        <w:tc>
          <w:tcPr>
            <w:tcW w:w="2934" w:type="dxa"/>
            <w:tcBorders>
              <w:top w:val="single" w:sz="4" w:space="0" w:color="auto"/>
              <w:left w:val="single" w:sz="4" w:space="0" w:color="auto"/>
              <w:bottom w:val="single" w:sz="4" w:space="0" w:color="auto"/>
              <w:right w:val="single" w:sz="4" w:space="0" w:color="auto"/>
            </w:tcBorders>
          </w:tcPr>
          <w:p w14:paraId="798410C2" w14:textId="77777777" w:rsidR="00D6231B" w:rsidRPr="005331A5" w:rsidRDefault="00D6231B" w:rsidP="000C0C73">
            <w:pPr>
              <w:pStyle w:val="TableText0"/>
            </w:pPr>
            <w:r>
              <w:t>Edition for SEG review</w:t>
            </w:r>
          </w:p>
        </w:tc>
        <w:tc>
          <w:tcPr>
            <w:tcW w:w="1939" w:type="dxa"/>
            <w:tcBorders>
              <w:top w:val="single" w:sz="4" w:space="0" w:color="auto"/>
              <w:left w:val="single" w:sz="4" w:space="0" w:color="auto"/>
              <w:bottom w:val="single" w:sz="4" w:space="0" w:color="auto"/>
              <w:right w:val="single" w:sz="4" w:space="0" w:color="auto"/>
            </w:tcBorders>
          </w:tcPr>
          <w:p w14:paraId="5A83E2C1" w14:textId="77777777" w:rsidR="00D6231B" w:rsidRPr="005331A5" w:rsidRDefault="00D6231B" w:rsidP="000C0C73">
            <w:pPr>
              <w:pStyle w:val="TableText0"/>
            </w:pPr>
            <w:r w:rsidRPr="00C5764F">
              <w:t>All</w:t>
            </w:r>
          </w:p>
        </w:tc>
      </w:tr>
      <w:tr w:rsidR="00D6231B" w14:paraId="79C52499" w14:textId="77777777" w:rsidTr="000C0C73">
        <w:tc>
          <w:tcPr>
            <w:tcW w:w="1134" w:type="dxa"/>
            <w:tcBorders>
              <w:top w:val="single" w:sz="4" w:space="0" w:color="auto"/>
              <w:left w:val="single" w:sz="4" w:space="0" w:color="auto"/>
              <w:bottom w:val="single" w:sz="4" w:space="0" w:color="auto"/>
              <w:right w:val="single" w:sz="4" w:space="0" w:color="auto"/>
            </w:tcBorders>
          </w:tcPr>
          <w:p w14:paraId="39D46762" w14:textId="77777777" w:rsidR="00D6231B" w:rsidRPr="005331A5" w:rsidRDefault="00D6231B" w:rsidP="000C0C73">
            <w:pPr>
              <w:pStyle w:val="TableText0"/>
            </w:pPr>
            <w:r>
              <w:t>2.0</w:t>
            </w:r>
          </w:p>
        </w:tc>
        <w:tc>
          <w:tcPr>
            <w:tcW w:w="1418" w:type="dxa"/>
            <w:tcBorders>
              <w:top w:val="single" w:sz="4" w:space="0" w:color="auto"/>
              <w:left w:val="single" w:sz="4" w:space="0" w:color="auto"/>
              <w:bottom w:val="single" w:sz="4" w:space="0" w:color="auto"/>
              <w:right w:val="single" w:sz="4" w:space="0" w:color="auto"/>
            </w:tcBorders>
          </w:tcPr>
          <w:p w14:paraId="248EE934" w14:textId="77777777" w:rsidR="00D6231B" w:rsidRPr="005331A5" w:rsidRDefault="00D6231B" w:rsidP="000C0C73">
            <w:pPr>
              <w:pStyle w:val="TableText0"/>
            </w:pPr>
            <w:r>
              <w:t>February 2021</w:t>
            </w:r>
          </w:p>
        </w:tc>
        <w:tc>
          <w:tcPr>
            <w:tcW w:w="1842" w:type="dxa"/>
            <w:tcBorders>
              <w:top w:val="single" w:sz="4" w:space="0" w:color="auto"/>
              <w:left w:val="single" w:sz="4" w:space="0" w:color="auto"/>
              <w:bottom w:val="single" w:sz="4" w:space="0" w:color="auto"/>
              <w:right w:val="single" w:sz="4" w:space="0" w:color="auto"/>
            </w:tcBorders>
          </w:tcPr>
          <w:p w14:paraId="19953820" w14:textId="77777777" w:rsidR="00D6231B" w:rsidRPr="005331A5" w:rsidRDefault="00D6231B" w:rsidP="000C0C73">
            <w:pPr>
              <w:pStyle w:val="TableText0"/>
            </w:pPr>
            <w:r w:rsidRPr="0086543A">
              <w:t>ISO 20022 RA</w:t>
            </w:r>
          </w:p>
        </w:tc>
        <w:tc>
          <w:tcPr>
            <w:tcW w:w="2934" w:type="dxa"/>
            <w:tcBorders>
              <w:top w:val="single" w:sz="4" w:space="0" w:color="auto"/>
              <w:left w:val="single" w:sz="4" w:space="0" w:color="auto"/>
              <w:bottom w:val="single" w:sz="4" w:space="0" w:color="auto"/>
              <w:right w:val="single" w:sz="4" w:space="0" w:color="auto"/>
            </w:tcBorders>
          </w:tcPr>
          <w:p w14:paraId="0C96DB00" w14:textId="77777777" w:rsidR="00D6231B" w:rsidRPr="005331A5" w:rsidRDefault="00D6231B" w:rsidP="000C0C73">
            <w:pPr>
              <w:pStyle w:val="TableText0"/>
            </w:pPr>
            <w:r w:rsidRPr="0086543A">
              <w:t>Editing before publishing</w:t>
            </w:r>
          </w:p>
        </w:tc>
        <w:tc>
          <w:tcPr>
            <w:tcW w:w="1939" w:type="dxa"/>
            <w:tcBorders>
              <w:top w:val="single" w:sz="4" w:space="0" w:color="auto"/>
              <w:left w:val="single" w:sz="4" w:space="0" w:color="auto"/>
              <w:bottom w:val="single" w:sz="4" w:space="0" w:color="auto"/>
              <w:right w:val="single" w:sz="4" w:space="0" w:color="auto"/>
            </w:tcBorders>
          </w:tcPr>
          <w:p w14:paraId="125C4B65" w14:textId="77777777" w:rsidR="00D6231B" w:rsidRPr="005331A5" w:rsidRDefault="00D6231B" w:rsidP="000C0C73">
            <w:pPr>
              <w:pStyle w:val="TableText0"/>
            </w:pPr>
            <w:r>
              <w:t>NA</w:t>
            </w:r>
          </w:p>
        </w:tc>
      </w:tr>
    </w:tbl>
    <w:p w14:paraId="1B1A09A8" w14:textId="77777777" w:rsidR="00D6231B" w:rsidRPr="00C5764F" w:rsidRDefault="00D6231B" w:rsidP="00D6231B">
      <w:pPr>
        <w:pStyle w:val="BlockLabel"/>
      </w:pPr>
      <w:r w:rsidRPr="00C5764F">
        <w:t>Disclaimer</w:t>
      </w:r>
    </w:p>
    <w:p w14:paraId="50F1201D" w14:textId="77777777" w:rsidR="00D6231B" w:rsidRPr="00C5764F" w:rsidRDefault="00D6231B" w:rsidP="00D6231B">
      <w:r w:rsidRPr="00C5764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D69C736" w14:textId="77777777" w:rsidR="00D6231B" w:rsidRPr="00C5764F" w:rsidRDefault="00D6231B" w:rsidP="00D6231B">
      <w:r w:rsidRPr="00C5764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6E0C31D0" w14:textId="77777777" w:rsidR="00D6231B" w:rsidRPr="00C5764F" w:rsidRDefault="00D6231B" w:rsidP="00D6231B">
      <w:pPr>
        <w:pStyle w:val="BlockLabel"/>
      </w:pPr>
      <w:r w:rsidRPr="00C5764F">
        <w:t>Intellectual Property Rights</w:t>
      </w:r>
    </w:p>
    <w:p w14:paraId="64DFF88A" w14:textId="77777777" w:rsidR="00D6231B" w:rsidRDefault="00D6231B" w:rsidP="00D6231B">
      <w:r w:rsidRPr="00C5764F">
        <w:t xml:space="preserve">The (candidate) ISO 20022 MessageDefinitions described in this document were contributed by SWIFT. The ISO 20022 IPR policy is available at www.ISO20022.org &gt; About ISO 20022 </w:t>
      </w:r>
      <w:r>
        <w:t>&gt; Intellectual Property Rights.</w:t>
      </w:r>
    </w:p>
    <w:p w14:paraId="57903659" w14:textId="4781690C" w:rsidR="00D33E7B" w:rsidRPr="000A3BA9" w:rsidRDefault="00D33E7B" w:rsidP="006F1F53">
      <w:pPr>
        <w:pStyle w:val="Copyrighttext"/>
        <w:rPr>
          <w:rFonts w:cs="Arial"/>
          <w:sz w:val="18"/>
        </w:rPr>
      </w:pPr>
    </w:p>
    <w:p w14:paraId="3E640A7E" w14:textId="77777777" w:rsidR="0087520D" w:rsidRDefault="0087520D" w:rsidP="0087520D"/>
    <w:p w14:paraId="3E640A7F" w14:textId="77777777" w:rsidR="00970FC2" w:rsidRPr="000A3BA9" w:rsidRDefault="00970FC2" w:rsidP="005B2E5D">
      <w:pPr>
        <w:pStyle w:val="Copyrighttext"/>
        <w:rPr>
          <w:rFonts w:cs="Arial"/>
          <w:sz w:val="18"/>
        </w:rPr>
      </w:pPr>
    </w:p>
    <w:sectPr w:rsidR="00970FC2" w:rsidRPr="000A3BA9" w:rsidSect="007A40BB">
      <w:headerReference w:type="default" r:id="rId55"/>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BB996" w14:textId="77777777" w:rsidR="00ED504F" w:rsidRDefault="00ED504F">
      <w:r>
        <w:separator/>
      </w:r>
    </w:p>
  </w:endnote>
  <w:endnote w:type="continuationSeparator" w:id="0">
    <w:p w14:paraId="2FB324C5" w14:textId="77777777" w:rsidR="00ED504F" w:rsidRDefault="00ED5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40A98" w14:textId="77777777" w:rsidR="00ED504F" w:rsidRDefault="00ED504F"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504F" w14:paraId="3E640A9A" w14:textId="77777777" w:rsidTr="00FA332B">
      <w:trPr>
        <w:cantSplit/>
        <w:trHeight w:hRule="exact" w:val="50"/>
      </w:trPr>
      <w:tc>
        <w:tcPr>
          <w:tcW w:w="9242" w:type="dxa"/>
        </w:tcPr>
        <w:p w14:paraId="3E640A99" w14:textId="77777777" w:rsidR="00ED504F" w:rsidRDefault="00ED504F" w:rsidP="00D93F65"/>
      </w:tc>
    </w:tr>
  </w:tbl>
  <w:p w14:paraId="3E640A9B" w14:textId="4FAB91A7" w:rsidR="00ED504F" w:rsidRPr="00FA332B" w:rsidRDefault="00ED504F" w:rsidP="005A2191">
    <w:pPr>
      <w:pStyle w:val="Footereven"/>
      <w:tabs>
        <w:tab w:val="clear" w:pos="9242"/>
        <w:tab w:val="right" w:pos="9072"/>
      </w:tabs>
      <w:ind w:left="-142"/>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Pr>
        <w:rFonts w:eastAsia="Times"/>
        <w:noProof/>
        <w:lang w:val="fr-BE"/>
      </w:rPr>
      <w:t>20</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F5588" w14:textId="77777777" w:rsidR="00ED504F" w:rsidRDefault="00ED50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40AA0" w14:textId="77777777" w:rsidR="00ED504F" w:rsidRDefault="00ED504F"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504F" w14:paraId="3E640AA2" w14:textId="77777777" w:rsidTr="00D93F65">
      <w:trPr>
        <w:cantSplit/>
        <w:trHeight w:hRule="exact" w:val="50"/>
      </w:trPr>
      <w:tc>
        <w:tcPr>
          <w:tcW w:w="9242" w:type="dxa"/>
        </w:tcPr>
        <w:p w14:paraId="3E640AA1" w14:textId="77777777" w:rsidR="00ED504F" w:rsidRDefault="00ED504F" w:rsidP="00D93F65"/>
      </w:tc>
    </w:tr>
  </w:tbl>
  <w:p w14:paraId="3E640AA3" w14:textId="77777777" w:rsidR="00ED504F" w:rsidRPr="00BB3079" w:rsidRDefault="00ED504F"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3E640AA4" w14:textId="77777777" w:rsidR="00ED504F" w:rsidRDefault="00ED504F" w:rsidP="007406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61836" w14:textId="77777777" w:rsidR="00ED504F" w:rsidRDefault="00ED504F" w:rsidP="00ED504F">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504F" w14:paraId="5DC42BFA" w14:textId="77777777" w:rsidTr="00ED504F">
      <w:trPr>
        <w:cantSplit/>
        <w:trHeight w:hRule="exact" w:val="50"/>
      </w:trPr>
      <w:tc>
        <w:tcPr>
          <w:tcW w:w="9242" w:type="dxa"/>
        </w:tcPr>
        <w:p w14:paraId="6F3BA209" w14:textId="77777777" w:rsidR="00ED504F" w:rsidRDefault="00ED504F" w:rsidP="00ED504F"/>
      </w:tc>
    </w:tr>
  </w:tbl>
  <w:p w14:paraId="49D807A3" w14:textId="77777777" w:rsidR="00ED504F" w:rsidRPr="00BB3079" w:rsidRDefault="00ED504F" w:rsidP="00ED504F">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ADA94" w14:textId="77777777" w:rsidR="00ED504F" w:rsidRDefault="00ED504F" w:rsidP="00ED504F">
    <w:pPr>
      <w:pStyle w:val="Footerodd"/>
      <w:tabs>
        <w:tab w:val="clear" w:pos="9242"/>
      </w:tabs>
    </w:pPr>
  </w:p>
  <w:tbl>
    <w:tblPr>
      <w:tblStyle w:val="TableGrid"/>
      <w:tblW w:w="0" w:type="auto"/>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ED504F" w14:paraId="60AC4160" w14:textId="77777777" w:rsidTr="00ED504F">
      <w:tc>
        <w:tcPr>
          <w:tcW w:w="4253" w:type="dxa"/>
        </w:tcPr>
        <w:p w14:paraId="0E5032DD" w14:textId="7E042590" w:rsidR="00ED504F" w:rsidRPr="006E0076" w:rsidRDefault="00C44891" w:rsidP="00ED504F">
          <w:pPr>
            <w:pStyle w:val="Footereven"/>
            <w:rPr>
              <w:noProof/>
            </w:rPr>
          </w:pPr>
          <w:r>
            <w:t>General Meeting</w:t>
          </w:r>
          <w:r w:rsidR="00ED504F">
            <w:fldChar w:fldCharType="begin"/>
          </w:r>
          <w:r w:rsidR="00ED504F">
            <w:instrText xml:space="preserve"> STYLEREF  "Product Name"  \* MERGEFORMAT </w:instrText>
          </w:r>
          <w:r w:rsidR="00ED504F">
            <w:fldChar w:fldCharType="end"/>
          </w:r>
          <w:r w:rsidR="00ED504F">
            <w:fldChar w:fldCharType="begin"/>
          </w:r>
          <w:r w:rsidR="00ED504F">
            <w:instrText xml:space="preserve"> STYLEREF  "Product Name"  \* MERGEFORMAT </w:instrText>
          </w:r>
          <w:r w:rsidR="00ED504F">
            <w:rPr>
              <w:noProof/>
            </w:rPr>
            <w:fldChar w:fldCharType="end"/>
          </w:r>
        </w:p>
      </w:tc>
      <w:tc>
        <w:tcPr>
          <w:tcW w:w="567" w:type="dxa"/>
        </w:tcPr>
        <w:p w14:paraId="35BC0C9F" w14:textId="33E14EA3" w:rsidR="00ED504F" w:rsidRDefault="00ED504F" w:rsidP="00ED504F">
          <w:pPr>
            <w:pStyle w:val="Footereven"/>
          </w:pPr>
          <w:r>
            <w:rPr>
              <w:rFonts w:eastAsia="Times"/>
            </w:rPr>
            <w:fldChar w:fldCharType="begin"/>
          </w:r>
          <w:r>
            <w:rPr>
              <w:rFonts w:eastAsia="Times"/>
            </w:rPr>
            <w:instrText xml:space="preserve"> PAGE </w:instrText>
          </w:r>
          <w:r>
            <w:rPr>
              <w:rFonts w:eastAsia="Times"/>
            </w:rPr>
            <w:fldChar w:fldCharType="separate"/>
          </w:r>
          <w:r w:rsidR="00D6231B">
            <w:rPr>
              <w:rFonts w:eastAsia="Times"/>
              <w:noProof/>
            </w:rPr>
            <w:t>2</w:t>
          </w:r>
          <w:r>
            <w:rPr>
              <w:rFonts w:eastAsia="Times"/>
            </w:rPr>
            <w:fldChar w:fldCharType="end"/>
          </w:r>
        </w:p>
      </w:tc>
      <w:tc>
        <w:tcPr>
          <w:tcW w:w="4394" w:type="dxa"/>
        </w:tcPr>
        <w:p w14:paraId="0A3CFC6B" w14:textId="40B4CF47" w:rsidR="00ED504F" w:rsidRDefault="00ED504F" w:rsidP="00ED504F">
          <w:pPr>
            <w:pStyle w:val="Footereven"/>
            <w:tabs>
              <w:tab w:val="center" w:pos="2197"/>
              <w:tab w:val="right" w:pos="4394"/>
            </w:tabs>
          </w:pPr>
          <w:r>
            <w:tab/>
          </w:r>
          <w:r>
            <w:tab/>
          </w:r>
          <w:r w:rsidR="00D6231B">
            <w:fldChar w:fldCharType="begin"/>
          </w:r>
          <w:r w:rsidR="00D6231B">
            <w:instrText xml:space="preserve"> STYLEREF  "Release date"  \* MERGEFORMAT </w:instrText>
          </w:r>
          <w:r w:rsidR="00D6231B">
            <w:fldChar w:fldCharType="separate"/>
          </w:r>
          <w:r w:rsidR="00D6231B">
            <w:rPr>
              <w:noProof/>
            </w:rPr>
            <w:t>February 2021</w:t>
          </w:r>
          <w:r w:rsidR="00D6231B">
            <w:rPr>
              <w:noProof/>
            </w:rPr>
            <w:fldChar w:fldCharType="end"/>
          </w:r>
        </w:p>
      </w:tc>
    </w:tr>
  </w:tbl>
  <w:p w14:paraId="4B54FC08" w14:textId="77777777" w:rsidR="00ED504F" w:rsidRPr="000017C4" w:rsidRDefault="00ED504F" w:rsidP="00ED504F">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205B0" w14:textId="77777777" w:rsidR="00ED504F" w:rsidRDefault="00ED504F" w:rsidP="00ED504F">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504F" w14:paraId="15157BB6" w14:textId="77777777" w:rsidTr="00ED504F">
      <w:trPr>
        <w:cantSplit/>
        <w:trHeight w:hRule="exact" w:val="50"/>
      </w:trPr>
      <w:tc>
        <w:tcPr>
          <w:tcW w:w="9242" w:type="dxa"/>
        </w:tcPr>
        <w:p w14:paraId="2780D91A" w14:textId="77777777" w:rsidR="00ED504F" w:rsidRDefault="00ED504F" w:rsidP="00ED504F"/>
      </w:tc>
    </w:tr>
  </w:tbl>
  <w:p w14:paraId="7437B09B" w14:textId="77777777" w:rsidR="00ED504F" w:rsidRPr="00BB3079" w:rsidRDefault="00ED504F" w:rsidP="00ED504F">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66699" w14:textId="77777777" w:rsidR="00ED504F" w:rsidRDefault="00ED504F" w:rsidP="00ED504F">
    <w:pPr>
      <w:pStyle w:val="Footerodd"/>
      <w:tabs>
        <w:tab w:val="clear" w:pos="9242"/>
      </w:tabs>
    </w:pPr>
  </w:p>
  <w:tbl>
    <w:tblPr>
      <w:tblStyle w:val="TableGrid"/>
      <w:tblW w:w="0" w:type="auto"/>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ED504F" w14:paraId="6D8326FC" w14:textId="77777777" w:rsidTr="00ED504F">
      <w:tc>
        <w:tcPr>
          <w:tcW w:w="4253" w:type="dxa"/>
        </w:tcPr>
        <w:p w14:paraId="0D2AAC24" w14:textId="43A3817A" w:rsidR="00ED504F" w:rsidRPr="006E0076" w:rsidRDefault="00C44891" w:rsidP="00ED504F">
          <w:pPr>
            <w:pStyle w:val="Footereven"/>
            <w:rPr>
              <w:noProof/>
            </w:rPr>
          </w:pPr>
          <w:r>
            <w:t xml:space="preserve">General Meeting </w:t>
          </w:r>
          <w:r w:rsidR="00ED504F">
            <w:fldChar w:fldCharType="begin"/>
          </w:r>
          <w:r w:rsidR="00ED504F">
            <w:instrText xml:space="preserve"> STYLEREF  "Product Name"  \* MERGEFORMAT </w:instrText>
          </w:r>
          <w:r w:rsidR="00ED504F">
            <w:fldChar w:fldCharType="end"/>
          </w:r>
          <w:r w:rsidR="00ED504F">
            <w:fldChar w:fldCharType="begin"/>
          </w:r>
          <w:r w:rsidR="00ED504F">
            <w:instrText xml:space="preserve"> STYLEREF  "Product Name"  \* MERGEFORMAT </w:instrText>
          </w:r>
          <w:r w:rsidR="00ED504F">
            <w:rPr>
              <w:noProof/>
            </w:rPr>
            <w:fldChar w:fldCharType="end"/>
          </w:r>
        </w:p>
      </w:tc>
      <w:tc>
        <w:tcPr>
          <w:tcW w:w="567" w:type="dxa"/>
        </w:tcPr>
        <w:p w14:paraId="391A892A" w14:textId="228D7647" w:rsidR="00ED504F" w:rsidRDefault="00ED504F" w:rsidP="00ED504F">
          <w:pPr>
            <w:pStyle w:val="Footereven"/>
          </w:pPr>
          <w:r>
            <w:rPr>
              <w:rFonts w:eastAsia="Times"/>
            </w:rPr>
            <w:fldChar w:fldCharType="begin"/>
          </w:r>
          <w:r>
            <w:rPr>
              <w:rFonts w:eastAsia="Times"/>
            </w:rPr>
            <w:instrText xml:space="preserve"> PAGE </w:instrText>
          </w:r>
          <w:r>
            <w:rPr>
              <w:rFonts w:eastAsia="Times"/>
            </w:rPr>
            <w:fldChar w:fldCharType="separate"/>
          </w:r>
          <w:r w:rsidR="00D6231B">
            <w:rPr>
              <w:rFonts w:eastAsia="Times"/>
              <w:noProof/>
            </w:rPr>
            <w:t>3</w:t>
          </w:r>
          <w:r>
            <w:rPr>
              <w:rFonts w:eastAsia="Times"/>
            </w:rPr>
            <w:fldChar w:fldCharType="end"/>
          </w:r>
        </w:p>
      </w:tc>
      <w:tc>
        <w:tcPr>
          <w:tcW w:w="4394" w:type="dxa"/>
        </w:tcPr>
        <w:p w14:paraId="4A0CF0EA" w14:textId="0979B264" w:rsidR="00ED504F" w:rsidRDefault="00ED504F" w:rsidP="00ED504F">
          <w:pPr>
            <w:pStyle w:val="Footereven"/>
            <w:tabs>
              <w:tab w:val="center" w:pos="2197"/>
              <w:tab w:val="right" w:pos="4394"/>
            </w:tabs>
          </w:pPr>
          <w:r>
            <w:tab/>
          </w:r>
          <w:r>
            <w:tab/>
          </w:r>
          <w:r w:rsidR="00D6231B">
            <w:fldChar w:fldCharType="begin"/>
          </w:r>
          <w:r w:rsidR="00D6231B">
            <w:instrText xml:space="preserve"> STYLEREF  "Release date"  \* MERGEFORMAT </w:instrText>
          </w:r>
          <w:r w:rsidR="00D6231B">
            <w:fldChar w:fldCharType="separate"/>
          </w:r>
          <w:r w:rsidR="00D6231B">
            <w:rPr>
              <w:noProof/>
            </w:rPr>
            <w:t>February 2021</w:t>
          </w:r>
          <w:r w:rsidR="00D6231B">
            <w:rPr>
              <w:noProof/>
            </w:rPr>
            <w:fldChar w:fldCharType="end"/>
          </w:r>
        </w:p>
      </w:tc>
    </w:tr>
  </w:tbl>
  <w:p w14:paraId="5B7B738D" w14:textId="77777777" w:rsidR="00ED504F" w:rsidRPr="000017C4" w:rsidRDefault="00ED504F" w:rsidP="00ED504F">
    <w:pPr>
      <w:pStyle w:val="Footereven"/>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40AB9" w14:textId="77777777" w:rsidR="00ED504F" w:rsidRDefault="00ED504F"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504F" w14:paraId="3E640ABB" w14:textId="77777777" w:rsidTr="00FA332B">
      <w:trPr>
        <w:cantSplit/>
        <w:trHeight w:hRule="exact" w:val="50"/>
      </w:trPr>
      <w:tc>
        <w:tcPr>
          <w:tcW w:w="9242" w:type="dxa"/>
        </w:tcPr>
        <w:p w14:paraId="3E640ABA" w14:textId="77777777" w:rsidR="00ED504F" w:rsidRPr="0082064C" w:rsidRDefault="00ED504F" w:rsidP="009C7F8A">
          <w:pPr>
            <w:pStyle w:val="Footerodd"/>
          </w:pPr>
        </w:p>
      </w:tc>
    </w:tr>
  </w:tbl>
  <w:p w14:paraId="3E640ABC" w14:textId="20451424" w:rsidR="00ED504F" w:rsidRPr="00160E76" w:rsidRDefault="00C44891" w:rsidP="00B205D6">
    <w:pPr>
      <w:pStyle w:val="Footereven"/>
      <w:tabs>
        <w:tab w:val="clear" w:pos="9242"/>
        <w:tab w:val="center" w:pos="4680"/>
        <w:tab w:val="right" w:pos="9090"/>
      </w:tabs>
      <w:ind w:left="-90"/>
    </w:pPr>
    <w:r>
      <w:t>General Meeting</w:t>
    </w:r>
    <w:r>
      <w:rPr>
        <w:rFonts w:eastAsia="Times"/>
      </w:rPr>
      <w:t xml:space="preserve"> </w:t>
    </w:r>
    <w:r w:rsidR="00ED504F">
      <w:rPr>
        <w:rFonts w:eastAsia="Times"/>
      </w:rPr>
      <w:fldChar w:fldCharType="begin"/>
    </w:r>
    <w:r w:rsidR="00ED504F">
      <w:rPr>
        <w:rFonts w:eastAsia="Times"/>
      </w:rPr>
      <w:instrText xml:space="preserve"> STYLEREF  "Product Name"  \* MERGEFORMAT </w:instrText>
    </w:r>
    <w:r w:rsidR="00ED504F">
      <w:rPr>
        <w:rFonts w:eastAsia="Times"/>
      </w:rPr>
      <w:fldChar w:fldCharType="end"/>
    </w:r>
    <w:r w:rsidR="00404C19">
      <w:rPr>
        <w:rFonts w:eastAsia="Times"/>
      </w:rPr>
      <w:fldChar w:fldCharType="begin"/>
    </w:r>
    <w:r w:rsidR="00404C19">
      <w:rPr>
        <w:rFonts w:eastAsia="Times"/>
      </w:rPr>
      <w:instrText xml:space="preserve"> STYLEREF  "Product Name"  \* MERGEFORMAT </w:instrText>
    </w:r>
    <w:r w:rsidR="00404C19">
      <w:rPr>
        <w:rFonts w:eastAsia="Times"/>
      </w:rPr>
      <w:fldChar w:fldCharType="end"/>
    </w:r>
    <w:r w:rsidR="00ED504F" w:rsidRPr="00160E76">
      <w:rPr>
        <w:rFonts w:eastAsia="Times"/>
      </w:rPr>
      <w:tab/>
    </w:r>
    <w:r w:rsidR="00ED504F" w:rsidRPr="00160E76">
      <w:rPr>
        <w:rFonts w:eastAsia="Times"/>
      </w:rPr>
      <w:fldChar w:fldCharType="begin"/>
    </w:r>
    <w:r w:rsidR="00ED504F" w:rsidRPr="00160E76">
      <w:rPr>
        <w:rFonts w:eastAsia="Times"/>
      </w:rPr>
      <w:instrText xml:space="preserve"> PAGE   \* MERGEFORMAT </w:instrText>
    </w:r>
    <w:r w:rsidR="00ED504F" w:rsidRPr="00160E76">
      <w:rPr>
        <w:rFonts w:eastAsia="Times"/>
      </w:rPr>
      <w:fldChar w:fldCharType="separate"/>
    </w:r>
    <w:r w:rsidR="00D6231B">
      <w:rPr>
        <w:rFonts w:eastAsia="Times"/>
        <w:noProof/>
      </w:rPr>
      <w:t>4</w:t>
    </w:r>
    <w:r w:rsidR="00ED504F" w:rsidRPr="00160E76">
      <w:rPr>
        <w:rFonts w:eastAsia="Times"/>
      </w:rPr>
      <w:fldChar w:fldCharType="end"/>
    </w:r>
    <w:r w:rsidR="00ED504F" w:rsidRPr="00160E76">
      <w:rPr>
        <w:rFonts w:eastAsia="Times"/>
      </w:rPr>
      <w:tab/>
    </w:r>
    <w:r w:rsidR="00ED504F" w:rsidRPr="00160E76">
      <w:rPr>
        <w:rFonts w:eastAsia="Times"/>
      </w:rPr>
      <w:fldChar w:fldCharType="begin"/>
    </w:r>
    <w:r w:rsidR="00ED504F" w:rsidRPr="00160E76">
      <w:rPr>
        <w:rFonts w:eastAsia="Times"/>
      </w:rPr>
      <w:instrText xml:space="preserve"> STYLEREF  "Release date"  \* MERGEFORMAT </w:instrText>
    </w:r>
    <w:r w:rsidR="00ED504F" w:rsidRPr="00160E76">
      <w:rPr>
        <w:rFonts w:eastAsia="Times"/>
      </w:rPr>
      <w:fldChar w:fldCharType="separate"/>
    </w:r>
    <w:r w:rsidR="00D6231B">
      <w:rPr>
        <w:rFonts w:eastAsia="Times"/>
        <w:noProof/>
      </w:rPr>
      <w:t>February 2021</w:t>
    </w:r>
    <w:r w:rsidR="00ED504F" w:rsidRPr="00160E76">
      <w:rPr>
        <w:rFonts w:eastAsia="Tim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9FB1D" w14:textId="77777777" w:rsidR="00ED504F" w:rsidRDefault="00ED504F">
      <w:r>
        <w:separator/>
      </w:r>
    </w:p>
  </w:footnote>
  <w:footnote w:type="continuationSeparator" w:id="0">
    <w:p w14:paraId="6A678A8F" w14:textId="77777777" w:rsidR="00ED504F" w:rsidRDefault="00ED50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488CE" w14:textId="77777777" w:rsidR="00ED504F" w:rsidRDefault="00ED504F" w:rsidP="005B6514">
    <w:pPr>
      <w:pStyle w:val="Headereven"/>
      <w:tabs>
        <w:tab w:val="clear" w:pos="9242"/>
        <w:tab w:val="right" w:pos="9072"/>
      </w:tabs>
      <w:ind w:left="-142"/>
    </w:pPr>
    <w:r w:rsidRPr="00D64583">
      <w:rPr>
        <w:color w:val="FF0000"/>
      </w:rPr>
      <w:t>&lt;name of message set or solution&gt;</w:t>
    </w:r>
    <w:r>
      <w:tab/>
    </w:r>
    <w:r w:rsidRPr="00D64583">
      <w:rPr>
        <w:color w:val="FF0000"/>
      </w:rPr>
      <w:t>&lt;date&gt;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504F" w14:paraId="3E640A93" w14:textId="77777777" w:rsidTr="00D93F65">
      <w:trPr>
        <w:cantSplit/>
        <w:trHeight w:hRule="exact" w:val="50"/>
      </w:trPr>
      <w:tc>
        <w:tcPr>
          <w:tcW w:w="9242" w:type="dxa"/>
        </w:tcPr>
        <w:p w14:paraId="3E640A92" w14:textId="77777777" w:rsidR="00ED504F" w:rsidRDefault="00ED504F" w:rsidP="00D93F65">
          <w:pPr>
            <w:pStyle w:val="Headereveninstrucpages"/>
          </w:pPr>
        </w:p>
      </w:tc>
    </w:tr>
  </w:tbl>
  <w:p w14:paraId="3E640A94" w14:textId="77777777" w:rsidR="00ED504F" w:rsidRDefault="00ED504F" w:rsidP="00D93F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40ABD" w14:textId="7C887DA6" w:rsidR="00ED504F" w:rsidRDefault="00D6231B" w:rsidP="00FA332B">
    <w:pPr>
      <w:pStyle w:val="Headereven"/>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ED504F">
      <w:tab/>
    </w:r>
    <w:r>
      <w:fldChar w:fldCharType="begin"/>
    </w:r>
    <w:r>
      <w:instrText xml:space="preserve"> STYLEREF  "Heading 1"  \* MERGEFORMAT </w:instrText>
    </w:r>
    <w:r>
      <w:fldChar w:fldCharType="separate"/>
    </w:r>
    <w:r>
      <w:rPr>
        <w:noProof/>
      </w:rPr>
      <w:t>Business Examples</w:t>
    </w:r>
    <w:r>
      <w:rPr>
        <w:noProof/>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504F" w14:paraId="3E640ABF" w14:textId="77777777" w:rsidTr="00D93F65">
      <w:trPr>
        <w:cantSplit/>
        <w:trHeight w:hRule="exact" w:val="50"/>
      </w:trPr>
      <w:tc>
        <w:tcPr>
          <w:tcW w:w="9242" w:type="dxa"/>
        </w:tcPr>
        <w:p w14:paraId="3E640ABE" w14:textId="77777777" w:rsidR="00ED504F" w:rsidRDefault="00ED504F" w:rsidP="00D93F65">
          <w:pPr>
            <w:pStyle w:val="Headereveninstrucpages"/>
          </w:pPr>
        </w:p>
      </w:tc>
    </w:tr>
  </w:tbl>
  <w:p w14:paraId="3E640AC0" w14:textId="77777777" w:rsidR="00ED504F" w:rsidRDefault="00ED504F" w:rsidP="00EE5E54">
    <w:pPr>
      <w:spacing w:before="0"/>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1C262" w14:textId="03F63026" w:rsidR="008F4445" w:rsidRDefault="00D6231B" w:rsidP="00FA332B">
    <w:pPr>
      <w:pStyle w:val="Headereven"/>
    </w:pPr>
    <w:r>
      <w:fldChar w:fldCharType="begin"/>
    </w:r>
    <w:r>
      <w:instrText xml:space="preserve"> STYLEREF  "</w:instrText>
    </w:r>
    <w:r>
      <w:instrText xml:space="preserve">Document Title"  \* MERGEFORMAT </w:instrText>
    </w:r>
    <w:r>
      <w:fldChar w:fldCharType="separate"/>
    </w:r>
    <w:r>
      <w:rPr>
        <w:noProof/>
      </w:rPr>
      <w:t>Message Definition Report Part 1</w:t>
    </w:r>
    <w:r>
      <w:rPr>
        <w:noProof/>
      </w:rPr>
      <w:fldChar w:fldCharType="end"/>
    </w:r>
    <w:r w:rsidR="008F4445">
      <w:tab/>
    </w:r>
    <w:r>
      <w:fldChar w:fldCharType="begin"/>
    </w:r>
    <w:r>
      <w:instrText xml:space="preserve"> STYLEREF  Heading  \* MERGEFORMAT </w:instrText>
    </w:r>
    <w:r>
      <w:fldChar w:fldCharType="separate"/>
    </w:r>
    <w:r>
      <w:rPr>
        <w:noProof/>
      </w:rPr>
      <w:t>Revision Record</w:t>
    </w:r>
    <w:r>
      <w:rPr>
        <w:noProof/>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F4445" w14:paraId="29C50C6F" w14:textId="77777777" w:rsidTr="00D93F65">
      <w:trPr>
        <w:cantSplit/>
        <w:trHeight w:hRule="exact" w:val="50"/>
      </w:trPr>
      <w:tc>
        <w:tcPr>
          <w:tcW w:w="9242" w:type="dxa"/>
        </w:tcPr>
        <w:p w14:paraId="14DAD25E" w14:textId="77777777" w:rsidR="008F4445" w:rsidRDefault="008F4445" w:rsidP="00D93F65">
          <w:pPr>
            <w:pStyle w:val="Headereveninstrucpages"/>
          </w:pPr>
        </w:p>
      </w:tc>
    </w:tr>
  </w:tbl>
  <w:p w14:paraId="077ABF37" w14:textId="77777777" w:rsidR="008F4445" w:rsidRDefault="008F4445" w:rsidP="00EE5E54">
    <w:pPr>
      <w:spacing w:befor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8" w:type="dxa"/>
      <w:tblLayout w:type="fixed"/>
      <w:tblLook w:val="0000" w:firstRow="0" w:lastRow="0" w:firstColumn="0" w:lastColumn="0" w:noHBand="0" w:noVBand="0"/>
    </w:tblPr>
    <w:tblGrid>
      <w:gridCol w:w="9000"/>
    </w:tblGrid>
    <w:tr w:rsidR="00ED504F" w14:paraId="3E640A96" w14:textId="77777777" w:rsidTr="009D4212">
      <w:trPr>
        <w:trHeight w:val="1135"/>
      </w:trPr>
      <w:tc>
        <w:tcPr>
          <w:tcW w:w="9000" w:type="dxa"/>
        </w:tcPr>
        <w:p w14:paraId="3E640A95" w14:textId="7EC998E9" w:rsidR="00ED504F" w:rsidRDefault="00ED504F" w:rsidP="0082751E">
          <w:pPr>
            <w:pStyle w:val="Header"/>
          </w:pPr>
        </w:p>
      </w:tc>
    </w:tr>
  </w:tbl>
  <w:p w14:paraId="3E640A97" w14:textId="77777777" w:rsidR="00ED504F" w:rsidRDefault="00ED504F" w:rsidP="0082751E">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40A9C" w14:textId="11F106E0" w:rsidR="00ED504F" w:rsidRPr="00F61A06" w:rsidRDefault="00ED504F" w:rsidP="005A2191">
    <w:pPr>
      <w:pStyle w:val="Headereven"/>
      <w:tabs>
        <w:tab w:val="clear" w:pos="9242"/>
        <w:tab w:val="right" w:pos="9072"/>
      </w:tabs>
      <w:ind w:left="-142"/>
    </w:pPr>
    <w:r>
      <w:t>General Meeting</w:t>
    </w:r>
    <w:r w:rsidRPr="00F61A06">
      <w:tab/>
      <w:t xml:space="preserve"> </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504F" w14:paraId="3E640A9E" w14:textId="77777777" w:rsidTr="00D93F65">
      <w:trPr>
        <w:cantSplit/>
        <w:trHeight w:hRule="exact" w:val="50"/>
      </w:trPr>
      <w:tc>
        <w:tcPr>
          <w:tcW w:w="9242" w:type="dxa"/>
        </w:tcPr>
        <w:p w14:paraId="3E640A9D" w14:textId="77777777" w:rsidR="00ED504F" w:rsidRDefault="00ED504F" w:rsidP="00D93F65">
          <w:pPr>
            <w:pStyle w:val="Headereveninstrucpages"/>
          </w:pPr>
        </w:p>
      </w:tc>
    </w:tr>
  </w:tbl>
  <w:p w14:paraId="3E640A9F" w14:textId="77777777" w:rsidR="00ED504F" w:rsidRDefault="00ED504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86A56" w14:textId="77777777" w:rsidR="00ED504F" w:rsidRDefault="00ED504F" w:rsidP="00ED504F">
    <w:pPr>
      <w:pStyle w:val="Headereven"/>
    </w:pPr>
    <w:r>
      <w:t>&lt;Product name&gt; - &lt;Release number&gt;</w:t>
    </w:r>
    <w:r>
      <w:tab/>
    </w:r>
    <w:r w:rsidR="00D6231B">
      <w:fldChar w:fldCharType="begin"/>
    </w:r>
    <w:r w:rsidR="00D6231B">
      <w:instrText xml:space="preserve"> DOCPROPERTY  Confidentiality  \* MERGEFORMAT </w:instrText>
    </w:r>
    <w:r w:rsidR="00D6231B">
      <w:fldChar w:fldCharType="separate"/>
    </w:r>
    <w:r w:rsidRPr="002B4963">
      <w:rPr>
        <w:color w:val="008000"/>
      </w:rPr>
      <w:t>&lt;CONFIDENTIALITY&gt;</w:t>
    </w:r>
    <w:r w:rsidR="00D6231B">
      <w:rPr>
        <w:color w:val="008000"/>
      </w:rPr>
      <w:fldChar w:fldCharType="end"/>
    </w:r>
    <w:r w:rsidRPr="00282FC2">
      <w:rPr>
        <w:color w:val="008000"/>
      </w:rPr>
      <w:t xml:space="preserve"> - </w:t>
    </w:r>
    <w:r w:rsidR="00D6231B">
      <w:fldChar w:fldCharType="begin"/>
    </w:r>
    <w:r w:rsidR="00D6231B">
      <w:instrText xml:space="preserve"> DOCPROPERTY  "Revision status"  \* MERGEFORMAT </w:instrText>
    </w:r>
    <w:r w:rsidR="00D6231B">
      <w:fldChar w:fldCharType="separate"/>
    </w:r>
    <w:r w:rsidRPr="002B4963">
      <w:rPr>
        <w:color w:val="008000"/>
      </w:rPr>
      <w:t>&lt;REVISION STATUS&gt;</w:t>
    </w:r>
    <w:r w:rsidR="00D6231B">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504F" w14:paraId="310D22E5" w14:textId="77777777" w:rsidTr="00ED504F">
      <w:trPr>
        <w:cantSplit/>
        <w:trHeight w:hRule="exact" w:val="50"/>
      </w:trPr>
      <w:tc>
        <w:tcPr>
          <w:tcW w:w="9242" w:type="dxa"/>
        </w:tcPr>
        <w:p w14:paraId="04544CA6" w14:textId="77777777" w:rsidR="00ED504F" w:rsidRDefault="00ED504F" w:rsidP="00ED504F"/>
      </w:tc>
    </w:tr>
  </w:tbl>
  <w:p w14:paraId="60007392" w14:textId="77777777" w:rsidR="00ED504F" w:rsidRDefault="00ED504F" w:rsidP="00ED504F">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587A2" w14:textId="77777777" w:rsidR="00ED504F" w:rsidRDefault="00ED504F" w:rsidP="008F4445">
    <w:pPr>
      <w:pStyle w:val="Headerodd"/>
    </w:pPr>
  </w:p>
  <w:p w14:paraId="23411584" w14:textId="73387C0B" w:rsidR="00ED504F" w:rsidRDefault="00D6231B" w:rsidP="008F4445">
    <w:pPr>
      <w:pStyle w:val="Headerodd"/>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ED504F">
      <w:rPr>
        <w:noProof/>
      </w:rPr>
      <w:tab/>
    </w:r>
    <w:r>
      <w:fldChar w:fldCharType="begin"/>
    </w:r>
    <w:r>
      <w:instrText xml:space="preserve"> STYLEREF  "Intro Heading"  \* MERGEFORMAT </w:instrText>
    </w:r>
    <w:r>
      <w:fldChar w:fldCharType="separate"/>
    </w:r>
    <w:r>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C3B07" w14:textId="77777777" w:rsidR="00ED504F" w:rsidRDefault="00ED504F" w:rsidP="00ED504F">
    <w:pPr>
      <w:pStyle w:val="Headereven"/>
    </w:pPr>
    <w:r>
      <w:t>&lt;Product name&gt; - &lt;Release number&gt;</w:t>
    </w:r>
    <w:r>
      <w:tab/>
    </w:r>
    <w:r w:rsidR="00D6231B">
      <w:fldChar w:fldCharType="begin"/>
    </w:r>
    <w:r w:rsidR="00D6231B">
      <w:instrText xml:space="preserve"> DOCPROPERTY  Confidentiality  \* MERGEFORMAT </w:instrText>
    </w:r>
    <w:r w:rsidR="00D6231B">
      <w:fldChar w:fldCharType="separate"/>
    </w:r>
    <w:r w:rsidRPr="002B4963">
      <w:rPr>
        <w:color w:val="008000"/>
      </w:rPr>
      <w:t>&lt;CONFIDENTIALITY&gt;</w:t>
    </w:r>
    <w:r w:rsidR="00D6231B">
      <w:rPr>
        <w:color w:val="008000"/>
      </w:rPr>
      <w:fldChar w:fldCharType="end"/>
    </w:r>
    <w:r w:rsidRPr="00282FC2">
      <w:rPr>
        <w:color w:val="008000"/>
      </w:rPr>
      <w:t xml:space="preserve"> - </w:t>
    </w:r>
    <w:r w:rsidR="00D6231B">
      <w:fldChar w:fldCharType="begin"/>
    </w:r>
    <w:r w:rsidR="00D6231B">
      <w:instrText xml:space="preserve"> DOCPROPERTY  "Revision status"  \* MERGEFORMAT </w:instrText>
    </w:r>
    <w:r w:rsidR="00D6231B">
      <w:fldChar w:fldCharType="separate"/>
    </w:r>
    <w:r w:rsidRPr="002B4963">
      <w:rPr>
        <w:color w:val="008000"/>
      </w:rPr>
      <w:t>&lt;REVISION STATUS&gt;</w:t>
    </w:r>
    <w:r w:rsidR="00D6231B">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504F" w14:paraId="1E58210A" w14:textId="77777777" w:rsidTr="00ED504F">
      <w:trPr>
        <w:cantSplit/>
        <w:trHeight w:hRule="exact" w:val="50"/>
      </w:trPr>
      <w:tc>
        <w:tcPr>
          <w:tcW w:w="9242" w:type="dxa"/>
        </w:tcPr>
        <w:p w14:paraId="2E4168A4" w14:textId="77777777" w:rsidR="00ED504F" w:rsidRDefault="00ED504F" w:rsidP="00ED504F"/>
      </w:tc>
    </w:tr>
  </w:tbl>
  <w:p w14:paraId="35F83EB8" w14:textId="77777777" w:rsidR="00ED504F" w:rsidRDefault="00ED504F" w:rsidP="00ED504F">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DA789" w14:textId="77777777" w:rsidR="00ED504F" w:rsidRDefault="00ED504F" w:rsidP="008F4445">
    <w:pPr>
      <w:pStyle w:val="Headerodd"/>
    </w:pPr>
  </w:p>
  <w:p w14:paraId="43D123B0" w14:textId="72517F20" w:rsidR="00ED504F" w:rsidRDefault="00D6231B" w:rsidP="008F4445">
    <w:pPr>
      <w:pStyle w:val="Headerodd"/>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C44891">
      <w:rPr>
        <w:noProof/>
      </w:rPr>
      <w:tab/>
    </w:r>
    <w:r w:rsidR="00C44891">
      <w:rPr>
        <w:noProof/>
      </w:rPr>
      <w:fldChar w:fldCharType="begin"/>
    </w:r>
    <w:r w:rsidR="00C44891">
      <w:rPr>
        <w:noProof/>
      </w:rPr>
      <w:instrText xml:space="preserve"> STYLEREF  Italic  \* MERGEFORMAT </w:instrText>
    </w:r>
    <w:r w:rsidR="00C44891">
      <w:rPr>
        <w:noProof/>
      </w:rPr>
      <w:fldChar w:fldCharType="separate"/>
    </w:r>
    <w:r>
      <w:rPr>
        <w:noProof/>
      </w:rPr>
      <w:t>Preliminary Note</w:t>
    </w:r>
    <w:r>
      <w:rPr>
        <w:noProof/>
      </w:rPr>
      <w:cr/>
    </w:r>
    <w:r w:rsidR="00C44891">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40AB5" w14:textId="06A8D8D3" w:rsidR="00ED504F" w:rsidRPr="00074AFB" w:rsidRDefault="00ED504F" w:rsidP="00FA332B">
    <w:pPr>
      <w:pStyle w:val="Headereven"/>
    </w:pPr>
    <w:r>
      <w:t>General Meeting</w:t>
    </w:r>
    <w:r>
      <w:tab/>
      <w:t>Edition September 20195</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504F" w14:paraId="3E640AB7" w14:textId="77777777" w:rsidTr="00D93F65">
      <w:trPr>
        <w:cantSplit/>
        <w:trHeight w:hRule="exact" w:val="50"/>
      </w:trPr>
      <w:tc>
        <w:tcPr>
          <w:tcW w:w="9242" w:type="dxa"/>
        </w:tcPr>
        <w:p w14:paraId="3E640AB6" w14:textId="77777777" w:rsidR="00ED504F" w:rsidRDefault="00ED504F" w:rsidP="00D93F65">
          <w:pPr>
            <w:pStyle w:val="Headereveninstrucpages"/>
          </w:pPr>
        </w:p>
      </w:tc>
    </w:tr>
  </w:tbl>
  <w:p w14:paraId="3E640AB8" w14:textId="77777777" w:rsidR="00ED504F" w:rsidRDefault="00ED504F" w:rsidP="00D93F6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9E421" w14:textId="77777777" w:rsidR="008F4445" w:rsidRDefault="008F4445" w:rsidP="008F4445">
    <w:pPr>
      <w:pStyle w:val="Headerodd"/>
    </w:pPr>
  </w:p>
  <w:p w14:paraId="2E318035" w14:textId="7B1C26F9" w:rsidR="008F4445" w:rsidRDefault="00D6231B" w:rsidP="008F4445">
    <w:pPr>
      <w:pStyle w:val="Headerodd"/>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8F4445">
      <w:rPr>
        <w:noProof/>
      </w:rPr>
      <w:tab/>
    </w:r>
    <w:r w:rsidR="008F4445">
      <w:rPr>
        <w:noProof/>
      </w:rPr>
      <w:fldChar w:fldCharType="begin"/>
    </w:r>
    <w:r w:rsidR="008F4445">
      <w:rPr>
        <w:noProof/>
      </w:rPr>
      <w:instrText xml:space="preserve"> STYLEREF  Italic  \* MERGEFORMAT </w:instrText>
    </w:r>
    <w:r w:rsidR="008F4445">
      <w:rPr>
        <w:noProof/>
      </w:rPr>
      <w:fldChar w:fldCharType="end"/>
    </w:r>
    <w:r w:rsidR="008F4445">
      <w:rPr>
        <w:noProof/>
      </w:rPr>
      <w:fldChar w:fldCharType="begin"/>
    </w:r>
    <w:r w:rsidR="008F4445">
      <w:rPr>
        <w:noProof/>
      </w:rPr>
      <w:instrText xml:space="preserve"> STYLEREF  "Heading 1"  \* MERGEFORMAT </w:instrText>
    </w:r>
    <w:r w:rsidR="008F4445">
      <w:rPr>
        <w:noProof/>
      </w:rPr>
      <w:fldChar w:fldCharType="separate"/>
    </w:r>
    <w:r>
      <w:rPr>
        <w:noProof/>
      </w:rPr>
      <w:t>Introduction</w:t>
    </w:r>
    <w:r w:rsidR="008F4445">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EDEDB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8AE3E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C0ABF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38A0A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DB43E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B03FB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C297D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8"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9"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01582A04"/>
    <w:multiLevelType w:val="hybridMultilevel"/>
    <w:tmpl w:val="1C4024D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071276D4"/>
    <w:multiLevelType w:val="hybridMultilevel"/>
    <w:tmpl w:val="FFE23B18"/>
    <w:lvl w:ilvl="0" w:tplc="912A79F2">
      <w:start w:val="1"/>
      <w:numFmt w:val="bullet"/>
      <w:lvlText w:val="-"/>
      <w:lvlJc w:val="left"/>
      <w:pPr>
        <w:tabs>
          <w:tab w:val="num" w:pos="720"/>
        </w:tabs>
        <w:ind w:left="720" w:hanging="360"/>
      </w:pPr>
      <w:rPr>
        <w:rFonts w:ascii="Times New Roman" w:hAnsi="Times New Roman" w:hint="default"/>
      </w:rPr>
    </w:lvl>
    <w:lvl w:ilvl="1" w:tplc="BB4CFD18" w:tentative="1">
      <w:start w:val="1"/>
      <w:numFmt w:val="bullet"/>
      <w:lvlText w:val="-"/>
      <w:lvlJc w:val="left"/>
      <w:pPr>
        <w:tabs>
          <w:tab w:val="num" w:pos="1440"/>
        </w:tabs>
        <w:ind w:left="1440" w:hanging="360"/>
      </w:pPr>
      <w:rPr>
        <w:rFonts w:ascii="Times New Roman" w:hAnsi="Times New Roman" w:hint="default"/>
      </w:rPr>
    </w:lvl>
    <w:lvl w:ilvl="2" w:tplc="0E3C8E4C" w:tentative="1">
      <w:start w:val="1"/>
      <w:numFmt w:val="bullet"/>
      <w:lvlText w:val="-"/>
      <w:lvlJc w:val="left"/>
      <w:pPr>
        <w:tabs>
          <w:tab w:val="num" w:pos="2160"/>
        </w:tabs>
        <w:ind w:left="2160" w:hanging="360"/>
      </w:pPr>
      <w:rPr>
        <w:rFonts w:ascii="Times New Roman" w:hAnsi="Times New Roman" w:hint="default"/>
      </w:rPr>
    </w:lvl>
    <w:lvl w:ilvl="3" w:tplc="968625AE" w:tentative="1">
      <w:start w:val="1"/>
      <w:numFmt w:val="bullet"/>
      <w:lvlText w:val="-"/>
      <w:lvlJc w:val="left"/>
      <w:pPr>
        <w:tabs>
          <w:tab w:val="num" w:pos="2880"/>
        </w:tabs>
        <w:ind w:left="2880" w:hanging="360"/>
      </w:pPr>
      <w:rPr>
        <w:rFonts w:ascii="Times New Roman" w:hAnsi="Times New Roman" w:hint="default"/>
      </w:rPr>
    </w:lvl>
    <w:lvl w:ilvl="4" w:tplc="0AD622B2" w:tentative="1">
      <w:start w:val="1"/>
      <w:numFmt w:val="bullet"/>
      <w:lvlText w:val="-"/>
      <w:lvlJc w:val="left"/>
      <w:pPr>
        <w:tabs>
          <w:tab w:val="num" w:pos="3600"/>
        </w:tabs>
        <w:ind w:left="3600" w:hanging="360"/>
      </w:pPr>
      <w:rPr>
        <w:rFonts w:ascii="Times New Roman" w:hAnsi="Times New Roman" w:hint="default"/>
      </w:rPr>
    </w:lvl>
    <w:lvl w:ilvl="5" w:tplc="7FE84664" w:tentative="1">
      <w:start w:val="1"/>
      <w:numFmt w:val="bullet"/>
      <w:lvlText w:val="-"/>
      <w:lvlJc w:val="left"/>
      <w:pPr>
        <w:tabs>
          <w:tab w:val="num" w:pos="4320"/>
        </w:tabs>
        <w:ind w:left="4320" w:hanging="360"/>
      </w:pPr>
      <w:rPr>
        <w:rFonts w:ascii="Times New Roman" w:hAnsi="Times New Roman" w:hint="default"/>
      </w:rPr>
    </w:lvl>
    <w:lvl w:ilvl="6" w:tplc="CF58EA3C" w:tentative="1">
      <w:start w:val="1"/>
      <w:numFmt w:val="bullet"/>
      <w:lvlText w:val="-"/>
      <w:lvlJc w:val="left"/>
      <w:pPr>
        <w:tabs>
          <w:tab w:val="num" w:pos="5040"/>
        </w:tabs>
        <w:ind w:left="5040" w:hanging="360"/>
      </w:pPr>
      <w:rPr>
        <w:rFonts w:ascii="Times New Roman" w:hAnsi="Times New Roman" w:hint="default"/>
      </w:rPr>
    </w:lvl>
    <w:lvl w:ilvl="7" w:tplc="8738123C" w:tentative="1">
      <w:start w:val="1"/>
      <w:numFmt w:val="bullet"/>
      <w:lvlText w:val="-"/>
      <w:lvlJc w:val="left"/>
      <w:pPr>
        <w:tabs>
          <w:tab w:val="num" w:pos="5760"/>
        </w:tabs>
        <w:ind w:left="5760" w:hanging="360"/>
      </w:pPr>
      <w:rPr>
        <w:rFonts w:ascii="Times New Roman" w:hAnsi="Times New Roman" w:hint="default"/>
      </w:rPr>
    </w:lvl>
    <w:lvl w:ilvl="8" w:tplc="03669B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085C67F7"/>
    <w:multiLevelType w:val="hybridMultilevel"/>
    <w:tmpl w:val="736EE48C"/>
    <w:lvl w:ilvl="0" w:tplc="74EAAB34">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A7971B2"/>
    <w:multiLevelType w:val="multilevel"/>
    <w:tmpl w:val="09B83D4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15"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6D540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05D5604"/>
    <w:multiLevelType w:val="hybridMultilevel"/>
    <w:tmpl w:val="2576A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342890"/>
    <w:multiLevelType w:val="hybridMultilevel"/>
    <w:tmpl w:val="87F6720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23582D00"/>
    <w:multiLevelType w:val="hybridMultilevel"/>
    <w:tmpl w:val="085E6E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21" w15:restartNumberingAfterBreak="0">
    <w:nsid w:val="29F71302"/>
    <w:multiLevelType w:val="hybridMultilevel"/>
    <w:tmpl w:val="BE5EA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DF37DA8"/>
    <w:multiLevelType w:val="hybridMultilevel"/>
    <w:tmpl w:val="6FF6C6DA"/>
    <w:lvl w:ilvl="0" w:tplc="338CCB66">
      <w:start w:val="1"/>
      <w:numFmt w:val="decimal"/>
      <w:pStyle w:val="InstructionsListNumb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4" w15:restartNumberingAfterBreak="0">
    <w:nsid w:val="344C005A"/>
    <w:multiLevelType w:val="hybridMultilevel"/>
    <w:tmpl w:val="4240E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7A572AF"/>
    <w:multiLevelType w:val="hybridMultilevel"/>
    <w:tmpl w:val="B98E0910"/>
    <w:lvl w:ilvl="0" w:tplc="04090001">
      <w:start w:val="1"/>
      <w:numFmt w:val="bullet"/>
      <w:pStyle w:val="InstructionsListBullet2"/>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3E0B75"/>
    <w:multiLevelType w:val="hybridMultilevel"/>
    <w:tmpl w:val="59601AB6"/>
    <w:lvl w:ilvl="0" w:tplc="08528A0C">
      <w:start w:val="1"/>
      <w:numFmt w:val="lowerLetter"/>
      <w:pStyle w:val="InstructionsListNumb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9753F8"/>
    <w:multiLevelType w:val="multilevel"/>
    <w:tmpl w:val="F50448B8"/>
    <w:lvl w:ilvl="0">
      <w:start w:val="1"/>
      <w:numFmt w:val="none"/>
      <w:pStyle w:val="Note"/>
      <w:lvlText w:val="Note"/>
      <w:lvlJc w:val="left"/>
      <w:pPr>
        <w:tabs>
          <w:tab w:val="num" w:pos="964"/>
        </w:tabs>
        <w:ind w:left="964" w:hanging="964"/>
      </w:pPr>
      <w:rPr>
        <w:rFonts w:hint="default"/>
        <w:b/>
        <w:i w: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080"/>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30" w15:restartNumberingAfterBreak="0">
    <w:nsid w:val="54F16C82"/>
    <w:multiLevelType w:val="hybridMultilevel"/>
    <w:tmpl w:val="FDBE0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CE40E5"/>
    <w:multiLevelType w:val="multilevel"/>
    <w:tmpl w:val="B8763C5A"/>
    <w:lvl w:ilvl="0">
      <w:start w:val="1"/>
      <w:numFmt w:val="decimal"/>
      <w:pStyle w:val="InstructionsHeading1"/>
      <w:lvlText w:val="%1"/>
      <w:lvlJc w:val="left"/>
      <w:pPr>
        <w:tabs>
          <w:tab w:val="num" w:pos="1134"/>
        </w:tabs>
        <w:ind w:left="1134" w:hanging="1134"/>
      </w:pPr>
      <w:rPr>
        <w:rFonts w:hint="default"/>
      </w:rPr>
    </w:lvl>
    <w:lvl w:ilvl="1">
      <w:start w:val="1"/>
      <w:numFmt w:val="decimal"/>
      <w:pStyle w:val="InstructionsHeading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34"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35" w15:restartNumberingAfterBreak="0">
    <w:nsid w:val="6B8060AF"/>
    <w:multiLevelType w:val="hybridMultilevel"/>
    <w:tmpl w:val="E2A21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5D70832"/>
    <w:multiLevelType w:val="hybridMultilevel"/>
    <w:tmpl w:val="34CAA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38"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39" w15:restartNumberingAfterBreak="0">
    <w:nsid w:val="7F2F049B"/>
    <w:multiLevelType w:val="multilevel"/>
    <w:tmpl w:val="B022BCE6"/>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pStyle w:val="Append3"/>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8"/>
  </w:num>
  <w:num w:numId="2">
    <w:abstractNumId w:val="9"/>
  </w:num>
  <w:num w:numId="3">
    <w:abstractNumId w:val="7"/>
  </w:num>
  <w:num w:numId="4">
    <w:abstractNumId w:val="29"/>
  </w:num>
  <w:num w:numId="5">
    <w:abstractNumId w:val="20"/>
  </w:num>
  <w:num w:numId="6">
    <w:abstractNumId w:val="25"/>
  </w:num>
  <w:num w:numId="7">
    <w:abstractNumId w:val="10"/>
  </w:num>
  <w:num w:numId="8">
    <w:abstractNumId w:val="15"/>
  </w:num>
  <w:num w:numId="9">
    <w:abstractNumId w:val="38"/>
  </w:num>
  <w:num w:numId="10">
    <w:abstractNumId w:val="11"/>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27"/>
  </w:num>
  <w:num w:numId="19">
    <w:abstractNumId w:val="8"/>
    <w:lvlOverride w:ilvl="0">
      <w:startOverride w:val="1"/>
    </w:lvlOverride>
  </w:num>
  <w:num w:numId="20">
    <w:abstractNumId w:val="37"/>
  </w:num>
  <w:num w:numId="21">
    <w:abstractNumId w:val="34"/>
  </w:num>
  <w:num w:numId="22">
    <w:abstractNumId w:val="23"/>
  </w:num>
  <w:num w:numId="23">
    <w:abstractNumId w:val="31"/>
  </w:num>
  <w:num w:numId="24">
    <w:abstractNumId w:val="28"/>
  </w:num>
  <w:num w:numId="25">
    <w:abstractNumId w:val="16"/>
  </w:num>
  <w:num w:numId="26">
    <w:abstractNumId w:val="38"/>
    <w:lvlOverride w:ilvl="0">
      <w:startOverride w:val="1"/>
    </w:lvlOverride>
  </w:num>
  <w:num w:numId="27">
    <w:abstractNumId w:val="39"/>
  </w:num>
  <w:num w:numId="28">
    <w:abstractNumId w:val="22"/>
  </w:num>
  <w:num w:numId="29">
    <w:abstractNumId w:val="26"/>
  </w:num>
  <w:num w:numId="30">
    <w:abstractNumId w:val="33"/>
  </w:num>
  <w:num w:numId="31">
    <w:abstractNumId w:val="14"/>
  </w:num>
  <w:num w:numId="32">
    <w:abstractNumId w:val="12"/>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13"/>
  </w:num>
  <w:num w:numId="37">
    <w:abstractNumId w:val="36"/>
  </w:num>
  <w:num w:numId="38">
    <w:abstractNumId w:val="24"/>
  </w:num>
  <w:num w:numId="39">
    <w:abstractNumId w:val="19"/>
  </w:num>
  <w:num w:numId="40">
    <w:abstractNumId w:val="30"/>
  </w:num>
  <w:num w:numId="41">
    <w:abstractNumId w:val="21"/>
  </w:num>
  <w:num w:numId="42">
    <w:abstractNumId w:val="35"/>
  </w:num>
  <w:num w:numId="43">
    <w:abstractNumId w:val="18"/>
  </w:num>
  <w:num w:numId="44">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activeWritingStyle w:appName="MSWord" w:lang="en-GB" w:vendorID="8" w:dllVersion="513" w:checkStyle="1"/>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21" style="mso-position-vertical-relative:line" fillcolor="white">
      <v:fill color="white"/>
      <v:textbox inset=".5mm,.3mm,.5mm,.3mm"/>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199"/>
    <w:rsid w:val="00001017"/>
    <w:rsid w:val="00002DDE"/>
    <w:rsid w:val="00002FDF"/>
    <w:rsid w:val="00004240"/>
    <w:rsid w:val="00005800"/>
    <w:rsid w:val="0000704D"/>
    <w:rsid w:val="00010F86"/>
    <w:rsid w:val="00012A92"/>
    <w:rsid w:val="00012EC0"/>
    <w:rsid w:val="00014362"/>
    <w:rsid w:val="00014699"/>
    <w:rsid w:val="00017A15"/>
    <w:rsid w:val="000204FD"/>
    <w:rsid w:val="0002062E"/>
    <w:rsid w:val="0002124A"/>
    <w:rsid w:val="00022DF5"/>
    <w:rsid w:val="0002346C"/>
    <w:rsid w:val="00024331"/>
    <w:rsid w:val="00026D8B"/>
    <w:rsid w:val="0003109F"/>
    <w:rsid w:val="00031D3C"/>
    <w:rsid w:val="00034DA4"/>
    <w:rsid w:val="0003650B"/>
    <w:rsid w:val="000368C4"/>
    <w:rsid w:val="00040735"/>
    <w:rsid w:val="00040C07"/>
    <w:rsid w:val="00041BD6"/>
    <w:rsid w:val="00041D00"/>
    <w:rsid w:val="00044042"/>
    <w:rsid w:val="000440D2"/>
    <w:rsid w:val="00045350"/>
    <w:rsid w:val="00052EBE"/>
    <w:rsid w:val="00053C71"/>
    <w:rsid w:val="00055F12"/>
    <w:rsid w:val="00056BD0"/>
    <w:rsid w:val="000571E7"/>
    <w:rsid w:val="00057641"/>
    <w:rsid w:val="000613A0"/>
    <w:rsid w:val="00062178"/>
    <w:rsid w:val="00062BB5"/>
    <w:rsid w:val="00062F1D"/>
    <w:rsid w:val="00063F8F"/>
    <w:rsid w:val="00064F65"/>
    <w:rsid w:val="00066628"/>
    <w:rsid w:val="00067F02"/>
    <w:rsid w:val="00070C7B"/>
    <w:rsid w:val="00071011"/>
    <w:rsid w:val="000710A7"/>
    <w:rsid w:val="000723C1"/>
    <w:rsid w:val="000741B9"/>
    <w:rsid w:val="000742E6"/>
    <w:rsid w:val="00074341"/>
    <w:rsid w:val="00074AFB"/>
    <w:rsid w:val="000761B2"/>
    <w:rsid w:val="00076743"/>
    <w:rsid w:val="00082B5A"/>
    <w:rsid w:val="00083145"/>
    <w:rsid w:val="00085D5E"/>
    <w:rsid w:val="00091492"/>
    <w:rsid w:val="00091715"/>
    <w:rsid w:val="00092626"/>
    <w:rsid w:val="000928D0"/>
    <w:rsid w:val="00092CD3"/>
    <w:rsid w:val="00093D9D"/>
    <w:rsid w:val="00096CAE"/>
    <w:rsid w:val="00097306"/>
    <w:rsid w:val="000A0532"/>
    <w:rsid w:val="000A25BF"/>
    <w:rsid w:val="000A2701"/>
    <w:rsid w:val="000A2B59"/>
    <w:rsid w:val="000A3BA9"/>
    <w:rsid w:val="000A67B8"/>
    <w:rsid w:val="000A688E"/>
    <w:rsid w:val="000B39CB"/>
    <w:rsid w:val="000B5CDA"/>
    <w:rsid w:val="000B72F7"/>
    <w:rsid w:val="000C0612"/>
    <w:rsid w:val="000C4264"/>
    <w:rsid w:val="000C46FD"/>
    <w:rsid w:val="000C500F"/>
    <w:rsid w:val="000C712A"/>
    <w:rsid w:val="000D1B31"/>
    <w:rsid w:val="000D42FA"/>
    <w:rsid w:val="000E1866"/>
    <w:rsid w:val="000E2244"/>
    <w:rsid w:val="000E52EB"/>
    <w:rsid w:val="000E675E"/>
    <w:rsid w:val="000E6CA6"/>
    <w:rsid w:val="000F00E8"/>
    <w:rsid w:val="000F0B32"/>
    <w:rsid w:val="000F0F52"/>
    <w:rsid w:val="000F2649"/>
    <w:rsid w:val="000F5653"/>
    <w:rsid w:val="000F7AFF"/>
    <w:rsid w:val="0010291D"/>
    <w:rsid w:val="0010460A"/>
    <w:rsid w:val="00106DD6"/>
    <w:rsid w:val="001109D6"/>
    <w:rsid w:val="001131E9"/>
    <w:rsid w:val="001135FB"/>
    <w:rsid w:val="00113646"/>
    <w:rsid w:val="001150CB"/>
    <w:rsid w:val="00115470"/>
    <w:rsid w:val="00116790"/>
    <w:rsid w:val="00121A47"/>
    <w:rsid w:val="00124D32"/>
    <w:rsid w:val="00130D8E"/>
    <w:rsid w:val="00131462"/>
    <w:rsid w:val="001316B7"/>
    <w:rsid w:val="00131FDB"/>
    <w:rsid w:val="001371CA"/>
    <w:rsid w:val="00141088"/>
    <w:rsid w:val="00143E36"/>
    <w:rsid w:val="0014421D"/>
    <w:rsid w:val="00147F00"/>
    <w:rsid w:val="001531C3"/>
    <w:rsid w:val="0015466D"/>
    <w:rsid w:val="001546F1"/>
    <w:rsid w:val="00155D04"/>
    <w:rsid w:val="00156E5B"/>
    <w:rsid w:val="001601F8"/>
    <w:rsid w:val="00160D38"/>
    <w:rsid w:val="00160E76"/>
    <w:rsid w:val="001614D6"/>
    <w:rsid w:val="001618FA"/>
    <w:rsid w:val="00166426"/>
    <w:rsid w:val="00170ACD"/>
    <w:rsid w:val="00170DE0"/>
    <w:rsid w:val="001734DC"/>
    <w:rsid w:val="00177179"/>
    <w:rsid w:val="001831E7"/>
    <w:rsid w:val="00183331"/>
    <w:rsid w:val="001835EA"/>
    <w:rsid w:val="00185CFA"/>
    <w:rsid w:val="001874E5"/>
    <w:rsid w:val="00187FFB"/>
    <w:rsid w:val="001948DD"/>
    <w:rsid w:val="001A0E06"/>
    <w:rsid w:val="001A1855"/>
    <w:rsid w:val="001B0E40"/>
    <w:rsid w:val="001B15AF"/>
    <w:rsid w:val="001B3E58"/>
    <w:rsid w:val="001B602B"/>
    <w:rsid w:val="001B6E9E"/>
    <w:rsid w:val="001B791A"/>
    <w:rsid w:val="001C10A1"/>
    <w:rsid w:val="001C1E67"/>
    <w:rsid w:val="001C358B"/>
    <w:rsid w:val="001C380A"/>
    <w:rsid w:val="001C4FCE"/>
    <w:rsid w:val="001D10D1"/>
    <w:rsid w:val="001D21A4"/>
    <w:rsid w:val="001D5113"/>
    <w:rsid w:val="001D646A"/>
    <w:rsid w:val="001E21A0"/>
    <w:rsid w:val="001E27F3"/>
    <w:rsid w:val="001E315E"/>
    <w:rsid w:val="001F01CF"/>
    <w:rsid w:val="001F267C"/>
    <w:rsid w:val="001F3426"/>
    <w:rsid w:val="001F486A"/>
    <w:rsid w:val="001F7B99"/>
    <w:rsid w:val="001F7CB9"/>
    <w:rsid w:val="00202EAD"/>
    <w:rsid w:val="002054DB"/>
    <w:rsid w:val="00207A45"/>
    <w:rsid w:val="00210C63"/>
    <w:rsid w:val="00214046"/>
    <w:rsid w:val="00214D23"/>
    <w:rsid w:val="00215E7E"/>
    <w:rsid w:val="00216672"/>
    <w:rsid w:val="002211B7"/>
    <w:rsid w:val="00225CA4"/>
    <w:rsid w:val="00231701"/>
    <w:rsid w:val="0023231B"/>
    <w:rsid w:val="00233BAB"/>
    <w:rsid w:val="00233E08"/>
    <w:rsid w:val="002348D4"/>
    <w:rsid w:val="002354C1"/>
    <w:rsid w:val="00235A56"/>
    <w:rsid w:val="00236894"/>
    <w:rsid w:val="00245AF4"/>
    <w:rsid w:val="00247DDA"/>
    <w:rsid w:val="002518D4"/>
    <w:rsid w:val="00251DC7"/>
    <w:rsid w:val="00252F8A"/>
    <w:rsid w:val="002532E7"/>
    <w:rsid w:val="00253CC2"/>
    <w:rsid w:val="002545C4"/>
    <w:rsid w:val="002639B4"/>
    <w:rsid w:val="0026405D"/>
    <w:rsid w:val="00264D89"/>
    <w:rsid w:val="0026599A"/>
    <w:rsid w:val="00271374"/>
    <w:rsid w:val="00274487"/>
    <w:rsid w:val="00276385"/>
    <w:rsid w:val="00277F1F"/>
    <w:rsid w:val="002840E1"/>
    <w:rsid w:val="00285E1D"/>
    <w:rsid w:val="0028636D"/>
    <w:rsid w:val="0028688C"/>
    <w:rsid w:val="00286ACF"/>
    <w:rsid w:val="0029002B"/>
    <w:rsid w:val="0029215C"/>
    <w:rsid w:val="00292EC8"/>
    <w:rsid w:val="00293F33"/>
    <w:rsid w:val="00294EE1"/>
    <w:rsid w:val="00297AC6"/>
    <w:rsid w:val="00297BB3"/>
    <w:rsid w:val="002A38D6"/>
    <w:rsid w:val="002A3D1A"/>
    <w:rsid w:val="002A3F29"/>
    <w:rsid w:val="002A4BF7"/>
    <w:rsid w:val="002B3630"/>
    <w:rsid w:val="002B6275"/>
    <w:rsid w:val="002C6152"/>
    <w:rsid w:val="002C6D28"/>
    <w:rsid w:val="002D0014"/>
    <w:rsid w:val="002D43E8"/>
    <w:rsid w:val="002D480D"/>
    <w:rsid w:val="002D4FAB"/>
    <w:rsid w:val="002D5956"/>
    <w:rsid w:val="002D6F02"/>
    <w:rsid w:val="002D7029"/>
    <w:rsid w:val="002D7C51"/>
    <w:rsid w:val="002E0CA4"/>
    <w:rsid w:val="002E100F"/>
    <w:rsid w:val="002E41F6"/>
    <w:rsid w:val="002E5011"/>
    <w:rsid w:val="002E53E2"/>
    <w:rsid w:val="002F063D"/>
    <w:rsid w:val="002F1CDD"/>
    <w:rsid w:val="002F29CD"/>
    <w:rsid w:val="002F62F4"/>
    <w:rsid w:val="00300AA2"/>
    <w:rsid w:val="00301BED"/>
    <w:rsid w:val="00302456"/>
    <w:rsid w:val="00302A8D"/>
    <w:rsid w:val="003044A0"/>
    <w:rsid w:val="00305C43"/>
    <w:rsid w:val="00306199"/>
    <w:rsid w:val="0030705C"/>
    <w:rsid w:val="00310481"/>
    <w:rsid w:val="00315175"/>
    <w:rsid w:val="00317059"/>
    <w:rsid w:val="00325B7B"/>
    <w:rsid w:val="003270D3"/>
    <w:rsid w:val="00327270"/>
    <w:rsid w:val="00333957"/>
    <w:rsid w:val="00334404"/>
    <w:rsid w:val="0033506F"/>
    <w:rsid w:val="0033542B"/>
    <w:rsid w:val="003356A6"/>
    <w:rsid w:val="00337651"/>
    <w:rsid w:val="00344D28"/>
    <w:rsid w:val="00350A81"/>
    <w:rsid w:val="00350ED6"/>
    <w:rsid w:val="00351F8D"/>
    <w:rsid w:val="00353A92"/>
    <w:rsid w:val="0035726C"/>
    <w:rsid w:val="0036052C"/>
    <w:rsid w:val="003620C1"/>
    <w:rsid w:val="00362ED7"/>
    <w:rsid w:val="00363532"/>
    <w:rsid w:val="00363D78"/>
    <w:rsid w:val="00366969"/>
    <w:rsid w:val="0037156E"/>
    <w:rsid w:val="0037187D"/>
    <w:rsid w:val="00375596"/>
    <w:rsid w:val="003821AB"/>
    <w:rsid w:val="00384731"/>
    <w:rsid w:val="003849E8"/>
    <w:rsid w:val="00384B80"/>
    <w:rsid w:val="00392745"/>
    <w:rsid w:val="00392BF6"/>
    <w:rsid w:val="003937F7"/>
    <w:rsid w:val="00394890"/>
    <w:rsid w:val="00396C37"/>
    <w:rsid w:val="003A03D9"/>
    <w:rsid w:val="003A0B51"/>
    <w:rsid w:val="003A3117"/>
    <w:rsid w:val="003A3CB3"/>
    <w:rsid w:val="003A5BB9"/>
    <w:rsid w:val="003A6A34"/>
    <w:rsid w:val="003A770E"/>
    <w:rsid w:val="003B0844"/>
    <w:rsid w:val="003B0989"/>
    <w:rsid w:val="003B0A4B"/>
    <w:rsid w:val="003B24C3"/>
    <w:rsid w:val="003C1953"/>
    <w:rsid w:val="003C3185"/>
    <w:rsid w:val="003C4022"/>
    <w:rsid w:val="003C42B3"/>
    <w:rsid w:val="003C6A90"/>
    <w:rsid w:val="003D2AD7"/>
    <w:rsid w:val="003D450A"/>
    <w:rsid w:val="003D6D0D"/>
    <w:rsid w:val="003E2562"/>
    <w:rsid w:val="003E7326"/>
    <w:rsid w:val="003F086A"/>
    <w:rsid w:val="003F12C0"/>
    <w:rsid w:val="003F1701"/>
    <w:rsid w:val="003F53E9"/>
    <w:rsid w:val="00401B54"/>
    <w:rsid w:val="00402EAD"/>
    <w:rsid w:val="00403270"/>
    <w:rsid w:val="00404C19"/>
    <w:rsid w:val="00405A8E"/>
    <w:rsid w:val="00405E32"/>
    <w:rsid w:val="00407B99"/>
    <w:rsid w:val="004102E3"/>
    <w:rsid w:val="0041391F"/>
    <w:rsid w:val="0041426B"/>
    <w:rsid w:val="00415D01"/>
    <w:rsid w:val="00416267"/>
    <w:rsid w:val="00420E23"/>
    <w:rsid w:val="00421A01"/>
    <w:rsid w:val="00423BB5"/>
    <w:rsid w:val="00424809"/>
    <w:rsid w:val="0042540C"/>
    <w:rsid w:val="0042547D"/>
    <w:rsid w:val="0042738A"/>
    <w:rsid w:val="00427FBF"/>
    <w:rsid w:val="004323F6"/>
    <w:rsid w:val="004330F5"/>
    <w:rsid w:val="00435190"/>
    <w:rsid w:val="00441100"/>
    <w:rsid w:val="00443B92"/>
    <w:rsid w:val="00443F72"/>
    <w:rsid w:val="00446640"/>
    <w:rsid w:val="00447526"/>
    <w:rsid w:val="00451F31"/>
    <w:rsid w:val="00453E13"/>
    <w:rsid w:val="004547AC"/>
    <w:rsid w:val="00455179"/>
    <w:rsid w:val="00455290"/>
    <w:rsid w:val="00455502"/>
    <w:rsid w:val="004568F6"/>
    <w:rsid w:val="0046196C"/>
    <w:rsid w:val="00462308"/>
    <w:rsid w:val="004630B2"/>
    <w:rsid w:val="004642B7"/>
    <w:rsid w:val="00467DE1"/>
    <w:rsid w:val="004711A1"/>
    <w:rsid w:val="0047252E"/>
    <w:rsid w:val="00472C48"/>
    <w:rsid w:val="00473608"/>
    <w:rsid w:val="004736BD"/>
    <w:rsid w:val="00476C8B"/>
    <w:rsid w:val="0048064C"/>
    <w:rsid w:val="00482902"/>
    <w:rsid w:val="0048523C"/>
    <w:rsid w:val="00485C1A"/>
    <w:rsid w:val="00485C43"/>
    <w:rsid w:val="00490152"/>
    <w:rsid w:val="00493E71"/>
    <w:rsid w:val="00494433"/>
    <w:rsid w:val="00497582"/>
    <w:rsid w:val="004A1CB6"/>
    <w:rsid w:val="004A1FCB"/>
    <w:rsid w:val="004A3379"/>
    <w:rsid w:val="004A54B7"/>
    <w:rsid w:val="004B098F"/>
    <w:rsid w:val="004B0D1B"/>
    <w:rsid w:val="004B21F9"/>
    <w:rsid w:val="004B25E0"/>
    <w:rsid w:val="004B628A"/>
    <w:rsid w:val="004B6FE9"/>
    <w:rsid w:val="004B74EB"/>
    <w:rsid w:val="004B7FF6"/>
    <w:rsid w:val="004C3330"/>
    <w:rsid w:val="004C565A"/>
    <w:rsid w:val="004C5CB4"/>
    <w:rsid w:val="004C735A"/>
    <w:rsid w:val="004C7664"/>
    <w:rsid w:val="004D0B13"/>
    <w:rsid w:val="004D0BD6"/>
    <w:rsid w:val="004D0BE1"/>
    <w:rsid w:val="004D5FE3"/>
    <w:rsid w:val="004E0D07"/>
    <w:rsid w:val="004E2F1E"/>
    <w:rsid w:val="004E641D"/>
    <w:rsid w:val="004F3FC6"/>
    <w:rsid w:val="004F44B5"/>
    <w:rsid w:val="004F4E93"/>
    <w:rsid w:val="004F6C44"/>
    <w:rsid w:val="005020FF"/>
    <w:rsid w:val="005037EE"/>
    <w:rsid w:val="00504720"/>
    <w:rsid w:val="00504FE1"/>
    <w:rsid w:val="005054F7"/>
    <w:rsid w:val="00507248"/>
    <w:rsid w:val="00510B39"/>
    <w:rsid w:val="005150C9"/>
    <w:rsid w:val="00516143"/>
    <w:rsid w:val="0051638B"/>
    <w:rsid w:val="005208CC"/>
    <w:rsid w:val="00520BBC"/>
    <w:rsid w:val="00520F08"/>
    <w:rsid w:val="005218F1"/>
    <w:rsid w:val="00522375"/>
    <w:rsid w:val="005301A8"/>
    <w:rsid w:val="00531657"/>
    <w:rsid w:val="00531F8A"/>
    <w:rsid w:val="0053281A"/>
    <w:rsid w:val="00533809"/>
    <w:rsid w:val="00540540"/>
    <w:rsid w:val="00540826"/>
    <w:rsid w:val="00543A38"/>
    <w:rsid w:val="00544A8C"/>
    <w:rsid w:val="00552815"/>
    <w:rsid w:val="00555977"/>
    <w:rsid w:val="005560E2"/>
    <w:rsid w:val="005568C7"/>
    <w:rsid w:val="00556CFF"/>
    <w:rsid w:val="005659D3"/>
    <w:rsid w:val="005677D4"/>
    <w:rsid w:val="005727A8"/>
    <w:rsid w:val="00574E47"/>
    <w:rsid w:val="00574F89"/>
    <w:rsid w:val="005758E9"/>
    <w:rsid w:val="00575AD2"/>
    <w:rsid w:val="00576B81"/>
    <w:rsid w:val="00577F83"/>
    <w:rsid w:val="005803AC"/>
    <w:rsid w:val="00580FD2"/>
    <w:rsid w:val="005812FA"/>
    <w:rsid w:val="00584622"/>
    <w:rsid w:val="00584874"/>
    <w:rsid w:val="0058635B"/>
    <w:rsid w:val="00586624"/>
    <w:rsid w:val="00587368"/>
    <w:rsid w:val="00591E94"/>
    <w:rsid w:val="00594B30"/>
    <w:rsid w:val="00595E31"/>
    <w:rsid w:val="005A08D1"/>
    <w:rsid w:val="005A2191"/>
    <w:rsid w:val="005A4AAE"/>
    <w:rsid w:val="005A7CE9"/>
    <w:rsid w:val="005B23D0"/>
    <w:rsid w:val="005B2E5D"/>
    <w:rsid w:val="005B4274"/>
    <w:rsid w:val="005B4795"/>
    <w:rsid w:val="005B5ECF"/>
    <w:rsid w:val="005B64BF"/>
    <w:rsid w:val="005B6514"/>
    <w:rsid w:val="005C0610"/>
    <w:rsid w:val="005C0811"/>
    <w:rsid w:val="005C282C"/>
    <w:rsid w:val="005C42DE"/>
    <w:rsid w:val="005C4627"/>
    <w:rsid w:val="005C5827"/>
    <w:rsid w:val="005C62DF"/>
    <w:rsid w:val="005C7E45"/>
    <w:rsid w:val="005D4AB6"/>
    <w:rsid w:val="005D4D37"/>
    <w:rsid w:val="005D5624"/>
    <w:rsid w:val="005D7FDF"/>
    <w:rsid w:val="005E0530"/>
    <w:rsid w:val="005E1F76"/>
    <w:rsid w:val="005E2821"/>
    <w:rsid w:val="005E2991"/>
    <w:rsid w:val="005E2CE9"/>
    <w:rsid w:val="005E5AC6"/>
    <w:rsid w:val="005E7676"/>
    <w:rsid w:val="005F21EA"/>
    <w:rsid w:val="005F223A"/>
    <w:rsid w:val="005F2D37"/>
    <w:rsid w:val="005F38E4"/>
    <w:rsid w:val="005F4C0C"/>
    <w:rsid w:val="005F63B0"/>
    <w:rsid w:val="005F67CC"/>
    <w:rsid w:val="00600CBE"/>
    <w:rsid w:val="00603426"/>
    <w:rsid w:val="00603B3A"/>
    <w:rsid w:val="0060696C"/>
    <w:rsid w:val="00615200"/>
    <w:rsid w:val="00615A18"/>
    <w:rsid w:val="00621AC1"/>
    <w:rsid w:val="00626577"/>
    <w:rsid w:val="0062690E"/>
    <w:rsid w:val="00630324"/>
    <w:rsid w:val="006308CF"/>
    <w:rsid w:val="00631E74"/>
    <w:rsid w:val="00633C4E"/>
    <w:rsid w:val="00636D71"/>
    <w:rsid w:val="0064101E"/>
    <w:rsid w:val="00642443"/>
    <w:rsid w:val="0064413F"/>
    <w:rsid w:val="00645203"/>
    <w:rsid w:val="006460BE"/>
    <w:rsid w:val="00650D9D"/>
    <w:rsid w:val="00652375"/>
    <w:rsid w:val="006525A5"/>
    <w:rsid w:val="00652AB3"/>
    <w:rsid w:val="00654C3F"/>
    <w:rsid w:val="00657F48"/>
    <w:rsid w:val="00660398"/>
    <w:rsid w:val="00662698"/>
    <w:rsid w:val="0066270E"/>
    <w:rsid w:val="00664655"/>
    <w:rsid w:val="006677F7"/>
    <w:rsid w:val="00667A1D"/>
    <w:rsid w:val="00667AC4"/>
    <w:rsid w:val="006729ED"/>
    <w:rsid w:val="006766FD"/>
    <w:rsid w:val="006801A6"/>
    <w:rsid w:val="0069104A"/>
    <w:rsid w:val="00693F7E"/>
    <w:rsid w:val="006941A3"/>
    <w:rsid w:val="00694AC5"/>
    <w:rsid w:val="0069764D"/>
    <w:rsid w:val="0069783B"/>
    <w:rsid w:val="006A03AD"/>
    <w:rsid w:val="006A0750"/>
    <w:rsid w:val="006A3461"/>
    <w:rsid w:val="006A516C"/>
    <w:rsid w:val="006A5CA3"/>
    <w:rsid w:val="006A636C"/>
    <w:rsid w:val="006A752B"/>
    <w:rsid w:val="006B2BE4"/>
    <w:rsid w:val="006B5C3C"/>
    <w:rsid w:val="006B5FF7"/>
    <w:rsid w:val="006B6158"/>
    <w:rsid w:val="006B68FF"/>
    <w:rsid w:val="006B70DC"/>
    <w:rsid w:val="006C0445"/>
    <w:rsid w:val="006C0D63"/>
    <w:rsid w:val="006C1C43"/>
    <w:rsid w:val="006C2C3F"/>
    <w:rsid w:val="006C5510"/>
    <w:rsid w:val="006C5924"/>
    <w:rsid w:val="006C6550"/>
    <w:rsid w:val="006D0199"/>
    <w:rsid w:val="006D0CDC"/>
    <w:rsid w:val="006D6298"/>
    <w:rsid w:val="006D68E2"/>
    <w:rsid w:val="006E1EFC"/>
    <w:rsid w:val="006E3AF9"/>
    <w:rsid w:val="006E4A92"/>
    <w:rsid w:val="006F1F3A"/>
    <w:rsid w:val="006F1F53"/>
    <w:rsid w:val="006F4480"/>
    <w:rsid w:val="006F4DD7"/>
    <w:rsid w:val="006F57A8"/>
    <w:rsid w:val="006F60F0"/>
    <w:rsid w:val="006F620E"/>
    <w:rsid w:val="006F6A65"/>
    <w:rsid w:val="006F75A6"/>
    <w:rsid w:val="006F7D45"/>
    <w:rsid w:val="00700117"/>
    <w:rsid w:val="00700894"/>
    <w:rsid w:val="0070102A"/>
    <w:rsid w:val="00701597"/>
    <w:rsid w:val="00702E97"/>
    <w:rsid w:val="00703E0B"/>
    <w:rsid w:val="00714567"/>
    <w:rsid w:val="007152D2"/>
    <w:rsid w:val="00715794"/>
    <w:rsid w:val="00716BB8"/>
    <w:rsid w:val="00721AE7"/>
    <w:rsid w:val="0072324C"/>
    <w:rsid w:val="0072755E"/>
    <w:rsid w:val="00731D6C"/>
    <w:rsid w:val="00732B6C"/>
    <w:rsid w:val="00740687"/>
    <w:rsid w:val="007407CC"/>
    <w:rsid w:val="00740BDD"/>
    <w:rsid w:val="007410D6"/>
    <w:rsid w:val="00741B23"/>
    <w:rsid w:val="007432C2"/>
    <w:rsid w:val="00743AA0"/>
    <w:rsid w:val="00744388"/>
    <w:rsid w:val="00746347"/>
    <w:rsid w:val="00746FCE"/>
    <w:rsid w:val="0075085D"/>
    <w:rsid w:val="00751101"/>
    <w:rsid w:val="0075384C"/>
    <w:rsid w:val="007540B2"/>
    <w:rsid w:val="00754377"/>
    <w:rsid w:val="00755CDF"/>
    <w:rsid w:val="00755E11"/>
    <w:rsid w:val="00756EB1"/>
    <w:rsid w:val="0076047D"/>
    <w:rsid w:val="00766362"/>
    <w:rsid w:val="00770FC9"/>
    <w:rsid w:val="00772930"/>
    <w:rsid w:val="00774DE3"/>
    <w:rsid w:val="007750E8"/>
    <w:rsid w:val="0077529E"/>
    <w:rsid w:val="00775800"/>
    <w:rsid w:val="00777B7B"/>
    <w:rsid w:val="00777E2D"/>
    <w:rsid w:val="00780481"/>
    <w:rsid w:val="007804FC"/>
    <w:rsid w:val="007835B1"/>
    <w:rsid w:val="007842E3"/>
    <w:rsid w:val="007860BE"/>
    <w:rsid w:val="007906F1"/>
    <w:rsid w:val="0079072F"/>
    <w:rsid w:val="00792E75"/>
    <w:rsid w:val="00793793"/>
    <w:rsid w:val="007947D4"/>
    <w:rsid w:val="00795443"/>
    <w:rsid w:val="007968E1"/>
    <w:rsid w:val="00797BBF"/>
    <w:rsid w:val="007A0355"/>
    <w:rsid w:val="007A21AC"/>
    <w:rsid w:val="007A26A0"/>
    <w:rsid w:val="007A4019"/>
    <w:rsid w:val="007A40BB"/>
    <w:rsid w:val="007A437E"/>
    <w:rsid w:val="007A6CA6"/>
    <w:rsid w:val="007B409B"/>
    <w:rsid w:val="007B4CCF"/>
    <w:rsid w:val="007C0FF9"/>
    <w:rsid w:val="007C2603"/>
    <w:rsid w:val="007C483A"/>
    <w:rsid w:val="007C7DCF"/>
    <w:rsid w:val="007D52E2"/>
    <w:rsid w:val="007D7DB9"/>
    <w:rsid w:val="007E25C8"/>
    <w:rsid w:val="007E543F"/>
    <w:rsid w:val="007E7B99"/>
    <w:rsid w:val="007E7EF9"/>
    <w:rsid w:val="007F15A9"/>
    <w:rsid w:val="007F1C08"/>
    <w:rsid w:val="007F385C"/>
    <w:rsid w:val="007F656D"/>
    <w:rsid w:val="007F7A78"/>
    <w:rsid w:val="00800E46"/>
    <w:rsid w:val="00801FD4"/>
    <w:rsid w:val="00805990"/>
    <w:rsid w:val="00811052"/>
    <w:rsid w:val="00811097"/>
    <w:rsid w:val="00814284"/>
    <w:rsid w:val="008166BA"/>
    <w:rsid w:val="00817A20"/>
    <w:rsid w:val="00820064"/>
    <w:rsid w:val="00820359"/>
    <w:rsid w:val="008207CC"/>
    <w:rsid w:val="00822D58"/>
    <w:rsid w:val="00823EA3"/>
    <w:rsid w:val="0082751E"/>
    <w:rsid w:val="0082798F"/>
    <w:rsid w:val="008302F5"/>
    <w:rsid w:val="0083048F"/>
    <w:rsid w:val="008336F1"/>
    <w:rsid w:val="0083438B"/>
    <w:rsid w:val="008368DB"/>
    <w:rsid w:val="00840A10"/>
    <w:rsid w:val="00843417"/>
    <w:rsid w:val="00843522"/>
    <w:rsid w:val="008437A0"/>
    <w:rsid w:val="00843D4B"/>
    <w:rsid w:val="00843FF2"/>
    <w:rsid w:val="00845EE4"/>
    <w:rsid w:val="00847F4E"/>
    <w:rsid w:val="0085430E"/>
    <w:rsid w:val="008566C1"/>
    <w:rsid w:val="0086142E"/>
    <w:rsid w:val="008614BC"/>
    <w:rsid w:val="00862332"/>
    <w:rsid w:val="00865478"/>
    <w:rsid w:val="00870B38"/>
    <w:rsid w:val="00870BD2"/>
    <w:rsid w:val="00872F52"/>
    <w:rsid w:val="0087520D"/>
    <w:rsid w:val="00876BF2"/>
    <w:rsid w:val="00877167"/>
    <w:rsid w:val="00880A86"/>
    <w:rsid w:val="008823CB"/>
    <w:rsid w:val="008902ED"/>
    <w:rsid w:val="008919A8"/>
    <w:rsid w:val="008936D6"/>
    <w:rsid w:val="00893EB6"/>
    <w:rsid w:val="008955F7"/>
    <w:rsid w:val="00897897"/>
    <w:rsid w:val="00897B84"/>
    <w:rsid w:val="008A097F"/>
    <w:rsid w:val="008A1AF3"/>
    <w:rsid w:val="008A2C8F"/>
    <w:rsid w:val="008A4A27"/>
    <w:rsid w:val="008A5FBD"/>
    <w:rsid w:val="008B0B5D"/>
    <w:rsid w:val="008B25A5"/>
    <w:rsid w:val="008B3BC4"/>
    <w:rsid w:val="008B4DF8"/>
    <w:rsid w:val="008B59E4"/>
    <w:rsid w:val="008B5FFE"/>
    <w:rsid w:val="008B6DC7"/>
    <w:rsid w:val="008B7FA0"/>
    <w:rsid w:val="008C2C97"/>
    <w:rsid w:val="008C3907"/>
    <w:rsid w:val="008C661C"/>
    <w:rsid w:val="008C720D"/>
    <w:rsid w:val="008C7918"/>
    <w:rsid w:val="008D058E"/>
    <w:rsid w:val="008D140B"/>
    <w:rsid w:val="008D161C"/>
    <w:rsid w:val="008D2445"/>
    <w:rsid w:val="008D446A"/>
    <w:rsid w:val="008E0069"/>
    <w:rsid w:val="008E3B65"/>
    <w:rsid w:val="008E6BE7"/>
    <w:rsid w:val="008F0A01"/>
    <w:rsid w:val="008F2CB9"/>
    <w:rsid w:val="008F4445"/>
    <w:rsid w:val="008F7218"/>
    <w:rsid w:val="00903C6C"/>
    <w:rsid w:val="00905705"/>
    <w:rsid w:val="00905981"/>
    <w:rsid w:val="00907247"/>
    <w:rsid w:val="00911AFE"/>
    <w:rsid w:val="00911DFF"/>
    <w:rsid w:val="009128CC"/>
    <w:rsid w:val="00913337"/>
    <w:rsid w:val="009140A2"/>
    <w:rsid w:val="009145CE"/>
    <w:rsid w:val="00915D0E"/>
    <w:rsid w:val="0092314D"/>
    <w:rsid w:val="00925433"/>
    <w:rsid w:val="0092566F"/>
    <w:rsid w:val="00930DE7"/>
    <w:rsid w:val="009348C7"/>
    <w:rsid w:val="00940CF9"/>
    <w:rsid w:val="00944C88"/>
    <w:rsid w:val="00945ADB"/>
    <w:rsid w:val="00946292"/>
    <w:rsid w:val="00947B97"/>
    <w:rsid w:val="0095066B"/>
    <w:rsid w:val="00951191"/>
    <w:rsid w:val="00951A1D"/>
    <w:rsid w:val="0095338D"/>
    <w:rsid w:val="009557E7"/>
    <w:rsid w:val="00955F7A"/>
    <w:rsid w:val="00957BAB"/>
    <w:rsid w:val="00961093"/>
    <w:rsid w:val="009632BD"/>
    <w:rsid w:val="009636D0"/>
    <w:rsid w:val="00967BF4"/>
    <w:rsid w:val="00970FC2"/>
    <w:rsid w:val="009721EB"/>
    <w:rsid w:val="0097231B"/>
    <w:rsid w:val="009724B9"/>
    <w:rsid w:val="00977299"/>
    <w:rsid w:val="0098346D"/>
    <w:rsid w:val="009835BD"/>
    <w:rsid w:val="009839FF"/>
    <w:rsid w:val="00985A1F"/>
    <w:rsid w:val="00986F4A"/>
    <w:rsid w:val="0098753B"/>
    <w:rsid w:val="009902F4"/>
    <w:rsid w:val="009934AB"/>
    <w:rsid w:val="009952E3"/>
    <w:rsid w:val="009A02BA"/>
    <w:rsid w:val="009A0332"/>
    <w:rsid w:val="009A0C1C"/>
    <w:rsid w:val="009A22BF"/>
    <w:rsid w:val="009A4E62"/>
    <w:rsid w:val="009A67B3"/>
    <w:rsid w:val="009A7203"/>
    <w:rsid w:val="009A72C0"/>
    <w:rsid w:val="009B18B3"/>
    <w:rsid w:val="009B2F5B"/>
    <w:rsid w:val="009B36B0"/>
    <w:rsid w:val="009B5572"/>
    <w:rsid w:val="009C1AB2"/>
    <w:rsid w:val="009C76B5"/>
    <w:rsid w:val="009C7F8A"/>
    <w:rsid w:val="009D0675"/>
    <w:rsid w:val="009D39A6"/>
    <w:rsid w:val="009D4212"/>
    <w:rsid w:val="009D4490"/>
    <w:rsid w:val="009D488B"/>
    <w:rsid w:val="009D71D9"/>
    <w:rsid w:val="009E0888"/>
    <w:rsid w:val="009E15BA"/>
    <w:rsid w:val="009E2184"/>
    <w:rsid w:val="009E2755"/>
    <w:rsid w:val="009E42E0"/>
    <w:rsid w:val="009E617B"/>
    <w:rsid w:val="009E6587"/>
    <w:rsid w:val="009F2F0E"/>
    <w:rsid w:val="009F705A"/>
    <w:rsid w:val="009F73E9"/>
    <w:rsid w:val="00A010CD"/>
    <w:rsid w:val="00A036D1"/>
    <w:rsid w:val="00A042A2"/>
    <w:rsid w:val="00A05057"/>
    <w:rsid w:val="00A0532D"/>
    <w:rsid w:val="00A05F49"/>
    <w:rsid w:val="00A0759A"/>
    <w:rsid w:val="00A10BE3"/>
    <w:rsid w:val="00A10C50"/>
    <w:rsid w:val="00A11F48"/>
    <w:rsid w:val="00A125EA"/>
    <w:rsid w:val="00A12DF4"/>
    <w:rsid w:val="00A15ADF"/>
    <w:rsid w:val="00A21FF1"/>
    <w:rsid w:val="00A24D3C"/>
    <w:rsid w:val="00A24D47"/>
    <w:rsid w:val="00A26597"/>
    <w:rsid w:val="00A26920"/>
    <w:rsid w:val="00A272BB"/>
    <w:rsid w:val="00A30548"/>
    <w:rsid w:val="00A356C7"/>
    <w:rsid w:val="00A360D0"/>
    <w:rsid w:val="00A36F72"/>
    <w:rsid w:val="00A40906"/>
    <w:rsid w:val="00A40C86"/>
    <w:rsid w:val="00A434B4"/>
    <w:rsid w:val="00A45550"/>
    <w:rsid w:val="00A45EAC"/>
    <w:rsid w:val="00A51081"/>
    <w:rsid w:val="00A548E2"/>
    <w:rsid w:val="00A5525F"/>
    <w:rsid w:val="00A55AE6"/>
    <w:rsid w:val="00A5737A"/>
    <w:rsid w:val="00A614B0"/>
    <w:rsid w:val="00A62C34"/>
    <w:rsid w:val="00A634D4"/>
    <w:rsid w:val="00A71139"/>
    <w:rsid w:val="00A711C8"/>
    <w:rsid w:val="00A7141A"/>
    <w:rsid w:val="00A71B05"/>
    <w:rsid w:val="00A72536"/>
    <w:rsid w:val="00A72D3A"/>
    <w:rsid w:val="00A731F1"/>
    <w:rsid w:val="00A741CA"/>
    <w:rsid w:val="00A76E41"/>
    <w:rsid w:val="00A824DF"/>
    <w:rsid w:val="00A82D19"/>
    <w:rsid w:val="00A830CA"/>
    <w:rsid w:val="00A83743"/>
    <w:rsid w:val="00A837D6"/>
    <w:rsid w:val="00A85C11"/>
    <w:rsid w:val="00A8757F"/>
    <w:rsid w:val="00A87A31"/>
    <w:rsid w:val="00A87D72"/>
    <w:rsid w:val="00A92B1C"/>
    <w:rsid w:val="00A93222"/>
    <w:rsid w:val="00AA19A6"/>
    <w:rsid w:val="00AA45D1"/>
    <w:rsid w:val="00AA6B9B"/>
    <w:rsid w:val="00AB1BD2"/>
    <w:rsid w:val="00AB3952"/>
    <w:rsid w:val="00AB48D7"/>
    <w:rsid w:val="00AC0A0F"/>
    <w:rsid w:val="00AC374D"/>
    <w:rsid w:val="00AC4618"/>
    <w:rsid w:val="00AC4E53"/>
    <w:rsid w:val="00AC5449"/>
    <w:rsid w:val="00AC5756"/>
    <w:rsid w:val="00AD02D8"/>
    <w:rsid w:val="00AD66B4"/>
    <w:rsid w:val="00AD767B"/>
    <w:rsid w:val="00AD7F44"/>
    <w:rsid w:val="00AE17B3"/>
    <w:rsid w:val="00AE40BA"/>
    <w:rsid w:val="00AE6C95"/>
    <w:rsid w:val="00AE7DC0"/>
    <w:rsid w:val="00AF09A2"/>
    <w:rsid w:val="00AF1660"/>
    <w:rsid w:val="00AF2236"/>
    <w:rsid w:val="00AF36F7"/>
    <w:rsid w:val="00AF74A2"/>
    <w:rsid w:val="00AF7EC1"/>
    <w:rsid w:val="00B000D4"/>
    <w:rsid w:val="00B07BC7"/>
    <w:rsid w:val="00B07CA7"/>
    <w:rsid w:val="00B115DE"/>
    <w:rsid w:val="00B13640"/>
    <w:rsid w:val="00B13A25"/>
    <w:rsid w:val="00B15F77"/>
    <w:rsid w:val="00B17156"/>
    <w:rsid w:val="00B17273"/>
    <w:rsid w:val="00B205D6"/>
    <w:rsid w:val="00B205ED"/>
    <w:rsid w:val="00B208C4"/>
    <w:rsid w:val="00B20E2D"/>
    <w:rsid w:val="00B22803"/>
    <w:rsid w:val="00B267CE"/>
    <w:rsid w:val="00B2742D"/>
    <w:rsid w:val="00B30D7B"/>
    <w:rsid w:val="00B32C3D"/>
    <w:rsid w:val="00B35030"/>
    <w:rsid w:val="00B37CD1"/>
    <w:rsid w:val="00B40449"/>
    <w:rsid w:val="00B4087B"/>
    <w:rsid w:val="00B4165B"/>
    <w:rsid w:val="00B423D4"/>
    <w:rsid w:val="00B4327B"/>
    <w:rsid w:val="00B463BE"/>
    <w:rsid w:val="00B4739C"/>
    <w:rsid w:val="00B47CA5"/>
    <w:rsid w:val="00B5005B"/>
    <w:rsid w:val="00B52688"/>
    <w:rsid w:val="00B52F2C"/>
    <w:rsid w:val="00B5591A"/>
    <w:rsid w:val="00B560D6"/>
    <w:rsid w:val="00B570F8"/>
    <w:rsid w:val="00B62942"/>
    <w:rsid w:val="00B6321F"/>
    <w:rsid w:val="00B63233"/>
    <w:rsid w:val="00B653B9"/>
    <w:rsid w:val="00B6655C"/>
    <w:rsid w:val="00B7422E"/>
    <w:rsid w:val="00B7460F"/>
    <w:rsid w:val="00B749D8"/>
    <w:rsid w:val="00B778E6"/>
    <w:rsid w:val="00B85DD1"/>
    <w:rsid w:val="00B927AD"/>
    <w:rsid w:val="00B937C1"/>
    <w:rsid w:val="00B9443D"/>
    <w:rsid w:val="00B953E0"/>
    <w:rsid w:val="00B95939"/>
    <w:rsid w:val="00B96176"/>
    <w:rsid w:val="00B965E7"/>
    <w:rsid w:val="00BA024A"/>
    <w:rsid w:val="00BA5E12"/>
    <w:rsid w:val="00BA641C"/>
    <w:rsid w:val="00BA656E"/>
    <w:rsid w:val="00BB1BCD"/>
    <w:rsid w:val="00BB5003"/>
    <w:rsid w:val="00BB5604"/>
    <w:rsid w:val="00BB71C4"/>
    <w:rsid w:val="00BB74F4"/>
    <w:rsid w:val="00BC1746"/>
    <w:rsid w:val="00BC198B"/>
    <w:rsid w:val="00BC1F28"/>
    <w:rsid w:val="00BC2531"/>
    <w:rsid w:val="00BC64E5"/>
    <w:rsid w:val="00BC70BB"/>
    <w:rsid w:val="00BC7F66"/>
    <w:rsid w:val="00BD034B"/>
    <w:rsid w:val="00BD15DA"/>
    <w:rsid w:val="00BD1F8F"/>
    <w:rsid w:val="00BD2E3F"/>
    <w:rsid w:val="00BD3429"/>
    <w:rsid w:val="00BD440F"/>
    <w:rsid w:val="00BD46F1"/>
    <w:rsid w:val="00BD63EB"/>
    <w:rsid w:val="00BD69D9"/>
    <w:rsid w:val="00BD7AF5"/>
    <w:rsid w:val="00BE1A64"/>
    <w:rsid w:val="00BE3316"/>
    <w:rsid w:val="00BE564B"/>
    <w:rsid w:val="00BF0D4D"/>
    <w:rsid w:val="00BF3DA7"/>
    <w:rsid w:val="00BF49EF"/>
    <w:rsid w:val="00BF5E1A"/>
    <w:rsid w:val="00C0207F"/>
    <w:rsid w:val="00C06B8E"/>
    <w:rsid w:val="00C0706C"/>
    <w:rsid w:val="00C10B56"/>
    <w:rsid w:val="00C1127D"/>
    <w:rsid w:val="00C11D91"/>
    <w:rsid w:val="00C16A16"/>
    <w:rsid w:val="00C176CB"/>
    <w:rsid w:val="00C2546F"/>
    <w:rsid w:val="00C277DE"/>
    <w:rsid w:val="00C27E80"/>
    <w:rsid w:val="00C302FA"/>
    <w:rsid w:val="00C30807"/>
    <w:rsid w:val="00C31EB7"/>
    <w:rsid w:val="00C3249A"/>
    <w:rsid w:val="00C32C62"/>
    <w:rsid w:val="00C34B74"/>
    <w:rsid w:val="00C370CA"/>
    <w:rsid w:val="00C37F63"/>
    <w:rsid w:val="00C424CA"/>
    <w:rsid w:val="00C4428B"/>
    <w:rsid w:val="00C44891"/>
    <w:rsid w:val="00C46C94"/>
    <w:rsid w:val="00C46D9F"/>
    <w:rsid w:val="00C46DE4"/>
    <w:rsid w:val="00C50BA1"/>
    <w:rsid w:val="00C5241D"/>
    <w:rsid w:val="00C57404"/>
    <w:rsid w:val="00C57A36"/>
    <w:rsid w:val="00C61311"/>
    <w:rsid w:val="00C61312"/>
    <w:rsid w:val="00C63362"/>
    <w:rsid w:val="00C64929"/>
    <w:rsid w:val="00C652E7"/>
    <w:rsid w:val="00C658EA"/>
    <w:rsid w:val="00C71696"/>
    <w:rsid w:val="00C72191"/>
    <w:rsid w:val="00C73634"/>
    <w:rsid w:val="00C73FCA"/>
    <w:rsid w:val="00C74D2C"/>
    <w:rsid w:val="00C77622"/>
    <w:rsid w:val="00C80E8D"/>
    <w:rsid w:val="00C81911"/>
    <w:rsid w:val="00C82979"/>
    <w:rsid w:val="00C86993"/>
    <w:rsid w:val="00C875BB"/>
    <w:rsid w:val="00C9748A"/>
    <w:rsid w:val="00CA0823"/>
    <w:rsid w:val="00CA15A0"/>
    <w:rsid w:val="00CA1A8D"/>
    <w:rsid w:val="00CA202F"/>
    <w:rsid w:val="00CA3AAF"/>
    <w:rsid w:val="00CA4EB7"/>
    <w:rsid w:val="00CA65E2"/>
    <w:rsid w:val="00CA66C5"/>
    <w:rsid w:val="00CB0380"/>
    <w:rsid w:val="00CB15F8"/>
    <w:rsid w:val="00CB2061"/>
    <w:rsid w:val="00CC36FE"/>
    <w:rsid w:val="00CC5AA7"/>
    <w:rsid w:val="00CC77DA"/>
    <w:rsid w:val="00CD105E"/>
    <w:rsid w:val="00CD59A1"/>
    <w:rsid w:val="00CD64E4"/>
    <w:rsid w:val="00CD6785"/>
    <w:rsid w:val="00CE0CBF"/>
    <w:rsid w:val="00CE523B"/>
    <w:rsid w:val="00CE523E"/>
    <w:rsid w:val="00CE5BC0"/>
    <w:rsid w:val="00CF3805"/>
    <w:rsid w:val="00CF6188"/>
    <w:rsid w:val="00D00118"/>
    <w:rsid w:val="00D00C1F"/>
    <w:rsid w:val="00D01EEE"/>
    <w:rsid w:val="00D02062"/>
    <w:rsid w:val="00D0301B"/>
    <w:rsid w:val="00D03986"/>
    <w:rsid w:val="00D1008A"/>
    <w:rsid w:val="00D10A94"/>
    <w:rsid w:val="00D12C36"/>
    <w:rsid w:val="00D14343"/>
    <w:rsid w:val="00D200E7"/>
    <w:rsid w:val="00D208F2"/>
    <w:rsid w:val="00D21DF1"/>
    <w:rsid w:val="00D2740A"/>
    <w:rsid w:val="00D33E7B"/>
    <w:rsid w:val="00D36BE1"/>
    <w:rsid w:val="00D432A8"/>
    <w:rsid w:val="00D43EDB"/>
    <w:rsid w:val="00D44F2A"/>
    <w:rsid w:val="00D45EB7"/>
    <w:rsid w:val="00D46637"/>
    <w:rsid w:val="00D476B2"/>
    <w:rsid w:val="00D506CF"/>
    <w:rsid w:val="00D548BE"/>
    <w:rsid w:val="00D614C3"/>
    <w:rsid w:val="00D6231B"/>
    <w:rsid w:val="00D63BF7"/>
    <w:rsid w:val="00D641BD"/>
    <w:rsid w:val="00D64583"/>
    <w:rsid w:val="00D64703"/>
    <w:rsid w:val="00D653A1"/>
    <w:rsid w:val="00D67C3D"/>
    <w:rsid w:val="00D705C9"/>
    <w:rsid w:val="00D724BF"/>
    <w:rsid w:val="00D726F7"/>
    <w:rsid w:val="00D72C22"/>
    <w:rsid w:val="00D75726"/>
    <w:rsid w:val="00D758EE"/>
    <w:rsid w:val="00D75DA0"/>
    <w:rsid w:val="00D81296"/>
    <w:rsid w:val="00D84078"/>
    <w:rsid w:val="00D85A4D"/>
    <w:rsid w:val="00D870FB"/>
    <w:rsid w:val="00D91A2E"/>
    <w:rsid w:val="00D926A9"/>
    <w:rsid w:val="00D93F65"/>
    <w:rsid w:val="00D945CC"/>
    <w:rsid w:val="00D95737"/>
    <w:rsid w:val="00D96B52"/>
    <w:rsid w:val="00DA4237"/>
    <w:rsid w:val="00DA64CA"/>
    <w:rsid w:val="00DB2B10"/>
    <w:rsid w:val="00DB69AC"/>
    <w:rsid w:val="00DC08DF"/>
    <w:rsid w:val="00DC0990"/>
    <w:rsid w:val="00DC12C7"/>
    <w:rsid w:val="00DC2206"/>
    <w:rsid w:val="00DC32C8"/>
    <w:rsid w:val="00DC4040"/>
    <w:rsid w:val="00DC6D55"/>
    <w:rsid w:val="00DD0A65"/>
    <w:rsid w:val="00DD1656"/>
    <w:rsid w:val="00DD363E"/>
    <w:rsid w:val="00DD48A2"/>
    <w:rsid w:val="00DD4A6D"/>
    <w:rsid w:val="00DD5722"/>
    <w:rsid w:val="00DE456B"/>
    <w:rsid w:val="00DE57C5"/>
    <w:rsid w:val="00DE6751"/>
    <w:rsid w:val="00DE6C6E"/>
    <w:rsid w:val="00DE6D79"/>
    <w:rsid w:val="00DF0733"/>
    <w:rsid w:val="00DF202D"/>
    <w:rsid w:val="00DF2A57"/>
    <w:rsid w:val="00DF34CF"/>
    <w:rsid w:val="00DF6E18"/>
    <w:rsid w:val="00DF7967"/>
    <w:rsid w:val="00E01A11"/>
    <w:rsid w:val="00E036A4"/>
    <w:rsid w:val="00E0767B"/>
    <w:rsid w:val="00E144FA"/>
    <w:rsid w:val="00E15432"/>
    <w:rsid w:val="00E22613"/>
    <w:rsid w:val="00E22940"/>
    <w:rsid w:val="00E25300"/>
    <w:rsid w:val="00E27B44"/>
    <w:rsid w:val="00E32233"/>
    <w:rsid w:val="00E32A31"/>
    <w:rsid w:val="00E3453D"/>
    <w:rsid w:val="00E3721B"/>
    <w:rsid w:val="00E4252D"/>
    <w:rsid w:val="00E4260E"/>
    <w:rsid w:val="00E43A24"/>
    <w:rsid w:val="00E44BE8"/>
    <w:rsid w:val="00E5064C"/>
    <w:rsid w:val="00E50AC1"/>
    <w:rsid w:val="00E52150"/>
    <w:rsid w:val="00E52996"/>
    <w:rsid w:val="00E56C0F"/>
    <w:rsid w:val="00E602F7"/>
    <w:rsid w:val="00E6118B"/>
    <w:rsid w:val="00E612C0"/>
    <w:rsid w:val="00E62B55"/>
    <w:rsid w:val="00E631A2"/>
    <w:rsid w:val="00E633E0"/>
    <w:rsid w:val="00E63765"/>
    <w:rsid w:val="00E655B0"/>
    <w:rsid w:val="00E658FE"/>
    <w:rsid w:val="00E663F5"/>
    <w:rsid w:val="00E71200"/>
    <w:rsid w:val="00E753B9"/>
    <w:rsid w:val="00E75467"/>
    <w:rsid w:val="00E80B55"/>
    <w:rsid w:val="00E81690"/>
    <w:rsid w:val="00E81CD7"/>
    <w:rsid w:val="00E87B1D"/>
    <w:rsid w:val="00E904C4"/>
    <w:rsid w:val="00E91C41"/>
    <w:rsid w:val="00EA0733"/>
    <w:rsid w:val="00EA17E9"/>
    <w:rsid w:val="00EA25C2"/>
    <w:rsid w:val="00EA4F58"/>
    <w:rsid w:val="00EA7EBA"/>
    <w:rsid w:val="00EB343B"/>
    <w:rsid w:val="00EB7E06"/>
    <w:rsid w:val="00EC2F8D"/>
    <w:rsid w:val="00EC4C1C"/>
    <w:rsid w:val="00EC62AB"/>
    <w:rsid w:val="00ED02ED"/>
    <w:rsid w:val="00ED0851"/>
    <w:rsid w:val="00ED504F"/>
    <w:rsid w:val="00ED54AC"/>
    <w:rsid w:val="00EE30D6"/>
    <w:rsid w:val="00EE3769"/>
    <w:rsid w:val="00EE48A2"/>
    <w:rsid w:val="00EE5DE3"/>
    <w:rsid w:val="00EE5E54"/>
    <w:rsid w:val="00EE60F5"/>
    <w:rsid w:val="00EF2614"/>
    <w:rsid w:val="00EF4AEC"/>
    <w:rsid w:val="00EF4BCD"/>
    <w:rsid w:val="00EF7F89"/>
    <w:rsid w:val="00F02382"/>
    <w:rsid w:val="00F027FF"/>
    <w:rsid w:val="00F03CD6"/>
    <w:rsid w:val="00F04656"/>
    <w:rsid w:val="00F065C7"/>
    <w:rsid w:val="00F07217"/>
    <w:rsid w:val="00F13707"/>
    <w:rsid w:val="00F1480C"/>
    <w:rsid w:val="00F14FF5"/>
    <w:rsid w:val="00F15A1E"/>
    <w:rsid w:val="00F24C7D"/>
    <w:rsid w:val="00F24DDF"/>
    <w:rsid w:val="00F2583E"/>
    <w:rsid w:val="00F25900"/>
    <w:rsid w:val="00F2628B"/>
    <w:rsid w:val="00F276E2"/>
    <w:rsid w:val="00F317CF"/>
    <w:rsid w:val="00F35356"/>
    <w:rsid w:val="00F404D0"/>
    <w:rsid w:val="00F410E3"/>
    <w:rsid w:val="00F41C79"/>
    <w:rsid w:val="00F42415"/>
    <w:rsid w:val="00F50B2C"/>
    <w:rsid w:val="00F55466"/>
    <w:rsid w:val="00F56594"/>
    <w:rsid w:val="00F61950"/>
    <w:rsid w:val="00F61A06"/>
    <w:rsid w:val="00F660D7"/>
    <w:rsid w:val="00F67173"/>
    <w:rsid w:val="00F67A4F"/>
    <w:rsid w:val="00F706B8"/>
    <w:rsid w:val="00F71CF7"/>
    <w:rsid w:val="00F73863"/>
    <w:rsid w:val="00F759B4"/>
    <w:rsid w:val="00F76CB4"/>
    <w:rsid w:val="00F76E31"/>
    <w:rsid w:val="00F82596"/>
    <w:rsid w:val="00F82E04"/>
    <w:rsid w:val="00F900E6"/>
    <w:rsid w:val="00F91934"/>
    <w:rsid w:val="00F92DD2"/>
    <w:rsid w:val="00F9572F"/>
    <w:rsid w:val="00F9688A"/>
    <w:rsid w:val="00F97B60"/>
    <w:rsid w:val="00FA000A"/>
    <w:rsid w:val="00FA1272"/>
    <w:rsid w:val="00FA2EB8"/>
    <w:rsid w:val="00FA332B"/>
    <w:rsid w:val="00FA36C3"/>
    <w:rsid w:val="00FA3957"/>
    <w:rsid w:val="00FA4057"/>
    <w:rsid w:val="00FA52B6"/>
    <w:rsid w:val="00FB0BEA"/>
    <w:rsid w:val="00FB3F84"/>
    <w:rsid w:val="00FB58EF"/>
    <w:rsid w:val="00FB6B7F"/>
    <w:rsid w:val="00FB6D37"/>
    <w:rsid w:val="00FC15BD"/>
    <w:rsid w:val="00FC2DB2"/>
    <w:rsid w:val="00FC40A7"/>
    <w:rsid w:val="00FC7BFA"/>
    <w:rsid w:val="00FD064E"/>
    <w:rsid w:val="00FD08DA"/>
    <w:rsid w:val="00FD1767"/>
    <w:rsid w:val="00FD4AC9"/>
    <w:rsid w:val="00FD4BC9"/>
    <w:rsid w:val="00FD5BF3"/>
    <w:rsid w:val="00FD67CC"/>
    <w:rsid w:val="00FD6B0F"/>
    <w:rsid w:val="00FE2669"/>
    <w:rsid w:val="00FE2E3A"/>
    <w:rsid w:val="00FE377A"/>
    <w:rsid w:val="00FE4D72"/>
    <w:rsid w:val="00FE51D9"/>
    <w:rsid w:val="00FE5C1A"/>
    <w:rsid w:val="00FE6313"/>
    <w:rsid w:val="00FE791B"/>
    <w:rsid w:val="00FF4861"/>
    <w:rsid w:val="00FF65B3"/>
    <w:rsid w:val="00FF75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style="mso-position-vertical-relative:line" fillcolor="white">
      <v:fill color="white"/>
      <v:textbox inset=".5mm,.3mm,.5mm,.3mm"/>
    </o:shapedefaults>
    <o:shapelayout v:ext="edit">
      <o:idmap v:ext="edit" data="1"/>
    </o:shapelayout>
  </w:shapeDefaults>
  <w:decimalSymbol w:val="."/>
  <w:listSeparator w:val=","/>
  <w14:docId w14:val="3E6408E3"/>
  <w15:docId w15:val="{D7855C98-1062-4A02-A765-C1C5C400E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CDD"/>
    <w:pPr>
      <w:widowControl w:val="0"/>
      <w:spacing w:before="140"/>
    </w:pPr>
  </w:style>
  <w:style w:type="paragraph" w:styleId="Heading1">
    <w:name w:val="heading 1"/>
    <w:basedOn w:val="Normal"/>
    <w:next w:val="Normal"/>
    <w:qFormat/>
    <w:rsid w:val="006F1F53"/>
    <w:pPr>
      <w:keepNext/>
      <w:numPr>
        <w:numId w:val="7"/>
      </w:numPr>
      <w:spacing w:before="500" w:after="100"/>
      <w:outlineLvl w:val="0"/>
    </w:pPr>
    <w:rPr>
      <w:b/>
      <w:sz w:val="36"/>
    </w:rPr>
  </w:style>
  <w:style w:type="paragraph" w:styleId="Heading2">
    <w:name w:val="heading 2"/>
    <w:basedOn w:val="Normal"/>
    <w:next w:val="Normal"/>
    <w:link w:val="Heading2Char"/>
    <w:qFormat/>
    <w:rsid w:val="00F97B60"/>
    <w:pPr>
      <w:keepNext/>
      <w:numPr>
        <w:ilvl w:val="1"/>
        <w:numId w:val="7"/>
      </w:numPr>
      <w:spacing w:before="500" w:after="60"/>
      <w:outlineLvl w:val="1"/>
    </w:pPr>
    <w:rPr>
      <w:b/>
      <w:sz w:val="24"/>
    </w:rPr>
  </w:style>
  <w:style w:type="paragraph" w:styleId="Heading3">
    <w:name w:val="heading 3"/>
    <w:basedOn w:val="Heading2"/>
    <w:next w:val="Normal"/>
    <w:qFormat/>
    <w:rsid w:val="001371CA"/>
    <w:pPr>
      <w:numPr>
        <w:ilvl w:val="2"/>
      </w:numPr>
      <w:spacing w:before="480" w:after="240"/>
      <w:ind w:left="720" w:hanging="720"/>
      <w:outlineLvl w:val="2"/>
    </w:pPr>
  </w:style>
  <w:style w:type="paragraph" w:styleId="Heading4">
    <w:name w:val="heading 4"/>
    <w:basedOn w:val="Heading3"/>
    <w:next w:val="Normal"/>
    <w:qFormat/>
    <w:rsid w:val="00BC70BB"/>
    <w:pPr>
      <w:numPr>
        <w:ilvl w:val="3"/>
      </w:numPr>
      <w:spacing w:before="320"/>
      <w:ind w:left="864" w:hanging="864"/>
      <w:outlineLvl w:val="3"/>
    </w:p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link w:val="BodyTextChar"/>
    <w:rsid w:val="007842E3"/>
  </w:style>
  <w:style w:type="paragraph" w:styleId="Footer">
    <w:name w:val="footer"/>
    <w:basedOn w:val="Header"/>
    <w:link w:val="FooterChar"/>
    <w:uiPriority w:val="99"/>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eastAsia="Times New Roman"/>
      <w:b/>
      <w:sz w:val="60"/>
      <w:lang w:val="en-US" w:eastAsia="en-US"/>
    </w:rPr>
  </w:style>
  <w:style w:type="paragraph" w:styleId="ListBullet">
    <w:name w:val="List Bullet"/>
    <w:basedOn w:val="Normal"/>
    <w:link w:val="ListBulletChar"/>
    <w:uiPriority w:val="99"/>
    <w:rsid w:val="007842E3"/>
    <w:pPr>
      <w:numPr>
        <w:numId w:val="2"/>
      </w:numPr>
      <w:spacing w:before="60" w:after="20"/>
    </w:pPr>
  </w:style>
  <w:style w:type="paragraph" w:styleId="TOC1">
    <w:name w:val="toc 1"/>
    <w:basedOn w:val="Normal"/>
    <w:next w:val="Normal"/>
    <w:uiPriority w:val="39"/>
    <w:rsid w:val="006F1F53"/>
    <w:pPr>
      <w:tabs>
        <w:tab w:val="left" w:pos="709"/>
        <w:tab w:val="right" w:leader="dot" w:pos="8487"/>
      </w:tabs>
      <w:spacing w:before="120"/>
      <w:ind w:left="709" w:hanging="709"/>
    </w:pPr>
    <w:rPr>
      <w:b/>
      <w:noProof/>
      <w:sz w:val="22"/>
    </w:rPr>
  </w:style>
  <w:style w:type="paragraph" w:customStyle="1" w:styleId="Tableheader">
    <w:name w:val="Table header"/>
    <w:basedOn w:val="Normal"/>
    <w:rsid w:val="007842E3"/>
    <w:pPr>
      <w:spacing w:before="60" w:after="60"/>
    </w:pPr>
    <w:rPr>
      <w:b/>
      <w:color w:val="00000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446640"/>
    <w:pPr>
      <w:tabs>
        <w:tab w:val="right" w:leader="dot" w:pos="8488"/>
      </w:tabs>
      <w:spacing w:line="300" w:lineRule="exact"/>
      <w:ind w:left="2261" w:hanging="850"/>
    </w:pPr>
    <w:rPr>
      <w:rFonts w:ascii="Times New Roman" w:eastAsia="Times New Roman" w:hAnsi="Times New Roman"/>
      <w:noProof/>
      <w:lang w:val="en-US" w:eastAsia="en-US"/>
    </w:rPr>
  </w:style>
  <w:style w:type="paragraph" w:styleId="TOC2">
    <w:name w:val="toc 2"/>
    <w:basedOn w:val="TOC1"/>
    <w:next w:val="TOC3"/>
    <w:uiPriority w:val="39"/>
    <w:rsid w:val="006F1F53"/>
    <w:pPr>
      <w:tabs>
        <w:tab w:val="clear" w:pos="709"/>
      </w:tabs>
      <w:spacing w:before="60"/>
      <w:ind w:left="1418"/>
    </w:pPr>
    <w:rPr>
      <w:b w:val="0"/>
      <w:sz w:val="2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b/>
      <w:caps/>
    </w:rPr>
  </w:style>
  <w:style w:type="paragraph" w:customStyle="1" w:styleId="jec1">
    <w:name w:val="jec1"/>
    <w:basedOn w:val="Normal"/>
    <w:rsid w:val="00746347"/>
    <w:pPr>
      <w:spacing w:before="0"/>
    </w:pPr>
    <w:rPr>
      <w:rFonts w:ascii="Verdana" w:eastAsia="Times New Roman" w:hAnsi="Verdana"/>
      <w:b/>
      <w:bCs/>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uiPriority w:val="99"/>
    <w:rsid w:val="004A1FCB"/>
    <w:pPr>
      <w:spacing w:before="100" w:beforeAutospacing="1" w:after="100" w:afterAutospacing="1"/>
    </w:pPr>
    <w:rPr>
      <w:rFonts w:eastAsia="Times New Roman" w:cs="Arial"/>
      <w:color w:val="000000"/>
      <w:szCs w:val="24"/>
      <w:lang w:val="en-US"/>
    </w:rPr>
  </w:style>
  <w:style w:type="paragraph" w:customStyle="1" w:styleId="stem">
    <w:name w:val="stem"/>
    <w:basedOn w:val="Normal"/>
    <w:rsid w:val="004A1FCB"/>
    <w:pPr>
      <w:spacing w:before="100" w:beforeAutospacing="1" w:after="100" w:afterAutospacing="1"/>
    </w:pPr>
    <w:rPr>
      <w:rFonts w:eastAsia="Times New Roman"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rsid w:val="0033506F"/>
    <w:pPr>
      <w:spacing w:before="1080"/>
    </w:pPr>
    <w:rPr>
      <w:sz w:val="48"/>
    </w:rPr>
  </w:style>
  <w:style w:type="paragraph" w:customStyle="1" w:styleId="ProductName">
    <w:name w:val="Product Name"/>
    <w:basedOn w:val="Normal"/>
    <w:next w:val="SWIFTNetversion"/>
    <w:rsid w:val="0033506F"/>
    <w:pPr>
      <w:suppressAutoHyphens/>
      <w:spacing w:before="1880"/>
    </w:pPr>
    <w:rPr>
      <w:rFonts w:eastAsia="Times New Roman"/>
      <w:sz w:val="40"/>
      <w:szCs w:val="48"/>
    </w:rPr>
  </w:style>
  <w:style w:type="paragraph" w:customStyle="1" w:styleId="SWIFTNetversion">
    <w:name w:val="SWIFTNet version"/>
    <w:basedOn w:val="Normal"/>
    <w:next w:val="DocumentTitle0"/>
    <w:rsid w:val="0033506F"/>
    <w:pPr>
      <w:suppressAutoHyphens/>
      <w:spacing w:before="300"/>
    </w:pPr>
    <w:rPr>
      <w:rFonts w:eastAsia="Times New Roman"/>
      <w:sz w:val="28"/>
    </w:rPr>
  </w:style>
  <w:style w:type="paragraph" w:customStyle="1" w:styleId="Releasedate">
    <w:name w:val="Release date"/>
    <w:basedOn w:val="DocumentTitle0"/>
    <w:rsid w:val="0033506F"/>
    <w:pPr>
      <w:spacing w:before="1320" w:after="120"/>
    </w:pPr>
    <w:rPr>
      <w:sz w:val="20"/>
      <w:szCs w:val="32"/>
    </w:rPr>
  </w:style>
  <w:style w:type="paragraph" w:customStyle="1" w:styleId="ProductFamily">
    <w:name w:val="Product Family"/>
    <w:basedOn w:val="Normal"/>
    <w:next w:val="ProductName"/>
    <w:rsid w:val="0033506F"/>
    <w:pPr>
      <w:suppressAutoHyphens/>
      <w:spacing w:before="1000"/>
    </w:pPr>
    <w:rPr>
      <w:rFonts w:eastAsia="Times New Roman"/>
      <w:sz w:val="32"/>
      <w:szCs w:val="32"/>
    </w:rPr>
  </w:style>
  <w:style w:type="paragraph" w:customStyle="1" w:styleId="Productvariant">
    <w:name w:val="Product variant"/>
    <w:basedOn w:val="Normal"/>
    <w:rsid w:val="0033506F"/>
    <w:pPr>
      <w:suppressAutoHyphens/>
      <w:spacing w:before="240"/>
    </w:pPr>
    <w:rPr>
      <w:sz w:val="28"/>
    </w:rPr>
  </w:style>
  <w:style w:type="paragraph" w:customStyle="1" w:styleId="DocumentSubtitle">
    <w:name w:val="Document Subtitle"/>
    <w:basedOn w:val="DocumentTitle0"/>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sz w:val="18"/>
    </w:rPr>
  </w:style>
  <w:style w:type="character" w:customStyle="1" w:styleId="Metadata">
    <w:name w:val="Metadata"/>
    <w:basedOn w:val="DefaultParagraphFont"/>
    <w:rsid w:val="0033506F"/>
    <w:rPr>
      <w:rFonts w:ascii="Arial" w:hAnsi="Arial"/>
      <w:noProof w:val="0"/>
      <w:color w:val="008000"/>
      <w:sz w:val="18"/>
      <w:lang w:val="en-GB"/>
    </w:rPr>
  </w:style>
  <w:style w:type="character" w:customStyle="1" w:styleId="Bookconfidentiality">
    <w:name w:val="Book_confidentiality"/>
    <w:basedOn w:val="Metadata"/>
    <w:rsid w:val="0033506F"/>
    <w:rPr>
      <w:rFonts w:ascii="Arial" w:hAnsi="Arial"/>
      <w:noProof w:val="0"/>
      <w:color w:val="008000"/>
      <w:sz w:val="28"/>
      <w:lang w:val="en-GB"/>
    </w:rPr>
  </w:style>
  <w:style w:type="character" w:customStyle="1" w:styleId="Revisionstatus">
    <w:name w:val="Revision_status"/>
    <w:basedOn w:val="Metadata"/>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eastAsia="Times New Roman"/>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eastAsia="Times New Roman"/>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eastAsia="Times New Roman"/>
      <w:b/>
    </w:rPr>
  </w:style>
  <w:style w:type="paragraph" w:customStyle="1" w:styleId="Copyrighttext">
    <w:name w:val="Copyright text"/>
    <w:rsid w:val="00DD4A6D"/>
    <w:pPr>
      <w:spacing w:before="40" w:after="80"/>
    </w:pPr>
    <w:rPr>
      <w:noProof/>
      <w:szCs w:val="19"/>
      <w:lang w:eastAsia="en-US"/>
    </w:rPr>
  </w:style>
  <w:style w:type="paragraph" w:styleId="TOCHeading">
    <w:name w:val="TOC Heading"/>
    <w:basedOn w:val="Normal"/>
    <w:next w:val="Normal"/>
    <w:qFormat/>
    <w:rsid w:val="00DD4A6D"/>
    <w:pPr>
      <w:suppressAutoHyphens/>
      <w:spacing w:before="120" w:after="240"/>
    </w:pPr>
    <w:rPr>
      <w:b/>
      <w:sz w:val="40"/>
    </w:rPr>
  </w:style>
  <w:style w:type="paragraph" w:customStyle="1" w:styleId="Footereven">
    <w:name w:val="Footer even"/>
    <w:next w:val="Normal"/>
    <w:rsid w:val="0029002B"/>
    <w:pPr>
      <w:tabs>
        <w:tab w:val="right" w:pos="9242"/>
      </w:tabs>
      <w:spacing w:after="40"/>
    </w:pPr>
    <w:rPr>
      <w:rFonts w:eastAsia="Times New Roman"/>
      <w:sz w:val="16"/>
      <w:lang w:eastAsia="en-US"/>
    </w:rPr>
  </w:style>
  <w:style w:type="paragraph" w:customStyle="1" w:styleId="Headerodd">
    <w:name w:val="Header odd"/>
    <w:next w:val="Headereven"/>
    <w:autoRedefine/>
    <w:rsid w:val="008F4445"/>
    <w:pPr>
      <w:pBdr>
        <w:bottom w:val="double" w:sz="4" w:space="1" w:color="auto"/>
      </w:pBdr>
      <w:tabs>
        <w:tab w:val="right" w:pos="9180"/>
      </w:tabs>
      <w:spacing w:before="120" w:after="40" w:line="240" w:lineRule="atLeast"/>
    </w:pPr>
    <w:rPr>
      <w:rFonts w:eastAsia="Times New Roman"/>
      <w:sz w:val="16"/>
      <w:lang w:eastAsia="en-US"/>
    </w:rPr>
  </w:style>
  <w:style w:type="paragraph" w:customStyle="1" w:styleId="Footerodd">
    <w:name w:val="Footer odd"/>
    <w:next w:val="Footereven"/>
    <w:rsid w:val="00A042A2"/>
    <w:pPr>
      <w:tabs>
        <w:tab w:val="right" w:pos="9242"/>
      </w:tabs>
      <w:spacing w:after="40"/>
    </w:pPr>
    <w:rPr>
      <w:rFonts w:eastAsia="Times New Roman"/>
      <w:sz w:val="16"/>
      <w:lang w:eastAsia="en-US"/>
    </w:rPr>
  </w:style>
  <w:style w:type="character" w:customStyle="1" w:styleId="Heading2Char">
    <w:name w:val="Heading 2 Char"/>
    <w:basedOn w:val="DefaultParagraphFont"/>
    <w:link w:val="Heading2"/>
    <w:rsid w:val="00F97B60"/>
    <w:rPr>
      <w:b/>
      <w:sz w:val="24"/>
    </w:rPr>
  </w:style>
  <w:style w:type="paragraph" w:customStyle="1" w:styleId="TableNumber">
    <w:name w:val="Table Number"/>
    <w:basedOn w:val="Tabletext"/>
    <w:rsid w:val="0082751E"/>
    <w:pPr>
      <w:numPr>
        <w:numId w:val="9"/>
      </w:numPr>
      <w:suppressAutoHyphens/>
      <w:spacing w:before="40" w:after="40"/>
    </w:pPr>
    <w:rPr>
      <w:iCs/>
      <w:color w:val="auto"/>
      <w:sz w:val="18"/>
      <w:lang w:val="en-US"/>
    </w:rPr>
  </w:style>
  <w:style w:type="paragraph" w:styleId="ListParagraph">
    <w:name w:val="List Paragraph"/>
    <w:basedOn w:val="Normal"/>
    <w:uiPriority w:val="34"/>
    <w:qFormat/>
    <w:rsid w:val="00344D28"/>
    <w:pPr>
      <w:ind w:left="720"/>
      <w:contextualSpacing/>
    </w:pPr>
  </w:style>
  <w:style w:type="paragraph" w:customStyle="1" w:styleId="TableText0">
    <w:name w:val="Table Text"/>
    <w:basedOn w:val="Normal"/>
    <w:qFormat/>
    <w:rsid w:val="0015466D"/>
    <w:pPr>
      <w:suppressAutoHyphens/>
      <w:spacing w:before="60" w:after="40"/>
    </w:pPr>
    <w:rPr>
      <w:iCs/>
      <w:sz w:val="18"/>
      <w:lang w:eastAsia="en-US"/>
    </w:rPr>
  </w:style>
  <w:style w:type="character" w:customStyle="1" w:styleId="BodyTextChar">
    <w:name w:val="Body Text Char"/>
    <w:basedOn w:val="DefaultParagraphFont"/>
    <w:link w:val="BodyText"/>
    <w:rsid w:val="00F61A06"/>
  </w:style>
  <w:style w:type="paragraph" w:customStyle="1" w:styleId="TableHeading">
    <w:name w:val="Table Heading"/>
    <w:basedOn w:val="TableText0"/>
    <w:next w:val="TableText0"/>
    <w:qFormat/>
    <w:rsid w:val="0015466D"/>
    <w:pPr>
      <w:spacing w:before="80" w:after="60"/>
    </w:pPr>
    <w:rPr>
      <w:b/>
      <w:iCs w:val="0"/>
      <w:snapToGrid w:val="0"/>
      <w:kern w:val="28"/>
    </w:rPr>
  </w:style>
  <w:style w:type="paragraph" w:customStyle="1" w:styleId="BlockLabel">
    <w:name w:val="Block Label"/>
    <w:basedOn w:val="Normal"/>
    <w:next w:val="Normal"/>
    <w:qFormat/>
    <w:rsid w:val="00302456"/>
    <w:pPr>
      <w:keepNext/>
      <w:suppressAutoHyphens/>
      <w:spacing w:before="160" w:after="40"/>
      <w:ind w:left="567"/>
    </w:pPr>
    <w:rPr>
      <w:b/>
      <w:snapToGrid w:val="0"/>
      <w:lang w:eastAsia="en-US"/>
    </w:rPr>
  </w:style>
  <w:style w:type="paragraph" w:customStyle="1" w:styleId="Note">
    <w:name w:val="Note"/>
    <w:basedOn w:val="Normal"/>
    <w:next w:val="Normal"/>
    <w:rsid w:val="001831E7"/>
    <w:pPr>
      <w:keepLines/>
      <w:numPr>
        <w:numId w:val="18"/>
      </w:numPr>
      <w:pBdr>
        <w:top w:val="single" w:sz="2" w:space="4" w:color="333333"/>
        <w:bottom w:val="single" w:sz="2" w:space="4" w:color="333333"/>
      </w:pBdr>
      <w:suppressAutoHyphens/>
      <w:spacing w:before="120" w:after="120"/>
    </w:pPr>
    <w:rPr>
      <w:sz w:val="19"/>
      <w:lang w:eastAsia="en-US"/>
    </w:rPr>
  </w:style>
  <w:style w:type="paragraph" w:styleId="ListBullet3">
    <w:name w:val="List Bullet 3"/>
    <w:basedOn w:val="Normal"/>
    <w:rsid w:val="001831E7"/>
    <w:pPr>
      <w:tabs>
        <w:tab w:val="num" w:pos="926"/>
      </w:tabs>
      <w:suppressAutoHyphens/>
      <w:spacing w:before="120" w:after="120"/>
      <w:ind w:left="926" w:hanging="360"/>
    </w:pPr>
    <w:rPr>
      <w:sz w:val="19"/>
      <w:lang w:eastAsia="en-US"/>
    </w:rPr>
  </w:style>
  <w:style w:type="paragraph" w:styleId="NormalIndent">
    <w:name w:val="Normal Indent"/>
    <w:basedOn w:val="Normal"/>
    <w:rsid w:val="00E904C4"/>
    <w:pPr>
      <w:ind w:left="720"/>
    </w:pPr>
  </w:style>
  <w:style w:type="character" w:customStyle="1" w:styleId="Bold">
    <w:name w:val="Bold"/>
    <w:basedOn w:val="DefaultParagraphFont"/>
    <w:rsid w:val="000E6CA6"/>
    <w:rPr>
      <w:b/>
    </w:rPr>
  </w:style>
  <w:style w:type="paragraph" w:customStyle="1" w:styleId="IntroHeading">
    <w:name w:val="Intro Heading"/>
    <w:basedOn w:val="Heading"/>
    <w:next w:val="Normal"/>
    <w:rsid w:val="00D726F7"/>
    <w:pPr>
      <w:spacing w:before="480" w:after="120"/>
    </w:pPr>
    <w:rPr>
      <w:sz w:val="36"/>
    </w:rPr>
  </w:style>
  <w:style w:type="paragraph" w:customStyle="1" w:styleId="Warning">
    <w:name w:val="Warning"/>
    <w:basedOn w:val="Note"/>
    <w:next w:val="Normal"/>
    <w:rsid w:val="00D726F7"/>
    <w:pPr>
      <w:numPr>
        <w:numId w:val="21"/>
      </w:numPr>
    </w:pPr>
    <w:rPr>
      <w:snapToGrid w:val="0"/>
      <w:lang w:val="en-US"/>
    </w:rPr>
  </w:style>
  <w:style w:type="paragraph" w:customStyle="1" w:styleId="Footereveninstrucpages">
    <w:name w:val="Footer even instruc pages"/>
    <w:next w:val="Footeroddinstrucpages"/>
    <w:rsid w:val="00D726F7"/>
    <w:pPr>
      <w:pBdr>
        <w:top w:val="single" w:sz="4" w:space="1" w:color="auto"/>
      </w:pBdr>
      <w:tabs>
        <w:tab w:val="right" w:pos="9242"/>
      </w:tabs>
      <w:spacing w:after="40"/>
      <w:jc w:val="center"/>
    </w:pPr>
    <w:rPr>
      <w:rFonts w:eastAsia="Times New Roman"/>
      <w:sz w:val="16"/>
      <w:lang w:eastAsia="en-US"/>
    </w:rPr>
  </w:style>
  <w:style w:type="paragraph" w:customStyle="1" w:styleId="Headeroddinstrucpages">
    <w:name w:val="Header odd instruc pages"/>
    <w:next w:val="Headereveninstrucpages"/>
    <w:rsid w:val="00D726F7"/>
    <w:pPr>
      <w:pBdr>
        <w:bottom w:val="single" w:sz="4" w:space="1" w:color="auto"/>
      </w:pBdr>
      <w:tabs>
        <w:tab w:val="right" w:pos="9242"/>
      </w:tabs>
      <w:spacing w:after="40"/>
    </w:pPr>
    <w:rPr>
      <w:sz w:val="16"/>
      <w:lang w:eastAsia="en-US"/>
    </w:rPr>
  </w:style>
  <w:style w:type="paragraph" w:styleId="Index1">
    <w:name w:val="index 1"/>
    <w:basedOn w:val="Normal"/>
    <w:next w:val="Normal"/>
    <w:autoRedefine/>
    <w:rsid w:val="00D726F7"/>
    <w:pPr>
      <w:spacing w:before="0"/>
      <w:ind w:left="200" w:hanging="200"/>
    </w:pPr>
  </w:style>
  <w:style w:type="paragraph" w:styleId="IndexHeading">
    <w:name w:val="index heading"/>
    <w:basedOn w:val="Normal"/>
    <w:next w:val="Index1"/>
    <w:rsid w:val="00D726F7"/>
    <w:pPr>
      <w:spacing w:before="120" w:after="120"/>
    </w:pPr>
    <w:rPr>
      <w:rFonts w:eastAsia="Times New Roman"/>
      <w:b/>
      <w:sz w:val="19"/>
      <w:lang w:eastAsia="en-US"/>
    </w:rPr>
  </w:style>
  <w:style w:type="paragraph" w:styleId="Index2">
    <w:name w:val="index 2"/>
    <w:basedOn w:val="Index1"/>
    <w:rsid w:val="00D726F7"/>
    <w:pPr>
      <w:ind w:left="426" w:hanging="142"/>
    </w:pPr>
    <w:rPr>
      <w:rFonts w:eastAsia="Times New Roman"/>
      <w:sz w:val="19"/>
      <w:lang w:eastAsia="en-US"/>
    </w:rPr>
  </w:style>
  <w:style w:type="paragraph" w:styleId="ListContinue2">
    <w:name w:val="List Continue 2"/>
    <w:basedOn w:val="ListContinue"/>
    <w:next w:val="ListNumber"/>
    <w:rsid w:val="00D726F7"/>
    <w:pPr>
      <w:ind w:left="1985"/>
    </w:pPr>
  </w:style>
  <w:style w:type="paragraph" w:customStyle="1" w:styleId="Footeroddinstrucpages">
    <w:name w:val="Footer odd instruc pages"/>
    <w:next w:val="Footereveninstrucpages"/>
    <w:rsid w:val="00D726F7"/>
    <w:pPr>
      <w:pBdr>
        <w:top w:val="single" w:sz="4" w:space="1" w:color="auto"/>
      </w:pBdr>
      <w:tabs>
        <w:tab w:val="right" w:pos="9242"/>
      </w:tabs>
      <w:spacing w:after="40"/>
      <w:jc w:val="center"/>
    </w:pPr>
    <w:rPr>
      <w:rFonts w:eastAsia="Times New Roman"/>
      <w:sz w:val="16"/>
      <w:lang w:eastAsia="en-US"/>
    </w:rPr>
  </w:style>
  <w:style w:type="paragraph" w:styleId="ListNumber2">
    <w:name w:val="List Number 2"/>
    <w:basedOn w:val="Normal"/>
    <w:rsid w:val="00D726F7"/>
    <w:pPr>
      <w:tabs>
        <w:tab w:val="num" w:pos="1985"/>
      </w:tabs>
      <w:suppressAutoHyphens/>
      <w:spacing w:before="0" w:after="60"/>
      <w:ind w:left="1985" w:hanging="426"/>
    </w:pPr>
    <w:rPr>
      <w:sz w:val="19"/>
      <w:lang w:eastAsia="en-US"/>
    </w:rPr>
  </w:style>
  <w:style w:type="character" w:styleId="Strong">
    <w:name w:val="Strong"/>
    <w:basedOn w:val="DefaultParagraphFont"/>
    <w:qFormat/>
    <w:rsid w:val="00D726F7"/>
    <w:rPr>
      <w:b/>
      <w:bCs/>
    </w:rPr>
  </w:style>
  <w:style w:type="paragraph" w:customStyle="1" w:styleId="Append1">
    <w:name w:val="Append 1"/>
    <w:basedOn w:val="Heading2"/>
    <w:next w:val="Normal"/>
    <w:rsid w:val="00D726F7"/>
    <w:pPr>
      <w:keepLines/>
      <w:numPr>
        <w:numId w:val="27"/>
      </w:numPr>
      <w:spacing w:before="180"/>
    </w:pPr>
    <w:rPr>
      <w:rFonts w:eastAsia="Times New Roman"/>
      <w:color w:val="000000"/>
      <w:sz w:val="34"/>
      <w:lang w:eastAsia="en-US"/>
    </w:rPr>
  </w:style>
  <w:style w:type="paragraph" w:customStyle="1" w:styleId="Label">
    <w:name w:val="Label"/>
    <w:basedOn w:val="BlockLabel"/>
    <w:next w:val="Normal"/>
    <w:rsid w:val="00D726F7"/>
    <w:pPr>
      <w:spacing w:after="60"/>
      <w:ind w:left="1134"/>
    </w:pPr>
    <w:rPr>
      <w:sz w:val="19"/>
    </w:rPr>
  </w:style>
  <w:style w:type="paragraph" w:customStyle="1" w:styleId="TableBullet">
    <w:name w:val="Table Bullet"/>
    <w:basedOn w:val="TableText0"/>
    <w:rsid w:val="00D726F7"/>
    <w:pPr>
      <w:numPr>
        <w:numId w:val="22"/>
      </w:numPr>
      <w:spacing w:before="40"/>
    </w:pPr>
  </w:style>
  <w:style w:type="paragraph" w:styleId="EndnoteText">
    <w:name w:val="endnote text"/>
    <w:basedOn w:val="Normal"/>
    <w:link w:val="EndnoteTextChar"/>
    <w:rsid w:val="00D726F7"/>
    <w:pPr>
      <w:suppressAutoHyphens/>
      <w:spacing w:before="0"/>
      <w:ind w:left="1134"/>
    </w:pPr>
    <w:rPr>
      <w:lang w:eastAsia="en-US"/>
    </w:rPr>
  </w:style>
  <w:style w:type="character" w:customStyle="1" w:styleId="EndnoteTextChar">
    <w:name w:val="Endnote Text Char"/>
    <w:basedOn w:val="DefaultParagraphFont"/>
    <w:link w:val="EndnoteText"/>
    <w:rsid w:val="00D726F7"/>
    <w:rPr>
      <w:lang w:eastAsia="en-US"/>
    </w:rPr>
  </w:style>
  <w:style w:type="character" w:customStyle="1" w:styleId="Syntax">
    <w:name w:val="Syntax"/>
    <w:basedOn w:val="DefaultParagraphFont"/>
    <w:rsid w:val="00D726F7"/>
    <w:rPr>
      <w:rFonts w:ascii="Courier" w:hAnsi="Courier"/>
      <w:sz w:val="18"/>
    </w:rPr>
  </w:style>
  <w:style w:type="paragraph" w:customStyle="1" w:styleId="Tip">
    <w:name w:val="Tip"/>
    <w:basedOn w:val="Note"/>
    <w:next w:val="Normal"/>
    <w:rsid w:val="00D726F7"/>
    <w:pPr>
      <w:numPr>
        <w:numId w:val="20"/>
      </w:numPr>
    </w:pPr>
  </w:style>
  <w:style w:type="paragraph" w:customStyle="1" w:styleId="Append2">
    <w:name w:val="Append 2"/>
    <w:basedOn w:val="Heading3"/>
    <w:next w:val="Normal"/>
    <w:rsid w:val="00D726F7"/>
    <w:pPr>
      <w:keepLines/>
      <w:numPr>
        <w:numId w:val="27"/>
      </w:numPr>
      <w:spacing w:before="160" w:after="60"/>
    </w:pPr>
    <w:rPr>
      <w:rFonts w:eastAsia="Times New Roman"/>
      <w:color w:val="000000"/>
      <w:sz w:val="28"/>
      <w:lang w:eastAsia="en-US"/>
    </w:rPr>
  </w:style>
  <w:style w:type="paragraph" w:customStyle="1" w:styleId="Append3">
    <w:name w:val="Append 3"/>
    <w:basedOn w:val="Heading4"/>
    <w:next w:val="Normal"/>
    <w:rsid w:val="00D726F7"/>
    <w:pPr>
      <w:keepLines/>
      <w:numPr>
        <w:numId w:val="27"/>
      </w:numPr>
      <w:spacing w:before="120" w:after="0"/>
    </w:pPr>
    <w:rPr>
      <w:rFonts w:eastAsia="Times New Roman"/>
      <w:color w:val="000000"/>
      <w:kern w:val="28"/>
      <w:lang w:eastAsia="en-US"/>
    </w:rPr>
  </w:style>
  <w:style w:type="character" w:customStyle="1" w:styleId="ListBulletChar">
    <w:name w:val="List Bullet Char"/>
    <w:basedOn w:val="DefaultParagraphFont"/>
    <w:link w:val="ListBullet"/>
    <w:uiPriority w:val="99"/>
    <w:rsid w:val="00D726F7"/>
  </w:style>
  <w:style w:type="character" w:customStyle="1" w:styleId="Italic">
    <w:name w:val="Italic"/>
    <w:basedOn w:val="DefaultParagraphFont"/>
    <w:qFormat/>
    <w:rsid w:val="00D726F7"/>
    <w:rPr>
      <w:i/>
    </w:rPr>
  </w:style>
  <w:style w:type="paragraph" w:customStyle="1" w:styleId="Index">
    <w:name w:val="Index"/>
    <w:basedOn w:val="Normal"/>
    <w:semiHidden/>
    <w:rsid w:val="00D726F7"/>
    <w:pPr>
      <w:suppressAutoHyphens/>
      <w:spacing w:before="120" w:after="120"/>
      <w:ind w:left="1134"/>
    </w:pPr>
    <w:rPr>
      <w:sz w:val="19"/>
      <w:lang w:eastAsia="en-US"/>
    </w:rPr>
  </w:style>
  <w:style w:type="paragraph" w:styleId="MacroText">
    <w:name w:val="macro"/>
    <w:link w:val="MacroTextChar"/>
    <w:rsid w:val="00D726F7"/>
    <w:pPr>
      <w:tabs>
        <w:tab w:val="left" w:pos="480"/>
        <w:tab w:val="left" w:pos="960"/>
        <w:tab w:val="left" w:pos="1440"/>
        <w:tab w:val="left" w:pos="1920"/>
        <w:tab w:val="left" w:pos="2400"/>
        <w:tab w:val="left" w:pos="2880"/>
        <w:tab w:val="left" w:pos="3360"/>
        <w:tab w:val="left" w:pos="3840"/>
        <w:tab w:val="left" w:pos="4320"/>
      </w:tabs>
      <w:suppressAutoHyphens/>
      <w:spacing w:before="120" w:after="120"/>
      <w:ind w:left="851"/>
    </w:pPr>
    <w:rPr>
      <w:rFonts w:ascii="Courier New" w:hAnsi="Courier New" w:cs="Courier New"/>
      <w:lang w:eastAsia="en-US"/>
    </w:rPr>
  </w:style>
  <w:style w:type="character" w:customStyle="1" w:styleId="MacroTextChar">
    <w:name w:val="Macro Text Char"/>
    <w:basedOn w:val="DefaultParagraphFont"/>
    <w:link w:val="MacroText"/>
    <w:rsid w:val="00D726F7"/>
    <w:rPr>
      <w:rFonts w:ascii="Courier New" w:hAnsi="Courier New" w:cs="Courier New"/>
      <w:lang w:eastAsia="en-US"/>
    </w:rPr>
  </w:style>
  <w:style w:type="paragraph" w:styleId="Caption">
    <w:name w:val="caption"/>
    <w:basedOn w:val="Normal"/>
    <w:next w:val="Normal"/>
    <w:semiHidden/>
    <w:qFormat/>
    <w:rsid w:val="00D726F7"/>
    <w:pPr>
      <w:tabs>
        <w:tab w:val="left" w:pos="1134"/>
      </w:tabs>
      <w:spacing w:before="40" w:after="60"/>
      <w:ind w:left="1559"/>
    </w:pPr>
    <w:rPr>
      <w:bCs/>
      <w:i/>
      <w:snapToGrid w:val="0"/>
      <w:kern w:val="28"/>
      <w:sz w:val="18"/>
      <w:lang w:eastAsia="en-US"/>
    </w:rPr>
  </w:style>
  <w:style w:type="character" w:styleId="CommentReference">
    <w:name w:val="annotation reference"/>
    <w:basedOn w:val="DefaultParagraphFont"/>
    <w:rsid w:val="00D726F7"/>
    <w:rPr>
      <w:sz w:val="16"/>
    </w:rPr>
  </w:style>
  <w:style w:type="paragraph" w:customStyle="1" w:styleId="QMODocumentTitle">
    <w:name w:val="QMO_Document Title"/>
    <w:basedOn w:val="DocumentTitle0"/>
    <w:rsid w:val="00D726F7"/>
    <w:pPr>
      <w:spacing w:before="600" w:after="360"/>
    </w:pPr>
    <w:rPr>
      <w:b/>
      <w:sz w:val="60"/>
      <w:lang w:eastAsia="en-US"/>
    </w:rPr>
  </w:style>
  <w:style w:type="paragraph" w:customStyle="1" w:styleId="BeforeList">
    <w:name w:val="Before List"/>
    <w:basedOn w:val="Normal"/>
    <w:next w:val="ListBullet"/>
    <w:rsid w:val="00D726F7"/>
    <w:pPr>
      <w:suppressAutoHyphens/>
      <w:spacing w:before="120" w:after="60"/>
      <w:ind w:left="1134"/>
    </w:pPr>
    <w:rPr>
      <w:kern w:val="28"/>
      <w:sz w:val="19"/>
      <w:lang w:eastAsia="en-US"/>
    </w:rPr>
  </w:style>
  <w:style w:type="character" w:styleId="EndnoteReference">
    <w:name w:val="endnote reference"/>
    <w:basedOn w:val="DefaultParagraphFont"/>
    <w:rsid w:val="00D726F7"/>
    <w:rPr>
      <w:vertAlign w:val="superscript"/>
    </w:rPr>
  </w:style>
  <w:style w:type="numbering" w:styleId="111111">
    <w:name w:val="Outline List 2"/>
    <w:basedOn w:val="NoList"/>
    <w:rsid w:val="00D726F7"/>
    <w:pPr>
      <w:numPr>
        <w:numId w:val="23"/>
      </w:numPr>
    </w:pPr>
  </w:style>
  <w:style w:type="numbering" w:styleId="1ai">
    <w:name w:val="Outline List 1"/>
    <w:basedOn w:val="NoList"/>
    <w:rsid w:val="00D726F7"/>
    <w:pPr>
      <w:numPr>
        <w:numId w:val="24"/>
      </w:numPr>
    </w:pPr>
  </w:style>
  <w:style w:type="paragraph" w:styleId="CommentText">
    <w:name w:val="annotation text"/>
    <w:basedOn w:val="Normal"/>
    <w:link w:val="CommentTextChar"/>
    <w:rsid w:val="00D726F7"/>
    <w:pPr>
      <w:suppressAutoHyphens/>
      <w:spacing w:before="120" w:after="120"/>
      <w:ind w:left="1134"/>
    </w:pPr>
    <w:rPr>
      <w:sz w:val="19"/>
      <w:lang w:eastAsia="en-US"/>
    </w:rPr>
  </w:style>
  <w:style w:type="character" w:customStyle="1" w:styleId="CommentTextChar">
    <w:name w:val="Comment Text Char"/>
    <w:basedOn w:val="DefaultParagraphFont"/>
    <w:link w:val="CommentText"/>
    <w:rsid w:val="00D726F7"/>
    <w:rPr>
      <w:sz w:val="19"/>
      <w:lang w:eastAsia="en-US"/>
    </w:rPr>
  </w:style>
  <w:style w:type="paragraph" w:styleId="CommentSubject">
    <w:name w:val="annotation subject"/>
    <w:basedOn w:val="CommentText"/>
    <w:next w:val="CommentText"/>
    <w:link w:val="CommentSubjectChar"/>
    <w:rsid w:val="00D726F7"/>
    <w:rPr>
      <w:b/>
      <w:bCs/>
    </w:rPr>
  </w:style>
  <w:style w:type="character" w:customStyle="1" w:styleId="CommentSubjectChar">
    <w:name w:val="Comment Subject Char"/>
    <w:basedOn w:val="CommentTextChar"/>
    <w:link w:val="CommentSubject"/>
    <w:rsid w:val="00D726F7"/>
    <w:rPr>
      <w:b/>
      <w:bCs/>
      <w:sz w:val="19"/>
      <w:lang w:eastAsia="en-US"/>
    </w:rPr>
  </w:style>
  <w:style w:type="numbering" w:styleId="ArticleSection">
    <w:name w:val="Outline List 3"/>
    <w:basedOn w:val="NoList"/>
    <w:rsid w:val="00D726F7"/>
    <w:pPr>
      <w:numPr>
        <w:numId w:val="25"/>
      </w:numPr>
    </w:pPr>
  </w:style>
  <w:style w:type="paragraph" w:customStyle="1" w:styleId="Append">
    <w:name w:val="Append"/>
    <w:basedOn w:val="Heading"/>
    <w:next w:val="Normal"/>
    <w:rsid w:val="00D726F7"/>
    <w:pPr>
      <w:keepLines/>
      <w:numPr>
        <w:numId w:val="27"/>
      </w:numPr>
    </w:pPr>
    <w:rPr>
      <w:rFonts w:eastAsia="Times New Roman"/>
      <w:color w:val="000000"/>
      <w:sz w:val="36"/>
    </w:rPr>
  </w:style>
  <w:style w:type="paragraph" w:customStyle="1" w:styleId="Footerevenlandscape">
    <w:name w:val="Footer even landscape"/>
    <w:next w:val="Normal"/>
    <w:rsid w:val="00D726F7"/>
    <w:pPr>
      <w:tabs>
        <w:tab w:val="right" w:pos="13608"/>
      </w:tabs>
      <w:spacing w:after="40"/>
    </w:pPr>
    <w:rPr>
      <w:sz w:val="16"/>
      <w:lang w:eastAsia="en-US"/>
    </w:rPr>
  </w:style>
  <w:style w:type="paragraph" w:customStyle="1" w:styleId="Footeroddlandscape">
    <w:name w:val="Footer odd landscape"/>
    <w:rsid w:val="00D726F7"/>
    <w:pPr>
      <w:tabs>
        <w:tab w:val="right" w:pos="13608"/>
      </w:tabs>
      <w:spacing w:after="40"/>
    </w:pPr>
    <w:rPr>
      <w:sz w:val="16"/>
      <w:lang w:eastAsia="en-US"/>
    </w:rPr>
  </w:style>
  <w:style w:type="paragraph" w:customStyle="1" w:styleId="Headerevenlandscape">
    <w:name w:val="Header even landscape"/>
    <w:next w:val="Normal"/>
    <w:rsid w:val="00D726F7"/>
    <w:pPr>
      <w:tabs>
        <w:tab w:val="right" w:pos="13608"/>
      </w:tabs>
      <w:spacing w:after="40"/>
    </w:pPr>
    <w:rPr>
      <w:rFonts w:eastAsia="Times New Roman"/>
      <w:sz w:val="16"/>
      <w:lang w:eastAsia="en-US"/>
    </w:rPr>
  </w:style>
  <w:style w:type="paragraph" w:styleId="Closing">
    <w:name w:val="Closing"/>
    <w:basedOn w:val="Normal"/>
    <w:link w:val="ClosingChar"/>
    <w:rsid w:val="00D726F7"/>
    <w:pPr>
      <w:suppressAutoHyphens/>
      <w:spacing w:before="120" w:after="120"/>
      <w:ind w:left="4252"/>
    </w:pPr>
    <w:rPr>
      <w:sz w:val="19"/>
      <w:lang w:eastAsia="en-US"/>
    </w:rPr>
  </w:style>
  <w:style w:type="character" w:customStyle="1" w:styleId="ClosingChar">
    <w:name w:val="Closing Char"/>
    <w:basedOn w:val="DefaultParagraphFont"/>
    <w:link w:val="Closing"/>
    <w:rsid w:val="00D726F7"/>
    <w:rPr>
      <w:sz w:val="19"/>
      <w:lang w:eastAsia="en-US"/>
    </w:rPr>
  </w:style>
  <w:style w:type="paragraph" w:styleId="Date">
    <w:name w:val="Date"/>
    <w:basedOn w:val="Normal"/>
    <w:next w:val="Normal"/>
    <w:link w:val="DateChar"/>
    <w:rsid w:val="00D726F7"/>
    <w:pPr>
      <w:suppressAutoHyphens/>
      <w:spacing w:before="120" w:after="120"/>
      <w:ind w:left="1134"/>
    </w:pPr>
    <w:rPr>
      <w:sz w:val="19"/>
      <w:lang w:eastAsia="en-US"/>
    </w:rPr>
  </w:style>
  <w:style w:type="character" w:customStyle="1" w:styleId="DateChar">
    <w:name w:val="Date Char"/>
    <w:basedOn w:val="DefaultParagraphFont"/>
    <w:link w:val="Date"/>
    <w:rsid w:val="00D726F7"/>
    <w:rPr>
      <w:sz w:val="19"/>
      <w:lang w:eastAsia="en-US"/>
    </w:rPr>
  </w:style>
  <w:style w:type="paragraph" w:styleId="E-mailSignature">
    <w:name w:val="E-mail Signature"/>
    <w:basedOn w:val="Normal"/>
    <w:link w:val="E-mailSignatureChar"/>
    <w:rsid w:val="00D726F7"/>
    <w:pPr>
      <w:suppressAutoHyphens/>
      <w:spacing w:before="120" w:after="120"/>
      <w:ind w:left="1134"/>
    </w:pPr>
    <w:rPr>
      <w:sz w:val="19"/>
      <w:lang w:eastAsia="en-US"/>
    </w:rPr>
  </w:style>
  <w:style w:type="character" w:customStyle="1" w:styleId="E-mailSignatureChar">
    <w:name w:val="E-mail Signature Char"/>
    <w:basedOn w:val="DefaultParagraphFont"/>
    <w:link w:val="E-mailSignature"/>
    <w:rsid w:val="00D726F7"/>
    <w:rPr>
      <w:sz w:val="19"/>
      <w:lang w:eastAsia="en-US"/>
    </w:rPr>
  </w:style>
  <w:style w:type="paragraph" w:styleId="EnvelopeAddress">
    <w:name w:val="envelope address"/>
    <w:basedOn w:val="Normal"/>
    <w:rsid w:val="00D726F7"/>
    <w:pPr>
      <w:framePr w:w="7920" w:h="1980" w:hRule="exact" w:hSpace="180" w:wrap="auto" w:hAnchor="page" w:xAlign="center" w:yAlign="bottom"/>
      <w:suppressAutoHyphens/>
      <w:spacing w:before="120" w:after="120"/>
      <w:ind w:left="2880"/>
    </w:pPr>
    <w:rPr>
      <w:rFonts w:cs="Arial"/>
      <w:sz w:val="24"/>
      <w:szCs w:val="24"/>
      <w:lang w:eastAsia="en-US"/>
    </w:rPr>
  </w:style>
  <w:style w:type="paragraph" w:styleId="EnvelopeReturn">
    <w:name w:val="envelope return"/>
    <w:basedOn w:val="Normal"/>
    <w:rsid w:val="00D726F7"/>
    <w:pPr>
      <w:suppressAutoHyphens/>
      <w:spacing w:before="120" w:after="120"/>
      <w:ind w:left="1134"/>
    </w:pPr>
    <w:rPr>
      <w:rFonts w:cs="Arial"/>
      <w:sz w:val="19"/>
      <w:lang w:eastAsia="en-US"/>
    </w:rPr>
  </w:style>
  <w:style w:type="character" w:styleId="HTMLAcronym">
    <w:name w:val="HTML Acronym"/>
    <w:basedOn w:val="DefaultParagraphFont"/>
    <w:rsid w:val="00D726F7"/>
  </w:style>
  <w:style w:type="paragraph" w:styleId="HTMLAddress">
    <w:name w:val="HTML Address"/>
    <w:basedOn w:val="Normal"/>
    <w:link w:val="HTMLAddressChar"/>
    <w:rsid w:val="00D726F7"/>
    <w:pPr>
      <w:suppressAutoHyphens/>
      <w:spacing w:before="120" w:after="120"/>
      <w:ind w:left="1134"/>
    </w:pPr>
    <w:rPr>
      <w:i/>
      <w:iCs/>
      <w:sz w:val="19"/>
      <w:lang w:eastAsia="en-US"/>
    </w:rPr>
  </w:style>
  <w:style w:type="character" w:customStyle="1" w:styleId="HTMLAddressChar">
    <w:name w:val="HTML Address Char"/>
    <w:basedOn w:val="DefaultParagraphFont"/>
    <w:link w:val="HTMLAddress"/>
    <w:rsid w:val="00D726F7"/>
    <w:rPr>
      <w:i/>
      <w:iCs/>
      <w:sz w:val="19"/>
      <w:lang w:eastAsia="en-US"/>
    </w:rPr>
  </w:style>
  <w:style w:type="character" w:styleId="HTMLCite">
    <w:name w:val="HTML Cite"/>
    <w:basedOn w:val="DefaultParagraphFont"/>
    <w:rsid w:val="00D726F7"/>
    <w:rPr>
      <w:i/>
      <w:iCs/>
    </w:rPr>
  </w:style>
  <w:style w:type="character" w:styleId="HTMLCode">
    <w:name w:val="HTML Code"/>
    <w:basedOn w:val="DefaultParagraphFont"/>
    <w:rsid w:val="00D726F7"/>
    <w:rPr>
      <w:rFonts w:ascii="Courier New" w:hAnsi="Courier New" w:cs="Courier New"/>
      <w:sz w:val="20"/>
      <w:szCs w:val="20"/>
    </w:rPr>
  </w:style>
  <w:style w:type="character" w:styleId="HTMLDefinition">
    <w:name w:val="HTML Definition"/>
    <w:basedOn w:val="DefaultParagraphFont"/>
    <w:rsid w:val="00D726F7"/>
    <w:rPr>
      <w:i/>
      <w:iCs/>
    </w:rPr>
  </w:style>
  <w:style w:type="character" w:styleId="HTMLKeyboard">
    <w:name w:val="HTML Keyboard"/>
    <w:basedOn w:val="DefaultParagraphFont"/>
    <w:rsid w:val="00D726F7"/>
    <w:rPr>
      <w:rFonts w:ascii="Courier New" w:hAnsi="Courier New" w:cs="Courier New"/>
      <w:sz w:val="20"/>
      <w:szCs w:val="20"/>
    </w:rPr>
  </w:style>
  <w:style w:type="paragraph" w:styleId="HTMLPreformatted">
    <w:name w:val="HTML Preformatted"/>
    <w:basedOn w:val="Normal"/>
    <w:link w:val="HTMLPreformattedChar"/>
    <w:rsid w:val="00D726F7"/>
    <w:pPr>
      <w:suppressAutoHyphens/>
      <w:spacing w:before="120" w:after="120"/>
      <w:ind w:left="1134"/>
    </w:pPr>
    <w:rPr>
      <w:rFonts w:ascii="Courier New" w:hAnsi="Courier New" w:cs="Courier New"/>
      <w:sz w:val="19"/>
      <w:lang w:eastAsia="en-US"/>
    </w:rPr>
  </w:style>
  <w:style w:type="character" w:customStyle="1" w:styleId="HTMLPreformattedChar">
    <w:name w:val="HTML Preformatted Char"/>
    <w:basedOn w:val="DefaultParagraphFont"/>
    <w:link w:val="HTMLPreformatted"/>
    <w:rsid w:val="00D726F7"/>
    <w:rPr>
      <w:rFonts w:ascii="Courier New" w:hAnsi="Courier New" w:cs="Courier New"/>
      <w:sz w:val="19"/>
      <w:lang w:eastAsia="en-US"/>
    </w:rPr>
  </w:style>
  <w:style w:type="character" w:styleId="HTMLSample">
    <w:name w:val="HTML Sample"/>
    <w:basedOn w:val="DefaultParagraphFont"/>
    <w:rsid w:val="00D726F7"/>
    <w:rPr>
      <w:rFonts w:ascii="Courier New" w:hAnsi="Courier New" w:cs="Courier New"/>
    </w:rPr>
  </w:style>
  <w:style w:type="character" w:styleId="HTMLTypewriter">
    <w:name w:val="HTML Typewriter"/>
    <w:basedOn w:val="DefaultParagraphFont"/>
    <w:rsid w:val="00D726F7"/>
    <w:rPr>
      <w:rFonts w:ascii="Courier New" w:hAnsi="Courier New" w:cs="Courier New"/>
      <w:sz w:val="20"/>
      <w:szCs w:val="20"/>
    </w:rPr>
  </w:style>
  <w:style w:type="character" w:styleId="HTMLVariable">
    <w:name w:val="HTML Variable"/>
    <w:basedOn w:val="DefaultParagraphFont"/>
    <w:rsid w:val="00D726F7"/>
    <w:rPr>
      <w:i/>
      <w:iCs/>
    </w:rPr>
  </w:style>
  <w:style w:type="character" w:styleId="LineNumber">
    <w:name w:val="line number"/>
    <w:basedOn w:val="DefaultParagraphFont"/>
    <w:rsid w:val="00D726F7"/>
  </w:style>
  <w:style w:type="paragraph" w:styleId="List">
    <w:name w:val="List"/>
    <w:basedOn w:val="Normal"/>
    <w:rsid w:val="00D726F7"/>
    <w:pPr>
      <w:suppressAutoHyphens/>
      <w:spacing w:before="120" w:after="120"/>
      <w:ind w:left="283" w:hanging="283"/>
    </w:pPr>
    <w:rPr>
      <w:sz w:val="19"/>
      <w:lang w:eastAsia="en-US"/>
    </w:rPr>
  </w:style>
  <w:style w:type="paragraph" w:styleId="List2">
    <w:name w:val="List 2"/>
    <w:basedOn w:val="Normal"/>
    <w:rsid w:val="00D726F7"/>
    <w:pPr>
      <w:suppressAutoHyphens/>
      <w:spacing w:before="120" w:after="120"/>
      <w:ind w:left="566" w:hanging="283"/>
    </w:pPr>
    <w:rPr>
      <w:sz w:val="19"/>
      <w:lang w:eastAsia="en-US"/>
    </w:rPr>
  </w:style>
  <w:style w:type="paragraph" w:styleId="List3">
    <w:name w:val="List 3"/>
    <w:basedOn w:val="Normal"/>
    <w:rsid w:val="00D726F7"/>
    <w:pPr>
      <w:suppressAutoHyphens/>
      <w:spacing w:before="120" w:after="120"/>
      <w:ind w:left="849" w:hanging="283"/>
    </w:pPr>
    <w:rPr>
      <w:sz w:val="19"/>
      <w:lang w:eastAsia="en-US"/>
    </w:rPr>
  </w:style>
  <w:style w:type="paragraph" w:styleId="List4">
    <w:name w:val="List 4"/>
    <w:basedOn w:val="Normal"/>
    <w:rsid w:val="00D726F7"/>
    <w:pPr>
      <w:suppressAutoHyphens/>
      <w:spacing w:before="120" w:after="120"/>
      <w:ind w:left="1132" w:hanging="283"/>
    </w:pPr>
    <w:rPr>
      <w:sz w:val="19"/>
      <w:lang w:eastAsia="en-US"/>
    </w:rPr>
  </w:style>
  <w:style w:type="paragraph" w:styleId="List5">
    <w:name w:val="List 5"/>
    <w:basedOn w:val="Normal"/>
    <w:rsid w:val="00D726F7"/>
    <w:pPr>
      <w:suppressAutoHyphens/>
      <w:spacing w:before="120" w:after="120"/>
      <w:ind w:left="1415" w:hanging="283"/>
    </w:pPr>
    <w:rPr>
      <w:sz w:val="19"/>
      <w:lang w:eastAsia="en-US"/>
    </w:rPr>
  </w:style>
  <w:style w:type="paragraph" w:styleId="ListBullet4">
    <w:name w:val="List Bullet 4"/>
    <w:basedOn w:val="Normal"/>
    <w:rsid w:val="00D726F7"/>
    <w:pPr>
      <w:tabs>
        <w:tab w:val="num" w:pos="1209"/>
      </w:tabs>
      <w:suppressAutoHyphens/>
      <w:spacing w:before="120" w:after="120"/>
      <w:ind w:left="1209" w:hanging="360"/>
    </w:pPr>
    <w:rPr>
      <w:sz w:val="19"/>
      <w:lang w:eastAsia="en-US"/>
    </w:rPr>
  </w:style>
  <w:style w:type="paragraph" w:styleId="ListBullet5">
    <w:name w:val="List Bullet 5"/>
    <w:basedOn w:val="Normal"/>
    <w:rsid w:val="00D726F7"/>
    <w:pPr>
      <w:tabs>
        <w:tab w:val="num" w:pos="1492"/>
      </w:tabs>
      <w:suppressAutoHyphens/>
      <w:spacing w:before="120" w:after="120"/>
      <w:ind w:left="1492" w:hanging="360"/>
    </w:pPr>
    <w:rPr>
      <w:sz w:val="19"/>
      <w:lang w:eastAsia="en-US"/>
    </w:rPr>
  </w:style>
  <w:style w:type="paragraph" w:styleId="ListContinue">
    <w:name w:val="List Continue"/>
    <w:basedOn w:val="Normal"/>
    <w:rsid w:val="00D726F7"/>
    <w:pPr>
      <w:suppressAutoHyphens/>
      <w:spacing w:before="40" w:after="60"/>
      <w:ind w:left="1559"/>
    </w:pPr>
    <w:rPr>
      <w:sz w:val="19"/>
      <w:lang w:eastAsia="en-US"/>
    </w:rPr>
  </w:style>
  <w:style w:type="paragraph" w:styleId="ListContinue3">
    <w:name w:val="List Continue 3"/>
    <w:basedOn w:val="Normal"/>
    <w:rsid w:val="00D726F7"/>
    <w:pPr>
      <w:suppressAutoHyphens/>
      <w:spacing w:before="120" w:after="120"/>
      <w:ind w:left="849"/>
    </w:pPr>
    <w:rPr>
      <w:sz w:val="19"/>
      <w:lang w:eastAsia="en-US"/>
    </w:rPr>
  </w:style>
  <w:style w:type="paragraph" w:styleId="ListContinue4">
    <w:name w:val="List Continue 4"/>
    <w:basedOn w:val="Normal"/>
    <w:rsid w:val="00D726F7"/>
    <w:pPr>
      <w:suppressAutoHyphens/>
      <w:spacing w:before="120" w:after="120"/>
      <w:ind w:left="1132"/>
    </w:pPr>
    <w:rPr>
      <w:sz w:val="19"/>
      <w:lang w:eastAsia="en-US"/>
    </w:rPr>
  </w:style>
  <w:style w:type="paragraph" w:styleId="ListContinue5">
    <w:name w:val="List Continue 5"/>
    <w:basedOn w:val="Normal"/>
    <w:rsid w:val="00D726F7"/>
    <w:pPr>
      <w:suppressAutoHyphens/>
      <w:spacing w:before="120" w:after="120"/>
      <w:ind w:left="1415"/>
    </w:pPr>
    <w:rPr>
      <w:sz w:val="19"/>
      <w:lang w:eastAsia="en-US"/>
    </w:rPr>
  </w:style>
  <w:style w:type="paragraph" w:styleId="ListNumber3">
    <w:name w:val="List Number 3"/>
    <w:basedOn w:val="Normal"/>
    <w:rsid w:val="00D726F7"/>
    <w:pPr>
      <w:tabs>
        <w:tab w:val="num" w:pos="926"/>
      </w:tabs>
      <w:suppressAutoHyphens/>
      <w:spacing w:before="120" w:after="120"/>
      <w:ind w:left="926" w:hanging="360"/>
    </w:pPr>
    <w:rPr>
      <w:sz w:val="19"/>
      <w:lang w:eastAsia="en-US"/>
    </w:rPr>
  </w:style>
  <w:style w:type="paragraph" w:styleId="ListNumber4">
    <w:name w:val="List Number 4"/>
    <w:basedOn w:val="Normal"/>
    <w:rsid w:val="00D726F7"/>
    <w:pPr>
      <w:tabs>
        <w:tab w:val="num" w:pos="1209"/>
      </w:tabs>
      <w:suppressAutoHyphens/>
      <w:spacing w:before="120" w:after="120"/>
      <w:ind w:left="1209" w:hanging="360"/>
    </w:pPr>
    <w:rPr>
      <w:sz w:val="19"/>
      <w:lang w:eastAsia="en-US"/>
    </w:rPr>
  </w:style>
  <w:style w:type="paragraph" w:styleId="ListNumber5">
    <w:name w:val="List Number 5"/>
    <w:basedOn w:val="Normal"/>
    <w:rsid w:val="00D726F7"/>
    <w:pPr>
      <w:tabs>
        <w:tab w:val="num" w:pos="1492"/>
      </w:tabs>
      <w:suppressAutoHyphens/>
      <w:spacing w:before="120" w:after="120"/>
      <w:ind w:left="1492" w:hanging="360"/>
    </w:pPr>
    <w:rPr>
      <w:sz w:val="19"/>
      <w:lang w:eastAsia="en-US"/>
    </w:rPr>
  </w:style>
  <w:style w:type="paragraph" w:styleId="MessageHeader">
    <w:name w:val="Message Header"/>
    <w:basedOn w:val="Normal"/>
    <w:link w:val="MessageHeaderChar"/>
    <w:rsid w:val="00D726F7"/>
    <w:pPr>
      <w:pBdr>
        <w:top w:val="single" w:sz="6" w:space="1" w:color="auto"/>
        <w:left w:val="single" w:sz="6" w:space="1" w:color="auto"/>
        <w:bottom w:val="single" w:sz="6" w:space="1" w:color="auto"/>
        <w:right w:val="single" w:sz="6" w:space="1" w:color="auto"/>
      </w:pBdr>
      <w:shd w:val="pct20" w:color="auto" w:fill="auto"/>
      <w:suppressAutoHyphens/>
      <w:spacing w:before="120" w:after="120"/>
      <w:ind w:left="1134" w:hanging="1134"/>
    </w:pPr>
    <w:rPr>
      <w:rFonts w:cs="Arial"/>
      <w:sz w:val="24"/>
      <w:szCs w:val="24"/>
      <w:lang w:eastAsia="en-US"/>
    </w:rPr>
  </w:style>
  <w:style w:type="character" w:customStyle="1" w:styleId="MessageHeaderChar">
    <w:name w:val="Message Header Char"/>
    <w:basedOn w:val="DefaultParagraphFont"/>
    <w:link w:val="MessageHeader"/>
    <w:rsid w:val="00D726F7"/>
    <w:rPr>
      <w:rFonts w:cs="Arial"/>
      <w:sz w:val="24"/>
      <w:szCs w:val="24"/>
      <w:shd w:val="pct20" w:color="auto" w:fill="auto"/>
      <w:lang w:eastAsia="en-US"/>
    </w:rPr>
  </w:style>
  <w:style w:type="paragraph" w:styleId="PlainText">
    <w:name w:val="Plain Text"/>
    <w:basedOn w:val="Normal"/>
    <w:link w:val="PlainTextChar"/>
    <w:uiPriority w:val="99"/>
    <w:rsid w:val="00D726F7"/>
    <w:pPr>
      <w:suppressAutoHyphens/>
      <w:spacing w:before="120" w:after="120"/>
      <w:ind w:left="1134"/>
    </w:pPr>
    <w:rPr>
      <w:rFonts w:ascii="Courier New" w:hAnsi="Courier New" w:cs="Courier New"/>
      <w:sz w:val="19"/>
      <w:lang w:eastAsia="en-US"/>
    </w:rPr>
  </w:style>
  <w:style w:type="character" w:customStyle="1" w:styleId="PlainTextChar">
    <w:name w:val="Plain Text Char"/>
    <w:basedOn w:val="DefaultParagraphFont"/>
    <w:link w:val="PlainText"/>
    <w:uiPriority w:val="99"/>
    <w:rsid w:val="00D726F7"/>
    <w:rPr>
      <w:rFonts w:ascii="Courier New" w:hAnsi="Courier New" w:cs="Courier New"/>
      <w:sz w:val="19"/>
      <w:lang w:eastAsia="en-US"/>
    </w:rPr>
  </w:style>
  <w:style w:type="paragraph" w:styleId="Salutation">
    <w:name w:val="Salutation"/>
    <w:basedOn w:val="Normal"/>
    <w:next w:val="Normal"/>
    <w:link w:val="SalutationChar"/>
    <w:rsid w:val="00D726F7"/>
    <w:pPr>
      <w:suppressAutoHyphens/>
      <w:spacing w:before="120" w:after="120"/>
      <w:ind w:left="1134"/>
    </w:pPr>
    <w:rPr>
      <w:sz w:val="19"/>
      <w:lang w:eastAsia="en-US"/>
    </w:rPr>
  </w:style>
  <w:style w:type="character" w:customStyle="1" w:styleId="SalutationChar">
    <w:name w:val="Salutation Char"/>
    <w:basedOn w:val="DefaultParagraphFont"/>
    <w:link w:val="Salutation"/>
    <w:rsid w:val="00D726F7"/>
    <w:rPr>
      <w:sz w:val="19"/>
      <w:lang w:eastAsia="en-US"/>
    </w:rPr>
  </w:style>
  <w:style w:type="paragraph" w:styleId="Signature">
    <w:name w:val="Signature"/>
    <w:basedOn w:val="Normal"/>
    <w:link w:val="SignatureChar"/>
    <w:rsid w:val="00D726F7"/>
    <w:pPr>
      <w:suppressAutoHyphens/>
      <w:spacing w:before="120" w:after="120"/>
      <w:ind w:left="4252"/>
    </w:pPr>
    <w:rPr>
      <w:sz w:val="19"/>
      <w:lang w:eastAsia="en-US"/>
    </w:rPr>
  </w:style>
  <w:style w:type="character" w:customStyle="1" w:styleId="SignatureChar">
    <w:name w:val="Signature Char"/>
    <w:basedOn w:val="DefaultParagraphFont"/>
    <w:link w:val="Signature"/>
    <w:rsid w:val="00D726F7"/>
    <w:rPr>
      <w:sz w:val="19"/>
      <w:lang w:eastAsia="en-US"/>
    </w:rPr>
  </w:style>
  <w:style w:type="table" w:styleId="Table3Deffects1">
    <w:name w:val="Table 3D effects 1"/>
    <w:basedOn w:val="TableNormal"/>
    <w:rsid w:val="00D726F7"/>
    <w:pPr>
      <w:suppressAutoHyphens/>
      <w:spacing w:before="120" w:after="120"/>
      <w:ind w:left="851"/>
    </w:pPr>
    <w:rPr>
      <w:rFonts w:ascii="Times" w:hAnsi="Times"/>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726F7"/>
    <w:pPr>
      <w:suppressAutoHyphens/>
      <w:spacing w:before="120" w:after="120"/>
      <w:ind w:left="851"/>
    </w:pPr>
    <w:rPr>
      <w:rFonts w:ascii="Times" w:hAnsi="Times"/>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726F7"/>
    <w:pPr>
      <w:suppressAutoHyphens/>
      <w:spacing w:before="120" w:after="120"/>
      <w:ind w:left="851"/>
    </w:pPr>
    <w:rPr>
      <w:rFonts w:ascii="Times" w:hAnsi="Times"/>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726F7"/>
    <w:pPr>
      <w:suppressAutoHyphens/>
      <w:spacing w:before="120" w:after="120"/>
      <w:ind w:left="851"/>
    </w:pPr>
    <w:rPr>
      <w:rFonts w:ascii="Times" w:hAnsi="Times"/>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726F7"/>
    <w:pPr>
      <w:suppressAutoHyphens/>
      <w:spacing w:before="120" w:after="120"/>
      <w:ind w:left="851"/>
    </w:pPr>
    <w:rPr>
      <w:rFonts w:ascii="Times" w:hAnsi="Times"/>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D726F7"/>
    <w:pPr>
      <w:suppressAutoHyphens/>
      <w:spacing w:before="120" w:after="120"/>
      <w:ind w:left="851"/>
    </w:pPr>
    <w:rPr>
      <w:rFonts w:ascii="Times" w:hAnsi="Times"/>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D726F7"/>
    <w:pPr>
      <w:suppressAutoHyphens/>
      <w:spacing w:before="120" w:after="120"/>
      <w:ind w:left="851"/>
    </w:pPr>
    <w:rPr>
      <w:rFonts w:ascii="Times" w:hAnsi="Times"/>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D726F7"/>
    <w:pPr>
      <w:suppressAutoHyphens/>
      <w:spacing w:before="120" w:after="120"/>
      <w:ind w:left="851"/>
    </w:pPr>
    <w:rPr>
      <w:rFonts w:ascii="Times" w:hAnsi="Times"/>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726F7"/>
    <w:pPr>
      <w:suppressAutoHyphens/>
      <w:spacing w:before="120" w:after="120"/>
      <w:ind w:left="851"/>
    </w:pPr>
    <w:rPr>
      <w:rFonts w:ascii="Times" w:hAnsi="Times"/>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726F7"/>
    <w:pPr>
      <w:suppressAutoHyphens/>
      <w:spacing w:before="120" w:after="120"/>
      <w:ind w:left="851"/>
    </w:pPr>
    <w:rPr>
      <w:rFonts w:ascii="Times" w:hAnsi="Times"/>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726F7"/>
    <w:pPr>
      <w:suppressAutoHyphens/>
      <w:spacing w:before="120" w:after="120"/>
      <w:ind w:left="851"/>
    </w:pPr>
    <w:rPr>
      <w:rFonts w:ascii="Times" w:hAnsi="Times"/>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726F7"/>
    <w:pPr>
      <w:suppressAutoHyphens/>
      <w:spacing w:before="120" w:after="120"/>
      <w:ind w:left="851"/>
    </w:pPr>
    <w:rPr>
      <w:rFonts w:ascii="Times" w:hAnsi="Times"/>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726F7"/>
    <w:pPr>
      <w:suppressAutoHyphens/>
      <w:spacing w:before="120" w:after="120"/>
      <w:ind w:left="851"/>
    </w:pPr>
    <w:rPr>
      <w:rFonts w:ascii="Times" w:hAnsi="Times"/>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726F7"/>
    <w:pPr>
      <w:suppressAutoHyphens/>
      <w:spacing w:before="120" w:after="120"/>
      <w:ind w:left="851"/>
    </w:pPr>
    <w:rPr>
      <w:rFonts w:ascii="Times" w:hAnsi="Times"/>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726F7"/>
    <w:pPr>
      <w:suppressAutoHyphens/>
      <w:spacing w:before="120" w:after="120"/>
      <w:ind w:left="851"/>
    </w:pPr>
    <w:rPr>
      <w:rFonts w:ascii="Times" w:hAnsi="Times"/>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726F7"/>
    <w:pPr>
      <w:suppressAutoHyphens/>
      <w:spacing w:before="120" w:after="120"/>
      <w:ind w:left="851"/>
    </w:pPr>
    <w:rPr>
      <w:rFonts w:ascii="Times" w:hAnsi="Times"/>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726F7"/>
    <w:pPr>
      <w:suppressAutoHyphens/>
      <w:spacing w:before="120" w:after="120"/>
      <w:ind w:left="851"/>
    </w:pPr>
    <w:rPr>
      <w:rFonts w:ascii="Times" w:hAnsi="Times"/>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726F7"/>
    <w:pPr>
      <w:suppressAutoHyphens/>
      <w:spacing w:before="120" w:after="120"/>
      <w:ind w:left="851"/>
    </w:pPr>
    <w:rPr>
      <w:rFonts w:ascii="Times" w:hAnsi="Times"/>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726F7"/>
    <w:pPr>
      <w:suppressAutoHyphens/>
      <w:spacing w:before="120" w:after="120"/>
      <w:ind w:left="851"/>
    </w:pPr>
    <w:rPr>
      <w:rFonts w:ascii="Times" w:hAnsi="Times"/>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726F7"/>
    <w:pPr>
      <w:suppressAutoHyphens/>
      <w:spacing w:before="120" w:after="120"/>
      <w:ind w:left="851"/>
    </w:pPr>
    <w:rPr>
      <w:rFonts w:ascii="Times" w:hAnsi="Times"/>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726F7"/>
    <w:pPr>
      <w:suppressAutoHyphens/>
      <w:spacing w:before="120" w:after="120"/>
      <w:ind w:left="851"/>
    </w:pPr>
    <w:rPr>
      <w:rFonts w:ascii="Times" w:hAnsi="Times"/>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726F7"/>
    <w:pPr>
      <w:suppressAutoHyphens/>
      <w:spacing w:before="120" w:after="120"/>
      <w:ind w:left="851"/>
    </w:pPr>
    <w:rPr>
      <w:rFonts w:ascii="Times" w:hAnsi="Times"/>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726F7"/>
    <w:pPr>
      <w:suppressAutoHyphens/>
      <w:spacing w:before="120" w:after="120"/>
      <w:ind w:left="851"/>
    </w:pPr>
    <w:rPr>
      <w:rFonts w:ascii="Times" w:hAnsi="Times"/>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726F7"/>
    <w:pPr>
      <w:suppressAutoHyphens/>
      <w:spacing w:before="120" w:after="120"/>
      <w:ind w:left="851"/>
    </w:pPr>
    <w:rPr>
      <w:rFonts w:ascii="Times" w:hAnsi="Times"/>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726F7"/>
    <w:pPr>
      <w:suppressAutoHyphens/>
      <w:spacing w:before="120" w:after="120"/>
      <w:ind w:left="851"/>
    </w:pPr>
    <w:rPr>
      <w:rFonts w:ascii="Times" w:hAnsi="Times"/>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726F7"/>
    <w:pPr>
      <w:suppressAutoHyphens/>
      <w:spacing w:before="120" w:after="120"/>
      <w:ind w:left="851"/>
    </w:pPr>
    <w:rPr>
      <w:rFonts w:ascii="Times" w:hAnsi="Times"/>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726F7"/>
    <w:pPr>
      <w:suppressAutoHyphens/>
      <w:spacing w:before="120" w:after="120"/>
      <w:ind w:left="851"/>
    </w:pPr>
    <w:rPr>
      <w:rFonts w:ascii="Times" w:hAnsi="Times"/>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726F7"/>
    <w:pPr>
      <w:suppressAutoHyphens/>
      <w:spacing w:before="120" w:after="120"/>
      <w:ind w:left="851"/>
    </w:pPr>
    <w:rPr>
      <w:rFonts w:ascii="Times" w:hAnsi="Times"/>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726F7"/>
    <w:pPr>
      <w:suppressAutoHyphens/>
      <w:spacing w:before="120" w:after="120"/>
      <w:ind w:left="851"/>
    </w:pPr>
    <w:rPr>
      <w:rFonts w:ascii="Times" w:hAnsi="Times"/>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726F7"/>
    <w:pPr>
      <w:suppressAutoHyphens/>
      <w:spacing w:before="120" w:after="120"/>
      <w:ind w:left="851"/>
    </w:pPr>
    <w:rPr>
      <w:rFonts w:ascii="Times" w:hAnsi="Times"/>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726F7"/>
    <w:pPr>
      <w:suppressAutoHyphens/>
      <w:spacing w:before="120" w:after="120"/>
      <w:ind w:left="851"/>
    </w:pPr>
    <w:rPr>
      <w:rFonts w:ascii="Times" w:hAnsi="Times"/>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726F7"/>
    <w:pPr>
      <w:suppressAutoHyphens/>
      <w:spacing w:before="120" w:after="120"/>
      <w:ind w:left="851"/>
    </w:pPr>
    <w:rPr>
      <w:rFonts w:ascii="Times" w:hAnsi="Times"/>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726F7"/>
    <w:pPr>
      <w:suppressAutoHyphens/>
      <w:spacing w:before="120" w:after="120"/>
      <w:ind w:left="851"/>
    </w:pPr>
    <w:rPr>
      <w:rFonts w:ascii="Times" w:hAnsi="Times"/>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D726F7"/>
    <w:pPr>
      <w:tabs>
        <w:tab w:val="right" w:pos="13608"/>
      </w:tabs>
      <w:spacing w:after="40"/>
    </w:pPr>
    <w:rPr>
      <w:rFonts w:eastAsia="Times New Roman"/>
      <w:sz w:val="16"/>
      <w:lang w:eastAsia="en-US"/>
    </w:rPr>
  </w:style>
  <w:style w:type="paragraph" w:styleId="NoteHeading">
    <w:name w:val="Note Heading"/>
    <w:basedOn w:val="Normal"/>
    <w:next w:val="Normal"/>
    <w:link w:val="NoteHeadingChar"/>
    <w:rsid w:val="00D726F7"/>
    <w:pPr>
      <w:suppressAutoHyphens/>
      <w:spacing w:before="120" w:after="120"/>
      <w:ind w:left="1134"/>
    </w:pPr>
    <w:rPr>
      <w:sz w:val="19"/>
      <w:lang w:eastAsia="en-US"/>
    </w:rPr>
  </w:style>
  <w:style w:type="character" w:customStyle="1" w:styleId="NoteHeadingChar">
    <w:name w:val="Note Heading Char"/>
    <w:basedOn w:val="DefaultParagraphFont"/>
    <w:link w:val="NoteHeading"/>
    <w:rsid w:val="00D726F7"/>
    <w:rPr>
      <w:sz w:val="19"/>
      <w:lang w:eastAsia="en-US"/>
    </w:rPr>
  </w:style>
  <w:style w:type="paragraph" w:customStyle="1" w:styleId="Heading">
    <w:name w:val="Heading"/>
    <w:basedOn w:val="Heading1"/>
    <w:rsid w:val="00D726F7"/>
    <w:pPr>
      <w:pageBreakBefore/>
      <w:numPr>
        <w:numId w:val="0"/>
      </w:numPr>
      <w:spacing w:before="240" w:after="0"/>
    </w:pPr>
    <w:rPr>
      <w:kern w:val="28"/>
      <w:sz w:val="40"/>
      <w:lang w:eastAsia="en-US"/>
    </w:rPr>
  </w:style>
  <w:style w:type="paragraph" w:customStyle="1" w:styleId="TableTextinstrucpages">
    <w:name w:val="Table Text instruc pages"/>
    <w:basedOn w:val="Normal"/>
    <w:rsid w:val="00D726F7"/>
    <w:pPr>
      <w:suppressAutoHyphens/>
      <w:spacing w:before="60" w:after="40"/>
    </w:pPr>
    <w:rPr>
      <w:iCs/>
      <w:lang w:eastAsia="en-US"/>
    </w:rPr>
  </w:style>
  <w:style w:type="paragraph" w:customStyle="1" w:styleId="TableTextsmall">
    <w:name w:val="Table Text small"/>
    <w:basedOn w:val="Normal"/>
    <w:rsid w:val="00D726F7"/>
    <w:pPr>
      <w:suppressAutoHyphens/>
      <w:spacing w:before="60" w:after="40"/>
      <w:ind w:left="-79" w:right="-79"/>
    </w:pPr>
    <w:rPr>
      <w:sz w:val="16"/>
      <w:lang w:eastAsia="en-US"/>
    </w:rPr>
  </w:style>
  <w:style w:type="paragraph" w:customStyle="1" w:styleId="InstructionsBlockLabel">
    <w:name w:val="Instructions Block Label"/>
    <w:basedOn w:val="Normal"/>
    <w:qFormat/>
    <w:rsid w:val="00D726F7"/>
    <w:pPr>
      <w:keepNext/>
      <w:suppressAutoHyphens/>
      <w:spacing w:before="160" w:after="40"/>
      <w:ind w:left="567"/>
    </w:pPr>
    <w:rPr>
      <w:b/>
      <w:snapToGrid w:val="0"/>
      <w:color w:val="0000FF"/>
      <w:lang w:eastAsia="en-US"/>
    </w:rPr>
  </w:style>
  <w:style w:type="paragraph" w:customStyle="1" w:styleId="InstructionsHeading1">
    <w:name w:val="Instructions Heading 1"/>
    <w:next w:val="InstructionsNormal"/>
    <w:rsid w:val="00D726F7"/>
    <w:pPr>
      <w:keepNext/>
      <w:pageBreakBefore/>
      <w:numPr>
        <w:numId w:val="30"/>
      </w:numPr>
      <w:spacing w:before="240"/>
    </w:pPr>
    <w:rPr>
      <w:b/>
      <w:color w:val="0000FF"/>
      <w:kern w:val="28"/>
      <w:sz w:val="40"/>
      <w:lang w:eastAsia="en-US"/>
    </w:rPr>
  </w:style>
  <w:style w:type="paragraph" w:customStyle="1" w:styleId="InstructionsHeading2">
    <w:name w:val="Instructions Heading 2"/>
    <w:basedOn w:val="InstructionsHeading1"/>
    <w:next w:val="InstructionsNormal"/>
    <w:rsid w:val="00D726F7"/>
    <w:pPr>
      <w:pageBreakBefore w:val="0"/>
      <w:numPr>
        <w:ilvl w:val="1"/>
      </w:numPr>
      <w:spacing w:before="180" w:after="60"/>
      <w:outlineLvl w:val="1"/>
    </w:pPr>
    <w:rPr>
      <w:sz w:val="34"/>
    </w:rPr>
  </w:style>
  <w:style w:type="paragraph" w:customStyle="1" w:styleId="InstructionsListContinue">
    <w:name w:val="Instructions List Continue"/>
    <w:basedOn w:val="ListContinue"/>
    <w:qFormat/>
    <w:rsid w:val="00D726F7"/>
    <w:rPr>
      <w:color w:val="0000FF"/>
    </w:rPr>
  </w:style>
  <w:style w:type="paragraph" w:customStyle="1" w:styleId="InstructionsListContinue2">
    <w:name w:val="Instructions List Continue 2"/>
    <w:basedOn w:val="ListContinue2"/>
    <w:qFormat/>
    <w:rsid w:val="00D726F7"/>
    <w:rPr>
      <w:color w:val="0000FF"/>
    </w:rPr>
  </w:style>
  <w:style w:type="paragraph" w:customStyle="1" w:styleId="InstructionsListNumber">
    <w:name w:val="Instructions List Number"/>
    <w:rsid w:val="00D726F7"/>
    <w:pPr>
      <w:numPr>
        <w:numId w:val="28"/>
      </w:numPr>
      <w:tabs>
        <w:tab w:val="left" w:pos="1559"/>
      </w:tabs>
      <w:suppressAutoHyphens/>
      <w:spacing w:before="120" w:after="60"/>
      <w:ind w:left="1559" w:hanging="425"/>
    </w:pPr>
    <w:rPr>
      <w:color w:val="0000FF"/>
      <w:sz w:val="19"/>
      <w:lang w:eastAsia="en-US"/>
    </w:rPr>
  </w:style>
  <w:style w:type="paragraph" w:customStyle="1" w:styleId="InstructionsListNumber2">
    <w:name w:val="Instructions List Number 2"/>
    <w:basedOn w:val="ListNumber2"/>
    <w:rsid w:val="00D726F7"/>
    <w:pPr>
      <w:numPr>
        <w:numId w:val="29"/>
      </w:numPr>
      <w:tabs>
        <w:tab w:val="left" w:pos="1985"/>
      </w:tabs>
      <w:ind w:left="1984" w:hanging="425"/>
    </w:pPr>
    <w:rPr>
      <w:color w:val="0000FF"/>
    </w:rPr>
  </w:style>
  <w:style w:type="paragraph" w:customStyle="1" w:styleId="InstructionsNormal">
    <w:name w:val="Instructions Normal"/>
    <w:basedOn w:val="Normal"/>
    <w:qFormat/>
    <w:rsid w:val="00D726F7"/>
    <w:pPr>
      <w:suppressAutoHyphens/>
      <w:spacing w:before="120" w:after="120"/>
      <w:ind w:left="1134"/>
    </w:pPr>
    <w:rPr>
      <w:color w:val="0000FF"/>
      <w:sz w:val="19"/>
      <w:lang w:eastAsia="en-US"/>
    </w:rPr>
  </w:style>
  <w:style w:type="paragraph" w:customStyle="1" w:styleId="InstructionsLabel">
    <w:name w:val="Instructions Label"/>
    <w:basedOn w:val="Normal"/>
    <w:qFormat/>
    <w:rsid w:val="00D726F7"/>
    <w:pPr>
      <w:keepNext/>
      <w:suppressAutoHyphens/>
      <w:spacing w:before="160" w:after="60"/>
      <w:ind w:left="1134"/>
    </w:pPr>
    <w:rPr>
      <w:b/>
      <w:snapToGrid w:val="0"/>
      <w:color w:val="0000FF"/>
      <w:sz w:val="19"/>
      <w:lang w:eastAsia="en-US"/>
    </w:rPr>
  </w:style>
  <w:style w:type="paragraph" w:customStyle="1" w:styleId="InstructionsTableHeading">
    <w:name w:val="Instructions Table Heading"/>
    <w:basedOn w:val="TableHeading"/>
    <w:rsid w:val="00D726F7"/>
    <w:rPr>
      <w:color w:val="0000FF"/>
    </w:rPr>
  </w:style>
  <w:style w:type="paragraph" w:customStyle="1" w:styleId="InstructionsTableText">
    <w:name w:val="Instructions Table Text"/>
    <w:basedOn w:val="Normal"/>
    <w:qFormat/>
    <w:rsid w:val="00D726F7"/>
    <w:pPr>
      <w:suppressAutoHyphens/>
      <w:spacing w:before="60" w:after="40"/>
    </w:pPr>
    <w:rPr>
      <w:iCs/>
      <w:color w:val="0000FF"/>
      <w:sz w:val="18"/>
      <w:lang w:eastAsia="en-US"/>
    </w:rPr>
  </w:style>
  <w:style w:type="paragraph" w:customStyle="1" w:styleId="InstructionsTip">
    <w:name w:val="Instructions Tip"/>
    <w:basedOn w:val="Normal"/>
    <w:qFormat/>
    <w:rsid w:val="00D726F7"/>
    <w:pPr>
      <w:keepLines/>
      <w:pBdr>
        <w:top w:val="single" w:sz="2" w:space="4" w:color="0000FF"/>
        <w:bottom w:val="single" w:sz="2" w:space="4" w:color="0000FF"/>
      </w:pBdr>
      <w:suppressAutoHyphens/>
      <w:spacing w:before="120" w:after="120"/>
    </w:pPr>
    <w:rPr>
      <w:color w:val="0000FF"/>
      <w:sz w:val="19"/>
      <w:lang w:eastAsia="en-US"/>
    </w:rPr>
  </w:style>
  <w:style w:type="paragraph" w:customStyle="1" w:styleId="InstructionsWarning">
    <w:name w:val="Instructions Warning"/>
    <w:basedOn w:val="Warning"/>
    <w:rsid w:val="00D726F7"/>
    <w:pPr>
      <w:pBdr>
        <w:top w:val="single" w:sz="2" w:space="4" w:color="0000FF"/>
        <w:bottom w:val="single" w:sz="2" w:space="4" w:color="0000FF"/>
      </w:pBdr>
    </w:pPr>
    <w:rPr>
      <w:b/>
      <w:color w:val="0000FF"/>
    </w:rPr>
  </w:style>
  <w:style w:type="paragraph" w:customStyle="1" w:styleId="InstructionsSyntax">
    <w:name w:val="Instructions Syntax"/>
    <w:basedOn w:val="Normal"/>
    <w:rsid w:val="00D726F7"/>
    <w:pPr>
      <w:suppressAutoHyphens/>
      <w:spacing w:before="120" w:after="120"/>
    </w:pPr>
    <w:rPr>
      <w:iCs/>
      <w:color w:val="0000FF"/>
      <w:sz w:val="19"/>
    </w:rPr>
  </w:style>
  <w:style w:type="paragraph" w:customStyle="1" w:styleId="InstructionsListBullet2">
    <w:name w:val="Instructions List Bullet 2"/>
    <w:basedOn w:val="ListBullet2"/>
    <w:rsid w:val="00D726F7"/>
    <w:pPr>
      <w:numPr>
        <w:numId w:val="6"/>
      </w:numPr>
      <w:suppressAutoHyphens/>
      <w:spacing w:before="0" w:after="60"/>
    </w:pPr>
    <w:rPr>
      <w:color w:val="0000FF"/>
      <w:sz w:val="19"/>
      <w:lang w:eastAsia="en-US"/>
    </w:rPr>
  </w:style>
  <w:style w:type="paragraph" w:customStyle="1" w:styleId="InstructionsNote">
    <w:name w:val="Instructions Note"/>
    <w:basedOn w:val="Normal"/>
    <w:qFormat/>
    <w:rsid w:val="00D726F7"/>
    <w:pPr>
      <w:keepLines/>
      <w:pBdr>
        <w:top w:val="single" w:sz="2" w:space="4" w:color="0000FF"/>
        <w:bottom w:val="single" w:sz="2" w:space="4" w:color="0000FF"/>
      </w:pBdr>
      <w:suppressAutoHyphens/>
      <w:spacing w:before="120" w:after="120"/>
    </w:pPr>
    <w:rPr>
      <w:color w:val="0000FF"/>
      <w:sz w:val="19"/>
      <w:lang w:eastAsia="en-US"/>
    </w:rPr>
  </w:style>
  <w:style w:type="paragraph" w:customStyle="1" w:styleId="InstructionsBeforeList">
    <w:name w:val="Instructions Before List"/>
    <w:basedOn w:val="Normal"/>
    <w:qFormat/>
    <w:rsid w:val="00D726F7"/>
    <w:pPr>
      <w:suppressAutoHyphens/>
      <w:spacing w:before="120" w:after="60"/>
      <w:ind w:left="1134"/>
    </w:pPr>
    <w:rPr>
      <w:color w:val="0000FF"/>
      <w:kern w:val="28"/>
      <w:sz w:val="19"/>
      <w:lang w:eastAsia="en-US"/>
    </w:rPr>
  </w:style>
  <w:style w:type="paragraph" w:customStyle="1" w:styleId="InstructionsListBullet">
    <w:name w:val="Instructions List Bullet"/>
    <w:basedOn w:val="ListBullet"/>
    <w:qFormat/>
    <w:rsid w:val="00D726F7"/>
    <w:pPr>
      <w:numPr>
        <w:numId w:val="0"/>
      </w:numPr>
      <w:suppressAutoHyphens/>
      <w:spacing w:after="60"/>
    </w:pPr>
    <w:rPr>
      <w:color w:val="0000FF"/>
      <w:kern w:val="28"/>
      <w:sz w:val="19"/>
      <w:lang w:eastAsia="en-US"/>
    </w:rPr>
  </w:style>
  <w:style w:type="paragraph" w:customStyle="1" w:styleId="InstructionsNormal2">
    <w:name w:val="Instructions Normal 2"/>
    <w:basedOn w:val="InstructionsNormal"/>
    <w:rsid w:val="00D726F7"/>
    <w:pPr>
      <w:spacing w:before="80" w:after="80"/>
      <w:ind w:left="0"/>
    </w:pPr>
  </w:style>
  <w:style w:type="table" w:customStyle="1" w:styleId="InstructionsTableGrid">
    <w:name w:val="Instructions Table Grid"/>
    <w:basedOn w:val="TableGrid"/>
    <w:uiPriority w:val="99"/>
    <w:rsid w:val="00D726F7"/>
    <w:pPr>
      <w:suppressAutoHyphens/>
      <w:spacing w:before="40" w:after="40"/>
    </w:pPr>
    <w:rPr>
      <w:color w:val="0000FF"/>
      <w:sz w:val="18"/>
    </w:rPr>
    <w:tblPr>
      <w:tblInd w:w="1134"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customStyle="1" w:styleId="TableGridNoBorder">
    <w:name w:val="Table Grid No Border"/>
    <w:basedOn w:val="TableGrid"/>
    <w:uiPriority w:val="99"/>
    <w:rsid w:val="00D726F7"/>
    <w:pPr>
      <w:suppressAutoHyphens/>
      <w:spacing w:before="40" w:after="40"/>
    </w:pPr>
    <w:rPr>
      <w:sz w:val="18"/>
    </w:rPr>
    <w:tblPr>
      <w:tblInd w:w="1134" w:type="dxa"/>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paragraph" w:styleId="Bibliography">
    <w:name w:val="Bibliography"/>
    <w:basedOn w:val="Normal"/>
    <w:next w:val="Normal"/>
    <w:uiPriority w:val="37"/>
    <w:semiHidden/>
    <w:rsid w:val="00D726F7"/>
    <w:pPr>
      <w:suppressAutoHyphens/>
      <w:spacing w:before="120" w:after="120"/>
      <w:ind w:left="1134"/>
    </w:pPr>
    <w:rPr>
      <w:sz w:val="19"/>
      <w:lang w:eastAsia="en-US"/>
    </w:rPr>
  </w:style>
  <w:style w:type="paragraph" w:styleId="BodyText2">
    <w:name w:val="Body Text 2"/>
    <w:basedOn w:val="Normal"/>
    <w:link w:val="BodyText2Char"/>
    <w:rsid w:val="00D726F7"/>
    <w:pPr>
      <w:suppressAutoHyphens/>
      <w:spacing w:before="120" w:after="120" w:line="480" w:lineRule="auto"/>
      <w:ind w:left="1134"/>
    </w:pPr>
    <w:rPr>
      <w:sz w:val="19"/>
      <w:lang w:eastAsia="en-US"/>
    </w:rPr>
  </w:style>
  <w:style w:type="character" w:customStyle="1" w:styleId="BodyText2Char">
    <w:name w:val="Body Text 2 Char"/>
    <w:basedOn w:val="DefaultParagraphFont"/>
    <w:link w:val="BodyText2"/>
    <w:rsid w:val="00D726F7"/>
    <w:rPr>
      <w:sz w:val="19"/>
      <w:lang w:eastAsia="en-US"/>
    </w:rPr>
  </w:style>
  <w:style w:type="paragraph" w:styleId="BodyText3">
    <w:name w:val="Body Text 3"/>
    <w:basedOn w:val="Normal"/>
    <w:link w:val="BodyText3Char"/>
    <w:rsid w:val="00D726F7"/>
    <w:pPr>
      <w:suppressAutoHyphens/>
      <w:spacing w:before="120" w:after="120"/>
      <w:ind w:left="1134"/>
    </w:pPr>
    <w:rPr>
      <w:sz w:val="16"/>
      <w:szCs w:val="16"/>
      <w:lang w:eastAsia="en-US"/>
    </w:rPr>
  </w:style>
  <w:style w:type="character" w:customStyle="1" w:styleId="BodyText3Char">
    <w:name w:val="Body Text 3 Char"/>
    <w:basedOn w:val="DefaultParagraphFont"/>
    <w:link w:val="BodyText3"/>
    <w:rsid w:val="00D726F7"/>
    <w:rPr>
      <w:sz w:val="16"/>
      <w:szCs w:val="16"/>
      <w:lang w:eastAsia="en-US"/>
    </w:rPr>
  </w:style>
  <w:style w:type="paragraph" w:styleId="BodyTextFirstIndent">
    <w:name w:val="Body Text First Indent"/>
    <w:basedOn w:val="BodyText"/>
    <w:link w:val="BodyTextFirstIndentChar"/>
    <w:rsid w:val="00D726F7"/>
    <w:pPr>
      <w:suppressAutoHyphens/>
      <w:spacing w:before="120" w:after="120"/>
      <w:ind w:left="1134" w:firstLine="360"/>
    </w:pPr>
    <w:rPr>
      <w:sz w:val="19"/>
      <w:lang w:eastAsia="en-US"/>
    </w:rPr>
  </w:style>
  <w:style w:type="character" w:customStyle="1" w:styleId="BodyTextFirstIndentChar">
    <w:name w:val="Body Text First Indent Char"/>
    <w:basedOn w:val="BodyTextChar"/>
    <w:link w:val="BodyTextFirstIndent"/>
    <w:rsid w:val="00D726F7"/>
    <w:rPr>
      <w:sz w:val="19"/>
      <w:lang w:eastAsia="en-US"/>
    </w:rPr>
  </w:style>
  <w:style w:type="paragraph" w:styleId="BodyTextIndent">
    <w:name w:val="Body Text Indent"/>
    <w:basedOn w:val="Normal"/>
    <w:link w:val="BodyTextIndentChar"/>
    <w:rsid w:val="00D726F7"/>
    <w:pPr>
      <w:suppressAutoHyphens/>
      <w:spacing w:before="120" w:after="120"/>
      <w:ind w:left="283"/>
    </w:pPr>
    <w:rPr>
      <w:sz w:val="19"/>
      <w:lang w:eastAsia="en-US"/>
    </w:rPr>
  </w:style>
  <w:style w:type="character" w:customStyle="1" w:styleId="BodyTextIndentChar">
    <w:name w:val="Body Text Indent Char"/>
    <w:basedOn w:val="DefaultParagraphFont"/>
    <w:link w:val="BodyTextIndent"/>
    <w:rsid w:val="00D726F7"/>
    <w:rPr>
      <w:sz w:val="19"/>
      <w:lang w:eastAsia="en-US"/>
    </w:rPr>
  </w:style>
  <w:style w:type="paragraph" w:styleId="BodyTextFirstIndent2">
    <w:name w:val="Body Text First Indent 2"/>
    <w:basedOn w:val="BodyTextIndent"/>
    <w:link w:val="BodyTextFirstIndent2Char"/>
    <w:rsid w:val="00D726F7"/>
    <w:pPr>
      <w:ind w:left="360" w:firstLine="360"/>
    </w:pPr>
  </w:style>
  <w:style w:type="character" w:customStyle="1" w:styleId="BodyTextFirstIndent2Char">
    <w:name w:val="Body Text First Indent 2 Char"/>
    <w:basedOn w:val="BodyTextIndentChar"/>
    <w:link w:val="BodyTextFirstIndent2"/>
    <w:rsid w:val="00D726F7"/>
    <w:rPr>
      <w:sz w:val="19"/>
      <w:lang w:eastAsia="en-US"/>
    </w:rPr>
  </w:style>
  <w:style w:type="paragraph" w:styleId="BodyTextIndent2">
    <w:name w:val="Body Text Indent 2"/>
    <w:basedOn w:val="Normal"/>
    <w:link w:val="BodyTextIndent2Char"/>
    <w:rsid w:val="00D726F7"/>
    <w:pPr>
      <w:suppressAutoHyphens/>
      <w:spacing w:before="120" w:after="120" w:line="480" w:lineRule="auto"/>
      <w:ind w:left="283"/>
    </w:pPr>
    <w:rPr>
      <w:sz w:val="19"/>
      <w:lang w:eastAsia="en-US"/>
    </w:rPr>
  </w:style>
  <w:style w:type="character" w:customStyle="1" w:styleId="BodyTextIndent2Char">
    <w:name w:val="Body Text Indent 2 Char"/>
    <w:basedOn w:val="DefaultParagraphFont"/>
    <w:link w:val="BodyTextIndent2"/>
    <w:rsid w:val="00D726F7"/>
    <w:rPr>
      <w:sz w:val="19"/>
      <w:lang w:eastAsia="en-US"/>
    </w:rPr>
  </w:style>
  <w:style w:type="paragraph" w:styleId="BodyTextIndent3">
    <w:name w:val="Body Text Indent 3"/>
    <w:basedOn w:val="Normal"/>
    <w:link w:val="BodyTextIndent3Char"/>
    <w:rsid w:val="00D726F7"/>
    <w:pPr>
      <w:suppressAutoHyphens/>
      <w:spacing w:before="120" w:after="120"/>
      <w:ind w:left="283"/>
    </w:pPr>
    <w:rPr>
      <w:sz w:val="16"/>
      <w:szCs w:val="16"/>
      <w:lang w:eastAsia="en-US"/>
    </w:rPr>
  </w:style>
  <w:style w:type="character" w:customStyle="1" w:styleId="BodyTextIndent3Char">
    <w:name w:val="Body Text Indent 3 Char"/>
    <w:basedOn w:val="DefaultParagraphFont"/>
    <w:link w:val="BodyTextIndent3"/>
    <w:rsid w:val="00D726F7"/>
    <w:rPr>
      <w:sz w:val="16"/>
      <w:szCs w:val="16"/>
      <w:lang w:eastAsia="en-US"/>
    </w:rPr>
  </w:style>
  <w:style w:type="paragraph" w:styleId="Index3">
    <w:name w:val="index 3"/>
    <w:basedOn w:val="Normal"/>
    <w:next w:val="Normal"/>
    <w:autoRedefine/>
    <w:rsid w:val="00D726F7"/>
    <w:pPr>
      <w:suppressAutoHyphens/>
      <w:spacing w:before="0"/>
      <w:ind w:left="570" w:hanging="190"/>
    </w:pPr>
    <w:rPr>
      <w:sz w:val="19"/>
      <w:lang w:eastAsia="en-US"/>
    </w:rPr>
  </w:style>
  <w:style w:type="paragraph" w:styleId="Index4">
    <w:name w:val="index 4"/>
    <w:basedOn w:val="Normal"/>
    <w:next w:val="Normal"/>
    <w:autoRedefine/>
    <w:rsid w:val="00D726F7"/>
    <w:pPr>
      <w:suppressAutoHyphens/>
      <w:spacing w:before="0"/>
      <w:ind w:left="760" w:hanging="190"/>
    </w:pPr>
    <w:rPr>
      <w:sz w:val="19"/>
      <w:lang w:eastAsia="en-US"/>
    </w:rPr>
  </w:style>
  <w:style w:type="paragraph" w:styleId="Index5">
    <w:name w:val="index 5"/>
    <w:basedOn w:val="Normal"/>
    <w:next w:val="Normal"/>
    <w:autoRedefine/>
    <w:rsid w:val="00D726F7"/>
    <w:pPr>
      <w:suppressAutoHyphens/>
      <w:spacing w:before="0"/>
      <w:ind w:left="950" w:hanging="190"/>
    </w:pPr>
    <w:rPr>
      <w:sz w:val="19"/>
      <w:lang w:eastAsia="en-US"/>
    </w:rPr>
  </w:style>
  <w:style w:type="paragraph" w:styleId="Index6">
    <w:name w:val="index 6"/>
    <w:basedOn w:val="Normal"/>
    <w:next w:val="Normal"/>
    <w:autoRedefine/>
    <w:rsid w:val="00D726F7"/>
    <w:pPr>
      <w:suppressAutoHyphens/>
      <w:spacing w:before="0"/>
      <w:ind w:left="1140" w:hanging="190"/>
    </w:pPr>
    <w:rPr>
      <w:sz w:val="19"/>
      <w:lang w:eastAsia="en-US"/>
    </w:rPr>
  </w:style>
  <w:style w:type="paragraph" w:styleId="Index7">
    <w:name w:val="index 7"/>
    <w:basedOn w:val="Normal"/>
    <w:next w:val="Normal"/>
    <w:autoRedefine/>
    <w:rsid w:val="00D726F7"/>
    <w:pPr>
      <w:suppressAutoHyphens/>
      <w:spacing w:before="0"/>
      <w:ind w:left="1330" w:hanging="190"/>
    </w:pPr>
    <w:rPr>
      <w:sz w:val="19"/>
      <w:lang w:eastAsia="en-US"/>
    </w:rPr>
  </w:style>
  <w:style w:type="paragraph" w:styleId="Index8">
    <w:name w:val="index 8"/>
    <w:basedOn w:val="Normal"/>
    <w:next w:val="Normal"/>
    <w:autoRedefine/>
    <w:rsid w:val="00D726F7"/>
    <w:pPr>
      <w:suppressAutoHyphens/>
      <w:spacing w:before="0"/>
      <w:ind w:left="1520" w:hanging="190"/>
    </w:pPr>
    <w:rPr>
      <w:sz w:val="19"/>
      <w:lang w:eastAsia="en-US"/>
    </w:rPr>
  </w:style>
  <w:style w:type="paragraph" w:styleId="Index9">
    <w:name w:val="index 9"/>
    <w:basedOn w:val="Normal"/>
    <w:next w:val="Normal"/>
    <w:autoRedefine/>
    <w:rsid w:val="00D726F7"/>
    <w:pPr>
      <w:suppressAutoHyphens/>
      <w:spacing w:before="0"/>
      <w:ind w:left="1710" w:hanging="190"/>
    </w:pPr>
    <w:rPr>
      <w:sz w:val="19"/>
      <w:lang w:eastAsia="en-US"/>
    </w:rPr>
  </w:style>
  <w:style w:type="paragraph" w:styleId="IntenseQuote">
    <w:name w:val="Intense Quote"/>
    <w:basedOn w:val="Normal"/>
    <w:next w:val="Normal"/>
    <w:link w:val="IntenseQuoteChar"/>
    <w:uiPriority w:val="30"/>
    <w:qFormat/>
    <w:rsid w:val="00D726F7"/>
    <w:pPr>
      <w:pBdr>
        <w:bottom w:val="single" w:sz="4" w:space="4" w:color="4F81BD" w:themeColor="accent1"/>
      </w:pBdr>
      <w:suppressAutoHyphens/>
      <w:spacing w:before="200" w:after="280"/>
      <w:ind w:left="936" w:right="936"/>
    </w:pPr>
    <w:rPr>
      <w:b/>
      <w:bCs/>
      <w:i/>
      <w:iCs/>
      <w:color w:val="4F81BD" w:themeColor="accent1"/>
      <w:sz w:val="19"/>
      <w:lang w:eastAsia="en-US"/>
    </w:rPr>
  </w:style>
  <w:style w:type="character" w:customStyle="1" w:styleId="IntenseQuoteChar">
    <w:name w:val="Intense Quote Char"/>
    <w:basedOn w:val="DefaultParagraphFont"/>
    <w:link w:val="IntenseQuote"/>
    <w:uiPriority w:val="30"/>
    <w:rsid w:val="00D726F7"/>
    <w:rPr>
      <w:b/>
      <w:bCs/>
      <w:i/>
      <w:iCs/>
      <w:color w:val="4F81BD" w:themeColor="accent1"/>
      <w:sz w:val="19"/>
      <w:lang w:eastAsia="en-US"/>
    </w:rPr>
  </w:style>
  <w:style w:type="paragraph" w:styleId="NoSpacing">
    <w:name w:val="No Spacing"/>
    <w:uiPriority w:val="1"/>
    <w:qFormat/>
    <w:rsid w:val="00D726F7"/>
    <w:pPr>
      <w:suppressAutoHyphens/>
      <w:ind w:left="1134"/>
    </w:pPr>
    <w:rPr>
      <w:sz w:val="19"/>
      <w:lang w:eastAsia="en-US"/>
    </w:rPr>
  </w:style>
  <w:style w:type="paragraph" w:styleId="Quote">
    <w:name w:val="Quote"/>
    <w:basedOn w:val="Normal"/>
    <w:next w:val="Normal"/>
    <w:link w:val="QuoteChar"/>
    <w:uiPriority w:val="29"/>
    <w:qFormat/>
    <w:rsid w:val="00D726F7"/>
    <w:pPr>
      <w:suppressAutoHyphens/>
      <w:spacing w:before="120" w:after="120"/>
      <w:ind w:left="1134"/>
    </w:pPr>
    <w:rPr>
      <w:i/>
      <w:iCs/>
      <w:color w:val="000000" w:themeColor="text1"/>
      <w:sz w:val="19"/>
      <w:lang w:eastAsia="en-US"/>
    </w:rPr>
  </w:style>
  <w:style w:type="character" w:customStyle="1" w:styleId="QuoteChar">
    <w:name w:val="Quote Char"/>
    <w:basedOn w:val="DefaultParagraphFont"/>
    <w:link w:val="Quote"/>
    <w:uiPriority w:val="29"/>
    <w:rsid w:val="00D726F7"/>
    <w:rPr>
      <w:i/>
      <w:iCs/>
      <w:color w:val="000000" w:themeColor="text1"/>
      <w:sz w:val="19"/>
      <w:lang w:eastAsia="en-US"/>
    </w:rPr>
  </w:style>
  <w:style w:type="paragraph" w:styleId="Subtitle">
    <w:name w:val="Subtitle"/>
    <w:aliases w:val="Subtitle_swift"/>
    <w:basedOn w:val="Normal"/>
    <w:next w:val="Normal"/>
    <w:link w:val="SubtitleChar"/>
    <w:qFormat/>
    <w:rsid w:val="00D726F7"/>
    <w:pPr>
      <w:numPr>
        <w:ilvl w:val="1"/>
      </w:numPr>
      <w:suppressAutoHyphens/>
      <w:spacing w:before="120" w:after="120"/>
      <w:ind w:left="1134"/>
    </w:pPr>
    <w:rPr>
      <w:rFonts w:asciiTheme="majorHAnsi" w:eastAsiaTheme="majorEastAsia" w:hAnsiTheme="majorHAnsi" w:cstheme="majorBidi"/>
      <w:i/>
      <w:iCs/>
      <w:color w:val="4F81BD" w:themeColor="accent1"/>
      <w:spacing w:val="15"/>
      <w:sz w:val="24"/>
      <w:szCs w:val="24"/>
      <w:lang w:eastAsia="en-US"/>
    </w:rPr>
  </w:style>
  <w:style w:type="character" w:customStyle="1" w:styleId="SubtitleChar">
    <w:name w:val="Subtitle Char"/>
    <w:aliases w:val="Subtitle_swift Char"/>
    <w:basedOn w:val="DefaultParagraphFont"/>
    <w:link w:val="Subtitle"/>
    <w:rsid w:val="00D726F7"/>
    <w:rPr>
      <w:rFonts w:asciiTheme="majorHAnsi" w:eastAsiaTheme="majorEastAsia" w:hAnsiTheme="majorHAnsi" w:cstheme="majorBidi"/>
      <w:i/>
      <w:iCs/>
      <w:color w:val="4F81BD" w:themeColor="accent1"/>
      <w:spacing w:val="15"/>
      <w:sz w:val="24"/>
      <w:szCs w:val="24"/>
      <w:lang w:eastAsia="en-US"/>
    </w:rPr>
  </w:style>
  <w:style w:type="paragraph" w:styleId="TableofAuthorities">
    <w:name w:val="table of authorities"/>
    <w:basedOn w:val="Normal"/>
    <w:next w:val="Normal"/>
    <w:rsid w:val="00D726F7"/>
    <w:pPr>
      <w:suppressAutoHyphens/>
      <w:spacing w:before="120"/>
      <w:ind w:left="190" w:hanging="190"/>
    </w:pPr>
    <w:rPr>
      <w:sz w:val="19"/>
      <w:lang w:eastAsia="en-US"/>
    </w:rPr>
  </w:style>
  <w:style w:type="paragraph" w:styleId="TableofFigures">
    <w:name w:val="table of figures"/>
    <w:basedOn w:val="Normal"/>
    <w:next w:val="Normal"/>
    <w:rsid w:val="00D726F7"/>
    <w:pPr>
      <w:suppressAutoHyphens/>
      <w:spacing w:before="120"/>
    </w:pPr>
    <w:rPr>
      <w:sz w:val="19"/>
      <w:lang w:eastAsia="en-US"/>
    </w:rPr>
  </w:style>
  <w:style w:type="paragraph" w:styleId="Title">
    <w:name w:val="Title"/>
    <w:basedOn w:val="Normal"/>
    <w:next w:val="Normal"/>
    <w:link w:val="TitleChar"/>
    <w:qFormat/>
    <w:rsid w:val="00D726F7"/>
    <w:pPr>
      <w:pBdr>
        <w:bottom w:val="single" w:sz="8" w:space="4" w:color="4F81BD" w:themeColor="accent1"/>
      </w:pBdr>
      <w:suppressAutoHyphens/>
      <w:spacing w:before="0" w:after="300"/>
      <w:ind w:left="1134"/>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rsid w:val="00D726F7"/>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rsid w:val="00D726F7"/>
    <w:pPr>
      <w:suppressAutoHyphens/>
      <w:spacing w:before="120" w:after="120"/>
      <w:ind w:left="1134"/>
    </w:pPr>
    <w:rPr>
      <w:rFonts w:asciiTheme="majorHAnsi" w:eastAsiaTheme="majorEastAsia" w:hAnsiTheme="majorHAnsi" w:cstheme="majorBidi"/>
      <w:b/>
      <w:bCs/>
      <w:sz w:val="24"/>
      <w:szCs w:val="24"/>
      <w:lang w:eastAsia="en-US"/>
    </w:rPr>
  </w:style>
  <w:style w:type="character" w:styleId="Emphasis">
    <w:name w:val="Emphasis"/>
    <w:basedOn w:val="DefaultParagraphFont"/>
    <w:qFormat/>
    <w:rsid w:val="00D726F7"/>
    <w:rPr>
      <w:i/>
      <w:iCs/>
    </w:rPr>
  </w:style>
  <w:style w:type="character" w:styleId="SubtleEmphasis">
    <w:name w:val="Subtle Emphasis"/>
    <w:basedOn w:val="DefaultParagraphFont"/>
    <w:uiPriority w:val="19"/>
    <w:qFormat/>
    <w:rsid w:val="00D726F7"/>
    <w:rPr>
      <w:i/>
      <w:iCs/>
      <w:color w:val="808080" w:themeColor="text1" w:themeTint="7F"/>
    </w:rPr>
  </w:style>
  <w:style w:type="character" w:styleId="IntenseEmphasis">
    <w:name w:val="Intense Emphasis"/>
    <w:basedOn w:val="DefaultParagraphFont"/>
    <w:uiPriority w:val="21"/>
    <w:qFormat/>
    <w:rsid w:val="00D726F7"/>
    <w:rPr>
      <w:b/>
      <w:bCs/>
      <w:i/>
      <w:iCs/>
      <w:color w:val="4F81BD" w:themeColor="accent1"/>
    </w:rPr>
  </w:style>
  <w:style w:type="character" w:styleId="SubtleReference">
    <w:name w:val="Subtle Reference"/>
    <w:basedOn w:val="DefaultParagraphFont"/>
    <w:uiPriority w:val="31"/>
    <w:qFormat/>
    <w:rsid w:val="00D726F7"/>
    <w:rPr>
      <w:smallCaps/>
      <w:color w:val="C0504D" w:themeColor="accent2"/>
      <w:u w:val="single"/>
    </w:rPr>
  </w:style>
  <w:style w:type="character" w:styleId="IntenseReference">
    <w:name w:val="Intense Reference"/>
    <w:basedOn w:val="DefaultParagraphFont"/>
    <w:uiPriority w:val="32"/>
    <w:qFormat/>
    <w:rsid w:val="00D726F7"/>
    <w:rPr>
      <w:b/>
      <w:bCs/>
      <w:smallCaps/>
      <w:color w:val="C0504D" w:themeColor="accent2"/>
      <w:spacing w:val="5"/>
      <w:u w:val="single"/>
    </w:rPr>
  </w:style>
  <w:style w:type="character" w:styleId="BookTitle0">
    <w:name w:val="Book Title"/>
    <w:basedOn w:val="DefaultParagraphFont"/>
    <w:uiPriority w:val="33"/>
    <w:qFormat/>
    <w:rsid w:val="00D726F7"/>
    <w:rPr>
      <w:b/>
      <w:bCs/>
      <w:smallCaps/>
      <w:spacing w:val="5"/>
    </w:rPr>
  </w:style>
  <w:style w:type="paragraph" w:customStyle="1" w:styleId="XMLSample">
    <w:name w:val="XML Sample"/>
    <w:basedOn w:val="Normal"/>
    <w:link w:val="XMLSampleChar"/>
    <w:qFormat/>
    <w:rsid w:val="00B15F77"/>
    <w:pPr>
      <w:tabs>
        <w:tab w:val="left" w:pos="540"/>
        <w:tab w:val="left" w:pos="1080"/>
        <w:tab w:val="left" w:pos="1530"/>
        <w:tab w:val="left" w:pos="2070"/>
        <w:tab w:val="left" w:pos="2610"/>
        <w:tab w:val="left" w:pos="3150"/>
        <w:tab w:val="left" w:pos="3510"/>
        <w:tab w:val="left" w:pos="3960"/>
        <w:tab w:val="left" w:pos="4500"/>
        <w:tab w:val="left" w:pos="5040"/>
      </w:tabs>
      <w:suppressAutoHyphens/>
      <w:spacing w:before="0"/>
    </w:pPr>
    <w:rPr>
      <w:rFonts w:asciiTheme="minorHAnsi" w:eastAsia="Times New Roman" w:hAnsiTheme="minorHAnsi"/>
      <w:lang w:eastAsia="en-US"/>
    </w:rPr>
  </w:style>
  <w:style w:type="character" w:customStyle="1" w:styleId="XMLSampleChar">
    <w:name w:val="XML Sample Char"/>
    <w:basedOn w:val="DefaultParagraphFont"/>
    <w:link w:val="XMLSample"/>
    <w:rsid w:val="00B15F77"/>
    <w:rPr>
      <w:rFonts w:asciiTheme="minorHAnsi" w:eastAsia="Times New Roman" w:hAnsiTheme="minorHAnsi"/>
      <w:lang w:eastAsia="en-US"/>
    </w:rPr>
  </w:style>
  <w:style w:type="paragraph" w:customStyle="1" w:styleId="StyleBlockLabelLeft0">
    <w:name w:val="Style Block Label + Left:  0&quot;"/>
    <w:basedOn w:val="BlockLabel"/>
    <w:rsid w:val="00D726F7"/>
    <w:pPr>
      <w:ind w:left="0"/>
    </w:pPr>
    <w:rPr>
      <w:rFonts w:eastAsia="Times New Roman"/>
      <w:bCs/>
    </w:rPr>
  </w:style>
  <w:style w:type="character" w:customStyle="1" w:styleId="FooterChar">
    <w:name w:val="Footer Char"/>
    <w:basedOn w:val="DefaultParagraphFont"/>
    <w:link w:val="Footer"/>
    <w:uiPriority w:val="99"/>
    <w:rsid w:val="003A770E"/>
    <w:rPr>
      <w:rFonts w:eastAsia="Times New Roman"/>
    </w:rPr>
  </w:style>
  <w:style w:type="character" w:styleId="PlaceholderText">
    <w:name w:val="Placeholder Text"/>
    <w:basedOn w:val="DefaultParagraphFont"/>
    <w:uiPriority w:val="99"/>
    <w:semiHidden/>
    <w:rsid w:val="009E617B"/>
    <w:rPr>
      <w:color w:val="808080"/>
    </w:rPr>
  </w:style>
  <w:style w:type="paragraph" w:customStyle="1" w:styleId="StyleXMLSampleLatinBodyCalibri10ptLeft0">
    <w:name w:val="Style XML Sample + (Latin) +Body (Calibri) 10 pt Left:  0&quot;"/>
    <w:basedOn w:val="XMLSample"/>
    <w:rsid w:val="00B15F77"/>
  </w:style>
  <w:style w:type="paragraph" w:customStyle="1" w:styleId="XMLCode">
    <w:name w:val="XML Code"/>
    <w:basedOn w:val="Normal"/>
    <w:rsid w:val="007D52E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before="60" w:after="60"/>
    </w:pPr>
    <w:rPr>
      <w:rFonts w:asciiTheme="minorHAnsi" w:hAnsiTheme="minorHAnsi"/>
      <w:sz w:val="22"/>
      <w:lang w:eastAsia="en-US"/>
    </w:rPr>
  </w:style>
  <w:style w:type="paragraph" w:customStyle="1" w:styleId="PreliminaryNote">
    <w:name w:val="Preliminary Note"/>
    <w:basedOn w:val="Normal"/>
    <w:next w:val="Normal"/>
    <w:qFormat/>
    <w:rsid w:val="006F1F53"/>
    <w:pPr>
      <w:widowControl/>
      <w:suppressAutoHyphens/>
      <w:spacing w:before="720" w:after="120"/>
    </w:pPr>
    <w:rPr>
      <w:b/>
      <w:noProof/>
      <w:snapToGrid w:val="0"/>
      <w:sz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20582">
      <w:bodyDiv w:val="1"/>
      <w:marLeft w:val="0"/>
      <w:marRight w:val="0"/>
      <w:marTop w:val="0"/>
      <w:marBottom w:val="0"/>
      <w:divBdr>
        <w:top w:val="none" w:sz="0" w:space="0" w:color="auto"/>
        <w:left w:val="none" w:sz="0" w:space="0" w:color="auto"/>
        <w:bottom w:val="none" w:sz="0" w:space="0" w:color="auto"/>
        <w:right w:val="none" w:sz="0" w:space="0" w:color="auto"/>
      </w:divBdr>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23588">
      <w:bodyDiv w:val="1"/>
      <w:marLeft w:val="0"/>
      <w:marRight w:val="0"/>
      <w:marTop w:val="0"/>
      <w:marBottom w:val="0"/>
      <w:divBdr>
        <w:top w:val="none" w:sz="0" w:space="0" w:color="auto"/>
        <w:left w:val="none" w:sz="0" w:space="0" w:color="auto"/>
        <w:bottom w:val="none" w:sz="0" w:space="0" w:color="auto"/>
        <w:right w:val="none" w:sz="0" w:space="0" w:color="auto"/>
      </w:divBdr>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smpg.info" TargetMode="External"/><Relationship Id="rId39" Type="http://schemas.openxmlformats.org/officeDocument/2006/relationships/hyperlink" Target="http://www.investorwords.com/3652/pension_fund.html" TargetMode="External"/><Relationship Id="rId21" Type="http://schemas.openxmlformats.org/officeDocument/2006/relationships/hyperlink" Target="http://www.iso20022.org/" TargetMode="External"/><Relationship Id="rId34" Type="http://schemas.openxmlformats.org/officeDocument/2006/relationships/hyperlink" Target="http://www.iso20022.org/bah.page" TargetMode="External"/><Relationship Id="rId42" Type="http://schemas.openxmlformats.org/officeDocument/2006/relationships/image" Target="media/image3.png"/><Relationship Id="rId47" Type="http://schemas.openxmlformats.org/officeDocument/2006/relationships/image" Target="media/image8.emf"/><Relationship Id="rId50" Type="http://schemas.openxmlformats.org/officeDocument/2006/relationships/image" Target="media/image11.png"/><Relationship Id="rId55" Type="http://schemas.openxmlformats.org/officeDocument/2006/relationships/header" Target="header1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footer" Target="footer8.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image" Target="media/image1.emf"/><Relationship Id="rId37" Type="http://schemas.openxmlformats.org/officeDocument/2006/relationships/hyperlink" Target="http://www.investorwords.com/585/brokerage.html" TargetMode="External"/><Relationship Id="rId40" Type="http://schemas.openxmlformats.org/officeDocument/2006/relationships/hyperlink" Target="http://www.investorwords.com/2602/investment_bank.html" TargetMode="External"/><Relationship Id="rId45" Type="http://schemas.openxmlformats.org/officeDocument/2006/relationships/image" Target="media/image6.emf"/><Relationship Id="rId53" Type="http://schemas.openxmlformats.org/officeDocument/2006/relationships/image" Target="media/image14.png"/><Relationship Id="rId5" Type="http://schemas.openxmlformats.org/officeDocument/2006/relationships/numbering" Target="numbering.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hyperlink" Target="https://eur-lex.europa.eu/legal-content/EN/TXT/?uri=CELEX%3A32017L0828" TargetMode="External"/><Relationship Id="rId35" Type="http://schemas.openxmlformats.org/officeDocument/2006/relationships/hyperlink" Target="http://www.investorwords.com/2609/investment_company.html" TargetMode="External"/><Relationship Id="rId43" Type="http://schemas.openxmlformats.org/officeDocument/2006/relationships/image" Target="media/image4.png"/><Relationship Id="rId48" Type="http://schemas.openxmlformats.org/officeDocument/2006/relationships/image" Target="media/image9.emf"/><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image" Target="media/image12.png"/><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image" Target="media/image2.emf"/><Relationship Id="rId38" Type="http://schemas.openxmlformats.org/officeDocument/2006/relationships/hyperlink" Target="http://www.investorwords.com/6843/insurance_company.html" TargetMode="External"/><Relationship Id="rId46" Type="http://schemas.openxmlformats.org/officeDocument/2006/relationships/image" Target="media/image7.emf"/><Relationship Id="rId20" Type="http://schemas.openxmlformats.org/officeDocument/2006/relationships/footer" Target="footer5.xml"/><Relationship Id="rId41" Type="http://schemas.openxmlformats.org/officeDocument/2006/relationships/hyperlink" Target="http://www.rbeck.com" TargetMode="External"/><Relationship Id="rId54"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hyperlink" Target="http://www.investorwords.com/3173/mutual_fund.html" TargetMode="External"/><Relationship Id="rId49" Type="http://schemas.openxmlformats.org/officeDocument/2006/relationships/image" Target="media/image10.emf"/><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eur-lex.europa.eu/legal-content/EN/TXT/?qid=1546244107743&amp;uri=CELEX:32018R1212" TargetMode="External"/><Relationship Id="rId44" Type="http://schemas.openxmlformats.org/officeDocument/2006/relationships/image" Target="media/image5.emf"/><Relationship Id="rId52"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2" ma:contentTypeDescription="PlanetSwift Workspace Document" ma:contentTypeScope="" ma:versionID="371ea0a68eb527e068da1d6739dbcf60">
  <xsd:schema xmlns:xsd="http://www.w3.org/2001/XMLSchema" xmlns:xs="http://www.w3.org/2001/XMLSchema" xmlns:p="http://schemas.microsoft.com/office/2006/metadata/properties" xmlns:ns1="http://schemas.microsoft.com/sharepoint/v3" xmlns:ns3="79950fd8-114b-4125-bc89-6e0caf5999ad" targetNamespace="http://schemas.microsoft.com/office/2006/metadata/properties" ma:root="true" ma:fieldsID="3c5aa5a86cd4e2d39818cfabe3047073" ns1:_="" ns3:_="">
    <xsd:import namespace="http://schemas.microsoft.com/sharepoint/v3"/>
    <xsd:import namespace="79950fd8-114b-4125-bc89-6e0caf5999ad"/>
    <xsd:element name="properties">
      <xsd:complexType>
        <xsd:sequence>
          <xsd:element name="documentManagement">
            <xsd:complexType>
              <xsd:all>
                <xsd:element ref="ns1:Discuss" minOccurs="0"/>
                <xsd:element ref="ns3:Category" minOccurs="0"/>
                <xsd:element ref="ns3:Doc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7B913-1CC2-41CD-8E09-669009EC9068}">
  <ds:schemaRefs>
    <ds:schemaRef ds:uri="http://schemas.microsoft.com/sharepoint/v3/contenttype/forms"/>
  </ds:schemaRefs>
</ds:datastoreItem>
</file>

<file path=customXml/itemProps2.xml><?xml version="1.0" encoding="utf-8"?>
<ds:datastoreItem xmlns:ds="http://schemas.openxmlformats.org/officeDocument/2006/customXml" ds:itemID="{91E60966-4415-49A4-9744-2BBEA4AB4B14}">
  <ds:schemaRefs>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purl.org/dc/dcmitype/"/>
    <ds:schemaRef ds:uri="http://purl.org/dc/terms/"/>
    <ds:schemaRef ds:uri="http://schemas.microsoft.com/sharepoint/v3"/>
    <ds:schemaRef ds:uri="http://schemas.microsoft.com/office/infopath/2007/PartnerControls"/>
    <ds:schemaRef ds:uri="79950fd8-114b-4125-bc89-6e0caf5999ad"/>
    <ds:schemaRef ds:uri="http://www.w3.org/XML/1998/namespace"/>
  </ds:schemaRefs>
</ds:datastoreItem>
</file>

<file path=customXml/itemProps3.xml><?xml version="1.0" encoding="utf-8"?>
<ds:datastoreItem xmlns:ds="http://schemas.openxmlformats.org/officeDocument/2006/customXml" ds:itemID="{86273CFC-0ECA-4F56-9365-B9A4D05AA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F6D22-6AEE-4BEA-8C2D-C8F9AAE35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Business_and_Requirements_Analysis_template[1]</Template>
  <TotalTime>1528</TotalTime>
  <Pages>42</Pages>
  <Words>7515</Words>
  <Characters>42842</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50257</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LITTRE Jacques</cp:lastModifiedBy>
  <cp:revision>45</cp:revision>
  <cp:lastPrinted>2013-02-27T11:12:00Z</cp:lastPrinted>
  <dcterms:created xsi:type="dcterms:W3CDTF">2019-09-25T12:46:00Z</dcterms:created>
  <dcterms:modified xsi:type="dcterms:W3CDTF">2021-02-10T16:29:00Z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0x0101004C9DECB2D12E4C3EA904DFA9AD5B1250003B0334B05424834BA44D5117EF25DD4F</vt:lpwstr>
  </property>
</Properties>
</file>