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A340E3" w14:textId="77777777" w:rsidR="00FC66CD" w:rsidRPr="00DC44E7" w:rsidRDefault="008D7690" w:rsidP="009413C8">
      <w:pPr>
        <w:pStyle w:val="ISO20022Heading"/>
        <w:rPr>
          <w:rStyle w:val="Bold"/>
          <w:b/>
        </w:rPr>
      </w:pPr>
      <w:r w:rsidRPr="00DC44E7">
        <w:rPr>
          <w:rStyle w:val="Bold"/>
          <w:b/>
        </w:rPr>
        <w:t>ISO 20022</w:t>
      </w:r>
    </w:p>
    <w:p w14:paraId="26FD0F8B" w14:textId="1F01FB48" w:rsidR="00FC66CD" w:rsidRDefault="009413C8" w:rsidP="005A6353">
      <w:pPr>
        <w:pStyle w:val="ProductName"/>
      </w:pPr>
      <w:r>
        <w:t>Target2-Securities - Securities Account Reference Data</w:t>
      </w:r>
    </w:p>
    <w:p w14:paraId="554A217C" w14:textId="77777777" w:rsidR="00FC66CD" w:rsidRDefault="00FC66CD" w:rsidP="005A6353">
      <w:pPr>
        <w:pStyle w:val="Titlepagetext"/>
      </w:pPr>
    </w:p>
    <w:p w14:paraId="17F371A8" w14:textId="77777777" w:rsidR="00FC66CD" w:rsidRPr="00657A1D" w:rsidRDefault="000877E0" w:rsidP="005A6353">
      <w:pPr>
        <w:pStyle w:val="DocumentTitle"/>
      </w:pPr>
      <w:r>
        <w:t>Message Definition Report Part 1</w:t>
      </w:r>
    </w:p>
    <w:p w14:paraId="715C0B2D" w14:textId="09C3147A" w:rsidR="00FC66CD" w:rsidRPr="00657A1D" w:rsidRDefault="009413C8" w:rsidP="005A6353">
      <w:pPr>
        <w:pStyle w:val="DocumentSubtitle"/>
      </w:pPr>
      <w:r w:rsidRPr="009413C8">
        <w:t xml:space="preserve">Approved by the Securities and Payments SEG under the leadership of the Securities SEG on </w:t>
      </w:r>
      <w:r w:rsidR="00A67DEB">
        <w:t>02</w:t>
      </w:r>
      <w:r w:rsidRPr="009413C8">
        <w:t xml:space="preserve"> December 2019</w:t>
      </w:r>
    </w:p>
    <w:p w14:paraId="7325B2AF" w14:textId="4BE336FB" w:rsidR="00FC66CD" w:rsidRPr="00646E29" w:rsidRDefault="009413C8" w:rsidP="005A6353">
      <w:pPr>
        <w:pStyle w:val="Titlepagetext"/>
      </w:pPr>
      <w:r w:rsidRPr="009413C8">
        <w:t>This document provides information about the use of the messages for Securities Account Reference Data and includes, for example, business transactions and examples.</w:t>
      </w:r>
    </w:p>
    <w:p w14:paraId="0844CECD" w14:textId="2442C697" w:rsidR="00FC66CD" w:rsidRDefault="009413C8" w:rsidP="005A6353">
      <w:pPr>
        <w:pStyle w:val="Releasedate"/>
      </w:pPr>
      <w:r>
        <w:t>December 2019</w:t>
      </w:r>
    </w:p>
    <w:p w14:paraId="52BE3F40" w14:textId="77777777" w:rsidR="00C45139" w:rsidRDefault="00C45139" w:rsidP="005A6353">
      <w:pPr>
        <w:pStyle w:val="Releasedate"/>
      </w:pPr>
    </w:p>
    <w:p w14:paraId="678D5D9A" w14:textId="77777777" w:rsidR="00903BF6" w:rsidRDefault="00903BF6" w:rsidP="005A6353">
      <w:pPr>
        <w:pStyle w:val="Releasedate"/>
      </w:pPr>
    </w:p>
    <w:p w14:paraId="354CD79B" w14:textId="77777777" w:rsidR="00FC66CD" w:rsidRDefault="00FC66CD" w:rsidP="005A6353">
      <w:pPr>
        <w:rPr>
          <w:snapToGrid w:val="0"/>
        </w:rPr>
        <w:sectPr w:rsidR="00FC66CD" w:rsidSect="006E0076">
          <w:headerReference w:type="even" r:id="rId8"/>
          <w:footerReference w:type="default" r:id="rId9"/>
          <w:type w:val="oddPage"/>
          <w:pgSz w:w="11909" w:h="15840" w:code="9"/>
          <w:pgMar w:top="1021" w:right="1304" w:bottom="1701" w:left="1304" w:header="567" w:footer="567" w:gutter="0"/>
          <w:cols w:space="720"/>
          <w:titlePg/>
        </w:sectPr>
      </w:pPr>
    </w:p>
    <w:p w14:paraId="5FF8160C" w14:textId="77777777" w:rsidR="00FC66CD" w:rsidRDefault="00FC66CD" w:rsidP="00A8050C">
      <w:pPr>
        <w:pStyle w:val="IntroHeading"/>
      </w:pPr>
      <w:bookmarkStart w:id="0" w:name="_Toc314668488"/>
      <w:bookmarkStart w:id="1" w:name="_Toc315438490"/>
      <w:bookmarkStart w:id="2" w:name="_Toc161581632"/>
      <w:r>
        <w:lastRenderedPageBreak/>
        <w:t>Table of Contents</w:t>
      </w:r>
      <w:bookmarkEnd w:id="0"/>
      <w:bookmarkEnd w:id="1"/>
      <w:bookmarkEnd w:id="2"/>
    </w:p>
    <w:p w14:paraId="7A2B61AD" w14:textId="7E786939" w:rsidR="00615537" w:rsidRDefault="00F45CD3">
      <w:pPr>
        <w:pStyle w:val="TOC1"/>
        <w:rPr>
          <w:rFonts w:ascii="Calibri" w:eastAsia="Times New Roman" w:hAnsi="Calibri"/>
          <w:b w:val="0"/>
          <w:kern w:val="2"/>
          <w:sz w:val="22"/>
          <w:szCs w:val="22"/>
          <w:lang w:val="en-US"/>
        </w:rPr>
      </w:pPr>
      <w:r>
        <w:rPr>
          <w:b w:val="0"/>
        </w:rPr>
        <w:fldChar w:fldCharType="begin"/>
      </w:r>
      <w:r>
        <w:rPr>
          <w:b w:val="0"/>
        </w:rPr>
        <w:instrText xml:space="preserve"> TOC \o "1-2" \h \z \u </w:instrText>
      </w:r>
      <w:r>
        <w:rPr>
          <w:b w:val="0"/>
        </w:rPr>
        <w:fldChar w:fldCharType="separate"/>
      </w:r>
      <w:hyperlink w:anchor="_Toc161581632" w:history="1">
        <w:r w:rsidR="00615537" w:rsidRPr="00E376AE">
          <w:rPr>
            <w:rStyle w:val="Hyperlink"/>
          </w:rPr>
          <w:t>Table of Contents</w:t>
        </w:r>
        <w:r w:rsidR="00615537">
          <w:rPr>
            <w:webHidden/>
          </w:rPr>
          <w:tab/>
        </w:r>
        <w:r w:rsidR="00615537">
          <w:rPr>
            <w:webHidden/>
          </w:rPr>
          <w:fldChar w:fldCharType="begin"/>
        </w:r>
        <w:r w:rsidR="00615537">
          <w:rPr>
            <w:webHidden/>
          </w:rPr>
          <w:instrText xml:space="preserve"> PAGEREF _Toc161581632 \h </w:instrText>
        </w:r>
        <w:r w:rsidR="00615537">
          <w:rPr>
            <w:webHidden/>
          </w:rPr>
        </w:r>
        <w:r w:rsidR="00615537">
          <w:rPr>
            <w:webHidden/>
          </w:rPr>
          <w:fldChar w:fldCharType="separate"/>
        </w:r>
        <w:r w:rsidR="00615537">
          <w:rPr>
            <w:webHidden/>
          </w:rPr>
          <w:t>2</w:t>
        </w:r>
        <w:r w:rsidR="00615537">
          <w:rPr>
            <w:webHidden/>
          </w:rPr>
          <w:fldChar w:fldCharType="end"/>
        </w:r>
      </w:hyperlink>
    </w:p>
    <w:p w14:paraId="6D4F3091" w14:textId="23D72955" w:rsidR="00615537" w:rsidRDefault="00615537">
      <w:pPr>
        <w:pStyle w:val="TOC1"/>
        <w:rPr>
          <w:rFonts w:ascii="Calibri" w:eastAsia="Times New Roman" w:hAnsi="Calibri"/>
          <w:b w:val="0"/>
          <w:kern w:val="2"/>
          <w:sz w:val="22"/>
          <w:szCs w:val="22"/>
          <w:lang w:val="en-US"/>
        </w:rPr>
      </w:pPr>
      <w:hyperlink w:anchor="_Toc161581633" w:history="1">
        <w:r w:rsidRPr="00E376AE">
          <w:rPr>
            <w:rStyle w:val="Hyperlink"/>
          </w:rPr>
          <w:t>1</w:t>
        </w:r>
        <w:r>
          <w:rPr>
            <w:rFonts w:ascii="Calibri" w:eastAsia="Times New Roman" w:hAnsi="Calibri"/>
            <w:b w:val="0"/>
            <w:kern w:val="2"/>
            <w:sz w:val="22"/>
            <w:szCs w:val="22"/>
            <w:lang w:val="en-US"/>
          </w:rPr>
          <w:tab/>
        </w:r>
        <w:r w:rsidRPr="00E376AE">
          <w:rPr>
            <w:rStyle w:val="Hyperlink"/>
          </w:rPr>
          <w:t>Introduction</w:t>
        </w:r>
        <w:r>
          <w:rPr>
            <w:webHidden/>
          </w:rPr>
          <w:tab/>
        </w:r>
        <w:r>
          <w:rPr>
            <w:webHidden/>
          </w:rPr>
          <w:fldChar w:fldCharType="begin"/>
        </w:r>
        <w:r>
          <w:rPr>
            <w:webHidden/>
          </w:rPr>
          <w:instrText xml:space="preserve"> PAGEREF _Toc161581633 \h </w:instrText>
        </w:r>
        <w:r>
          <w:rPr>
            <w:webHidden/>
          </w:rPr>
        </w:r>
        <w:r>
          <w:rPr>
            <w:webHidden/>
          </w:rPr>
          <w:fldChar w:fldCharType="separate"/>
        </w:r>
        <w:r>
          <w:rPr>
            <w:webHidden/>
          </w:rPr>
          <w:t>5</w:t>
        </w:r>
        <w:r>
          <w:rPr>
            <w:webHidden/>
          </w:rPr>
          <w:fldChar w:fldCharType="end"/>
        </w:r>
      </w:hyperlink>
    </w:p>
    <w:p w14:paraId="12071B4C" w14:textId="706892EE" w:rsidR="00615537" w:rsidRDefault="00615537">
      <w:pPr>
        <w:pStyle w:val="TOC2"/>
        <w:rPr>
          <w:rFonts w:ascii="Calibri" w:eastAsia="Times New Roman" w:hAnsi="Calibri"/>
          <w:snapToGrid/>
          <w:kern w:val="2"/>
          <w:sz w:val="22"/>
          <w:szCs w:val="22"/>
          <w:lang w:val="en-US"/>
        </w:rPr>
      </w:pPr>
      <w:hyperlink w:anchor="_Toc161581634" w:history="1">
        <w:r w:rsidRPr="00E376AE">
          <w:rPr>
            <w:rStyle w:val="Hyperlink"/>
          </w:rPr>
          <w:t>1.1</w:t>
        </w:r>
        <w:r>
          <w:rPr>
            <w:rFonts w:ascii="Calibri" w:eastAsia="Times New Roman" w:hAnsi="Calibri"/>
            <w:snapToGrid/>
            <w:kern w:val="2"/>
            <w:sz w:val="22"/>
            <w:szCs w:val="22"/>
            <w:lang w:val="en-US"/>
          </w:rPr>
          <w:tab/>
        </w:r>
        <w:r w:rsidRPr="00E376AE">
          <w:rPr>
            <w:rStyle w:val="Hyperlink"/>
          </w:rPr>
          <w:t>Terms and Definitions</w:t>
        </w:r>
        <w:r>
          <w:rPr>
            <w:webHidden/>
          </w:rPr>
          <w:tab/>
        </w:r>
        <w:r>
          <w:rPr>
            <w:webHidden/>
          </w:rPr>
          <w:fldChar w:fldCharType="begin"/>
        </w:r>
        <w:r>
          <w:rPr>
            <w:webHidden/>
          </w:rPr>
          <w:instrText xml:space="preserve"> PAGEREF _Toc161581634 \h </w:instrText>
        </w:r>
        <w:r>
          <w:rPr>
            <w:webHidden/>
          </w:rPr>
        </w:r>
        <w:r>
          <w:rPr>
            <w:webHidden/>
          </w:rPr>
          <w:fldChar w:fldCharType="separate"/>
        </w:r>
        <w:r>
          <w:rPr>
            <w:webHidden/>
          </w:rPr>
          <w:t>5</w:t>
        </w:r>
        <w:r>
          <w:rPr>
            <w:webHidden/>
          </w:rPr>
          <w:fldChar w:fldCharType="end"/>
        </w:r>
      </w:hyperlink>
    </w:p>
    <w:p w14:paraId="35AEE663" w14:textId="7DFDC84B" w:rsidR="00615537" w:rsidRDefault="00615537">
      <w:pPr>
        <w:pStyle w:val="TOC2"/>
        <w:rPr>
          <w:rFonts w:ascii="Calibri" w:eastAsia="Times New Roman" w:hAnsi="Calibri"/>
          <w:snapToGrid/>
          <w:kern w:val="2"/>
          <w:sz w:val="22"/>
          <w:szCs w:val="22"/>
          <w:lang w:val="en-US"/>
        </w:rPr>
      </w:pPr>
      <w:hyperlink w:anchor="_Toc161581635" w:history="1">
        <w:r w:rsidRPr="00E376AE">
          <w:rPr>
            <w:rStyle w:val="Hyperlink"/>
          </w:rPr>
          <w:t>1.2</w:t>
        </w:r>
        <w:r>
          <w:rPr>
            <w:rFonts w:ascii="Calibri" w:eastAsia="Times New Roman" w:hAnsi="Calibri"/>
            <w:snapToGrid/>
            <w:kern w:val="2"/>
            <w:sz w:val="22"/>
            <w:szCs w:val="22"/>
            <w:lang w:val="en-US"/>
          </w:rPr>
          <w:tab/>
        </w:r>
        <w:r w:rsidRPr="00E376AE">
          <w:rPr>
            <w:rStyle w:val="Hyperlink"/>
          </w:rPr>
          <w:t>Abbreviations and Acronyms</w:t>
        </w:r>
        <w:r>
          <w:rPr>
            <w:webHidden/>
          </w:rPr>
          <w:tab/>
        </w:r>
        <w:r>
          <w:rPr>
            <w:webHidden/>
          </w:rPr>
          <w:fldChar w:fldCharType="begin"/>
        </w:r>
        <w:r>
          <w:rPr>
            <w:webHidden/>
          </w:rPr>
          <w:instrText xml:space="preserve"> PAGEREF _Toc161581635 \h </w:instrText>
        </w:r>
        <w:r>
          <w:rPr>
            <w:webHidden/>
          </w:rPr>
        </w:r>
        <w:r>
          <w:rPr>
            <w:webHidden/>
          </w:rPr>
          <w:fldChar w:fldCharType="separate"/>
        </w:r>
        <w:r>
          <w:rPr>
            <w:webHidden/>
          </w:rPr>
          <w:t>5</w:t>
        </w:r>
        <w:r>
          <w:rPr>
            <w:webHidden/>
          </w:rPr>
          <w:fldChar w:fldCharType="end"/>
        </w:r>
      </w:hyperlink>
    </w:p>
    <w:p w14:paraId="11C92B26" w14:textId="4513F5B3" w:rsidR="00615537" w:rsidRDefault="00615537">
      <w:pPr>
        <w:pStyle w:val="TOC2"/>
        <w:rPr>
          <w:rFonts w:ascii="Calibri" w:eastAsia="Times New Roman" w:hAnsi="Calibri"/>
          <w:snapToGrid/>
          <w:kern w:val="2"/>
          <w:sz w:val="22"/>
          <w:szCs w:val="22"/>
          <w:lang w:val="en-US"/>
        </w:rPr>
      </w:pPr>
      <w:hyperlink w:anchor="_Toc161581636" w:history="1">
        <w:r w:rsidRPr="00E376AE">
          <w:rPr>
            <w:rStyle w:val="Hyperlink"/>
          </w:rPr>
          <w:t>1.3</w:t>
        </w:r>
        <w:r>
          <w:rPr>
            <w:rFonts w:ascii="Calibri" w:eastAsia="Times New Roman" w:hAnsi="Calibri"/>
            <w:snapToGrid/>
            <w:kern w:val="2"/>
            <w:sz w:val="22"/>
            <w:szCs w:val="22"/>
            <w:lang w:val="en-US"/>
          </w:rPr>
          <w:tab/>
        </w:r>
        <w:r w:rsidRPr="00E376AE">
          <w:rPr>
            <w:rStyle w:val="Hyperlink"/>
          </w:rPr>
          <w:t>Document Scope and Objectives</w:t>
        </w:r>
        <w:r>
          <w:rPr>
            <w:webHidden/>
          </w:rPr>
          <w:tab/>
        </w:r>
        <w:r>
          <w:rPr>
            <w:webHidden/>
          </w:rPr>
          <w:fldChar w:fldCharType="begin"/>
        </w:r>
        <w:r>
          <w:rPr>
            <w:webHidden/>
          </w:rPr>
          <w:instrText xml:space="preserve"> PAGEREF _Toc161581636 \h </w:instrText>
        </w:r>
        <w:r>
          <w:rPr>
            <w:webHidden/>
          </w:rPr>
        </w:r>
        <w:r>
          <w:rPr>
            <w:webHidden/>
          </w:rPr>
          <w:fldChar w:fldCharType="separate"/>
        </w:r>
        <w:r>
          <w:rPr>
            <w:webHidden/>
          </w:rPr>
          <w:t>6</w:t>
        </w:r>
        <w:r>
          <w:rPr>
            <w:webHidden/>
          </w:rPr>
          <w:fldChar w:fldCharType="end"/>
        </w:r>
      </w:hyperlink>
    </w:p>
    <w:p w14:paraId="6D8919B5" w14:textId="15E4EF28" w:rsidR="00615537" w:rsidRDefault="00615537">
      <w:pPr>
        <w:pStyle w:val="TOC2"/>
        <w:rPr>
          <w:rFonts w:ascii="Calibri" w:eastAsia="Times New Roman" w:hAnsi="Calibri"/>
          <w:snapToGrid/>
          <w:kern w:val="2"/>
          <w:sz w:val="22"/>
          <w:szCs w:val="22"/>
          <w:lang w:val="en-US"/>
        </w:rPr>
      </w:pPr>
      <w:hyperlink w:anchor="_Toc161581637" w:history="1">
        <w:r w:rsidRPr="00E376AE">
          <w:rPr>
            <w:rStyle w:val="Hyperlink"/>
          </w:rPr>
          <w:t>1.4</w:t>
        </w:r>
        <w:r>
          <w:rPr>
            <w:rFonts w:ascii="Calibri" w:eastAsia="Times New Roman" w:hAnsi="Calibri"/>
            <w:snapToGrid/>
            <w:kern w:val="2"/>
            <w:sz w:val="22"/>
            <w:szCs w:val="22"/>
            <w:lang w:val="en-US"/>
          </w:rPr>
          <w:tab/>
        </w:r>
        <w:r w:rsidRPr="00E376AE">
          <w:rPr>
            <w:rStyle w:val="Hyperlink"/>
          </w:rPr>
          <w:t>References</w:t>
        </w:r>
        <w:r>
          <w:rPr>
            <w:webHidden/>
          </w:rPr>
          <w:tab/>
        </w:r>
        <w:r>
          <w:rPr>
            <w:webHidden/>
          </w:rPr>
          <w:fldChar w:fldCharType="begin"/>
        </w:r>
        <w:r>
          <w:rPr>
            <w:webHidden/>
          </w:rPr>
          <w:instrText xml:space="preserve"> PAGEREF _Toc161581637 \h </w:instrText>
        </w:r>
        <w:r>
          <w:rPr>
            <w:webHidden/>
          </w:rPr>
        </w:r>
        <w:r>
          <w:rPr>
            <w:webHidden/>
          </w:rPr>
          <w:fldChar w:fldCharType="separate"/>
        </w:r>
        <w:r>
          <w:rPr>
            <w:webHidden/>
          </w:rPr>
          <w:t>7</w:t>
        </w:r>
        <w:r>
          <w:rPr>
            <w:webHidden/>
          </w:rPr>
          <w:fldChar w:fldCharType="end"/>
        </w:r>
      </w:hyperlink>
    </w:p>
    <w:p w14:paraId="3FAC2AD7" w14:textId="75726D3F" w:rsidR="00615537" w:rsidRDefault="00615537">
      <w:pPr>
        <w:pStyle w:val="TOC1"/>
        <w:rPr>
          <w:rFonts w:ascii="Calibri" w:eastAsia="Times New Roman" w:hAnsi="Calibri"/>
          <w:b w:val="0"/>
          <w:kern w:val="2"/>
          <w:sz w:val="22"/>
          <w:szCs w:val="22"/>
          <w:lang w:val="en-US"/>
        </w:rPr>
      </w:pPr>
      <w:hyperlink w:anchor="_Toc161581638" w:history="1">
        <w:r w:rsidRPr="00E376AE">
          <w:rPr>
            <w:rStyle w:val="Hyperlink"/>
          </w:rPr>
          <w:t>2</w:t>
        </w:r>
        <w:r>
          <w:rPr>
            <w:rFonts w:ascii="Calibri" w:eastAsia="Times New Roman" w:hAnsi="Calibri"/>
            <w:b w:val="0"/>
            <w:kern w:val="2"/>
            <w:sz w:val="22"/>
            <w:szCs w:val="22"/>
            <w:lang w:val="en-US"/>
          </w:rPr>
          <w:tab/>
        </w:r>
        <w:r w:rsidRPr="00E376AE">
          <w:rPr>
            <w:rStyle w:val="Hyperlink"/>
          </w:rPr>
          <w:t>Scope and Functionality</w:t>
        </w:r>
        <w:r>
          <w:rPr>
            <w:webHidden/>
          </w:rPr>
          <w:tab/>
        </w:r>
        <w:r>
          <w:rPr>
            <w:webHidden/>
          </w:rPr>
          <w:fldChar w:fldCharType="begin"/>
        </w:r>
        <w:r>
          <w:rPr>
            <w:webHidden/>
          </w:rPr>
          <w:instrText xml:space="preserve"> PAGEREF _Toc161581638 \h </w:instrText>
        </w:r>
        <w:r>
          <w:rPr>
            <w:webHidden/>
          </w:rPr>
        </w:r>
        <w:r>
          <w:rPr>
            <w:webHidden/>
          </w:rPr>
          <w:fldChar w:fldCharType="separate"/>
        </w:r>
        <w:r>
          <w:rPr>
            <w:webHidden/>
          </w:rPr>
          <w:t>8</w:t>
        </w:r>
        <w:r>
          <w:rPr>
            <w:webHidden/>
          </w:rPr>
          <w:fldChar w:fldCharType="end"/>
        </w:r>
      </w:hyperlink>
    </w:p>
    <w:p w14:paraId="4AF45E22" w14:textId="61657DBC" w:rsidR="00615537" w:rsidRDefault="00615537">
      <w:pPr>
        <w:pStyle w:val="TOC2"/>
        <w:rPr>
          <w:rFonts w:ascii="Calibri" w:eastAsia="Times New Roman" w:hAnsi="Calibri"/>
          <w:snapToGrid/>
          <w:kern w:val="2"/>
          <w:sz w:val="22"/>
          <w:szCs w:val="22"/>
          <w:lang w:val="en-US"/>
        </w:rPr>
      </w:pPr>
      <w:hyperlink w:anchor="_Toc161581639" w:history="1">
        <w:r w:rsidRPr="00E376AE">
          <w:rPr>
            <w:rStyle w:val="Hyperlink"/>
          </w:rPr>
          <w:t>2.1</w:t>
        </w:r>
        <w:r>
          <w:rPr>
            <w:rFonts w:ascii="Calibri" w:eastAsia="Times New Roman" w:hAnsi="Calibri"/>
            <w:snapToGrid/>
            <w:kern w:val="2"/>
            <w:sz w:val="22"/>
            <w:szCs w:val="22"/>
            <w:lang w:val="en-US"/>
          </w:rPr>
          <w:tab/>
        </w:r>
        <w:r w:rsidRPr="00E376AE">
          <w:rPr>
            <w:rStyle w:val="Hyperlink"/>
          </w:rPr>
          <w:t>Background</w:t>
        </w:r>
        <w:r>
          <w:rPr>
            <w:webHidden/>
          </w:rPr>
          <w:tab/>
        </w:r>
        <w:r>
          <w:rPr>
            <w:webHidden/>
          </w:rPr>
          <w:fldChar w:fldCharType="begin"/>
        </w:r>
        <w:r>
          <w:rPr>
            <w:webHidden/>
          </w:rPr>
          <w:instrText xml:space="preserve"> PAGEREF _Toc161581639 \h </w:instrText>
        </w:r>
        <w:r>
          <w:rPr>
            <w:webHidden/>
          </w:rPr>
        </w:r>
        <w:r>
          <w:rPr>
            <w:webHidden/>
          </w:rPr>
          <w:fldChar w:fldCharType="separate"/>
        </w:r>
        <w:r>
          <w:rPr>
            <w:webHidden/>
          </w:rPr>
          <w:t>8</w:t>
        </w:r>
        <w:r>
          <w:rPr>
            <w:webHidden/>
          </w:rPr>
          <w:fldChar w:fldCharType="end"/>
        </w:r>
      </w:hyperlink>
    </w:p>
    <w:p w14:paraId="1BCC2B00" w14:textId="57AC2B02" w:rsidR="00615537" w:rsidRDefault="00615537">
      <w:pPr>
        <w:pStyle w:val="TOC2"/>
        <w:rPr>
          <w:rFonts w:ascii="Calibri" w:eastAsia="Times New Roman" w:hAnsi="Calibri"/>
          <w:snapToGrid/>
          <w:kern w:val="2"/>
          <w:sz w:val="22"/>
          <w:szCs w:val="22"/>
          <w:lang w:val="en-US"/>
        </w:rPr>
      </w:pPr>
      <w:hyperlink w:anchor="_Toc161581640" w:history="1">
        <w:r w:rsidRPr="00E376AE">
          <w:rPr>
            <w:rStyle w:val="Hyperlink"/>
          </w:rPr>
          <w:t>2.2</w:t>
        </w:r>
        <w:r>
          <w:rPr>
            <w:rFonts w:ascii="Calibri" w:eastAsia="Times New Roman" w:hAnsi="Calibri"/>
            <w:snapToGrid/>
            <w:kern w:val="2"/>
            <w:sz w:val="22"/>
            <w:szCs w:val="22"/>
            <w:lang w:val="en-US"/>
          </w:rPr>
          <w:tab/>
        </w:r>
        <w:r w:rsidRPr="00E376AE">
          <w:rPr>
            <w:rStyle w:val="Hyperlink"/>
          </w:rPr>
          <w:t>Scope</w:t>
        </w:r>
        <w:r>
          <w:rPr>
            <w:webHidden/>
          </w:rPr>
          <w:tab/>
        </w:r>
        <w:r>
          <w:rPr>
            <w:webHidden/>
          </w:rPr>
          <w:fldChar w:fldCharType="begin"/>
        </w:r>
        <w:r>
          <w:rPr>
            <w:webHidden/>
          </w:rPr>
          <w:instrText xml:space="preserve"> PAGEREF _Toc161581640 \h </w:instrText>
        </w:r>
        <w:r>
          <w:rPr>
            <w:webHidden/>
          </w:rPr>
        </w:r>
        <w:r>
          <w:rPr>
            <w:webHidden/>
          </w:rPr>
          <w:fldChar w:fldCharType="separate"/>
        </w:r>
        <w:r>
          <w:rPr>
            <w:webHidden/>
          </w:rPr>
          <w:t>8</w:t>
        </w:r>
        <w:r>
          <w:rPr>
            <w:webHidden/>
          </w:rPr>
          <w:fldChar w:fldCharType="end"/>
        </w:r>
      </w:hyperlink>
    </w:p>
    <w:p w14:paraId="029A6104" w14:textId="68B5FAF8" w:rsidR="00615537" w:rsidRDefault="00615537">
      <w:pPr>
        <w:pStyle w:val="TOC2"/>
        <w:rPr>
          <w:rFonts w:ascii="Calibri" w:eastAsia="Times New Roman" w:hAnsi="Calibri"/>
          <w:snapToGrid/>
          <w:kern w:val="2"/>
          <w:sz w:val="22"/>
          <w:szCs w:val="22"/>
          <w:lang w:val="en-US"/>
        </w:rPr>
      </w:pPr>
      <w:hyperlink w:anchor="_Toc161581641" w:history="1">
        <w:r w:rsidRPr="00E376AE">
          <w:rPr>
            <w:rStyle w:val="Hyperlink"/>
          </w:rPr>
          <w:t>2.3</w:t>
        </w:r>
        <w:r>
          <w:rPr>
            <w:rFonts w:ascii="Calibri" w:eastAsia="Times New Roman" w:hAnsi="Calibri"/>
            <w:snapToGrid/>
            <w:kern w:val="2"/>
            <w:sz w:val="22"/>
            <w:szCs w:val="22"/>
            <w:lang w:val="en-US"/>
          </w:rPr>
          <w:tab/>
        </w:r>
        <w:r w:rsidRPr="00E376AE">
          <w:rPr>
            <w:rStyle w:val="Hyperlink"/>
          </w:rPr>
          <w:t>Groups of MessageDefinitions and Functionality</w:t>
        </w:r>
        <w:r>
          <w:rPr>
            <w:webHidden/>
          </w:rPr>
          <w:tab/>
        </w:r>
        <w:r>
          <w:rPr>
            <w:webHidden/>
          </w:rPr>
          <w:fldChar w:fldCharType="begin"/>
        </w:r>
        <w:r>
          <w:rPr>
            <w:webHidden/>
          </w:rPr>
          <w:instrText xml:space="preserve"> PAGEREF _Toc161581641 \h </w:instrText>
        </w:r>
        <w:r>
          <w:rPr>
            <w:webHidden/>
          </w:rPr>
        </w:r>
        <w:r>
          <w:rPr>
            <w:webHidden/>
          </w:rPr>
          <w:fldChar w:fldCharType="separate"/>
        </w:r>
        <w:r>
          <w:rPr>
            <w:webHidden/>
          </w:rPr>
          <w:t>8</w:t>
        </w:r>
        <w:r>
          <w:rPr>
            <w:webHidden/>
          </w:rPr>
          <w:fldChar w:fldCharType="end"/>
        </w:r>
      </w:hyperlink>
    </w:p>
    <w:p w14:paraId="77888AE6" w14:textId="098034FA" w:rsidR="00615537" w:rsidRDefault="00615537">
      <w:pPr>
        <w:pStyle w:val="TOC1"/>
        <w:rPr>
          <w:rFonts w:ascii="Calibri" w:eastAsia="Times New Roman" w:hAnsi="Calibri"/>
          <w:b w:val="0"/>
          <w:kern w:val="2"/>
          <w:sz w:val="22"/>
          <w:szCs w:val="22"/>
          <w:lang w:val="en-US"/>
        </w:rPr>
      </w:pPr>
      <w:hyperlink w:anchor="_Toc161581642" w:history="1">
        <w:r w:rsidRPr="00E376AE">
          <w:rPr>
            <w:rStyle w:val="Hyperlink"/>
          </w:rPr>
          <w:t>3</w:t>
        </w:r>
        <w:r>
          <w:rPr>
            <w:rFonts w:ascii="Calibri" w:eastAsia="Times New Roman" w:hAnsi="Calibri"/>
            <w:b w:val="0"/>
            <w:kern w:val="2"/>
            <w:sz w:val="22"/>
            <w:szCs w:val="22"/>
            <w:lang w:val="en-US"/>
          </w:rPr>
          <w:tab/>
        </w:r>
        <w:r w:rsidRPr="00E376AE">
          <w:rPr>
            <w:rStyle w:val="Hyperlink"/>
          </w:rPr>
          <w:t>BusinessRoles and Participants</w:t>
        </w:r>
        <w:r>
          <w:rPr>
            <w:webHidden/>
          </w:rPr>
          <w:tab/>
        </w:r>
        <w:r>
          <w:rPr>
            <w:webHidden/>
          </w:rPr>
          <w:fldChar w:fldCharType="begin"/>
        </w:r>
        <w:r>
          <w:rPr>
            <w:webHidden/>
          </w:rPr>
          <w:instrText xml:space="preserve"> PAGEREF _Toc161581642 \h </w:instrText>
        </w:r>
        <w:r>
          <w:rPr>
            <w:webHidden/>
          </w:rPr>
        </w:r>
        <w:r>
          <w:rPr>
            <w:webHidden/>
          </w:rPr>
          <w:fldChar w:fldCharType="separate"/>
        </w:r>
        <w:r>
          <w:rPr>
            <w:webHidden/>
          </w:rPr>
          <w:t>11</w:t>
        </w:r>
        <w:r>
          <w:rPr>
            <w:webHidden/>
          </w:rPr>
          <w:fldChar w:fldCharType="end"/>
        </w:r>
      </w:hyperlink>
    </w:p>
    <w:p w14:paraId="4C459F74" w14:textId="60008003" w:rsidR="00615537" w:rsidRDefault="00615537">
      <w:pPr>
        <w:pStyle w:val="TOC2"/>
        <w:rPr>
          <w:rFonts w:ascii="Calibri" w:eastAsia="Times New Roman" w:hAnsi="Calibri"/>
          <w:snapToGrid/>
          <w:kern w:val="2"/>
          <w:sz w:val="22"/>
          <w:szCs w:val="22"/>
          <w:lang w:val="en-US"/>
        </w:rPr>
      </w:pPr>
      <w:hyperlink w:anchor="_Toc161581643" w:history="1">
        <w:r w:rsidRPr="00E376AE">
          <w:rPr>
            <w:rStyle w:val="Hyperlink"/>
          </w:rPr>
          <w:t>3.1</w:t>
        </w:r>
        <w:r>
          <w:rPr>
            <w:rFonts w:ascii="Calibri" w:eastAsia="Times New Roman" w:hAnsi="Calibri"/>
            <w:snapToGrid/>
            <w:kern w:val="2"/>
            <w:sz w:val="22"/>
            <w:szCs w:val="22"/>
            <w:lang w:val="en-US"/>
          </w:rPr>
          <w:tab/>
        </w:r>
        <w:r w:rsidRPr="00E376AE">
          <w:rPr>
            <w:rStyle w:val="Hyperlink"/>
          </w:rPr>
          <w:t>Participants and BusinessRoles Definitions</w:t>
        </w:r>
        <w:r>
          <w:rPr>
            <w:webHidden/>
          </w:rPr>
          <w:tab/>
        </w:r>
        <w:r>
          <w:rPr>
            <w:webHidden/>
          </w:rPr>
          <w:fldChar w:fldCharType="begin"/>
        </w:r>
        <w:r>
          <w:rPr>
            <w:webHidden/>
          </w:rPr>
          <w:instrText xml:space="preserve"> PAGEREF _Toc161581643 \h </w:instrText>
        </w:r>
        <w:r>
          <w:rPr>
            <w:webHidden/>
          </w:rPr>
        </w:r>
        <w:r>
          <w:rPr>
            <w:webHidden/>
          </w:rPr>
          <w:fldChar w:fldCharType="separate"/>
        </w:r>
        <w:r>
          <w:rPr>
            <w:webHidden/>
          </w:rPr>
          <w:t>11</w:t>
        </w:r>
        <w:r>
          <w:rPr>
            <w:webHidden/>
          </w:rPr>
          <w:fldChar w:fldCharType="end"/>
        </w:r>
      </w:hyperlink>
    </w:p>
    <w:p w14:paraId="26030653" w14:textId="1CF9AD3B" w:rsidR="00615537" w:rsidRDefault="00615537">
      <w:pPr>
        <w:pStyle w:val="TOC2"/>
        <w:rPr>
          <w:rFonts w:ascii="Calibri" w:eastAsia="Times New Roman" w:hAnsi="Calibri"/>
          <w:snapToGrid/>
          <w:kern w:val="2"/>
          <w:sz w:val="22"/>
          <w:szCs w:val="22"/>
          <w:lang w:val="en-US"/>
        </w:rPr>
      </w:pPr>
      <w:hyperlink w:anchor="_Toc161581644" w:history="1">
        <w:r w:rsidRPr="00E376AE">
          <w:rPr>
            <w:rStyle w:val="Hyperlink"/>
          </w:rPr>
          <w:t>3.2</w:t>
        </w:r>
        <w:r>
          <w:rPr>
            <w:rFonts w:ascii="Calibri" w:eastAsia="Times New Roman" w:hAnsi="Calibri"/>
            <w:snapToGrid/>
            <w:kern w:val="2"/>
            <w:sz w:val="22"/>
            <w:szCs w:val="22"/>
            <w:lang w:val="en-US"/>
          </w:rPr>
          <w:tab/>
        </w:r>
        <w:r w:rsidRPr="00E376AE">
          <w:rPr>
            <w:rStyle w:val="Hyperlink"/>
          </w:rPr>
          <w:t>BusinessRoles and Participants Table</w:t>
        </w:r>
        <w:r>
          <w:rPr>
            <w:webHidden/>
          </w:rPr>
          <w:tab/>
        </w:r>
        <w:r>
          <w:rPr>
            <w:webHidden/>
          </w:rPr>
          <w:fldChar w:fldCharType="begin"/>
        </w:r>
        <w:r>
          <w:rPr>
            <w:webHidden/>
          </w:rPr>
          <w:instrText xml:space="preserve"> PAGEREF _Toc161581644 \h </w:instrText>
        </w:r>
        <w:r>
          <w:rPr>
            <w:webHidden/>
          </w:rPr>
        </w:r>
        <w:r>
          <w:rPr>
            <w:webHidden/>
          </w:rPr>
          <w:fldChar w:fldCharType="separate"/>
        </w:r>
        <w:r>
          <w:rPr>
            <w:webHidden/>
          </w:rPr>
          <w:t>12</w:t>
        </w:r>
        <w:r>
          <w:rPr>
            <w:webHidden/>
          </w:rPr>
          <w:fldChar w:fldCharType="end"/>
        </w:r>
      </w:hyperlink>
    </w:p>
    <w:p w14:paraId="5D16682E" w14:textId="2E2B7831" w:rsidR="00615537" w:rsidRDefault="00615537">
      <w:pPr>
        <w:pStyle w:val="TOC1"/>
        <w:rPr>
          <w:rFonts w:ascii="Calibri" w:eastAsia="Times New Roman" w:hAnsi="Calibri"/>
          <w:b w:val="0"/>
          <w:kern w:val="2"/>
          <w:sz w:val="22"/>
          <w:szCs w:val="22"/>
          <w:lang w:val="en-US"/>
        </w:rPr>
      </w:pPr>
      <w:hyperlink w:anchor="_Toc161581645" w:history="1">
        <w:r w:rsidRPr="00E376AE">
          <w:rPr>
            <w:rStyle w:val="Hyperlink"/>
          </w:rPr>
          <w:t>4</w:t>
        </w:r>
        <w:r>
          <w:rPr>
            <w:rFonts w:ascii="Calibri" w:eastAsia="Times New Roman" w:hAnsi="Calibri"/>
            <w:b w:val="0"/>
            <w:kern w:val="2"/>
            <w:sz w:val="22"/>
            <w:szCs w:val="22"/>
            <w:lang w:val="en-US"/>
          </w:rPr>
          <w:tab/>
        </w:r>
        <w:r w:rsidRPr="00E376AE">
          <w:rPr>
            <w:rStyle w:val="Hyperlink"/>
          </w:rPr>
          <w:t>BusinessProcess Description</w:t>
        </w:r>
        <w:r>
          <w:rPr>
            <w:webHidden/>
          </w:rPr>
          <w:tab/>
        </w:r>
        <w:r>
          <w:rPr>
            <w:webHidden/>
          </w:rPr>
          <w:fldChar w:fldCharType="begin"/>
        </w:r>
        <w:r>
          <w:rPr>
            <w:webHidden/>
          </w:rPr>
          <w:instrText xml:space="preserve"> PAGEREF _Toc161581645 \h </w:instrText>
        </w:r>
        <w:r>
          <w:rPr>
            <w:webHidden/>
          </w:rPr>
        </w:r>
        <w:r>
          <w:rPr>
            <w:webHidden/>
          </w:rPr>
          <w:fldChar w:fldCharType="separate"/>
        </w:r>
        <w:r>
          <w:rPr>
            <w:webHidden/>
          </w:rPr>
          <w:t>13</w:t>
        </w:r>
        <w:r>
          <w:rPr>
            <w:webHidden/>
          </w:rPr>
          <w:fldChar w:fldCharType="end"/>
        </w:r>
      </w:hyperlink>
    </w:p>
    <w:p w14:paraId="3FA7983C" w14:textId="17A61B75" w:rsidR="00615537" w:rsidRDefault="00615537">
      <w:pPr>
        <w:pStyle w:val="TOC1"/>
        <w:rPr>
          <w:rFonts w:ascii="Calibri" w:eastAsia="Times New Roman" w:hAnsi="Calibri"/>
          <w:b w:val="0"/>
          <w:kern w:val="2"/>
          <w:sz w:val="22"/>
          <w:szCs w:val="22"/>
          <w:lang w:val="en-US"/>
        </w:rPr>
      </w:pPr>
      <w:hyperlink w:anchor="_Toc161581646" w:history="1">
        <w:r w:rsidRPr="00E376AE">
          <w:rPr>
            <w:rStyle w:val="Hyperlink"/>
          </w:rPr>
          <w:t>5</w:t>
        </w:r>
        <w:r>
          <w:rPr>
            <w:rFonts w:ascii="Calibri" w:eastAsia="Times New Roman" w:hAnsi="Calibri"/>
            <w:b w:val="0"/>
            <w:kern w:val="2"/>
            <w:sz w:val="22"/>
            <w:szCs w:val="22"/>
            <w:lang w:val="en-US"/>
          </w:rPr>
          <w:tab/>
        </w:r>
        <w:r w:rsidRPr="00E376AE">
          <w:rPr>
            <w:rStyle w:val="Hyperlink"/>
          </w:rPr>
          <w:t>Description of BusinessActivities</w:t>
        </w:r>
        <w:r>
          <w:rPr>
            <w:webHidden/>
          </w:rPr>
          <w:tab/>
        </w:r>
        <w:r>
          <w:rPr>
            <w:webHidden/>
          </w:rPr>
          <w:fldChar w:fldCharType="begin"/>
        </w:r>
        <w:r>
          <w:rPr>
            <w:webHidden/>
          </w:rPr>
          <w:instrText xml:space="preserve"> PAGEREF _Toc161581646 \h </w:instrText>
        </w:r>
        <w:r>
          <w:rPr>
            <w:webHidden/>
          </w:rPr>
        </w:r>
        <w:r>
          <w:rPr>
            <w:webHidden/>
          </w:rPr>
          <w:fldChar w:fldCharType="separate"/>
        </w:r>
        <w:r>
          <w:rPr>
            <w:webHidden/>
          </w:rPr>
          <w:t>16</w:t>
        </w:r>
        <w:r>
          <w:rPr>
            <w:webHidden/>
          </w:rPr>
          <w:fldChar w:fldCharType="end"/>
        </w:r>
      </w:hyperlink>
    </w:p>
    <w:p w14:paraId="1B880260" w14:textId="6AEA4A0B" w:rsidR="00615537" w:rsidRDefault="00615537">
      <w:pPr>
        <w:pStyle w:val="TOC2"/>
        <w:rPr>
          <w:rFonts w:ascii="Calibri" w:eastAsia="Times New Roman" w:hAnsi="Calibri"/>
          <w:snapToGrid/>
          <w:kern w:val="2"/>
          <w:sz w:val="22"/>
          <w:szCs w:val="22"/>
          <w:lang w:val="en-US"/>
        </w:rPr>
      </w:pPr>
      <w:hyperlink w:anchor="_Toc161581647" w:history="1">
        <w:r w:rsidRPr="00E376AE">
          <w:rPr>
            <w:rStyle w:val="Hyperlink"/>
          </w:rPr>
          <w:t>5.1</w:t>
        </w:r>
        <w:r>
          <w:rPr>
            <w:rFonts w:ascii="Calibri" w:eastAsia="Times New Roman" w:hAnsi="Calibri"/>
            <w:snapToGrid/>
            <w:kern w:val="2"/>
            <w:sz w:val="22"/>
            <w:szCs w:val="22"/>
            <w:lang w:val="en-US"/>
          </w:rPr>
          <w:tab/>
        </w:r>
        <w:r w:rsidRPr="00E376AE">
          <w:rPr>
            <w:rStyle w:val="Hyperlink"/>
          </w:rPr>
          <w:t>Securities Account Reference Data</w:t>
        </w:r>
        <w:r>
          <w:rPr>
            <w:webHidden/>
          </w:rPr>
          <w:tab/>
        </w:r>
        <w:r>
          <w:rPr>
            <w:webHidden/>
          </w:rPr>
          <w:fldChar w:fldCharType="begin"/>
        </w:r>
        <w:r>
          <w:rPr>
            <w:webHidden/>
          </w:rPr>
          <w:instrText xml:space="preserve"> PAGEREF _Toc161581647 \h </w:instrText>
        </w:r>
        <w:r>
          <w:rPr>
            <w:webHidden/>
          </w:rPr>
        </w:r>
        <w:r>
          <w:rPr>
            <w:webHidden/>
          </w:rPr>
          <w:fldChar w:fldCharType="separate"/>
        </w:r>
        <w:r>
          <w:rPr>
            <w:webHidden/>
          </w:rPr>
          <w:t>16</w:t>
        </w:r>
        <w:r>
          <w:rPr>
            <w:webHidden/>
          </w:rPr>
          <w:fldChar w:fldCharType="end"/>
        </w:r>
      </w:hyperlink>
    </w:p>
    <w:p w14:paraId="4BCFE8C7" w14:textId="57510A13" w:rsidR="00615537" w:rsidRDefault="00615537">
      <w:pPr>
        <w:pStyle w:val="TOC1"/>
        <w:rPr>
          <w:rFonts w:ascii="Calibri" w:eastAsia="Times New Roman" w:hAnsi="Calibri"/>
          <w:b w:val="0"/>
          <w:kern w:val="2"/>
          <w:sz w:val="22"/>
          <w:szCs w:val="22"/>
          <w:lang w:val="en-US"/>
        </w:rPr>
      </w:pPr>
      <w:hyperlink w:anchor="_Toc161581648" w:history="1">
        <w:r w:rsidRPr="00E376AE">
          <w:rPr>
            <w:rStyle w:val="Hyperlink"/>
          </w:rPr>
          <w:t>6</w:t>
        </w:r>
        <w:r>
          <w:rPr>
            <w:rFonts w:ascii="Calibri" w:eastAsia="Times New Roman" w:hAnsi="Calibri"/>
            <w:b w:val="0"/>
            <w:kern w:val="2"/>
            <w:sz w:val="22"/>
            <w:szCs w:val="22"/>
            <w:lang w:val="en-US"/>
          </w:rPr>
          <w:tab/>
        </w:r>
        <w:r w:rsidRPr="00E376AE">
          <w:rPr>
            <w:rStyle w:val="Hyperlink"/>
          </w:rPr>
          <w:t>BusinessTransactions</w:t>
        </w:r>
        <w:r>
          <w:rPr>
            <w:webHidden/>
          </w:rPr>
          <w:tab/>
        </w:r>
        <w:r>
          <w:rPr>
            <w:webHidden/>
          </w:rPr>
          <w:fldChar w:fldCharType="begin"/>
        </w:r>
        <w:r>
          <w:rPr>
            <w:webHidden/>
          </w:rPr>
          <w:instrText xml:space="preserve"> PAGEREF _Toc161581648 \h </w:instrText>
        </w:r>
        <w:r>
          <w:rPr>
            <w:webHidden/>
          </w:rPr>
        </w:r>
        <w:r>
          <w:rPr>
            <w:webHidden/>
          </w:rPr>
          <w:fldChar w:fldCharType="separate"/>
        </w:r>
        <w:r>
          <w:rPr>
            <w:webHidden/>
          </w:rPr>
          <w:t>22</w:t>
        </w:r>
        <w:r>
          <w:rPr>
            <w:webHidden/>
          </w:rPr>
          <w:fldChar w:fldCharType="end"/>
        </w:r>
      </w:hyperlink>
    </w:p>
    <w:p w14:paraId="0221F436" w14:textId="1B240F2A" w:rsidR="00615537" w:rsidRDefault="00615537">
      <w:pPr>
        <w:pStyle w:val="TOC2"/>
        <w:rPr>
          <w:rFonts w:ascii="Calibri" w:eastAsia="Times New Roman" w:hAnsi="Calibri"/>
          <w:snapToGrid/>
          <w:kern w:val="2"/>
          <w:sz w:val="22"/>
          <w:szCs w:val="22"/>
          <w:lang w:val="en-US"/>
        </w:rPr>
      </w:pPr>
      <w:hyperlink w:anchor="_Toc161581649" w:history="1">
        <w:r w:rsidRPr="00E376AE">
          <w:rPr>
            <w:rStyle w:val="Hyperlink"/>
          </w:rPr>
          <w:t>6.1</w:t>
        </w:r>
        <w:r>
          <w:rPr>
            <w:rFonts w:ascii="Calibri" w:eastAsia="Times New Roman" w:hAnsi="Calibri"/>
            <w:snapToGrid/>
            <w:kern w:val="2"/>
            <w:sz w:val="22"/>
            <w:szCs w:val="22"/>
            <w:lang w:val="en-US"/>
          </w:rPr>
          <w:tab/>
        </w:r>
        <w:r w:rsidRPr="00E376AE">
          <w:rPr>
            <w:rStyle w:val="Hyperlink"/>
          </w:rPr>
          <w:t>Creation Process</w:t>
        </w:r>
        <w:r>
          <w:rPr>
            <w:webHidden/>
          </w:rPr>
          <w:tab/>
        </w:r>
        <w:r>
          <w:rPr>
            <w:webHidden/>
          </w:rPr>
          <w:fldChar w:fldCharType="begin"/>
        </w:r>
        <w:r>
          <w:rPr>
            <w:webHidden/>
          </w:rPr>
          <w:instrText xml:space="preserve"> PAGEREF _Toc161581649 \h </w:instrText>
        </w:r>
        <w:r>
          <w:rPr>
            <w:webHidden/>
          </w:rPr>
        </w:r>
        <w:r>
          <w:rPr>
            <w:webHidden/>
          </w:rPr>
          <w:fldChar w:fldCharType="separate"/>
        </w:r>
        <w:r>
          <w:rPr>
            <w:webHidden/>
          </w:rPr>
          <w:t>22</w:t>
        </w:r>
        <w:r>
          <w:rPr>
            <w:webHidden/>
          </w:rPr>
          <w:fldChar w:fldCharType="end"/>
        </w:r>
      </w:hyperlink>
    </w:p>
    <w:p w14:paraId="6BA26DE4" w14:textId="03BBAFEA" w:rsidR="00615537" w:rsidRDefault="00615537">
      <w:pPr>
        <w:pStyle w:val="TOC2"/>
        <w:rPr>
          <w:rFonts w:ascii="Calibri" w:eastAsia="Times New Roman" w:hAnsi="Calibri"/>
          <w:snapToGrid/>
          <w:kern w:val="2"/>
          <w:sz w:val="22"/>
          <w:szCs w:val="22"/>
          <w:lang w:val="en-US"/>
        </w:rPr>
      </w:pPr>
      <w:hyperlink w:anchor="_Toc161581650" w:history="1">
        <w:r w:rsidRPr="00E376AE">
          <w:rPr>
            <w:rStyle w:val="Hyperlink"/>
          </w:rPr>
          <w:t>6.2</w:t>
        </w:r>
        <w:r>
          <w:rPr>
            <w:rFonts w:ascii="Calibri" w:eastAsia="Times New Roman" w:hAnsi="Calibri"/>
            <w:snapToGrid/>
            <w:kern w:val="2"/>
            <w:sz w:val="22"/>
            <w:szCs w:val="22"/>
            <w:lang w:val="en-US"/>
          </w:rPr>
          <w:tab/>
        </w:r>
        <w:r w:rsidRPr="00E376AE">
          <w:rPr>
            <w:rStyle w:val="Hyperlink"/>
          </w:rPr>
          <w:t>Modification Process</w:t>
        </w:r>
        <w:r>
          <w:rPr>
            <w:webHidden/>
          </w:rPr>
          <w:tab/>
        </w:r>
        <w:r>
          <w:rPr>
            <w:webHidden/>
          </w:rPr>
          <w:fldChar w:fldCharType="begin"/>
        </w:r>
        <w:r>
          <w:rPr>
            <w:webHidden/>
          </w:rPr>
          <w:instrText xml:space="preserve"> PAGEREF _Toc161581650 \h </w:instrText>
        </w:r>
        <w:r>
          <w:rPr>
            <w:webHidden/>
          </w:rPr>
        </w:r>
        <w:r>
          <w:rPr>
            <w:webHidden/>
          </w:rPr>
          <w:fldChar w:fldCharType="separate"/>
        </w:r>
        <w:r>
          <w:rPr>
            <w:webHidden/>
          </w:rPr>
          <w:t>24</w:t>
        </w:r>
        <w:r>
          <w:rPr>
            <w:webHidden/>
          </w:rPr>
          <w:fldChar w:fldCharType="end"/>
        </w:r>
      </w:hyperlink>
    </w:p>
    <w:p w14:paraId="515EBF76" w14:textId="1E02184F" w:rsidR="00615537" w:rsidRDefault="00615537">
      <w:pPr>
        <w:pStyle w:val="TOC2"/>
        <w:rPr>
          <w:rFonts w:ascii="Calibri" w:eastAsia="Times New Roman" w:hAnsi="Calibri"/>
          <w:snapToGrid/>
          <w:kern w:val="2"/>
          <w:sz w:val="22"/>
          <w:szCs w:val="22"/>
          <w:lang w:val="en-US"/>
        </w:rPr>
      </w:pPr>
      <w:hyperlink w:anchor="_Toc161581651" w:history="1">
        <w:r w:rsidRPr="00E376AE">
          <w:rPr>
            <w:rStyle w:val="Hyperlink"/>
          </w:rPr>
          <w:t>6.3</w:t>
        </w:r>
        <w:r>
          <w:rPr>
            <w:rFonts w:ascii="Calibri" w:eastAsia="Times New Roman" w:hAnsi="Calibri"/>
            <w:snapToGrid/>
            <w:kern w:val="2"/>
            <w:sz w:val="22"/>
            <w:szCs w:val="22"/>
            <w:lang w:val="en-US"/>
          </w:rPr>
          <w:tab/>
        </w:r>
        <w:r w:rsidRPr="00E376AE">
          <w:rPr>
            <w:rStyle w:val="Hyperlink"/>
          </w:rPr>
          <w:t>Deletion Process</w:t>
        </w:r>
        <w:r>
          <w:rPr>
            <w:webHidden/>
          </w:rPr>
          <w:tab/>
        </w:r>
        <w:r>
          <w:rPr>
            <w:webHidden/>
          </w:rPr>
          <w:fldChar w:fldCharType="begin"/>
        </w:r>
        <w:r>
          <w:rPr>
            <w:webHidden/>
          </w:rPr>
          <w:instrText xml:space="preserve"> PAGEREF _Toc161581651 \h </w:instrText>
        </w:r>
        <w:r>
          <w:rPr>
            <w:webHidden/>
          </w:rPr>
        </w:r>
        <w:r>
          <w:rPr>
            <w:webHidden/>
          </w:rPr>
          <w:fldChar w:fldCharType="separate"/>
        </w:r>
        <w:r>
          <w:rPr>
            <w:webHidden/>
          </w:rPr>
          <w:t>26</w:t>
        </w:r>
        <w:r>
          <w:rPr>
            <w:webHidden/>
          </w:rPr>
          <w:fldChar w:fldCharType="end"/>
        </w:r>
      </w:hyperlink>
    </w:p>
    <w:p w14:paraId="3AE3F78C" w14:textId="66BF9978" w:rsidR="00615537" w:rsidRDefault="00615537">
      <w:pPr>
        <w:pStyle w:val="TOC2"/>
        <w:rPr>
          <w:rFonts w:ascii="Calibri" w:eastAsia="Times New Roman" w:hAnsi="Calibri"/>
          <w:snapToGrid/>
          <w:kern w:val="2"/>
          <w:sz w:val="22"/>
          <w:szCs w:val="22"/>
          <w:lang w:val="en-US"/>
        </w:rPr>
      </w:pPr>
      <w:hyperlink w:anchor="_Toc161581652" w:history="1">
        <w:r w:rsidRPr="00E376AE">
          <w:rPr>
            <w:rStyle w:val="Hyperlink"/>
          </w:rPr>
          <w:t>6.4</w:t>
        </w:r>
        <w:r>
          <w:rPr>
            <w:rFonts w:ascii="Calibri" w:eastAsia="Times New Roman" w:hAnsi="Calibri"/>
            <w:snapToGrid/>
            <w:kern w:val="2"/>
            <w:sz w:val="22"/>
            <w:szCs w:val="22"/>
            <w:lang w:val="en-US"/>
          </w:rPr>
          <w:tab/>
        </w:r>
        <w:r w:rsidRPr="00E376AE">
          <w:rPr>
            <w:rStyle w:val="Hyperlink"/>
          </w:rPr>
          <w:t>Query/Response Process</w:t>
        </w:r>
        <w:r>
          <w:rPr>
            <w:webHidden/>
          </w:rPr>
          <w:tab/>
        </w:r>
        <w:r>
          <w:rPr>
            <w:webHidden/>
          </w:rPr>
          <w:fldChar w:fldCharType="begin"/>
        </w:r>
        <w:r>
          <w:rPr>
            <w:webHidden/>
          </w:rPr>
          <w:instrText xml:space="preserve"> PAGEREF _Toc161581652 \h </w:instrText>
        </w:r>
        <w:r>
          <w:rPr>
            <w:webHidden/>
          </w:rPr>
        </w:r>
        <w:r>
          <w:rPr>
            <w:webHidden/>
          </w:rPr>
          <w:fldChar w:fldCharType="separate"/>
        </w:r>
        <w:r>
          <w:rPr>
            <w:webHidden/>
          </w:rPr>
          <w:t>28</w:t>
        </w:r>
        <w:r>
          <w:rPr>
            <w:webHidden/>
          </w:rPr>
          <w:fldChar w:fldCharType="end"/>
        </w:r>
      </w:hyperlink>
    </w:p>
    <w:p w14:paraId="569C7BFE" w14:textId="62431350" w:rsidR="00615537" w:rsidRDefault="00615537">
      <w:pPr>
        <w:pStyle w:val="TOC2"/>
        <w:rPr>
          <w:rFonts w:ascii="Calibri" w:eastAsia="Times New Roman" w:hAnsi="Calibri"/>
          <w:snapToGrid/>
          <w:kern w:val="2"/>
          <w:sz w:val="22"/>
          <w:szCs w:val="22"/>
          <w:lang w:val="en-US"/>
        </w:rPr>
      </w:pPr>
      <w:hyperlink w:anchor="_Toc161581653" w:history="1">
        <w:r w:rsidRPr="00E376AE">
          <w:rPr>
            <w:rStyle w:val="Hyperlink"/>
          </w:rPr>
          <w:t>6.5</w:t>
        </w:r>
        <w:r>
          <w:rPr>
            <w:rFonts w:ascii="Calibri" w:eastAsia="Times New Roman" w:hAnsi="Calibri"/>
            <w:snapToGrid/>
            <w:kern w:val="2"/>
            <w:sz w:val="22"/>
            <w:szCs w:val="22"/>
            <w:lang w:val="en-US"/>
          </w:rPr>
          <w:tab/>
        </w:r>
        <w:r w:rsidRPr="00E376AE">
          <w:rPr>
            <w:rStyle w:val="Hyperlink"/>
          </w:rPr>
          <w:t>Statement Process</w:t>
        </w:r>
        <w:r>
          <w:rPr>
            <w:webHidden/>
          </w:rPr>
          <w:tab/>
        </w:r>
        <w:r>
          <w:rPr>
            <w:webHidden/>
          </w:rPr>
          <w:fldChar w:fldCharType="begin"/>
        </w:r>
        <w:r>
          <w:rPr>
            <w:webHidden/>
          </w:rPr>
          <w:instrText xml:space="preserve"> PAGEREF _Toc161581653 \h </w:instrText>
        </w:r>
        <w:r>
          <w:rPr>
            <w:webHidden/>
          </w:rPr>
        </w:r>
        <w:r>
          <w:rPr>
            <w:webHidden/>
          </w:rPr>
          <w:fldChar w:fldCharType="separate"/>
        </w:r>
        <w:r>
          <w:rPr>
            <w:webHidden/>
          </w:rPr>
          <w:t>30</w:t>
        </w:r>
        <w:r>
          <w:rPr>
            <w:webHidden/>
          </w:rPr>
          <w:fldChar w:fldCharType="end"/>
        </w:r>
      </w:hyperlink>
    </w:p>
    <w:p w14:paraId="4C4D99B6" w14:textId="60D3589C" w:rsidR="00615537" w:rsidRDefault="00615537">
      <w:pPr>
        <w:pStyle w:val="TOC1"/>
        <w:rPr>
          <w:rFonts w:ascii="Calibri" w:eastAsia="Times New Roman" w:hAnsi="Calibri"/>
          <w:b w:val="0"/>
          <w:kern w:val="2"/>
          <w:sz w:val="22"/>
          <w:szCs w:val="22"/>
          <w:lang w:val="en-US"/>
        </w:rPr>
      </w:pPr>
      <w:hyperlink w:anchor="_Toc161581654" w:history="1">
        <w:r w:rsidRPr="00E376AE">
          <w:rPr>
            <w:rStyle w:val="Hyperlink"/>
          </w:rPr>
          <w:t>7</w:t>
        </w:r>
        <w:r>
          <w:rPr>
            <w:rFonts w:ascii="Calibri" w:eastAsia="Times New Roman" w:hAnsi="Calibri"/>
            <w:b w:val="0"/>
            <w:kern w:val="2"/>
            <w:sz w:val="22"/>
            <w:szCs w:val="22"/>
            <w:lang w:val="en-US"/>
          </w:rPr>
          <w:tab/>
        </w:r>
        <w:r w:rsidRPr="00E376AE">
          <w:rPr>
            <w:rStyle w:val="Hyperlink"/>
          </w:rPr>
          <w:t>Business Examples</w:t>
        </w:r>
        <w:r>
          <w:rPr>
            <w:webHidden/>
          </w:rPr>
          <w:tab/>
        </w:r>
        <w:r>
          <w:rPr>
            <w:webHidden/>
          </w:rPr>
          <w:fldChar w:fldCharType="begin"/>
        </w:r>
        <w:r>
          <w:rPr>
            <w:webHidden/>
          </w:rPr>
          <w:instrText xml:space="preserve"> PAGEREF _Toc161581654 \h </w:instrText>
        </w:r>
        <w:r>
          <w:rPr>
            <w:webHidden/>
          </w:rPr>
        </w:r>
        <w:r>
          <w:rPr>
            <w:webHidden/>
          </w:rPr>
          <w:fldChar w:fldCharType="separate"/>
        </w:r>
        <w:r>
          <w:rPr>
            <w:webHidden/>
          </w:rPr>
          <w:t>31</w:t>
        </w:r>
        <w:r>
          <w:rPr>
            <w:webHidden/>
          </w:rPr>
          <w:fldChar w:fldCharType="end"/>
        </w:r>
      </w:hyperlink>
    </w:p>
    <w:p w14:paraId="580EBE2C" w14:textId="514AC77B" w:rsidR="00615537" w:rsidRDefault="00615537">
      <w:pPr>
        <w:pStyle w:val="TOC2"/>
        <w:rPr>
          <w:rFonts w:ascii="Calibri" w:eastAsia="Times New Roman" w:hAnsi="Calibri"/>
          <w:snapToGrid/>
          <w:kern w:val="2"/>
          <w:sz w:val="22"/>
          <w:szCs w:val="22"/>
          <w:lang w:val="en-US"/>
        </w:rPr>
      </w:pPr>
      <w:hyperlink w:anchor="_Toc161581655" w:history="1">
        <w:r w:rsidRPr="00E376AE">
          <w:rPr>
            <w:rStyle w:val="Hyperlink"/>
          </w:rPr>
          <w:t>7.1</w:t>
        </w:r>
        <w:r>
          <w:rPr>
            <w:rFonts w:ascii="Calibri" w:eastAsia="Times New Roman" w:hAnsi="Calibri"/>
            <w:snapToGrid/>
            <w:kern w:val="2"/>
            <w:sz w:val="22"/>
            <w:szCs w:val="22"/>
            <w:lang w:val="en-US"/>
          </w:rPr>
          <w:tab/>
        </w:r>
        <w:r w:rsidRPr="00E376AE">
          <w:rPr>
            <w:rStyle w:val="Hyperlink"/>
          </w:rPr>
          <w:t>Securities Account Creation Request - reda.018.001.01</w:t>
        </w:r>
        <w:r>
          <w:rPr>
            <w:webHidden/>
          </w:rPr>
          <w:tab/>
        </w:r>
        <w:r>
          <w:rPr>
            <w:webHidden/>
          </w:rPr>
          <w:fldChar w:fldCharType="begin"/>
        </w:r>
        <w:r>
          <w:rPr>
            <w:webHidden/>
          </w:rPr>
          <w:instrText xml:space="preserve"> PAGEREF _Toc161581655 \h </w:instrText>
        </w:r>
        <w:r>
          <w:rPr>
            <w:webHidden/>
          </w:rPr>
        </w:r>
        <w:r>
          <w:rPr>
            <w:webHidden/>
          </w:rPr>
          <w:fldChar w:fldCharType="separate"/>
        </w:r>
        <w:r>
          <w:rPr>
            <w:webHidden/>
          </w:rPr>
          <w:t>31</w:t>
        </w:r>
        <w:r>
          <w:rPr>
            <w:webHidden/>
          </w:rPr>
          <w:fldChar w:fldCharType="end"/>
        </w:r>
      </w:hyperlink>
    </w:p>
    <w:p w14:paraId="48A27CC5" w14:textId="183877CB" w:rsidR="00615537" w:rsidRDefault="00615537">
      <w:pPr>
        <w:pStyle w:val="TOC2"/>
        <w:rPr>
          <w:rFonts w:ascii="Calibri" w:eastAsia="Times New Roman" w:hAnsi="Calibri"/>
          <w:snapToGrid/>
          <w:kern w:val="2"/>
          <w:sz w:val="22"/>
          <w:szCs w:val="22"/>
          <w:lang w:val="en-US"/>
        </w:rPr>
      </w:pPr>
      <w:hyperlink w:anchor="_Toc161581656" w:history="1">
        <w:r w:rsidRPr="00E376AE">
          <w:rPr>
            <w:rStyle w:val="Hyperlink"/>
          </w:rPr>
          <w:t>7.2</w:t>
        </w:r>
        <w:r>
          <w:rPr>
            <w:rFonts w:ascii="Calibri" w:eastAsia="Times New Roman" w:hAnsi="Calibri"/>
            <w:snapToGrid/>
            <w:kern w:val="2"/>
            <w:sz w:val="22"/>
            <w:szCs w:val="22"/>
            <w:lang w:val="en-US"/>
          </w:rPr>
          <w:tab/>
        </w:r>
        <w:r w:rsidRPr="00E376AE">
          <w:rPr>
            <w:rStyle w:val="Hyperlink"/>
          </w:rPr>
          <w:t>Securities Account Modification Request - reda.023.001.01</w:t>
        </w:r>
        <w:r>
          <w:rPr>
            <w:webHidden/>
          </w:rPr>
          <w:tab/>
        </w:r>
        <w:r>
          <w:rPr>
            <w:webHidden/>
          </w:rPr>
          <w:fldChar w:fldCharType="begin"/>
        </w:r>
        <w:r>
          <w:rPr>
            <w:webHidden/>
          </w:rPr>
          <w:instrText xml:space="preserve"> PAGEREF _Toc161581656 \h </w:instrText>
        </w:r>
        <w:r>
          <w:rPr>
            <w:webHidden/>
          </w:rPr>
        </w:r>
        <w:r>
          <w:rPr>
            <w:webHidden/>
          </w:rPr>
          <w:fldChar w:fldCharType="separate"/>
        </w:r>
        <w:r>
          <w:rPr>
            <w:webHidden/>
          </w:rPr>
          <w:t>32</w:t>
        </w:r>
        <w:r>
          <w:rPr>
            <w:webHidden/>
          </w:rPr>
          <w:fldChar w:fldCharType="end"/>
        </w:r>
      </w:hyperlink>
    </w:p>
    <w:p w14:paraId="1C9962CB" w14:textId="629A271B" w:rsidR="00615537" w:rsidRDefault="00615537">
      <w:pPr>
        <w:pStyle w:val="TOC2"/>
        <w:rPr>
          <w:rFonts w:ascii="Calibri" w:eastAsia="Times New Roman" w:hAnsi="Calibri"/>
          <w:snapToGrid/>
          <w:kern w:val="2"/>
          <w:sz w:val="22"/>
          <w:szCs w:val="22"/>
          <w:lang w:val="en-US"/>
        </w:rPr>
      </w:pPr>
      <w:hyperlink w:anchor="_Toc161581657" w:history="1">
        <w:r w:rsidRPr="00E376AE">
          <w:rPr>
            <w:rStyle w:val="Hyperlink"/>
          </w:rPr>
          <w:t>7.3</w:t>
        </w:r>
        <w:r>
          <w:rPr>
            <w:rFonts w:ascii="Calibri" w:eastAsia="Times New Roman" w:hAnsi="Calibri"/>
            <w:snapToGrid/>
            <w:kern w:val="2"/>
            <w:sz w:val="22"/>
            <w:szCs w:val="22"/>
            <w:lang w:val="en-US"/>
          </w:rPr>
          <w:tab/>
        </w:r>
        <w:r w:rsidRPr="00E376AE">
          <w:rPr>
            <w:rStyle w:val="Hyperlink"/>
          </w:rPr>
          <w:t>Securities Account Deletion Request - reda.032.001.01</w:t>
        </w:r>
        <w:r>
          <w:rPr>
            <w:webHidden/>
          </w:rPr>
          <w:tab/>
        </w:r>
        <w:r>
          <w:rPr>
            <w:webHidden/>
          </w:rPr>
          <w:fldChar w:fldCharType="begin"/>
        </w:r>
        <w:r>
          <w:rPr>
            <w:webHidden/>
          </w:rPr>
          <w:instrText xml:space="preserve"> PAGEREF _Toc161581657 \h </w:instrText>
        </w:r>
        <w:r>
          <w:rPr>
            <w:webHidden/>
          </w:rPr>
        </w:r>
        <w:r>
          <w:rPr>
            <w:webHidden/>
          </w:rPr>
          <w:fldChar w:fldCharType="separate"/>
        </w:r>
        <w:r>
          <w:rPr>
            <w:webHidden/>
          </w:rPr>
          <w:t>33</w:t>
        </w:r>
        <w:r>
          <w:rPr>
            <w:webHidden/>
          </w:rPr>
          <w:fldChar w:fldCharType="end"/>
        </w:r>
      </w:hyperlink>
    </w:p>
    <w:p w14:paraId="436FB553" w14:textId="4E01E883" w:rsidR="00615537" w:rsidRDefault="00615537">
      <w:pPr>
        <w:pStyle w:val="TOC2"/>
        <w:rPr>
          <w:rFonts w:ascii="Calibri" w:eastAsia="Times New Roman" w:hAnsi="Calibri"/>
          <w:snapToGrid/>
          <w:kern w:val="2"/>
          <w:sz w:val="22"/>
          <w:szCs w:val="22"/>
          <w:lang w:val="en-US"/>
        </w:rPr>
      </w:pPr>
      <w:hyperlink w:anchor="_Toc161581658" w:history="1">
        <w:r w:rsidRPr="00E376AE">
          <w:rPr>
            <w:rStyle w:val="Hyperlink"/>
          </w:rPr>
          <w:t>7.4</w:t>
        </w:r>
        <w:r>
          <w:rPr>
            <w:rFonts w:ascii="Calibri" w:eastAsia="Times New Roman" w:hAnsi="Calibri"/>
            <w:snapToGrid/>
            <w:kern w:val="2"/>
            <w:sz w:val="22"/>
            <w:szCs w:val="22"/>
            <w:lang w:val="en-US"/>
          </w:rPr>
          <w:tab/>
        </w:r>
        <w:r w:rsidRPr="00E376AE">
          <w:rPr>
            <w:rStyle w:val="Hyperlink"/>
          </w:rPr>
          <w:t>Securities Account Status Advice - reda.020.001.01</w:t>
        </w:r>
        <w:r>
          <w:rPr>
            <w:webHidden/>
          </w:rPr>
          <w:tab/>
        </w:r>
        <w:r>
          <w:rPr>
            <w:webHidden/>
          </w:rPr>
          <w:fldChar w:fldCharType="begin"/>
        </w:r>
        <w:r>
          <w:rPr>
            <w:webHidden/>
          </w:rPr>
          <w:instrText xml:space="preserve"> PAGEREF _Toc161581658 \h </w:instrText>
        </w:r>
        <w:r>
          <w:rPr>
            <w:webHidden/>
          </w:rPr>
        </w:r>
        <w:r>
          <w:rPr>
            <w:webHidden/>
          </w:rPr>
          <w:fldChar w:fldCharType="separate"/>
        </w:r>
        <w:r>
          <w:rPr>
            <w:webHidden/>
          </w:rPr>
          <w:t>33</w:t>
        </w:r>
        <w:r>
          <w:rPr>
            <w:webHidden/>
          </w:rPr>
          <w:fldChar w:fldCharType="end"/>
        </w:r>
      </w:hyperlink>
    </w:p>
    <w:p w14:paraId="2F8C181B" w14:textId="1186F7B0" w:rsidR="00615537" w:rsidRDefault="00615537">
      <w:pPr>
        <w:pStyle w:val="TOC2"/>
        <w:rPr>
          <w:rFonts w:ascii="Calibri" w:eastAsia="Times New Roman" w:hAnsi="Calibri"/>
          <w:snapToGrid/>
          <w:kern w:val="2"/>
          <w:sz w:val="22"/>
          <w:szCs w:val="22"/>
          <w:lang w:val="en-US"/>
        </w:rPr>
      </w:pPr>
      <w:hyperlink w:anchor="_Toc161581659" w:history="1">
        <w:r w:rsidRPr="00E376AE">
          <w:rPr>
            <w:rStyle w:val="Hyperlink"/>
          </w:rPr>
          <w:t>7.5</w:t>
        </w:r>
        <w:r>
          <w:rPr>
            <w:rFonts w:ascii="Calibri" w:eastAsia="Times New Roman" w:hAnsi="Calibri"/>
            <w:snapToGrid/>
            <w:kern w:val="2"/>
            <w:sz w:val="22"/>
            <w:szCs w:val="22"/>
            <w:lang w:val="en-US"/>
          </w:rPr>
          <w:tab/>
        </w:r>
        <w:r w:rsidRPr="00E376AE">
          <w:rPr>
            <w:rStyle w:val="Hyperlink"/>
          </w:rPr>
          <w:t>Securities Account Query - reda.019.001.01</w:t>
        </w:r>
        <w:r>
          <w:rPr>
            <w:webHidden/>
          </w:rPr>
          <w:tab/>
        </w:r>
        <w:r>
          <w:rPr>
            <w:webHidden/>
          </w:rPr>
          <w:fldChar w:fldCharType="begin"/>
        </w:r>
        <w:r>
          <w:rPr>
            <w:webHidden/>
          </w:rPr>
          <w:instrText xml:space="preserve"> PAGEREF _Toc161581659 \h </w:instrText>
        </w:r>
        <w:r>
          <w:rPr>
            <w:webHidden/>
          </w:rPr>
        </w:r>
        <w:r>
          <w:rPr>
            <w:webHidden/>
          </w:rPr>
          <w:fldChar w:fldCharType="separate"/>
        </w:r>
        <w:r>
          <w:rPr>
            <w:webHidden/>
          </w:rPr>
          <w:t>35</w:t>
        </w:r>
        <w:r>
          <w:rPr>
            <w:webHidden/>
          </w:rPr>
          <w:fldChar w:fldCharType="end"/>
        </w:r>
      </w:hyperlink>
    </w:p>
    <w:p w14:paraId="2C858D51" w14:textId="059FCC42" w:rsidR="00615537" w:rsidRDefault="00615537">
      <w:pPr>
        <w:pStyle w:val="TOC2"/>
        <w:rPr>
          <w:rFonts w:ascii="Calibri" w:eastAsia="Times New Roman" w:hAnsi="Calibri"/>
          <w:snapToGrid/>
          <w:kern w:val="2"/>
          <w:sz w:val="22"/>
          <w:szCs w:val="22"/>
          <w:lang w:val="en-US"/>
        </w:rPr>
      </w:pPr>
      <w:hyperlink w:anchor="_Toc161581660" w:history="1">
        <w:r w:rsidRPr="00E376AE">
          <w:rPr>
            <w:rStyle w:val="Hyperlink"/>
          </w:rPr>
          <w:t>7.6</w:t>
        </w:r>
        <w:r>
          <w:rPr>
            <w:rFonts w:ascii="Calibri" w:eastAsia="Times New Roman" w:hAnsi="Calibri"/>
            <w:snapToGrid/>
            <w:kern w:val="2"/>
            <w:sz w:val="22"/>
            <w:szCs w:val="22"/>
            <w:lang w:val="en-US"/>
          </w:rPr>
          <w:tab/>
        </w:r>
        <w:r w:rsidRPr="00E376AE">
          <w:rPr>
            <w:rStyle w:val="Hyperlink"/>
          </w:rPr>
          <w:t>Securities Account Report - reda.021.001.01</w:t>
        </w:r>
        <w:r>
          <w:rPr>
            <w:webHidden/>
          </w:rPr>
          <w:tab/>
        </w:r>
        <w:r>
          <w:rPr>
            <w:webHidden/>
          </w:rPr>
          <w:fldChar w:fldCharType="begin"/>
        </w:r>
        <w:r>
          <w:rPr>
            <w:webHidden/>
          </w:rPr>
          <w:instrText xml:space="preserve"> PAGEREF _Toc161581660 \h </w:instrText>
        </w:r>
        <w:r>
          <w:rPr>
            <w:webHidden/>
          </w:rPr>
        </w:r>
        <w:r>
          <w:rPr>
            <w:webHidden/>
          </w:rPr>
          <w:fldChar w:fldCharType="separate"/>
        </w:r>
        <w:r>
          <w:rPr>
            <w:webHidden/>
          </w:rPr>
          <w:t>36</w:t>
        </w:r>
        <w:r>
          <w:rPr>
            <w:webHidden/>
          </w:rPr>
          <w:fldChar w:fldCharType="end"/>
        </w:r>
      </w:hyperlink>
    </w:p>
    <w:p w14:paraId="1A8B172C" w14:textId="6279A4EB" w:rsidR="00615537" w:rsidRDefault="00615537">
      <w:pPr>
        <w:pStyle w:val="TOC2"/>
        <w:rPr>
          <w:rFonts w:ascii="Calibri" w:eastAsia="Times New Roman" w:hAnsi="Calibri"/>
          <w:snapToGrid/>
          <w:kern w:val="2"/>
          <w:sz w:val="22"/>
          <w:szCs w:val="22"/>
          <w:lang w:val="en-US"/>
        </w:rPr>
      </w:pPr>
      <w:hyperlink w:anchor="_Toc161581661" w:history="1">
        <w:r w:rsidRPr="00E376AE">
          <w:rPr>
            <w:rStyle w:val="Hyperlink"/>
          </w:rPr>
          <w:t>7.7</w:t>
        </w:r>
        <w:r>
          <w:rPr>
            <w:rFonts w:ascii="Calibri" w:eastAsia="Times New Roman" w:hAnsi="Calibri"/>
            <w:snapToGrid/>
            <w:kern w:val="2"/>
            <w:sz w:val="22"/>
            <w:szCs w:val="22"/>
            <w:lang w:val="en-US"/>
          </w:rPr>
          <w:tab/>
        </w:r>
        <w:r w:rsidRPr="00E376AE">
          <w:rPr>
            <w:rStyle w:val="Hyperlink"/>
          </w:rPr>
          <w:t>Securities Account Activity Advice - reda.035.001.01</w:t>
        </w:r>
        <w:r>
          <w:rPr>
            <w:webHidden/>
          </w:rPr>
          <w:tab/>
        </w:r>
        <w:r>
          <w:rPr>
            <w:webHidden/>
          </w:rPr>
          <w:fldChar w:fldCharType="begin"/>
        </w:r>
        <w:r>
          <w:rPr>
            <w:webHidden/>
          </w:rPr>
          <w:instrText xml:space="preserve"> PAGEREF _Toc161581661 \h </w:instrText>
        </w:r>
        <w:r>
          <w:rPr>
            <w:webHidden/>
          </w:rPr>
        </w:r>
        <w:r>
          <w:rPr>
            <w:webHidden/>
          </w:rPr>
          <w:fldChar w:fldCharType="separate"/>
        </w:r>
        <w:r>
          <w:rPr>
            <w:webHidden/>
          </w:rPr>
          <w:t>38</w:t>
        </w:r>
        <w:r>
          <w:rPr>
            <w:webHidden/>
          </w:rPr>
          <w:fldChar w:fldCharType="end"/>
        </w:r>
      </w:hyperlink>
    </w:p>
    <w:p w14:paraId="6504B60B" w14:textId="34819328" w:rsidR="00615537" w:rsidRDefault="00615537">
      <w:pPr>
        <w:pStyle w:val="TOC2"/>
        <w:rPr>
          <w:rFonts w:ascii="Calibri" w:eastAsia="Times New Roman" w:hAnsi="Calibri"/>
          <w:snapToGrid/>
          <w:kern w:val="2"/>
          <w:sz w:val="22"/>
          <w:szCs w:val="22"/>
          <w:lang w:val="en-US"/>
        </w:rPr>
      </w:pPr>
      <w:hyperlink w:anchor="_Toc161581662" w:history="1">
        <w:r w:rsidRPr="00E376AE">
          <w:rPr>
            <w:rStyle w:val="Hyperlink"/>
          </w:rPr>
          <w:t>7.8</w:t>
        </w:r>
        <w:r>
          <w:rPr>
            <w:rFonts w:ascii="Calibri" w:eastAsia="Times New Roman" w:hAnsi="Calibri"/>
            <w:snapToGrid/>
            <w:kern w:val="2"/>
            <w:sz w:val="22"/>
            <w:szCs w:val="22"/>
            <w:lang w:val="en-US"/>
          </w:rPr>
          <w:tab/>
        </w:r>
        <w:r w:rsidRPr="00E376AE">
          <w:rPr>
            <w:rStyle w:val="Hyperlink"/>
          </w:rPr>
          <w:t>Securities Account Audit Trail Query - reda.036.001.01</w:t>
        </w:r>
        <w:r>
          <w:rPr>
            <w:webHidden/>
          </w:rPr>
          <w:tab/>
        </w:r>
        <w:r>
          <w:rPr>
            <w:webHidden/>
          </w:rPr>
          <w:fldChar w:fldCharType="begin"/>
        </w:r>
        <w:r>
          <w:rPr>
            <w:webHidden/>
          </w:rPr>
          <w:instrText xml:space="preserve"> PAGEREF _Toc161581662 \h </w:instrText>
        </w:r>
        <w:r>
          <w:rPr>
            <w:webHidden/>
          </w:rPr>
        </w:r>
        <w:r>
          <w:rPr>
            <w:webHidden/>
          </w:rPr>
          <w:fldChar w:fldCharType="separate"/>
        </w:r>
        <w:r>
          <w:rPr>
            <w:webHidden/>
          </w:rPr>
          <w:t>39</w:t>
        </w:r>
        <w:r>
          <w:rPr>
            <w:webHidden/>
          </w:rPr>
          <w:fldChar w:fldCharType="end"/>
        </w:r>
      </w:hyperlink>
    </w:p>
    <w:p w14:paraId="00C8B3A5" w14:textId="6B48A838" w:rsidR="00615537" w:rsidRDefault="00615537">
      <w:pPr>
        <w:pStyle w:val="TOC2"/>
        <w:rPr>
          <w:rFonts w:ascii="Calibri" w:eastAsia="Times New Roman" w:hAnsi="Calibri"/>
          <w:snapToGrid/>
          <w:kern w:val="2"/>
          <w:sz w:val="22"/>
          <w:szCs w:val="22"/>
          <w:lang w:val="en-US"/>
        </w:rPr>
      </w:pPr>
      <w:hyperlink w:anchor="_Toc161581663" w:history="1">
        <w:r w:rsidRPr="00E376AE">
          <w:rPr>
            <w:rStyle w:val="Hyperlink"/>
          </w:rPr>
          <w:t>7.9</w:t>
        </w:r>
        <w:r>
          <w:rPr>
            <w:rFonts w:ascii="Calibri" w:eastAsia="Times New Roman" w:hAnsi="Calibri"/>
            <w:snapToGrid/>
            <w:kern w:val="2"/>
            <w:sz w:val="22"/>
            <w:szCs w:val="22"/>
            <w:lang w:val="en-US"/>
          </w:rPr>
          <w:tab/>
        </w:r>
        <w:r w:rsidRPr="00E376AE">
          <w:rPr>
            <w:rStyle w:val="Hyperlink"/>
          </w:rPr>
          <w:t>Securities Account Audit Trail Report - reda.037.001.01</w:t>
        </w:r>
        <w:r>
          <w:rPr>
            <w:webHidden/>
          </w:rPr>
          <w:tab/>
        </w:r>
        <w:r>
          <w:rPr>
            <w:webHidden/>
          </w:rPr>
          <w:fldChar w:fldCharType="begin"/>
        </w:r>
        <w:r>
          <w:rPr>
            <w:webHidden/>
          </w:rPr>
          <w:instrText xml:space="preserve"> PAGEREF _Toc161581663 \h </w:instrText>
        </w:r>
        <w:r>
          <w:rPr>
            <w:webHidden/>
          </w:rPr>
        </w:r>
        <w:r>
          <w:rPr>
            <w:webHidden/>
          </w:rPr>
          <w:fldChar w:fldCharType="separate"/>
        </w:r>
        <w:r>
          <w:rPr>
            <w:webHidden/>
          </w:rPr>
          <w:t>39</w:t>
        </w:r>
        <w:r>
          <w:rPr>
            <w:webHidden/>
          </w:rPr>
          <w:fldChar w:fldCharType="end"/>
        </w:r>
      </w:hyperlink>
    </w:p>
    <w:p w14:paraId="2EA066C8" w14:textId="5A51876E" w:rsidR="00615537" w:rsidRDefault="00615537">
      <w:pPr>
        <w:pStyle w:val="TOC1"/>
        <w:rPr>
          <w:rFonts w:ascii="Calibri" w:eastAsia="Times New Roman" w:hAnsi="Calibri"/>
          <w:b w:val="0"/>
          <w:kern w:val="2"/>
          <w:sz w:val="22"/>
          <w:szCs w:val="22"/>
          <w:lang w:val="en-US"/>
        </w:rPr>
      </w:pPr>
      <w:hyperlink w:anchor="_Toc161581664" w:history="1">
        <w:r w:rsidRPr="00E376AE">
          <w:rPr>
            <w:rStyle w:val="Hyperlink"/>
          </w:rPr>
          <w:t>8</w:t>
        </w:r>
        <w:r>
          <w:rPr>
            <w:rFonts w:ascii="Calibri" w:eastAsia="Times New Roman" w:hAnsi="Calibri"/>
            <w:b w:val="0"/>
            <w:kern w:val="2"/>
            <w:sz w:val="22"/>
            <w:szCs w:val="22"/>
            <w:lang w:val="en-US"/>
          </w:rPr>
          <w:tab/>
        </w:r>
        <w:r w:rsidRPr="00E376AE">
          <w:rPr>
            <w:rStyle w:val="Hyperlink"/>
          </w:rPr>
          <w:t>Revision Record</w:t>
        </w:r>
        <w:r>
          <w:rPr>
            <w:webHidden/>
          </w:rPr>
          <w:tab/>
        </w:r>
        <w:r>
          <w:rPr>
            <w:webHidden/>
          </w:rPr>
          <w:fldChar w:fldCharType="begin"/>
        </w:r>
        <w:r>
          <w:rPr>
            <w:webHidden/>
          </w:rPr>
          <w:instrText xml:space="preserve"> PAGEREF _Toc161581664 \h </w:instrText>
        </w:r>
        <w:r>
          <w:rPr>
            <w:webHidden/>
          </w:rPr>
        </w:r>
        <w:r>
          <w:rPr>
            <w:webHidden/>
          </w:rPr>
          <w:fldChar w:fldCharType="separate"/>
        </w:r>
        <w:r>
          <w:rPr>
            <w:webHidden/>
          </w:rPr>
          <w:t>41</w:t>
        </w:r>
        <w:r>
          <w:rPr>
            <w:webHidden/>
          </w:rPr>
          <w:fldChar w:fldCharType="end"/>
        </w:r>
      </w:hyperlink>
    </w:p>
    <w:p w14:paraId="20CF6BC3" w14:textId="77777777" w:rsidR="00615537" w:rsidRDefault="00F45CD3" w:rsidP="009413C8">
      <w:pPr>
        <w:pStyle w:val="PreliminaryNote"/>
      </w:pPr>
      <w:r>
        <w:fldChar w:fldCharType="end"/>
      </w:r>
    </w:p>
    <w:p w14:paraId="5A3DC995" w14:textId="5065EEAE" w:rsidR="00C45139" w:rsidRPr="00C45139" w:rsidRDefault="00615537" w:rsidP="00615537">
      <w:pPr>
        <w:pStyle w:val="PreliminaryNote"/>
      </w:pPr>
      <w:r>
        <w:br w:type="page"/>
      </w:r>
      <w:r w:rsidR="00C45139">
        <w:lastRenderedPageBreak/>
        <w:t>Preliminary Note</w:t>
      </w:r>
    </w:p>
    <w:p w14:paraId="0F6B3598" w14:textId="77777777" w:rsidR="00C45139" w:rsidRDefault="00C45139" w:rsidP="00C45139">
      <w:pPr>
        <w:pStyle w:val="Normalbeforetable"/>
      </w:pPr>
      <w:r>
        <w:t>The Message Definition Report (MDR) is made of three parts:</w:t>
      </w:r>
    </w:p>
    <w:p w14:paraId="1EF3C13E" w14:textId="77777777" w:rsidR="00C45139" w:rsidRDefault="00C45139" w:rsidP="00C45139">
      <w:pPr>
        <w:pStyle w:val="BlockLabel"/>
      </w:pPr>
      <w:r>
        <w:t>MDR Part 1</w:t>
      </w:r>
    </w:p>
    <w:p w14:paraId="084923C5" w14:textId="77777777" w:rsidR="00C45139" w:rsidRDefault="00C45139" w:rsidP="00C45139">
      <w:r>
        <w:t>This describes the contextual background required to understand the functionality of the proposed message set. Part 1 is produced by the submitting organi</w:t>
      </w:r>
      <w:r w:rsidR="009A5FB9">
        <w:t>z</w:t>
      </w:r>
      <w:r>
        <w:t xml:space="preserve">ation that developed or maintained the message set in line with an MDR Part 1 template provided by the ISO 20022 Registration Authority (RA) on </w:t>
      </w:r>
      <w:hyperlink r:id="rId10" w:history="1">
        <w:r w:rsidRPr="00D31030">
          <w:rPr>
            <w:rStyle w:val="Hyperlink"/>
          </w:rPr>
          <w:t>www.iso20022.org</w:t>
        </w:r>
      </w:hyperlink>
      <w:r>
        <w:t xml:space="preserve">. </w:t>
      </w:r>
    </w:p>
    <w:p w14:paraId="78EDF18A" w14:textId="77777777" w:rsidR="00C45139" w:rsidRDefault="00C45139" w:rsidP="00C45139">
      <w:pPr>
        <w:pStyle w:val="BlockLabel"/>
      </w:pPr>
      <w:r>
        <w:t>MDR Part 2</w:t>
      </w:r>
    </w:p>
    <w:p w14:paraId="5B582515" w14:textId="77777777" w:rsidR="00C45139" w:rsidRDefault="00C45139" w:rsidP="00C45139">
      <w:r>
        <w:t>This is the detailed description of each message definition of the message set. Part 2 is produced by the RA using the model developed by the submitting organi</w:t>
      </w:r>
      <w:r w:rsidR="009A5FB9">
        <w:t>z</w:t>
      </w:r>
      <w:r>
        <w:t>ation.</w:t>
      </w:r>
    </w:p>
    <w:p w14:paraId="5F936A79" w14:textId="77777777" w:rsidR="00C45139" w:rsidRDefault="00C45139" w:rsidP="00C45139">
      <w:pPr>
        <w:pStyle w:val="BlockLabel"/>
      </w:pPr>
      <w:r>
        <w:t>MDR Part 3</w:t>
      </w:r>
    </w:p>
    <w:p w14:paraId="3568879D" w14:textId="77777777" w:rsidR="00C45139" w:rsidRPr="00676636" w:rsidRDefault="00C45139" w:rsidP="00C45139">
      <w:r>
        <w:t>This is an extract if the ISO 20022 Business Model describing the business concepts used in the message set. Part 2 is an Excel document produced by the RA.</w:t>
      </w:r>
    </w:p>
    <w:p w14:paraId="2EFB1DB9" w14:textId="77777777" w:rsidR="00FC66CD" w:rsidRDefault="00FC66CD" w:rsidP="005A6353"/>
    <w:p w14:paraId="72B01B25" w14:textId="77777777" w:rsidR="00FC66CD" w:rsidRPr="00A23189" w:rsidRDefault="00FC66CD" w:rsidP="005A6353">
      <w:pPr>
        <w:pStyle w:val="Label"/>
        <w:rPr>
          <w:rStyle w:val="Italic"/>
        </w:rPr>
        <w:sectPr w:rsidR="00FC66CD" w:rsidRPr="00A23189" w:rsidSect="006E0076">
          <w:headerReference w:type="even" r:id="rId11"/>
          <w:headerReference w:type="default" r:id="rId12"/>
          <w:footerReference w:type="even" r:id="rId13"/>
          <w:footerReference w:type="default" r:id="rId14"/>
          <w:pgSz w:w="11909" w:h="15840" w:code="9"/>
          <w:pgMar w:top="1021" w:right="1304" w:bottom="1701" w:left="1304" w:header="567" w:footer="567" w:gutter="0"/>
          <w:cols w:space="720"/>
          <w:docGrid w:linePitch="258"/>
        </w:sectPr>
      </w:pPr>
    </w:p>
    <w:p w14:paraId="690E4B95" w14:textId="77777777" w:rsidR="00FC66CD" w:rsidRDefault="000E53BB" w:rsidP="00A8050C">
      <w:pPr>
        <w:pStyle w:val="Heading1"/>
      </w:pPr>
      <w:bookmarkStart w:id="3" w:name="_Toc161581633"/>
      <w:r>
        <w:lastRenderedPageBreak/>
        <w:t>Introduction</w:t>
      </w:r>
      <w:bookmarkEnd w:id="3"/>
    </w:p>
    <w:p w14:paraId="647677C1" w14:textId="77777777" w:rsidR="00FC66CD" w:rsidRPr="00526C98" w:rsidRDefault="000E53BB" w:rsidP="00A8050C">
      <w:pPr>
        <w:pStyle w:val="Heading2"/>
      </w:pPr>
      <w:bookmarkStart w:id="4" w:name="_Toc533501210"/>
      <w:bookmarkStart w:id="5" w:name="_Toc161581634"/>
      <w:r>
        <w:t>Terms and Definitions</w:t>
      </w:r>
      <w:bookmarkEnd w:id="5"/>
    </w:p>
    <w:p w14:paraId="2FDD2525" w14:textId="77777777" w:rsidR="00236C6A" w:rsidRDefault="0096292A" w:rsidP="0069044F">
      <w:pPr>
        <w:pStyle w:val="Normalbeforetable"/>
      </w:pPr>
      <w:r w:rsidRPr="0096292A">
        <w:t xml:space="preserve">The following terms are reserved words defined in ISO 20022 Edition 2013 – Part1. When used in this document, the </w:t>
      </w:r>
      <w:proofErr w:type="spellStart"/>
      <w:r w:rsidRPr="0039527E">
        <w:t>UpperCamelCase</w:t>
      </w:r>
      <w:proofErr w:type="spellEnd"/>
      <w:r w:rsidRPr="0039527E">
        <w:t xml:space="preserve"> n</w:t>
      </w:r>
      <w:r w:rsidRPr="0096292A">
        <w:t>otation</w:t>
      </w:r>
      <w:r w:rsidR="00A72CAE">
        <w:t xml:space="preserve"> is followed</w:t>
      </w:r>
      <w:r w:rsidRPr="0096292A">
        <w:t>.</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5988"/>
      </w:tblGrid>
      <w:tr w:rsidR="00922455" w14:paraId="6054324D" w14:textId="77777777" w:rsidTr="00922455">
        <w:trPr>
          <w:cantSplit/>
          <w:tblHeader/>
        </w:trPr>
        <w:tc>
          <w:tcPr>
            <w:tcW w:w="2376" w:type="dxa"/>
            <w:tcBorders>
              <w:top w:val="single" w:sz="4" w:space="0" w:color="auto"/>
              <w:left w:val="single" w:sz="4" w:space="0" w:color="auto"/>
              <w:bottom w:val="single" w:sz="4" w:space="0" w:color="auto"/>
              <w:right w:val="single" w:sz="4" w:space="0" w:color="auto"/>
              <w:tl2br w:val="nil"/>
              <w:tr2bl w:val="nil"/>
            </w:tcBorders>
            <w:shd w:val="clear" w:color="auto" w:fill="D9D9D9"/>
            <w:vAlign w:val="bottom"/>
          </w:tcPr>
          <w:p w14:paraId="51E6C3D9" w14:textId="77777777" w:rsidR="0052733C" w:rsidRPr="0052733C" w:rsidRDefault="0052733C" w:rsidP="0052733C">
            <w:pPr>
              <w:pStyle w:val="TableHeading"/>
            </w:pPr>
            <w:r w:rsidRPr="0052733C">
              <w:t>Term</w:t>
            </w:r>
          </w:p>
        </w:tc>
        <w:tc>
          <w:tcPr>
            <w:tcW w:w="5988" w:type="dxa"/>
            <w:tcBorders>
              <w:top w:val="single" w:sz="4" w:space="0" w:color="auto"/>
              <w:left w:val="single" w:sz="4" w:space="0" w:color="auto"/>
              <w:bottom w:val="single" w:sz="4" w:space="0" w:color="auto"/>
              <w:right w:val="single" w:sz="4" w:space="0" w:color="auto"/>
              <w:tl2br w:val="nil"/>
              <w:tr2bl w:val="nil"/>
            </w:tcBorders>
            <w:shd w:val="clear" w:color="auto" w:fill="D9D9D9"/>
            <w:vAlign w:val="bottom"/>
          </w:tcPr>
          <w:p w14:paraId="1CF439A5" w14:textId="77777777" w:rsidR="0052733C" w:rsidRPr="0052733C" w:rsidRDefault="0052733C" w:rsidP="0052733C">
            <w:pPr>
              <w:pStyle w:val="TableHeading"/>
            </w:pPr>
            <w:r w:rsidRPr="0052733C">
              <w:t>Definition</w:t>
            </w:r>
          </w:p>
        </w:tc>
      </w:tr>
      <w:tr w:rsidR="0052733C" w14:paraId="1018EAAE" w14:textId="77777777" w:rsidTr="00922455">
        <w:tc>
          <w:tcPr>
            <w:tcW w:w="2376" w:type="dxa"/>
            <w:shd w:val="clear" w:color="auto" w:fill="FFFFFF"/>
          </w:tcPr>
          <w:p w14:paraId="191A9921" w14:textId="77777777" w:rsidR="0052733C" w:rsidRPr="00922455" w:rsidRDefault="0052733C" w:rsidP="0052733C">
            <w:pPr>
              <w:pStyle w:val="TableText"/>
              <w:rPr>
                <w:rStyle w:val="Italic"/>
                <w:i w:val="0"/>
              </w:rPr>
            </w:pPr>
            <w:proofErr w:type="spellStart"/>
            <w:r w:rsidRPr="00922455">
              <w:rPr>
                <w:rStyle w:val="Italic"/>
                <w:i w:val="0"/>
              </w:rPr>
              <w:t>BusinessRole</w:t>
            </w:r>
            <w:proofErr w:type="spellEnd"/>
          </w:p>
        </w:tc>
        <w:tc>
          <w:tcPr>
            <w:tcW w:w="5988" w:type="dxa"/>
            <w:shd w:val="clear" w:color="auto" w:fill="FFFFFF"/>
          </w:tcPr>
          <w:p w14:paraId="2C7142B5" w14:textId="77777777" w:rsidR="0052733C" w:rsidRPr="0052733C" w:rsidRDefault="0052733C" w:rsidP="0052733C">
            <w:pPr>
              <w:pStyle w:val="TableText"/>
            </w:pPr>
            <w:r w:rsidRPr="0052733C">
              <w:t xml:space="preserve">Functional role played by a business actor in a particular </w:t>
            </w:r>
            <w:proofErr w:type="spellStart"/>
            <w:r w:rsidRPr="00922455">
              <w:rPr>
                <w:rStyle w:val="Italic"/>
                <w:i w:val="0"/>
              </w:rPr>
              <w:t>BusinessProcess</w:t>
            </w:r>
            <w:proofErr w:type="spellEnd"/>
            <w:r w:rsidRPr="0052733C">
              <w:t xml:space="preserve"> or </w:t>
            </w:r>
            <w:proofErr w:type="spellStart"/>
            <w:r w:rsidRPr="00922455">
              <w:rPr>
                <w:rStyle w:val="Italic"/>
                <w:i w:val="0"/>
              </w:rPr>
              <w:t>BusinessTransaction</w:t>
            </w:r>
            <w:proofErr w:type="spellEnd"/>
            <w:r w:rsidRPr="00922455">
              <w:rPr>
                <w:rStyle w:val="Italic"/>
                <w:i w:val="0"/>
              </w:rPr>
              <w:t>.</w:t>
            </w:r>
          </w:p>
        </w:tc>
      </w:tr>
      <w:tr w:rsidR="0052733C" w14:paraId="02C77572" w14:textId="77777777" w:rsidTr="00922455">
        <w:tc>
          <w:tcPr>
            <w:tcW w:w="2376" w:type="dxa"/>
            <w:shd w:val="clear" w:color="auto" w:fill="FFFFFF"/>
          </w:tcPr>
          <w:p w14:paraId="26EFCF48" w14:textId="77777777" w:rsidR="0052733C" w:rsidRPr="00922455" w:rsidRDefault="0052733C" w:rsidP="0052733C">
            <w:pPr>
              <w:pStyle w:val="TableText"/>
              <w:rPr>
                <w:rStyle w:val="Italic"/>
                <w:i w:val="0"/>
              </w:rPr>
            </w:pPr>
            <w:r w:rsidRPr="00922455">
              <w:rPr>
                <w:rStyle w:val="Italic"/>
                <w:i w:val="0"/>
              </w:rPr>
              <w:t>Participant</w:t>
            </w:r>
          </w:p>
        </w:tc>
        <w:tc>
          <w:tcPr>
            <w:tcW w:w="5988" w:type="dxa"/>
            <w:shd w:val="clear" w:color="auto" w:fill="FFFFFF"/>
          </w:tcPr>
          <w:p w14:paraId="58EFCE3A" w14:textId="77777777" w:rsidR="0052733C" w:rsidRPr="0052733C" w:rsidRDefault="0052733C" w:rsidP="0052733C">
            <w:pPr>
              <w:pStyle w:val="TableText"/>
            </w:pPr>
            <w:r w:rsidRPr="0052733C">
              <w:t xml:space="preserve">Involvement of a </w:t>
            </w:r>
            <w:proofErr w:type="spellStart"/>
            <w:r w:rsidRPr="00922455">
              <w:rPr>
                <w:rStyle w:val="Italic"/>
                <w:i w:val="0"/>
              </w:rPr>
              <w:t>BusinessRole</w:t>
            </w:r>
            <w:proofErr w:type="spellEnd"/>
            <w:r w:rsidRPr="0052733C">
              <w:t xml:space="preserve"> in a </w:t>
            </w:r>
            <w:proofErr w:type="spellStart"/>
            <w:r w:rsidRPr="00922455">
              <w:rPr>
                <w:rStyle w:val="Italic"/>
                <w:i w:val="0"/>
              </w:rPr>
              <w:t>BusinessTransaction</w:t>
            </w:r>
            <w:proofErr w:type="spellEnd"/>
            <w:r w:rsidRPr="00922455">
              <w:rPr>
                <w:rStyle w:val="Italic"/>
                <w:i w:val="0"/>
              </w:rPr>
              <w:t>.</w:t>
            </w:r>
          </w:p>
        </w:tc>
      </w:tr>
      <w:tr w:rsidR="0052733C" w14:paraId="7B8116B5" w14:textId="77777777" w:rsidTr="00922455">
        <w:tc>
          <w:tcPr>
            <w:tcW w:w="2376" w:type="dxa"/>
            <w:shd w:val="clear" w:color="auto" w:fill="FFFFFF"/>
          </w:tcPr>
          <w:p w14:paraId="38F138E2" w14:textId="77777777" w:rsidR="0052733C" w:rsidRPr="00922455" w:rsidRDefault="0052733C" w:rsidP="0052733C">
            <w:pPr>
              <w:pStyle w:val="TableText"/>
              <w:rPr>
                <w:rStyle w:val="Italic"/>
                <w:i w:val="0"/>
              </w:rPr>
            </w:pPr>
            <w:proofErr w:type="spellStart"/>
            <w:r w:rsidRPr="00922455">
              <w:rPr>
                <w:rStyle w:val="Italic"/>
                <w:i w:val="0"/>
              </w:rPr>
              <w:t>BusinessProcess</w:t>
            </w:r>
            <w:proofErr w:type="spellEnd"/>
          </w:p>
        </w:tc>
        <w:tc>
          <w:tcPr>
            <w:tcW w:w="5988" w:type="dxa"/>
            <w:shd w:val="clear" w:color="auto" w:fill="FFFFFF"/>
          </w:tcPr>
          <w:p w14:paraId="191FFEDD" w14:textId="77777777" w:rsidR="0052733C" w:rsidRPr="0052733C" w:rsidRDefault="0052733C" w:rsidP="0052733C">
            <w:pPr>
              <w:pStyle w:val="TableText"/>
            </w:pPr>
            <w:r w:rsidRPr="0052733C">
              <w:t xml:space="preserve">Definition of the business activities undertaken by </w:t>
            </w:r>
            <w:proofErr w:type="spellStart"/>
            <w:r w:rsidRPr="00922455">
              <w:rPr>
                <w:rStyle w:val="Italic"/>
                <w:i w:val="0"/>
              </w:rPr>
              <w:t>BusinessRoles</w:t>
            </w:r>
            <w:proofErr w:type="spellEnd"/>
            <w:r w:rsidRPr="0052733C">
              <w:t xml:space="preserve"> within a </w:t>
            </w:r>
            <w:proofErr w:type="spellStart"/>
            <w:r w:rsidRPr="00922455">
              <w:rPr>
                <w:rStyle w:val="Italic"/>
                <w:i w:val="0"/>
              </w:rPr>
              <w:t>BusinessArea</w:t>
            </w:r>
            <w:proofErr w:type="spellEnd"/>
            <w:r w:rsidRPr="0052733C">
              <w:t xml:space="preserve"> whereby each </w:t>
            </w:r>
            <w:proofErr w:type="spellStart"/>
            <w:r w:rsidRPr="00922455">
              <w:rPr>
                <w:rStyle w:val="Italic"/>
                <w:i w:val="0"/>
              </w:rPr>
              <w:t>BusinessProcess</w:t>
            </w:r>
            <w:proofErr w:type="spellEnd"/>
            <w:r w:rsidRPr="0052733C">
              <w:t xml:space="preserve"> fulfils one type of business activity and whereby a </w:t>
            </w:r>
            <w:proofErr w:type="spellStart"/>
            <w:r w:rsidRPr="00922455">
              <w:rPr>
                <w:rStyle w:val="Italic"/>
                <w:i w:val="0"/>
              </w:rPr>
              <w:t>BusinessProcess</w:t>
            </w:r>
            <w:proofErr w:type="spellEnd"/>
            <w:r w:rsidRPr="0052733C">
              <w:t xml:space="preserve"> may include and extend other </w:t>
            </w:r>
            <w:proofErr w:type="spellStart"/>
            <w:r w:rsidRPr="00922455">
              <w:rPr>
                <w:rStyle w:val="Italic"/>
                <w:i w:val="0"/>
              </w:rPr>
              <w:t>BusinessProcesses</w:t>
            </w:r>
            <w:proofErr w:type="spellEnd"/>
            <w:r w:rsidRPr="00922455">
              <w:rPr>
                <w:rStyle w:val="Italic"/>
                <w:i w:val="0"/>
              </w:rPr>
              <w:t>.</w:t>
            </w:r>
          </w:p>
        </w:tc>
      </w:tr>
      <w:tr w:rsidR="0052733C" w14:paraId="25CFA792" w14:textId="77777777" w:rsidTr="00922455">
        <w:tc>
          <w:tcPr>
            <w:tcW w:w="2376" w:type="dxa"/>
            <w:shd w:val="clear" w:color="auto" w:fill="FFFFFF"/>
          </w:tcPr>
          <w:p w14:paraId="22512753" w14:textId="77777777" w:rsidR="0052733C" w:rsidRPr="00922455" w:rsidRDefault="0052733C" w:rsidP="0052733C">
            <w:pPr>
              <w:pStyle w:val="TableText"/>
              <w:rPr>
                <w:rStyle w:val="Italic"/>
                <w:i w:val="0"/>
              </w:rPr>
            </w:pPr>
            <w:proofErr w:type="spellStart"/>
            <w:r w:rsidRPr="00922455">
              <w:rPr>
                <w:rStyle w:val="Italic"/>
                <w:i w:val="0"/>
              </w:rPr>
              <w:t>BusinessTransaction</w:t>
            </w:r>
            <w:proofErr w:type="spellEnd"/>
          </w:p>
        </w:tc>
        <w:tc>
          <w:tcPr>
            <w:tcW w:w="5988" w:type="dxa"/>
            <w:shd w:val="clear" w:color="auto" w:fill="FFFFFF"/>
          </w:tcPr>
          <w:p w14:paraId="1E5E6183" w14:textId="77777777" w:rsidR="0052733C" w:rsidRPr="0052733C" w:rsidRDefault="0052733C" w:rsidP="0052733C">
            <w:pPr>
              <w:pStyle w:val="TableText"/>
            </w:pPr>
            <w:proofErr w:type="gramStart"/>
            <w:r w:rsidRPr="0052733C">
              <w:t>Particular solution</w:t>
            </w:r>
            <w:proofErr w:type="gramEnd"/>
            <w:r w:rsidRPr="0052733C">
              <w:t xml:space="preserve"> that meets the communication requirements and the interaction requirements of a particular </w:t>
            </w:r>
            <w:proofErr w:type="spellStart"/>
            <w:r w:rsidRPr="00922455">
              <w:rPr>
                <w:rStyle w:val="Italic"/>
                <w:i w:val="0"/>
              </w:rPr>
              <w:t>BusinessProcess</w:t>
            </w:r>
            <w:proofErr w:type="spellEnd"/>
            <w:r w:rsidRPr="0052733C">
              <w:t xml:space="preserve"> and </w:t>
            </w:r>
            <w:proofErr w:type="spellStart"/>
            <w:r w:rsidRPr="00922455">
              <w:rPr>
                <w:rStyle w:val="Italic"/>
                <w:i w:val="0"/>
              </w:rPr>
              <w:t>BusinessArea</w:t>
            </w:r>
            <w:proofErr w:type="spellEnd"/>
            <w:r w:rsidRPr="00922455">
              <w:rPr>
                <w:rStyle w:val="Italic"/>
                <w:i w:val="0"/>
              </w:rPr>
              <w:t>.</w:t>
            </w:r>
          </w:p>
        </w:tc>
      </w:tr>
      <w:tr w:rsidR="0052733C" w14:paraId="1FE94821" w14:textId="77777777" w:rsidTr="00922455">
        <w:tc>
          <w:tcPr>
            <w:tcW w:w="2376" w:type="dxa"/>
            <w:shd w:val="clear" w:color="auto" w:fill="FFFFFF"/>
          </w:tcPr>
          <w:p w14:paraId="2A5C62BC" w14:textId="77777777" w:rsidR="0052733C" w:rsidRPr="00922455" w:rsidRDefault="0052733C" w:rsidP="0052733C">
            <w:pPr>
              <w:pStyle w:val="TableText"/>
              <w:rPr>
                <w:rStyle w:val="Italic"/>
                <w:i w:val="0"/>
              </w:rPr>
            </w:pPr>
            <w:proofErr w:type="spellStart"/>
            <w:r w:rsidRPr="00922455">
              <w:rPr>
                <w:rStyle w:val="Italic"/>
                <w:i w:val="0"/>
              </w:rPr>
              <w:t>MessageDefinition</w:t>
            </w:r>
            <w:proofErr w:type="spellEnd"/>
          </w:p>
        </w:tc>
        <w:tc>
          <w:tcPr>
            <w:tcW w:w="5988" w:type="dxa"/>
            <w:shd w:val="clear" w:color="auto" w:fill="FFFFFF"/>
          </w:tcPr>
          <w:p w14:paraId="35447FD8" w14:textId="77777777" w:rsidR="0052733C" w:rsidRPr="0052733C" w:rsidRDefault="0052733C" w:rsidP="0052733C">
            <w:pPr>
              <w:pStyle w:val="TableText"/>
            </w:pPr>
            <w:r w:rsidRPr="0052733C">
              <w:t>Formal description of the structure of a message instance.</w:t>
            </w:r>
          </w:p>
        </w:tc>
      </w:tr>
    </w:tbl>
    <w:p w14:paraId="5380D87A" w14:textId="77777777" w:rsidR="00E61D13" w:rsidRDefault="00E61D13" w:rsidP="00E61D13">
      <w:pPr>
        <w:pStyle w:val="Note"/>
      </w:pPr>
      <w:r w:rsidRPr="00E61D13">
        <w:t xml:space="preserve">When a </w:t>
      </w:r>
      <w:proofErr w:type="spellStart"/>
      <w:r w:rsidRPr="00E61D13">
        <w:t>MessageDefinition</w:t>
      </w:r>
      <w:proofErr w:type="spellEnd"/>
      <w:r w:rsidRPr="00E61D13">
        <w:t xml:space="preserve"> or message identifier is specified, it should include the variant and version number. However, in this document (except in the business examples section, if present), variant and version numbers are not included. </w:t>
      </w:r>
      <w:proofErr w:type="gramStart"/>
      <w:r w:rsidRPr="00E61D13">
        <w:t>In order to</w:t>
      </w:r>
      <w:proofErr w:type="gramEnd"/>
      <w:r w:rsidRPr="00E61D13">
        <w:t xml:space="preserve"> know the correct variant and version number for a </w:t>
      </w:r>
      <w:proofErr w:type="spellStart"/>
      <w:r w:rsidRPr="00E61D13">
        <w:t>MessageDefinition</w:t>
      </w:r>
      <w:proofErr w:type="spellEnd"/>
      <w:r w:rsidRPr="00E61D13">
        <w:t>, the related Message Definition Report Part 2 document should be consulted</w:t>
      </w:r>
      <w:r>
        <w:t>.</w:t>
      </w:r>
    </w:p>
    <w:p w14:paraId="10FDACE5" w14:textId="77777777" w:rsidR="00FD654E" w:rsidRDefault="00CD7997" w:rsidP="008F067F">
      <w:pPr>
        <w:pStyle w:val="Heading2"/>
      </w:pPr>
      <w:bookmarkStart w:id="6" w:name="_Toc161581635"/>
      <w:r>
        <w:t>Abbreviations and Acronyms</w:t>
      </w:r>
      <w:bookmarkEnd w:id="6"/>
    </w:p>
    <w:p w14:paraId="6EDE883B" w14:textId="77777777" w:rsidR="003355DB" w:rsidRDefault="003355DB" w:rsidP="003355DB">
      <w:pPr>
        <w:pStyle w:val="Normalbeforetable"/>
      </w:pPr>
      <w:r>
        <w:t xml:space="preserve">The following is a list of abbreviations and </w:t>
      </w:r>
      <w:r w:rsidR="009C3408">
        <w:t>acronyms</w:t>
      </w:r>
      <w:r>
        <w:t xml:space="preserve"> used in the document.</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5989"/>
      </w:tblGrid>
      <w:tr w:rsidR="00922455" w14:paraId="331ADB4B" w14:textId="77777777" w:rsidTr="00922455">
        <w:trPr>
          <w:cantSplit/>
          <w:tblHeader/>
        </w:trPr>
        <w:tc>
          <w:tcPr>
            <w:tcW w:w="23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A1D44BB" w14:textId="77777777" w:rsidR="0052733C" w:rsidRDefault="0052733C" w:rsidP="00DD3851">
            <w:pPr>
              <w:pStyle w:val="TableHeading"/>
            </w:pPr>
            <w:r>
              <w:t>Abbreviation/Acronyms</w:t>
            </w:r>
          </w:p>
        </w:tc>
        <w:tc>
          <w:tcPr>
            <w:tcW w:w="598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FE2992A" w14:textId="77777777" w:rsidR="0052733C" w:rsidRDefault="0052733C" w:rsidP="00DD3851">
            <w:pPr>
              <w:pStyle w:val="TableHeading"/>
            </w:pPr>
            <w:r>
              <w:t>Definition</w:t>
            </w:r>
          </w:p>
        </w:tc>
      </w:tr>
      <w:tr w:rsidR="009413C8" w14:paraId="574D03B2" w14:textId="77777777" w:rsidTr="00922455">
        <w:tc>
          <w:tcPr>
            <w:tcW w:w="2376" w:type="dxa"/>
            <w:shd w:val="clear" w:color="auto" w:fill="FFFFFF"/>
          </w:tcPr>
          <w:p w14:paraId="285B899D" w14:textId="5896AF19" w:rsidR="009413C8" w:rsidRPr="009413C8" w:rsidRDefault="009413C8" w:rsidP="009413C8">
            <w:pPr>
              <w:pStyle w:val="TableText"/>
            </w:pPr>
            <w:r w:rsidRPr="009413C8">
              <w:t>4CB</w:t>
            </w:r>
          </w:p>
        </w:tc>
        <w:tc>
          <w:tcPr>
            <w:tcW w:w="5989" w:type="dxa"/>
            <w:shd w:val="clear" w:color="auto" w:fill="FFFFFF"/>
          </w:tcPr>
          <w:p w14:paraId="5ABB1CCE" w14:textId="451610BC" w:rsidR="009413C8" w:rsidRPr="009413C8" w:rsidRDefault="009413C8" w:rsidP="009413C8">
            <w:pPr>
              <w:pStyle w:val="TableText"/>
            </w:pPr>
            <w:r w:rsidRPr="009413C8">
              <w:t xml:space="preserve">Banca </w:t>
            </w:r>
            <w:proofErr w:type="spellStart"/>
            <w:r w:rsidRPr="009413C8">
              <w:t>d’Italia</w:t>
            </w:r>
            <w:proofErr w:type="spellEnd"/>
            <w:r w:rsidRPr="009413C8">
              <w:t xml:space="preserve">, Banque de France, Deutsche </w:t>
            </w:r>
            <w:proofErr w:type="gramStart"/>
            <w:r w:rsidRPr="009413C8">
              <w:t>Bundesbank</w:t>
            </w:r>
            <w:proofErr w:type="gramEnd"/>
            <w:r w:rsidRPr="009413C8">
              <w:t xml:space="preserve"> and Banco </w:t>
            </w:r>
            <w:proofErr w:type="spellStart"/>
            <w:r w:rsidRPr="009413C8">
              <w:t>d’España</w:t>
            </w:r>
            <w:proofErr w:type="spellEnd"/>
          </w:p>
        </w:tc>
      </w:tr>
      <w:tr w:rsidR="009413C8" w14:paraId="09558EEE" w14:textId="77777777" w:rsidTr="00922455">
        <w:tc>
          <w:tcPr>
            <w:tcW w:w="2376" w:type="dxa"/>
            <w:shd w:val="clear" w:color="auto" w:fill="FFFFFF"/>
          </w:tcPr>
          <w:p w14:paraId="40939CFB" w14:textId="078CD390" w:rsidR="009413C8" w:rsidRPr="009413C8" w:rsidRDefault="009413C8" w:rsidP="009413C8">
            <w:pPr>
              <w:pStyle w:val="TableText"/>
            </w:pPr>
            <w:r w:rsidRPr="009413C8">
              <w:t>ACH</w:t>
            </w:r>
          </w:p>
        </w:tc>
        <w:tc>
          <w:tcPr>
            <w:tcW w:w="5989" w:type="dxa"/>
            <w:shd w:val="clear" w:color="auto" w:fill="FFFFFF"/>
          </w:tcPr>
          <w:p w14:paraId="79FA1070" w14:textId="612AF9EA" w:rsidR="009413C8" w:rsidRPr="009413C8" w:rsidRDefault="009413C8" w:rsidP="009413C8">
            <w:pPr>
              <w:pStyle w:val="TableText"/>
            </w:pPr>
            <w:r w:rsidRPr="009413C8">
              <w:t>Automated Clearing House</w:t>
            </w:r>
          </w:p>
        </w:tc>
      </w:tr>
      <w:tr w:rsidR="009413C8" w14:paraId="3E1E80DE" w14:textId="77777777" w:rsidTr="00922455">
        <w:tc>
          <w:tcPr>
            <w:tcW w:w="2376" w:type="dxa"/>
            <w:shd w:val="clear" w:color="auto" w:fill="FFFFFF"/>
          </w:tcPr>
          <w:p w14:paraId="3258E5DA" w14:textId="6468138E" w:rsidR="009413C8" w:rsidRPr="009413C8" w:rsidRDefault="009413C8" w:rsidP="009413C8">
            <w:pPr>
              <w:pStyle w:val="TableText"/>
            </w:pPr>
            <w:r w:rsidRPr="009413C8">
              <w:t>A2A</w:t>
            </w:r>
          </w:p>
        </w:tc>
        <w:tc>
          <w:tcPr>
            <w:tcW w:w="5989" w:type="dxa"/>
            <w:shd w:val="clear" w:color="auto" w:fill="FFFFFF"/>
          </w:tcPr>
          <w:p w14:paraId="1776A82D" w14:textId="606C0C2A" w:rsidR="009413C8" w:rsidRPr="009413C8" w:rsidRDefault="009413C8" w:rsidP="009413C8">
            <w:pPr>
              <w:pStyle w:val="TableText"/>
            </w:pPr>
            <w:r w:rsidRPr="009413C8">
              <w:t>Application-to-Application mode. Defines a mode of technical communication that permits the exchange of information between software applications of T2S and a directly connected T2S actor.</w:t>
            </w:r>
          </w:p>
        </w:tc>
      </w:tr>
      <w:tr w:rsidR="009413C8" w14:paraId="5EE0E7C8" w14:textId="77777777" w:rsidTr="00922455">
        <w:tc>
          <w:tcPr>
            <w:tcW w:w="2376" w:type="dxa"/>
            <w:shd w:val="clear" w:color="auto" w:fill="FFFFFF"/>
          </w:tcPr>
          <w:p w14:paraId="3342992B" w14:textId="38901299" w:rsidR="009413C8" w:rsidRPr="009413C8" w:rsidRDefault="009413C8" w:rsidP="009413C8">
            <w:pPr>
              <w:pStyle w:val="TableText"/>
            </w:pPr>
            <w:r w:rsidRPr="009413C8">
              <w:t>BAH/head.001</w:t>
            </w:r>
          </w:p>
        </w:tc>
        <w:tc>
          <w:tcPr>
            <w:tcW w:w="5989" w:type="dxa"/>
            <w:shd w:val="clear" w:color="auto" w:fill="FFFFFF"/>
          </w:tcPr>
          <w:p w14:paraId="1CFADC44" w14:textId="77C713AB" w:rsidR="009413C8" w:rsidRPr="009413C8" w:rsidRDefault="009413C8" w:rsidP="009413C8">
            <w:pPr>
              <w:pStyle w:val="TableText"/>
            </w:pPr>
            <w:r w:rsidRPr="009413C8">
              <w:t>Business Application Header</w:t>
            </w:r>
          </w:p>
        </w:tc>
      </w:tr>
      <w:tr w:rsidR="009413C8" w14:paraId="2005EC5F" w14:textId="77777777" w:rsidTr="00922455">
        <w:tc>
          <w:tcPr>
            <w:tcW w:w="2376" w:type="dxa"/>
            <w:shd w:val="clear" w:color="auto" w:fill="FFFFFF"/>
          </w:tcPr>
          <w:p w14:paraId="7528BDA4" w14:textId="6181B793" w:rsidR="009413C8" w:rsidRPr="009413C8" w:rsidRDefault="009413C8" w:rsidP="009413C8">
            <w:pPr>
              <w:pStyle w:val="TableText"/>
            </w:pPr>
            <w:r w:rsidRPr="009413C8">
              <w:t>BIC</w:t>
            </w:r>
          </w:p>
        </w:tc>
        <w:tc>
          <w:tcPr>
            <w:tcW w:w="5989" w:type="dxa"/>
            <w:shd w:val="clear" w:color="auto" w:fill="FFFFFF"/>
          </w:tcPr>
          <w:p w14:paraId="3700428D" w14:textId="03AABF34" w:rsidR="009413C8" w:rsidRPr="009413C8" w:rsidRDefault="009413C8" w:rsidP="009413C8">
            <w:pPr>
              <w:pStyle w:val="TableText"/>
            </w:pPr>
            <w:r w:rsidRPr="009413C8">
              <w:t>Business Identifier Code</w:t>
            </w:r>
          </w:p>
        </w:tc>
      </w:tr>
      <w:tr w:rsidR="009413C8" w14:paraId="5B5B2D64" w14:textId="77777777" w:rsidTr="00922455">
        <w:tc>
          <w:tcPr>
            <w:tcW w:w="2376" w:type="dxa"/>
            <w:shd w:val="clear" w:color="auto" w:fill="FFFFFF"/>
          </w:tcPr>
          <w:p w14:paraId="1E49C77D" w14:textId="6CF4C916" w:rsidR="009413C8" w:rsidRPr="009413C8" w:rsidRDefault="009413C8" w:rsidP="009413C8">
            <w:pPr>
              <w:pStyle w:val="TableText"/>
            </w:pPr>
            <w:proofErr w:type="spellStart"/>
            <w:r w:rsidRPr="009413C8">
              <w:t>CeBM</w:t>
            </w:r>
            <w:proofErr w:type="spellEnd"/>
          </w:p>
        </w:tc>
        <w:tc>
          <w:tcPr>
            <w:tcW w:w="5989" w:type="dxa"/>
            <w:shd w:val="clear" w:color="auto" w:fill="FFFFFF"/>
          </w:tcPr>
          <w:p w14:paraId="0F76CB1F" w14:textId="142FBBBF" w:rsidR="009413C8" w:rsidRPr="009413C8" w:rsidRDefault="009413C8" w:rsidP="009413C8">
            <w:pPr>
              <w:pStyle w:val="TableText"/>
            </w:pPr>
            <w:r w:rsidRPr="009413C8">
              <w:t>Central Bank Money</w:t>
            </w:r>
          </w:p>
        </w:tc>
      </w:tr>
      <w:tr w:rsidR="009413C8" w14:paraId="6F6DE4E3" w14:textId="77777777" w:rsidTr="00922455">
        <w:tc>
          <w:tcPr>
            <w:tcW w:w="2376" w:type="dxa"/>
            <w:shd w:val="clear" w:color="auto" w:fill="FFFFFF"/>
          </w:tcPr>
          <w:p w14:paraId="53E939F5" w14:textId="3AB4011E" w:rsidR="009413C8" w:rsidRPr="009413C8" w:rsidRDefault="009413C8" w:rsidP="009413C8">
            <w:pPr>
              <w:pStyle w:val="TableText"/>
            </w:pPr>
            <w:r w:rsidRPr="009413C8">
              <w:t>CSD</w:t>
            </w:r>
          </w:p>
        </w:tc>
        <w:tc>
          <w:tcPr>
            <w:tcW w:w="5989" w:type="dxa"/>
            <w:shd w:val="clear" w:color="auto" w:fill="FFFFFF"/>
          </w:tcPr>
          <w:p w14:paraId="356143AC" w14:textId="3C2261A8" w:rsidR="009413C8" w:rsidRPr="009413C8" w:rsidRDefault="009413C8" w:rsidP="009413C8">
            <w:pPr>
              <w:pStyle w:val="TableText"/>
            </w:pPr>
            <w:r w:rsidRPr="009413C8">
              <w:t>Central Securities Depository</w:t>
            </w:r>
          </w:p>
        </w:tc>
      </w:tr>
      <w:tr w:rsidR="009413C8" w14:paraId="7E9FD656" w14:textId="77777777" w:rsidTr="00922455">
        <w:tc>
          <w:tcPr>
            <w:tcW w:w="2376" w:type="dxa"/>
            <w:shd w:val="clear" w:color="auto" w:fill="FFFFFF"/>
          </w:tcPr>
          <w:p w14:paraId="65F2DCA3" w14:textId="11B1D3E4" w:rsidR="009413C8" w:rsidRPr="009413C8" w:rsidRDefault="009413C8" w:rsidP="009413C8">
            <w:pPr>
              <w:pStyle w:val="TableText"/>
            </w:pPr>
            <w:r w:rsidRPr="009413C8">
              <w:t>ID</w:t>
            </w:r>
          </w:p>
        </w:tc>
        <w:tc>
          <w:tcPr>
            <w:tcW w:w="5989" w:type="dxa"/>
            <w:shd w:val="clear" w:color="auto" w:fill="FFFFFF"/>
          </w:tcPr>
          <w:p w14:paraId="310742F1" w14:textId="08F4C478" w:rsidR="009413C8" w:rsidRPr="009413C8" w:rsidRDefault="009413C8" w:rsidP="009413C8">
            <w:pPr>
              <w:pStyle w:val="TableText"/>
            </w:pPr>
            <w:r w:rsidRPr="009413C8">
              <w:t>Identification</w:t>
            </w:r>
          </w:p>
        </w:tc>
      </w:tr>
      <w:tr w:rsidR="009413C8" w14:paraId="42B4D93A" w14:textId="77777777" w:rsidTr="00922455">
        <w:tc>
          <w:tcPr>
            <w:tcW w:w="2376" w:type="dxa"/>
            <w:shd w:val="clear" w:color="auto" w:fill="FFFFFF"/>
          </w:tcPr>
          <w:p w14:paraId="54EEA9B0" w14:textId="7EE55A9E" w:rsidR="009413C8" w:rsidRPr="009413C8" w:rsidRDefault="009413C8" w:rsidP="009413C8">
            <w:pPr>
              <w:pStyle w:val="TableText"/>
            </w:pPr>
            <w:r w:rsidRPr="009413C8">
              <w:t>MDR</w:t>
            </w:r>
          </w:p>
        </w:tc>
        <w:tc>
          <w:tcPr>
            <w:tcW w:w="5989" w:type="dxa"/>
            <w:shd w:val="clear" w:color="auto" w:fill="FFFFFF"/>
          </w:tcPr>
          <w:p w14:paraId="62F095EF" w14:textId="0431AE21" w:rsidR="009413C8" w:rsidRPr="009413C8" w:rsidRDefault="009413C8" w:rsidP="009413C8">
            <w:pPr>
              <w:pStyle w:val="TableText"/>
            </w:pPr>
            <w:r w:rsidRPr="009413C8">
              <w:t>Message Definition Report</w:t>
            </w:r>
          </w:p>
        </w:tc>
      </w:tr>
      <w:tr w:rsidR="009413C8" w14:paraId="0CE4BAA0" w14:textId="77777777" w:rsidTr="00922455">
        <w:tc>
          <w:tcPr>
            <w:tcW w:w="2376" w:type="dxa"/>
            <w:shd w:val="clear" w:color="auto" w:fill="FFFFFF"/>
          </w:tcPr>
          <w:p w14:paraId="2EFE5306" w14:textId="57A8AAFB" w:rsidR="009413C8" w:rsidRPr="009413C8" w:rsidRDefault="009413C8" w:rsidP="009413C8">
            <w:pPr>
              <w:pStyle w:val="TableText"/>
            </w:pPr>
            <w:r w:rsidRPr="009413C8">
              <w:t>NCB</w:t>
            </w:r>
          </w:p>
        </w:tc>
        <w:tc>
          <w:tcPr>
            <w:tcW w:w="5989" w:type="dxa"/>
            <w:shd w:val="clear" w:color="auto" w:fill="FFFFFF"/>
          </w:tcPr>
          <w:p w14:paraId="6DC3D58F" w14:textId="2BD97757" w:rsidR="009413C8" w:rsidRPr="009413C8" w:rsidRDefault="009413C8" w:rsidP="009413C8">
            <w:pPr>
              <w:pStyle w:val="TableText"/>
            </w:pPr>
            <w:r w:rsidRPr="009413C8">
              <w:t>National Central Bank</w:t>
            </w:r>
          </w:p>
        </w:tc>
      </w:tr>
      <w:tr w:rsidR="009413C8" w14:paraId="503951B2" w14:textId="77777777" w:rsidTr="00922455">
        <w:tc>
          <w:tcPr>
            <w:tcW w:w="2376" w:type="dxa"/>
            <w:shd w:val="clear" w:color="auto" w:fill="FFFFFF"/>
          </w:tcPr>
          <w:p w14:paraId="3DD8405A" w14:textId="0B4FF570" w:rsidR="009413C8" w:rsidRPr="009413C8" w:rsidRDefault="009413C8" w:rsidP="009413C8">
            <w:pPr>
              <w:pStyle w:val="TableText"/>
            </w:pPr>
            <w:r w:rsidRPr="009413C8">
              <w:t>RTGS</w:t>
            </w:r>
          </w:p>
        </w:tc>
        <w:tc>
          <w:tcPr>
            <w:tcW w:w="5989" w:type="dxa"/>
            <w:shd w:val="clear" w:color="auto" w:fill="FFFFFF"/>
          </w:tcPr>
          <w:p w14:paraId="2C298753" w14:textId="0CBF2491" w:rsidR="009413C8" w:rsidRPr="009413C8" w:rsidRDefault="009413C8" w:rsidP="009413C8">
            <w:pPr>
              <w:pStyle w:val="TableText"/>
            </w:pPr>
            <w:r w:rsidRPr="009413C8">
              <w:t xml:space="preserve">Real-time gross settlement (RTGS) system. </w:t>
            </w:r>
          </w:p>
        </w:tc>
      </w:tr>
      <w:tr w:rsidR="009413C8" w14:paraId="15EE8BA4" w14:textId="77777777" w:rsidTr="00922455">
        <w:tc>
          <w:tcPr>
            <w:tcW w:w="2376" w:type="dxa"/>
            <w:shd w:val="clear" w:color="auto" w:fill="FFFFFF"/>
          </w:tcPr>
          <w:p w14:paraId="41FFEBA3" w14:textId="102251BD" w:rsidR="009413C8" w:rsidRPr="009413C8" w:rsidRDefault="009413C8" w:rsidP="009413C8">
            <w:pPr>
              <w:pStyle w:val="TableText"/>
            </w:pPr>
            <w:r w:rsidRPr="009413C8">
              <w:t xml:space="preserve">A settlement system in </w:t>
            </w:r>
            <w:r w:rsidRPr="009413C8">
              <w:lastRenderedPageBreak/>
              <w:t xml:space="preserve">which processing and settlement take place in real-time on a gross basis. </w:t>
            </w:r>
          </w:p>
        </w:tc>
        <w:tc>
          <w:tcPr>
            <w:tcW w:w="5989" w:type="dxa"/>
            <w:shd w:val="clear" w:color="auto" w:fill="FFFFFF"/>
          </w:tcPr>
          <w:p w14:paraId="11FF9B1E" w14:textId="0FA67131" w:rsidR="009413C8" w:rsidRPr="009413C8" w:rsidRDefault="009413C8" w:rsidP="009413C8">
            <w:pPr>
              <w:pStyle w:val="TableText"/>
            </w:pPr>
          </w:p>
        </w:tc>
      </w:tr>
      <w:tr w:rsidR="009413C8" w14:paraId="7EDFAE67" w14:textId="77777777" w:rsidTr="00922455">
        <w:tc>
          <w:tcPr>
            <w:tcW w:w="2376" w:type="dxa"/>
            <w:shd w:val="clear" w:color="auto" w:fill="FFFFFF"/>
          </w:tcPr>
          <w:p w14:paraId="7B6FDFD3" w14:textId="657C0932" w:rsidR="009413C8" w:rsidRPr="009413C8" w:rsidRDefault="009413C8" w:rsidP="009413C8">
            <w:pPr>
              <w:pStyle w:val="TableText"/>
            </w:pPr>
            <w:r w:rsidRPr="009413C8">
              <w:t>SEG</w:t>
            </w:r>
          </w:p>
        </w:tc>
        <w:tc>
          <w:tcPr>
            <w:tcW w:w="5989" w:type="dxa"/>
            <w:shd w:val="clear" w:color="auto" w:fill="FFFFFF"/>
          </w:tcPr>
          <w:p w14:paraId="0DEAAC46" w14:textId="7118638C" w:rsidR="009413C8" w:rsidRPr="009413C8" w:rsidRDefault="009413C8" w:rsidP="009413C8">
            <w:pPr>
              <w:pStyle w:val="TableText"/>
            </w:pPr>
            <w:r w:rsidRPr="009413C8">
              <w:t>Standards Evaluation Group</w:t>
            </w:r>
          </w:p>
        </w:tc>
      </w:tr>
      <w:tr w:rsidR="009413C8" w14:paraId="34D4DFEE" w14:textId="77777777" w:rsidTr="00922455">
        <w:tc>
          <w:tcPr>
            <w:tcW w:w="2376" w:type="dxa"/>
            <w:shd w:val="clear" w:color="auto" w:fill="FFFFFF"/>
          </w:tcPr>
          <w:p w14:paraId="66328F5D" w14:textId="290082ED" w:rsidR="009413C8" w:rsidRPr="009413C8" w:rsidRDefault="009413C8" w:rsidP="009413C8">
            <w:pPr>
              <w:pStyle w:val="TableText"/>
            </w:pPr>
            <w:r w:rsidRPr="009413C8">
              <w:t>T2S</w:t>
            </w:r>
          </w:p>
        </w:tc>
        <w:tc>
          <w:tcPr>
            <w:tcW w:w="5989" w:type="dxa"/>
            <w:shd w:val="clear" w:color="auto" w:fill="FFFFFF"/>
          </w:tcPr>
          <w:p w14:paraId="3CB2DCFE" w14:textId="38470B7E" w:rsidR="009413C8" w:rsidRPr="009413C8" w:rsidRDefault="009413C8" w:rsidP="009413C8">
            <w:pPr>
              <w:pStyle w:val="TableText"/>
            </w:pPr>
            <w:r w:rsidRPr="009413C8">
              <w:t>TARGET2-Securities</w:t>
            </w:r>
          </w:p>
        </w:tc>
      </w:tr>
      <w:tr w:rsidR="009413C8" w14:paraId="2B901CBB" w14:textId="77777777" w:rsidTr="00922455">
        <w:tc>
          <w:tcPr>
            <w:tcW w:w="2376" w:type="dxa"/>
            <w:shd w:val="clear" w:color="auto" w:fill="FFFFFF"/>
          </w:tcPr>
          <w:p w14:paraId="659F7743" w14:textId="7F743752" w:rsidR="009413C8" w:rsidRPr="009413C8" w:rsidRDefault="009413C8" w:rsidP="009413C8">
            <w:pPr>
              <w:pStyle w:val="TableText"/>
            </w:pPr>
            <w:r w:rsidRPr="009413C8">
              <w:t>TM</w:t>
            </w:r>
          </w:p>
        </w:tc>
        <w:tc>
          <w:tcPr>
            <w:tcW w:w="5989" w:type="dxa"/>
            <w:shd w:val="clear" w:color="auto" w:fill="FFFFFF"/>
          </w:tcPr>
          <w:p w14:paraId="31AF4252" w14:textId="1C5A72B7" w:rsidR="009413C8" w:rsidRPr="009413C8" w:rsidRDefault="009413C8" w:rsidP="009413C8">
            <w:pPr>
              <w:pStyle w:val="TableText"/>
            </w:pPr>
            <w:r w:rsidRPr="009413C8">
              <w:t>Technical Message. Messages which cover technical functions within T2S System</w:t>
            </w:r>
          </w:p>
        </w:tc>
      </w:tr>
      <w:tr w:rsidR="009413C8" w14:paraId="1742D550" w14:textId="77777777" w:rsidTr="00922455">
        <w:tc>
          <w:tcPr>
            <w:tcW w:w="2376" w:type="dxa"/>
            <w:shd w:val="clear" w:color="auto" w:fill="FFFFFF"/>
          </w:tcPr>
          <w:p w14:paraId="52AAFCB6" w14:textId="0649D9A2" w:rsidR="009413C8" w:rsidRPr="009413C8" w:rsidRDefault="009413C8" w:rsidP="009413C8">
            <w:pPr>
              <w:pStyle w:val="TableText"/>
            </w:pPr>
            <w:r w:rsidRPr="009413C8">
              <w:t>U2A</w:t>
            </w:r>
          </w:p>
        </w:tc>
        <w:tc>
          <w:tcPr>
            <w:tcW w:w="5989" w:type="dxa"/>
            <w:shd w:val="clear" w:color="auto" w:fill="FFFFFF"/>
          </w:tcPr>
          <w:p w14:paraId="04ADB69A" w14:textId="52C5E4D0" w:rsidR="009413C8" w:rsidRPr="009413C8" w:rsidRDefault="009413C8" w:rsidP="009413C8">
            <w:pPr>
              <w:pStyle w:val="TableText"/>
            </w:pPr>
            <w:r w:rsidRPr="009413C8">
              <w:t>User-to-Application mode. Defines a mode of technical communication that permits the exchange of information between software applications of T2S and a T2S system user through a graphical user interface (GUI).</w:t>
            </w:r>
          </w:p>
        </w:tc>
      </w:tr>
      <w:tr w:rsidR="009413C8" w14:paraId="70A4BB43" w14:textId="77777777" w:rsidTr="00922455">
        <w:tc>
          <w:tcPr>
            <w:tcW w:w="2376" w:type="dxa"/>
            <w:shd w:val="clear" w:color="auto" w:fill="FFFFFF"/>
          </w:tcPr>
          <w:p w14:paraId="79FE2DB5" w14:textId="37DF1B52" w:rsidR="009413C8" w:rsidRPr="009413C8" w:rsidRDefault="009413C8" w:rsidP="009413C8">
            <w:pPr>
              <w:pStyle w:val="TableText"/>
            </w:pPr>
            <w:r w:rsidRPr="009413C8">
              <w:t>URD</w:t>
            </w:r>
          </w:p>
        </w:tc>
        <w:tc>
          <w:tcPr>
            <w:tcW w:w="5989" w:type="dxa"/>
            <w:shd w:val="clear" w:color="auto" w:fill="FFFFFF"/>
          </w:tcPr>
          <w:p w14:paraId="272C7C2E" w14:textId="6726CC95" w:rsidR="009413C8" w:rsidRPr="009413C8" w:rsidRDefault="009413C8" w:rsidP="009413C8">
            <w:pPr>
              <w:pStyle w:val="TableText"/>
            </w:pPr>
            <w:r w:rsidRPr="009413C8">
              <w:t>T2S User Requirement Document</w:t>
            </w:r>
          </w:p>
        </w:tc>
      </w:tr>
      <w:tr w:rsidR="009413C8" w14:paraId="35102ECF" w14:textId="77777777" w:rsidTr="00922455">
        <w:tc>
          <w:tcPr>
            <w:tcW w:w="2376" w:type="dxa"/>
            <w:shd w:val="clear" w:color="auto" w:fill="FFFFFF"/>
          </w:tcPr>
          <w:p w14:paraId="7AB0EF46" w14:textId="0959F6FF" w:rsidR="009413C8" w:rsidRPr="009413C8" w:rsidRDefault="009413C8" w:rsidP="009413C8">
            <w:pPr>
              <w:pStyle w:val="TableText"/>
            </w:pPr>
            <w:r w:rsidRPr="009413C8">
              <w:t>XML</w:t>
            </w:r>
          </w:p>
        </w:tc>
        <w:tc>
          <w:tcPr>
            <w:tcW w:w="5989" w:type="dxa"/>
            <w:shd w:val="clear" w:color="auto" w:fill="FFFFFF"/>
          </w:tcPr>
          <w:p w14:paraId="70D84D08" w14:textId="59389EF0" w:rsidR="009413C8" w:rsidRPr="009413C8" w:rsidRDefault="009413C8" w:rsidP="009413C8">
            <w:pPr>
              <w:pStyle w:val="TableText"/>
            </w:pPr>
            <w:proofErr w:type="spellStart"/>
            <w:r w:rsidRPr="009413C8">
              <w:t>eXtensible</w:t>
            </w:r>
            <w:proofErr w:type="spellEnd"/>
            <w:r w:rsidRPr="009413C8">
              <w:t xml:space="preserve"> Mark-up language</w:t>
            </w:r>
          </w:p>
        </w:tc>
      </w:tr>
      <w:tr w:rsidR="009413C8" w14:paraId="1209A957" w14:textId="77777777" w:rsidTr="00922455">
        <w:tc>
          <w:tcPr>
            <w:tcW w:w="2376" w:type="dxa"/>
            <w:shd w:val="clear" w:color="auto" w:fill="FFFFFF"/>
          </w:tcPr>
          <w:p w14:paraId="48E07B43" w14:textId="76CFFA60" w:rsidR="009413C8" w:rsidRPr="009413C8" w:rsidRDefault="009413C8" w:rsidP="009413C8">
            <w:pPr>
              <w:pStyle w:val="TableText"/>
            </w:pPr>
            <w:r w:rsidRPr="009413C8">
              <w:t>4CB</w:t>
            </w:r>
          </w:p>
        </w:tc>
        <w:tc>
          <w:tcPr>
            <w:tcW w:w="5989" w:type="dxa"/>
            <w:shd w:val="clear" w:color="auto" w:fill="FFFFFF"/>
          </w:tcPr>
          <w:p w14:paraId="66E59ECA" w14:textId="5F52D4DB" w:rsidR="009413C8" w:rsidRPr="009413C8" w:rsidRDefault="009413C8" w:rsidP="009413C8">
            <w:pPr>
              <w:pStyle w:val="TableText"/>
            </w:pPr>
            <w:r w:rsidRPr="009413C8">
              <w:t xml:space="preserve">Banca </w:t>
            </w:r>
            <w:proofErr w:type="spellStart"/>
            <w:r w:rsidRPr="009413C8">
              <w:t>d’Italia</w:t>
            </w:r>
            <w:proofErr w:type="spellEnd"/>
            <w:r w:rsidRPr="009413C8">
              <w:t xml:space="preserve">, Banque de France, Deutsche </w:t>
            </w:r>
            <w:proofErr w:type="gramStart"/>
            <w:r w:rsidRPr="009413C8">
              <w:t>Bundesbank</w:t>
            </w:r>
            <w:proofErr w:type="gramEnd"/>
            <w:r w:rsidRPr="009413C8">
              <w:t xml:space="preserve"> and Banco </w:t>
            </w:r>
            <w:proofErr w:type="spellStart"/>
            <w:r w:rsidRPr="009413C8">
              <w:t>d’España</w:t>
            </w:r>
            <w:proofErr w:type="spellEnd"/>
          </w:p>
        </w:tc>
      </w:tr>
      <w:tr w:rsidR="009413C8" w14:paraId="501B5F72" w14:textId="77777777" w:rsidTr="00922455">
        <w:tc>
          <w:tcPr>
            <w:tcW w:w="2376" w:type="dxa"/>
            <w:shd w:val="clear" w:color="auto" w:fill="FFFFFF"/>
          </w:tcPr>
          <w:p w14:paraId="17B22F0C" w14:textId="6FB26A6B" w:rsidR="009413C8" w:rsidRPr="009413C8" w:rsidRDefault="009413C8" w:rsidP="009413C8">
            <w:pPr>
              <w:pStyle w:val="TableText"/>
            </w:pPr>
            <w:r w:rsidRPr="009413C8">
              <w:t>ACH</w:t>
            </w:r>
          </w:p>
        </w:tc>
        <w:tc>
          <w:tcPr>
            <w:tcW w:w="5989" w:type="dxa"/>
            <w:shd w:val="clear" w:color="auto" w:fill="FFFFFF"/>
          </w:tcPr>
          <w:p w14:paraId="29C39AEE" w14:textId="4357E019" w:rsidR="009413C8" w:rsidRPr="009413C8" w:rsidRDefault="009413C8" w:rsidP="009413C8">
            <w:pPr>
              <w:pStyle w:val="TableText"/>
            </w:pPr>
            <w:r w:rsidRPr="009413C8">
              <w:t>Automated Clearing House</w:t>
            </w:r>
          </w:p>
        </w:tc>
      </w:tr>
      <w:tr w:rsidR="009413C8" w14:paraId="0AAE2544" w14:textId="77777777" w:rsidTr="00922455">
        <w:tc>
          <w:tcPr>
            <w:tcW w:w="2376" w:type="dxa"/>
            <w:shd w:val="clear" w:color="auto" w:fill="FFFFFF"/>
          </w:tcPr>
          <w:p w14:paraId="45298117" w14:textId="46C76BAD" w:rsidR="009413C8" w:rsidRPr="009413C8" w:rsidRDefault="009413C8" w:rsidP="009413C8">
            <w:pPr>
              <w:pStyle w:val="TableText"/>
            </w:pPr>
            <w:r w:rsidRPr="009413C8">
              <w:t>A2A</w:t>
            </w:r>
          </w:p>
        </w:tc>
        <w:tc>
          <w:tcPr>
            <w:tcW w:w="5989" w:type="dxa"/>
            <w:shd w:val="clear" w:color="auto" w:fill="FFFFFF"/>
          </w:tcPr>
          <w:p w14:paraId="644A1FAD" w14:textId="58842184" w:rsidR="009413C8" w:rsidRPr="009413C8" w:rsidRDefault="009413C8" w:rsidP="009413C8">
            <w:pPr>
              <w:pStyle w:val="TableText"/>
            </w:pPr>
            <w:r w:rsidRPr="009413C8">
              <w:t>Application-to-Application mode. Defines a mode of technical communication that permits the exchange of information between software applications of T2S and a directly connected T2S actor.</w:t>
            </w:r>
          </w:p>
        </w:tc>
      </w:tr>
      <w:tr w:rsidR="009413C8" w14:paraId="7CE836A7" w14:textId="77777777" w:rsidTr="00922455">
        <w:tc>
          <w:tcPr>
            <w:tcW w:w="2376" w:type="dxa"/>
            <w:shd w:val="clear" w:color="auto" w:fill="FFFFFF"/>
          </w:tcPr>
          <w:p w14:paraId="55D84704" w14:textId="7CD7F772" w:rsidR="009413C8" w:rsidRPr="009413C8" w:rsidRDefault="009413C8" w:rsidP="009413C8">
            <w:pPr>
              <w:pStyle w:val="TableText"/>
            </w:pPr>
            <w:r w:rsidRPr="009413C8">
              <w:t>BAH/head.001</w:t>
            </w:r>
          </w:p>
        </w:tc>
        <w:tc>
          <w:tcPr>
            <w:tcW w:w="5989" w:type="dxa"/>
            <w:shd w:val="clear" w:color="auto" w:fill="FFFFFF"/>
          </w:tcPr>
          <w:p w14:paraId="65294FD3" w14:textId="29087295" w:rsidR="009413C8" w:rsidRPr="009413C8" w:rsidRDefault="009413C8" w:rsidP="009413C8">
            <w:pPr>
              <w:pStyle w:val="TableText"/>
            </w:pPr>
            <w:r w:rsidRPr="009413C8">
              <w:t>Business Application Header</w:t>
            </w:r>
          </w:p>
        </w:tc>
      </w:tr>
      <w:tr w:rsidR="009413C8" w14:paraId="54F81338" w14:textId="77777777" w:rsidTr="00922455">
        <w:tc>
          <w:tcPr>
            <w:tcW w:w="2376" w:type="dxa"/>
            <w:shd w:val="clear" w:color="auto" w:fill="FFFFFF"/>
          </w:tcPr>
          <w:p w14:paraId="73859F2C" w14:textId="2F2B5105" w:rsidR="009413C8" w:rsidRPr="009413C8" w:rsidRDefault="009413C8" w:rsidP="009413C8">
            <w:pPr>
              <w:pStyle w:val="TableText"/>
            </w:pPr>
            <w:r w:rsidRPr="009413C8">
              <w:t>BIC</w:t>
            </w:r>
          </w:p>
        </w:tc>
        <w:tc>
          <w:tcPr>
            <w:tcW w:w="5989" w:type="dxa"/>
            <w:shd w:val="clear" w:color="auto" w:fill="FFFFFF"/>
          </w:tcPr>
          <w:p w14:paraId="68385A96" w14:textId="656E5A48" w:rsidR="009413C8" w:rsidRPr="009413C8" w:rsidRDefault="009413C8" w:rsidP="009413C8">
            <w:pPr>
              <w:pStyle w:val="TableText"/>
            </w:pPr>
            <w:r w:rsidRPr="009413C8">
              <w:t>Business Identifier Code</w:t>
            </w:r>
          </w:p>
        </w:tc>
      </w:tr>
      <w:tr w:rsidR="009413C8" w14:paraId="2F4CA623" w14:textId="77777777" w:rsidTr="00922455">
        <w:tc>
          <w:tcPr>
            <w:tcW w:w="2376" w:type="dxa"/>
            <w:shd w:val="clear" w:color="auto" w:fill="FFFFFF"/>
          </w:tcPr>
          <w:p w14:paraId="4C06264E" w14:textId="389BB797" w:rsidR="009413C8" w:rsidRPr="009413C8" w:rsidRDefault="009413C8" w:rsidP="009413C8">
            <w:pPr>
              <w:pStyle w:val="TableText"/>
            </w:pPr>
            <w:proofErr w:type="spellStart"/>
            <w:r w:rsidRPr="009413C8">
              <w:t>CeBM</w:t>
            </w:r>
            <w:proofErr w:type="spellEnd"/>
          </w:p>
        </w:tc>
        <w:tc>
          <w:tcPr>
            <w:tcW w:w="5989" w:type="dxa"/>
            <w:shd w:val="clear" w:color="auto" w:fill="FFFFFF"/>
          </w:tcPr>
          <w:p w14:paraId="22F86BCF" w14:textId="2E140D5C" w:rsidR="009413C8" w:rsidRPr="009413C8" w:rsidRDefault="009413C8" w:rsidP="009413C8">
            <w:pPr>
              <w:pStyle w:val="TableText"/>
            </w:pPr>
            <w:r w:rsidRPr="009413C8">
              <w:t>Central Bank Money</w:t>
            </w:r>
          </w:p>
        </w:tc>
      </w:tr>
      <w:tr w:rsidR="009413C8" w14:paraId="354AD11D" w14:textId="77777777" w:rsidTr="00922455">
        <w:tc>
          <w:tcPr>
            <w:tcW w:w="2376" w:type="dxa"/>
            <w:shd w:val="clear" w:color="auto" w:fill="FFFFFF"/>
          </w:tcPr>
          <w:p w14:paraId="2A8E6090" w14:textId="16A0A444" w:rsidR="009413C8" w:rsidRPr="009413C8" w:rsidRDefault="009413C8" w:rsidP="009413C8">
            <w:pPr>
              <w:pStyle w:val="TableText"/>
            </w:pPr>
            <w:r w:rsidRPr="009413C8">
              <w:t>CSD</w:t>
            </w:r>
          </w:p>
        </w:tc>
        <w:tc>
          <w:tcPr>
            <w:tcW w:w="5989" w:type="dxa"/>
            <w:shd w:val="clear" w:color="auto" w:fill="FFFFFF"/>
          </w:tcPr>
          <w:p w14:paraId="331B319B" w14:textId="10B676CB" w:rsidR="009413C8" w:rsidRPr="009413C8" w:rsidRDefault="009413C8" w:rsidP="009413C8">
            <w:pPr>
              <w:pStyle w:val="TableText"/>
            </w:pPr>
            <w:r w:rsidRPr="009413C8">
              <w:t>Central Securities Depository</w:t>
            </w:r>
          </w:p>
        </w:tc>
      </w:tr>
      <w:tr w:rsidR="009413C8" w14:paraId="791045F2" w14:textId="77777777" w:rsidTr="00922455">
        <w:tc>
          <w:tcPr>
            <w:tcW w:w="2376" w:type="dxa"/>
            <w:shd w:val="clear" w:color="auto" w:fill="FFFFFF"/>
          </w:tcPr>
          <w:p w14:paraId="12451C28" w14:textId="3E8F2752" w:rsidR="009413C8" w:rsidRPr="009413C8" w:rsidRDefault="009413C8" w:rsidP="009413C8">
            <w:pPr>
              <w:pStyle w:val="TableText"/>
            </w:pPr>
            <w:r w:rsidRPr="009413C8">
              <w:t>ID</w:t>
            </w:r>
          </w:p>
        </w:tc>
        <w:tc>
          <w:tcPr>
            <w:tcW w:w="5989" w:type="dxa"/>
            <w:shd w:val="clear" w:color="auto" w:fill="FFFFFF"/>
          </w:tcPr>
          <w:p w14:paraId="0055DD1D" w14:textId="135C02AD" w:rsidR="009413C8" w:rsidRPr="009413C8" w:rsidRDefault="009413C8" w:rsidP="009413C8">
            <w:pPr>
              <w:pStyle w:val="TableText"/>
            </w:pPr>
            <w:r w:rsidRPr="009413C8">
              <w:t>Identification</w:t>
            </w:r>
          </w:p>
        </w:tc>
      </w:tr>
      <w:tr w:rsidR="009413C8" w14:paraId="16A20AF2" w14:textId="77777777" w:rsidTr="00922455">
        <w:tc>
          <w:tcPr>
            <w:tcW w:w="2376" w:type="dxa"/>
            <w:shd w:val="clear" w:color="auto" w:fill="FFFFFF"/>
          </w:tcPr>
          <w:p w14:paraId="00585FC3" w14:textId="52A7532D" w:rsidR="009413C8" w:rsidRPr="009413C8" w:rsidRDefault="009413C8" w:rsidP="009413C8">
            <w:pPr>
              <w:pStyle w:val="TableText"/>
            </w:pPr>
            <w:r w:rsidRPr="009413C8">
              <w:t>MDR</w:t>
            </w:r>
          </w:p>
        </w:tc>
        <w:tc>
          <w:tcPr>
            <w:tcW w:w="5989" w:type="dxa"/>
            <w:shd w:val="clear" w:color="auto" w:fill="FFFFFF"/>
          </w:tcPr>
          <w:p w14:paraId="595E6DAA" w14:textId="3701683C" w:rsidR="009413C8" w:rsidRPr="009413C8" w:rsidRDefault="009413C8" w:rsidP="009413C8">
            <w:pPr>
              <w:pStyle w:val="TableText"/>
            </w:pPr>
            <w:r w:rsidRPr="009413C8">
              <w:t>Message Definition Report</w:t>
            </w:r>
          </w:p>
        </w:tc>
      </w:tr>
      <w:tr w:rsidR="009413C8" w14:paraId="62D3AFB7" w14:textId="77777777" w:rsidTr="00922455">
        <w:tc>
          <w:tcPr>
            <w:tcW w:w="2376" w:type="dxa"/>
            <w:shd w:val="clear" w:color="auto" w:fill="FFFFFF"/>
          </w:tcPr>
          <w:p w14:paraId="618AB543" w14:textId="02E3B640" w:rsidR="009413C8" w:rsidRPr="009413C8" w:rsidRDefault="009413C8" w:rsidP="009413C8">
            <w:pPr>
              <w:pStyle w:val="TableText"/>
            </w:pPr>
            <w:r w:rsidRPr="009413C8">
              <w:t>NCB</w:t>
            </w:r>
          </w:p>
        </w:tc>
        <w:tc>
          <w:tcPr>
            <w:tcW w:w="5989" w:type="dxa"/>
            <w:shd w:val="clear" w:color="auto" w:fill="FFFFFF"/>
          </w:tcPr>
          <w:p w14:paraId="2158B2E5" w14:textId="6F3CE408" w:rsidR="009413C8" w:rsidRPr="009413C8" w:rsidRDefault="009413C8" w:rsidP="009413C8">
            <w:pPr>
              <w:pStyle w:val="TableText"/>
            </w:pPr>
            <w:r w:rsidRPr="009413C8">
              <w:t>National Central Bank</w:t>
            </w:r>
          </w:p>
        </w:tc>
      </w:tr>
      <w:tr w:rsidR="009413C8" w14:paraId="4DE29FDA" w14:textId="77777777" w:rsidTr="00922455">
        <w:tc>
          <w:tcPr>
            <w:tcW w:w="2376" w:type="dxa"/>
            <w:shd w:val="clear" w:color="auto" w:fill="FFFFFF"/>
          </w:tcPr>
          <w:p w14:paraId="6E08E5FB" w14:textId="71C650BA" w:rsidR="009413C8" w:rsidRPr="009413C8" w:rsidRDefault="009413C8" w:rsidP="009413C8">
            <w:pPr>
              <w:pStyle w:val="TableText"/>
            </w:pPr>
            <w:r w:rsidRPr="009413C8">
              <w:t>RTGS</w:t>
            </w:r>
          </w:p>
        </w:tc>
        <w:tc>
          <w:tcPr>
            <w:tcW w:w="5989" w:type="dxa"/>
            <w:shd w:val="clear" w:color="auto" w:fill="FFFFFF"/>
          </w:tcPr>
          <w:p w14:paraId="666BBA9A" w14:textId="13C3E627" w:rsidR="009413C8" w:rsidRPr="009413C8" w:rsidRDefault="009413C8" w:rsidP="009413C8">
            <w:pPr>
              <w:pStyle w:val="TableText"/>
            </w:pPr>
            <w:r w:rsidRPr="009413C8">
              <w:t xml:space="preserve">Real-time gross settlement (RTGS) system. A settlement system in which processing and settlement take place in real-time on a gross basis.  </w:t>
            </w:r>
          </w:p>
        </w:tc>
      </w:tr>
      <w:tr w:rsidR="009413C8" w14:paraId="24E314FC" w14:textId="77777777" w:rsidTr="00922455">
        <w:tc>
          <w:tcPr>
            <w:tcW w:w="2376" w:type="dxa"/>
            <w:shd w:val="clear" w:color="auto" w:fill="FFFFFF"/>
          </w:tcPr>
          <w:p w14:paraId="223092BA" w14:textId="56839931" w:rsidR="009413C8" w:rsidRPr="009413C8" w:rsidRDefault="009413C8" w:rsidP="009413C8">
            <w:pPr>
              <w:pStyle w:val="TableText"/>
            </w:pPr>
            <w:r w:rsidRPr="009413C8">
              <w:t>SEG</w:t>
            </w:r>
          </w:p>
        </w:tc>
        <w:tc>
          <w:tcPr>
            <w:tcW w:w="5989" w:type="dxa"/>
            <w:shd w:val="clear" w:color="auto" w:fill="FFFFFF"/>
          </w:tcPr>
          <w:p w14:paraId="3C79BA0B" w14:textId="2EEC3D86" w:rsidR="009413C8" w:rsidRPr="009413C8" w:rsidRDefault="009413C8" w:rsidP="009413C8">
            <w:pPr>
              <w:pStyle w:val="TableText"/>
            </w:pPr>
            <w:r w:rsidRPr="009413C8">
              <w:t>Standards Evaluation Group</w:t>
            </w:r>
          </w:p>
        </w:tc>
      </w:tr>
      <w:tr w:rsidR="009413C8" w14:paraId="3A72ED4C" w14:textId="77777777" w:rsidTr="00922455">
        <w:tc>
          <w:tcPr>
            <w:tcW w:w="2376" w:type="dxa"/>
            <w:shd w:val="clear" w:color="auto" w:fill="FFFFFF"/>
          </w:tcPr>
          <w:p w14:paraId="36A8CAFC" w14:textId="1C99DEDF" w:rsidR="009413C8" w:rsidRPr="009413C8" w:rsidRDefault="009413C8" w:rsidP="009413C8">
            <w:pPr>
              <w:pStyle w:val="TableText"/>
            </w:pPr>
            <w:r w:rsidRPr="009413C8">
              <w:t>T2S</w:t>
            </w:r>
          </w:p>
        </w:tc>
        <w:tc>
          <w:tcPr>
            <w:tcW w:w="5989" w:type="dxa"/>
            <w:shd w:val="clear" w:color="auto" w:fill="FFFFFF"/>
          </w:tcPr>
          <w:p w14:paraId="047FEB4F" w14:textId="0440331E" w:rsidR="009413C8" w:rsidRPr="009413C8" w:rsidRDefault="009413C8" w:rsidP="009413C8">
            <w:pPr>
              <w:pStyle w:val="TableText"/>
            </w:pPr>
            <w:r w:rsidRPr="009413C8">
              <w:t>TARGET2-Securities</w:t>
            </w:r>
          </w:p>
        </w:tc>
      </w:tr>
      <w:tr w:rsidR="009413C8" w14:paraId="42132CA2" w14:textId="77777777" w:rsidTr="00922455">
        <w:tc>
          <w:tcPr>
            <w:tcW w:w="2376" w:type="dxa"/>
            <w:shd w:val="clear" w:color="auto" w:fill="FFFFFF"/>
          </w:tcPr>
          <w:p w14:paraId="66064DE8" w14:textId="490E8FF1" w:rsidR="009413C8" w:rsidRPr="009413C8" w:rsidRDefault="009413C8" w:rsidP="009413C8">
            <w:pPr>
              <w:pStyle w:val="TableText"/>
            </w:pPr>
            <w:r w:rsidRPr="009413C8">
              <w:t>TM</w:t>
            </w:r>
          </w:p>
        </w:tc>
        <w:tc>
          <w:tcPr>
            <w:tcW w:w="5989" w:type="dxa"/>
            <w:shd w:val="clear" w:color="auto" w:fill="FFFFFF"/>
          </w:tcPr>
          <w:p w14:paraId="1AE79A32" w14:textId="0BF2E2A0" w:rsidR="009413C8" w:rsidRPr="009413C8" w:rsidRDefault="009413C8" w:rsidP="009413C8">
            <w:pPr>
              <w:pStyle w:val="TableText"/>
            </w:pPr>
            <w:r w:rsidRPr="009413C8">
              <w:t>Technical Message. Messages which cover technical functions within T2S System</w:t>
            </w:r>
          </w:p>
        </w:tc>
      </w:tr>
      <w:tr w:rsidR="009413C8" w14:paraId="3056A636" w14:textId="77777777" w:rsidTr="00922455">
        <w:tc>
          <w:tcPr>
            <w:tcW w:w="2376" w:type="dxa"/>
            <w:shd w:val="clear" w:color="auto" w:fill="FFFFFF"/>
          </w:tcPr>
          <w:p w14:paraId="74A40CBA" w14:textId="3C52D25B" w:rsidR="009413C8" w:rsidRPr="009413C8" w:rsidRDefault="009413C8" w:rsidP="009413C8">
            <w:pPr>
              <w:pStyle w:val="TableText"/>
            </w:pPr>
            <w:r w:rsidRPr="009413C8">
              <w:t>U2A</w:t>
            </w:r>
          </w:p>
        </w:tc>
        <w:tc>
          <w:tcPr>
            <w:tcW w:w="5989" w:type="dxa"/>
            <w:shd w:val="clear" w:color="auto" w:fill="FFFFFF"/>
          </w:tcPr>
          <w:p w14:paraId="54893F85" w14:textId="116CC10F" w:rsidR="009413C8" w:rsidRPr="009413C8" w:rsidRDefault="009413C8" w:rsidP="009413C8">
            <w:pPr>
              <w:pStyle w:val="TableText"/>
            </w:pPr>
            <w:r w:rsidRPr="009413C8">
              <w:t>User-to-Application mode. Defines a mode of technical communication that permits the exchange of information between software applications of T2S and a T2S system user through a graphical user interface (GUI).</w:t>
            </w:r>
          </w:p>
        </w:tc>
      </w:tr>
      <w:tr w:rsidR="009413C8" w14:paraId="15E12600" w14:textId="77777777" w:rsidTr="00922455">
        <w:tc>
          <w:tcPr>
            <w:tcW w:w="2376" w:type="dxa"/>
            <w:shd w:val="clear" w:color="auto" w:fill="FFFFFF"/>
          </w:tcPr>
          <w:p w14:paraId="073337BE" w14:textId="204AFEAF" w:rsidR="009413C8" w:rsidRPr="009413C8" w:rsidRDefault="009413C8" w:rsidP="009413C8">
            <w:pPr>
              <w:pStyle w:val="TableText"/>
            </w:pPr>
            <w:r w:rsidRPr="009413C8">
              <w:t>URD</w:t>
            </w:r>
          </w:p>
        </w:tc>
        <w:tc>
          <w:tcPr>
            <w:tcW w:w="5989" w:type="dxa"/>
            <w:shd w:val="clear" w:color="auto" w:fill="FFFFFF"/>
          </w:tcPr>
          <w:p w14:paraId="52EE2A7F" w14:textId="7D49230B" w:rsidR="009413C8" w:rsidRPr="009413C8" w:rsidRDefault="009413C8" w:rsidP="009413C8">
            <w:pPr>
              <w:pStyle w:val="TableText"/>
            </w:pPr>
            <w:r w:rsidRPr="009413C8">
              <w:t>T2S User Requirement Document</w:t>
            </w:r>
          </w:p>
        </w:tc>
      </w:tr>
      <w:tr w:rsidR="009413C8" w14:paraId="5FC8B4F5" w14:textId="77777777" w:rsidTr="00922455">
        <w:tc>
          <w:tcPr>
            <w:tcW w:w="2376" w:type="dxa"/>
            <w:shd w:val="clear" w:color="auto" w:fill="FFFFFF"/>
          </w:tcPr>
          <w:p w14:paraId="797B9BFF" w14:textId="134BE1F0" w:rsidR="009413C8" w:rsidRPr="009413C8" w:rsidRDefault="009413C8" w:rsidP="009413C8">
            <w:pPr>
              <w:pStyle w:val="TableText"/>
            </w:pPr>
            <w:r w:rsidRPr="009413C8">
              <w:t>XML</w:t>
            </w:r>
          </w:p>
        </w:tc>
        <w:tc>
          <w:tcPr>
            <w:tcW w:w="5989" w:type="dxa"/>
            <w:shd w:val="clear" w:color="auto" w:fill="FFFFFF"/>
          </w:tcPr>
          <w:p w14:paraId="161C8937" w14:textId="3F873904" w:rsidR="009413C8" w:rsidRPr="009413C8" w:rsidRDefault="009413C8" w:rsidP="009413C8">
            <w:pPr>
              <w:pStyle w:val="TableText"/>
            </w:pPr>
            <w:proofErr w:type="spellStart"/>
            <w:r w:rsidRPr="009413C8">
              <w:t>eXtensible</w:t>
            </w:r>
            <w:proofErr w:type="spellEnd"/>
            <w:r w:rsidRPr="009413C8">
              <w:t xml:space="preserve"> Mark-up language</w:t>
            </w:r>
          </w:p>
        </w:tc>
      </w:tr>
    </w:tbl>
    <w:p w14:paraId="2F2B1A4B" w14:textId="77777777" w:rsidR="00526C98" w:rsidRDefault="000E53BB" w:rsidP="00A8050C">
      <w:pPr>
        <w:pStyle w:val="Heading2"/>
      </w:pPr>
      <w:bookmarkStart w:id="7" w:name="_Toc161581636"/>
      <w:r w:rsidRPr="000E53BB">
        <w:t>Document Scope and Objectives</w:t>
      </w:r>
      <w:bookmarkEnd w:id="7"/>
    </w:p>
    <w:p w14:paraId="239C7887" w14:textId="77777777" w:rsidR="00E20C03" w:rsidRDefault="00E20C03" w:rsidP="0069044F">
      <w:r w:rsidRPr="001A46C4">
        <w:t xml:space="preserve">This document is the first part of the </w:t>
      </w:r>
      <w:r w:rsidR="00FD4D04">
        <w:t>&lt;</w:t>
      </w:r>
      <w:r w:rsidR="00565A42">
        <w:rPr>
          <w:rStyle w:val="Bold"/>
        </w:rPr>
        <w:t>Name of message set</w:t>
      </w:r>
      <w:r w:rsidR="00FD4D04">
        <w:t>&gt;</w:t>
      </w:r>
      <w:r w:rsidR="00936F11" w:rsidRPr="001A46C4">
        <w:t xml:space="preserve"> </w:t>
      </w:r>
      <w:r w:rsidRPr="002D6766">
        <w:t xml:space="preserve">Message Definition Report (MDR) that describes the </w:t>
      </w:r>
      <w:proofErr w:type="spellStart"/>
      <w:r w:rsidRPr="002D6766">
        <w:t>BusinessTransactions</w:t>
      </w:r>
      <w:proofErr w:type="spellEnd"/>
      <w:r w:rsidRPr="002D6766">
        <w:t xml:space="preserve"> and underlying message set. For the sake</w:t>
      </w:r>
      <w:r w:rsidRPr="0069044F">
        <w:t xml:space="preserve"> of completeness, the </w:t>
      </w:r>
      <w:r w:rsidRPr="0069044F">
        <w:lastRenderedPageBreak/>
        <w:t xml:space="preserve">document may also describe </w:t>
      </w:r>
      <w:proofErr w:type="spellStart"/>
      <w:r w:rsidRPr="0069044F">
        <w:t>BusinessActivities</w:t>
      </w:r>
      <w:proofErr w:type="spellEnd"/>
      <w:r w:rsidRPr="0069044F">
        <w:t xml:space="preserve"> that are not in the</w:t>
      </w:r>
      <w:r>
        <w:t xml:space="preserve"> scope of the </w:t>
      </w:r>
      <w:r w:rsidR="00E632EE">
        <w:t xml:space="preserve">business </w:t>
      </w:r>
      <w:r w:rsidR="00E632EE" w:rsidRPr="00A72CAE">
        <w:t>process</w:t>
      </w:r>
      <w:r w:rsidR="00C82AF8" w:rsidRPr="00A72CAE">
        <w:t>es</w:t>
      </w:r>
      <w:r w:rsidR="00F16AC8" w:rsidRPr="00A72CAE">
        <w:t xml:space="preserve"> co</w:t>
      </w:r>
      <w:r w:rsidR="00E632EE" w:rsidRPr="00A72CAE">
        <w:t>vered in</w:t>
      </w:r>
      <w:r w:rsidR="00F16AC8" w:rsidRPr="00A72CAE">
        <w:t xml:space="preserve"> this document</w:t>
      </w:r>
      <w:r w:rsidRPr="00A72CAE">
        <w:t>.</w:t>
      </w:r>
    </w:p>
    <w:p w14:paraId="44C89F3F" w14:textId="77777777" w:rsidR="00E20C03" w:rsidRDefault="00E20C03" w:rsidP="00E20C03">
      <w:r>
        <w:t>This document describes the following:</w:t>
      </w:r>
    </w:p>
    <w:p w14:paraId="5F92034F" w14:textId="77777777" w:rsidR="00E20C03" w:rsidRDefault="002A331D" w:rsidP="009413C8">
      <w:pPr>
        <w:pStyle w:val="TableBullet"/>
      </w:pPr>
      <w:r>
        <w:t>t</w:t>
      </w:r>
      <w:r w:rsidR="00E20C03">
        <w:t xml:space="preserve">he </w:t>
      </w:r>
      <w:proofErr w:type="spellStart"/>
      <w:r w:rsidR="00E20C03">
        <w:t>BusinessProcess</w:t>
      </w:r>
      <w:proofErr w:type="spellEnd"/>
      <w:r w:rsidR="00E20C03">
        <w:t xml:space="preserve"> scope </w:t>
      </w:r>
    </w:p>
    <w:p w14:paraId="7F95DC37" w14:textId="77777777" w:rsidR="00E20C03" w:rsidRDefault="002A331D" w:rsidP="009413C8">
      <w:pPr>
        <w:pStyle w:val="TableBullet"/>
      </w:pPr>
      <w:r>
        <w:t>t</w:t>
      </w:r>
      <w:r w:rsidR="00E20C03">
        <w:t xml:space="preserve">he </w:t>
      </w:r>
      <w:proofErr w:type="spellStart"/>
      <w:r w:rsidR="00E20C03">
        <w:t>BusinessRoles</w:t>
      </w:r>
      <w:proofErr w:type="spellEnd"/>
      <w:r w:rsidR="00E20C03">
        <w:t xml:space="preserve"> involved in these </w:t>
      </w:r>
      <w:proofErr w:type="spellStart"/>
      <w:proofErr w:type="gramStart"/>
      <w:r w:rsidR="00E20C03">
        <w:t>BusinessProcesses</w:t>
      </w:r>
      <w:proofErr w:type="spellEnd"/>
      <w:proofErr w:type="gramEnd"/>
    </w:p>
    <w:p w14:paraId="332E271D" w14:textId="77777777" w:rsidR="00E20C03" w:rsidRDefault="00E20C03" w:rsidP="00E20C03">
      <w:r>
        <w:t>The main objectives of this document are as follows:</w:t>
      </w:r>
    </w:p>
    <w:p w14:paraId="0C9F4434" w14:textId="77777777" w:rsidR="00E20C03" w:rsidRDefault="002A331D" w:rsidP="009413C8">
      <w:pPr>
        <w:pStyle w:val="TableBullet"/>
      </w:pPr>
      <w:r>
        <w:t>t</w:t>
      </w:r>
      <w:r w:rsidR="00E20C03">
        <w:t xml:space="preserve">o provide information about the messages </w:t>
      </w:r>
      <w:r w:rsidR="00C82AF8" w:rsidRPr="00A72CAE">
        <w:t xml:space="preserve">that support the business </w:t>
      </w:r>
      <w:proofErr w:type="gramStart"/>
      <w:r w:rsidR="00C82AF8" w:rsidRPr="00A72CAE">
        <w:t>processes</w:t>
      </w:r>
      <w:proofErr w:type="gramEnd"/>
    </w:p>
    <w:p w14:paraId="55082900" w14:textId="77777777" w:rsidR="00E20C03" w:rsidRDefault="002A331D" w:rsidP="009413C8">
      <w:pPr>
        <w:pStyle w:val="TableBullet"/>
      </w:pPr>
      <w:r>
        <w:t>t</w:t>
      </w:r>
      <w:r w:rsidR="00E20C03">
        <w:t xml:space="preserve">o explain the </w:t>
      </w:r>
      <w:proofErr w:type="spellStart"/>
      <w:r w:rsidR="00E20C03">
        <w:t>BusinessProcesses</w:t>
      </w:r>
      <w:proofErr w:type="spellEnd"/>
      <w:r w:rsidR="00E20C03">
        <w:t xml:space="preserve"> and </w:t>
      </w:r>
      <w:proofErr w:type="spellStart"/>
      <w:r w:rsidR="00E20C03">
        <w:t>BusinessActivities</w:t>
      </w:r>
      <w:proofErr w:type="spellEnd"/>
      <w:r w:rsidR="00E20C03">
        <w:t xml:space="preserve"> these messages have </w:t>
      </w:r>
      <w:proofErr w:type="gramStart"/>
      <w:r w:rsidR="00E20C03">
        <w:t>addressed</w:t>
      </w:r>
      <w:proofErr w:type="gramEnd"/>
    </w:p>
    <w:p w14:paraId="3519C1FD" w14:textId="77777777" w:rsidR="00E20C03" w:rsidRDefault="002A331D" w:rsidP="009413C8">
      <w:pPr>
        <w:pStyle w:val="TableBullet"/>
      </w:pPr>
      <w:r>
        <w:t>t</w:t>
      </w:r>
      <w:r w:rsidR="00E20C03">
        <w:t xml:space="preserve">o give a </w:t>
      </w:r>
      <w:proofErr w:type="gramStart"/>
      <w:r w:rsidR="00E20C03">
        <w:t>high level</w:t>
      </w:r>
      <w:proofErr w:type="gramEnd"/>
      <w:r w:rsidR="00E20C03">
        <w:t xml:space="preserve"> description of </w:t>
      </w:r>
      <w:proofErr w:type="spellStart"/>
      <w:r w:rsidR="00E20C03">
        <w:t>BusinessProcesses</w:t>
      </w:r>
      <w:proofErr w:type="spellEnd"/>
      <w:r w:rsidR="00E20C03">
        <w:t xml:space="preserve"> and the associated </w:t>
      </w:r>
      <w:proofErr w:type="spellStart"/>
      <w:r w:rsidR="00E20C03">
        <w:t>BusinessRoles</w:t>
      </w:r>
      <w:proofErr w:type="spellEnd"/>
    </w:p>
    <w:p w14:paraId="3833CA59" w14:textId="77777777" w:rsidR="00E20C03" w:rsidRDefault="002A331D" w:rsidP="009413C8">
      <w:pPr>
        <w:pStyle w:val="TableBullet"/>
      </w:pPr>
      <w:r>
        <w:t>t</w:t>
      </w:r>
      <w:r w:rsidR="00E20C03">
        <w:t>o doc</w:t>
      </w:r>
      <w:r w:rsidR="00C82AF8">
        <w:t xml:space="preserve">ument the </w:t>
      </w:r>
      <w:proofErr w:type="spellStart"/>
      <w:r w:rsidR="00C82AF8">
        <w:t>BusinessTransactions</w:t>
      </w:r>
      <w:proofErr w:type="spellEnd"/>
      <w:r w:rsidR="00E20C03">
        <w:t xml:space="preserve"> </w:t>
      </w:r>
    </w:p>
    <w:p w14:paraId="35E67E17" w14:textId="77777777" w:rsidR="00E20C03" w:rsidRPr="00F84EE5" w:rsidRDefault="002A331D" w:rsidP="009413C8">
      <w:pPr>
        <w:pStyle w:val="TableBullet"/>
      </w:pPr>
      <w:r w:rsidRPr="00F84EE5">
        <w:t>t</w:t>
      </w:r>
      <w:r w:rsidR="00E20C03" w:rsidRPr="00F84EE5">
        <w:t>o provide business examples</w:t>
      </w:r>
    </w:p>
    <w:p w14:paraId="66801650" w14:textId="77777777" w:rsidR="000E53BB" w:rsidRDefault="00E20C03" w:rsidP="00E632EE">
      <w:r w:rsidRPr="00E20C03">
        <w:t>The messages definitions are specified in Message Definition Report Part 2</w:t>
      </w:r>
      <w:r>
        <w:t>.</w:t>
      </w:r>
    </w:p>
    <w:p w14:paraId="5AE4F2B9" w14:textId="77777777" w:rsidR="00B5372E" w:rsidRDefault="00B5372E" w:rsidP="00A8050C">
      <w:pPr>
        <w:pStyle w:val="Heading2"/>
      </w:pPr>
      <w:bookmarkStart w:id="8" w:name="_Toc161581637"/>
      <w:r>
        <w:t>References</w:t>
      </w:r>
      <w:bookmarkEnd w:id="8"/>
    </w:p>
    <w:p w14:paraId="48D8C142" w14:textId="77777777" w:rsidR="009413C8" w:rsidRPr="009413C8" w:rsidRDefault="009413C8" w:rsidP="009413C8"/>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93"/>
        <w:gridCol w:w="1284"/>
        <w:gridCol w:w="1701"/>
        <w:gridCol w:w="1187"/>
      </w:tblGrid>
      <w:tr w:rsidR="00922455" w14:paraId="7A92775D" w14:textId="77777777" w:rsidTr="00D762DE">
        <w:trPr>
          <w:cantSplit/>
          <w:tblHeader/>
        </w:trPr>
        <w:tc>
          <w:tcPr>
            <w:tcW w:w="4193"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C40801F" w14:textId="77777777" w:rsidR="0052733C" w:rsidRPr="002D3B7B" w:rsidRDefault="0052733C" w:rsidP="00DD3851">
            <w:pPr>
              <w:pStyle w:val="TableHeading"/>
            </w:pPr>
            <w:r w:rsidRPr="002D3B7B">
              <w:t>Document</w:t>
            </w:r>
          </w:p>
        </w:tc>
        <w:tc>
          <w:tcPr>
            <w:tcW w:w="1284"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17FE1BA" w14:textId="77777777" w:rsidR="0052733C" w:rsidRPr="002D3B7B" w:rsidRDefault="0052733C" w:rsidP="00DD3851">
            <w:pPr>
              <w:pStyle w:val="TableHeading"/>
            </w:pPr>
            <w:r w:rsidRPr="002D3B7B">
              <w:t>Version</w:t>
            </w:r>
          </w:p>
        </w:tc>
        <w:tc>
          <w:tcPr>
            <w:tcW w:w="1701"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2038CD0" w14:textId="77777777" w:rsidR="0052733C" w:rsidRPr="002D3B7B" w:rsidRDefault="0052733C" w:rsidP="00DD3851">
            <w:pPr>
              <w:pStyle w:val="TableHeading"/>
            </w:pPr>
            <w:r w:rsidRPr="002D3B7B">
              <w:t>Date</w:t>
            </w:r>
          </w:p>
        </w:tc>
        <w:tc>
          <w:tcPr>
            <w:tcW w:w="1187"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D3DE54C" w14:textId="77777777" w:rsidR="0052733C" w:rsidRPr="002D3B7B" w:rsidRDefault="0052733C" w:rsidP="00DD3851">
            <w:pPr>
              <w:pStyle w:val="TableHeading"/>
            </w:pPr>
            <w:r w:rsidRPr="002D3B7B">
              <w:t>Author</w:t>
            </w:r>
          </w:p>
        </w:tc>
      </w:tr>
      <w:tr w:rsidR="009413C8" w14:paraId="5D49C25A" w14:textId="77777777" w:rsidTr="00D762DE">
        <w:tc>
          <w:tcPr>
            <w:tcW w:w="4193" w:type="dxa"/>
            <w:shd w:val="clear" w:color="auto" w:fill="FFFFFF"/>
          </w:tcPr>
          <w:p w14:paraId="5FFA1435" w14:textId="605478F5" w:rsidR="009413C8" w:rsidRPr="002D3B7B" w:rsidRDefault="009413C8" w:rsidP="009413C8">
            <w:pPr>
              <w:pStyle w:val="TableText"/>
            </w:pPr>
            <w:r w:rsidRPr="009413C8">
              <w:t xml:space="preserve">ISO 20022 Business Justification – </w:t>
            </w:r>
            <w:r w:rsidR="00D762DE">
              <w:t>Target2-</w:t>
            </w:r>
            <w:r w:rsidRPr="009413C8">
              <w:t xml:space="preserve">Securities </w:t>
            </w:r>
            <w:r w:rsidR="00D762DE">
              <w:t>#42</w:t>
            </w:r>
          </w:p>
        </w:tc>
        <w:tc>
          <w:tcPr>
            <w:tcW w:w="1284" w:type="dxa"/>
            <w:shd w:val="clear" w:color="auto" w:fill="FFFFFF"/>
            <w:vAlign w:val="center"/>
          </w:tcPr>
          <w:p w14:paraId="17E624FA" w14:textId="31CE0917" w:rsidR="009413C8" w:rsidRPr="002D3B7B" w:rsidRDefault="009413C8" w:rsidP="009413C8">
            <w:pPr>
              <w:pStyle w:val="TableText"/>
            </w:pPr>
            <w:r w:rsidRPr="009413C8">
              <w:t>2.0</w:t>
            </w:r>
          </w:p>
        </w:tc>
        <w:tc>
          <w:tcPr>
            <w:tcW w:w="1701" w:type="dxa"/>
            <w:shd w:val="clear" w:color="auto" w:fill="FFFFFF"/>
            <w:vAlign w:val="center"/>
          </w:tcPr>
          <w:p w14:paraId="732537A0" w14:textId="77777777" w:rsidR="009413C8" w:rsidRPr="002D3B7B" w:rsidRDefault="009413C8" w:rsidP="009413C8">
            <w:pPr>
              <w:pStyle w:val="TableText"/>
            </w:pPr>
          </w:p>
        </w:tc>
        <w:tc>
          <w:tcPr>
            <w:tcW w:w="1187" w:type="dxa"/>
            <w:shd w:val="clear" w:color="auto" w:fill="FFFFFF"/>
            <w:vAlign w:val="center"/>
          </w:tcPr>
          <w:p w14:paraId="75D3E6CA" w14:textId="483F8641" w:rsidR="009413C8" w:rsidRPr="002D3B7B" w:rsidRDefault="009413C8" w:rsidP="009413C8">
            <w:pPr>
              <w:pStyle w:val="TableText"/>
            </w:pPr>
            <w:r w:rsidRPr="009413C8">
              <w:t>4CB</w:t>
            </w:r>
          </w:p>
        </w:tc>
      </w:tr>
      <w:tr w:rsidR="009413C8" w14:paraId="52CBB9C2" w14:textId="77777777" w:rsidTr="00D762DE">
        <w:tc>
          <w:tcPr>
            <w:tcW w:w="4193" w:type="dxa"/>
            <w:shd w:val="clear" w:color="auto" w:fill="FFFFFF"/>
          </w:tcPr>
          <w:p w14:paraId="1A6371B4" w14:textId="77777777" w:rsidR="009413C8" w:rsidRPr="009413C8" w:rsidRDefault="009413C8" w:rsidP="009413C8">
            <w:r w:rsidRPr="009413C8">
              <w:t>T2S User Requirements (URD)</w:t>
            </w:r>
          </w:p>
          <w:p w14:paraId="71B1D0FB" w14:textId="740DD0B7" w:rsidR="009413C8" w:rsidRPr="002D3B7B" w:rsidRDefault="009413C8" w:rsidP="009413C8">
            <w:pPr>
              <w:pStyle w:val="TableText"/>
            </w:pPr>
            <w:r w:rsidRPr="009413C8">
              <w:t>https://www.ecb.europa.eu/paym/t2s/pdf/2016-08-01_urd_v5_05.pdf</w:t>
            </w:r>
          </w:p>
        </w:tc>
        <w:tc>
          <w:tcPr>
            <w:tcW w:w="1284" w:type="dxa"/>
            <w:shd w:val="clear" w:color="auto" w:fill="FFFFFF"/>
            <w:vAlign w:val="center"/>
          </w:tcPr>
          <w:p w14:paraId="4DAB28AA" w14:textId="480E4FB8" w:rsidR="009413C8" w:rsidRPr="002D3B7B" w:rsidRDefault="009413C8" w:rsidP="009413C8">
            <w:pPr>
              <w:pStyle w:val="TableText"/>
            </w:pPr>
            <w:r w:rsidRPr="009413C8">
              <w:t>5.05</w:t>
            </w:r>
          </w:p>
        </w:tc>
        <w:tc>
          <w:tcPr>
            <w:tcW w:w="1701" w:type="dxa"/>
            <w:shd w:val="clear" w:color="auto" w:fill="FFFFFF"/>
            <w:vAlign w:val="center"/>
          </w:tcPr>
          <w:p w14:paraId="3A43E8C9" w14:textId="68151318" w:rsidR="009413C8" w:rsidRPr="002D3B7B" w:rsidRDefault="009413C8" w:rsidP="009413C8">
            <w:pPr>
              <w:pStyle w:val="TableText"/>
            </w:pPr>
            <w:r w:rsidRPr="009413C8">
              <w:t>08.2016</w:t>
            </w:r>
          </w:p>
        </w:tc>
        <w:tc>
          <w:tcPr>
            <w:tcW w:w="1187" w:type="dxa"/>
            <w:shd w:val="clear" w:color="auto" w:fill="FFFFFF"/>
            <w:vAlign w:val="center"/>
          </w:tcPr>
          <w:p w14:paraId="5A46377E" w14:textId="0B8A63FA" w:rsidR="009413C8" w:rsidRPr="002D3B7B" w:rsidRDefault="009413C8" w:rsidP="009413C8">
            <w:pPr>
              <w:pStyle w:val="TableText"/>
            </w:pPr>
            <w:r w:rsidRPr="009413C8">
              <w:t>ECB</w:t>
            </w:r>
          </w:p>
        </w:tc>
      </w:tr>
    </w:tbl>
    <w:p w14:paraId="6CA23146" w14:textId="77777777" w:rsidR="00B5372E" w:rsidRDefault="00B5372E" w:rsidP="00A8050C">
      <w:pPr>
        <w:pStyle w:val="Heading1"/>
      </w:pPr>
      <w:bookmarkStart w:id="9" w:name="_Toc161581638"/>
      <w:r>
        <w:lastRenderedPageBreak/>
        <w:t>Scope and Functionality</w:t>
      </w:r>
      <w:bookmarkEnd w:id="9"/>
    </w:p>
    <w:p w14:paraId="2549368E" w14:textId="77777777" w:rsidR="00B5372E" w:rsidRDefault="00B5372E" w:rsidP="004D01EB">
      <w:pPr>
        <w:pStyle w:val="Heading2"/>
      </w:pPr>
      <w:bookmarkStart w:id="10" w:name="_Toc161581639"/>
      <w:r>
        <w:t>Background</w:t>
      </w:r>
      <w:bookmarkEnd w:id="10"/>
    </w:p>
    <w:p w14:paraId="3A3CF6B0" w14:textId="77777777" w:rsidR="00D762DE" w:rsidRPr="00D762DE" w:rsidRDefault="00D762DE" w:rsidP="00D762DE">
      <w:r w:rsidRPr="00D762DE">
        <w:t xml:space="preserve">This Message Definition Report covers a set of 9 ISO 20022 Securities Account Reference Data Message Definitions developed by Banca </w:t>
      </w:r>
      <w:proofErr w:type="spellStart"/>
      <w:r w:rsidRPr="00D762DE">
        <w:t>d’Italia</w:t>
      </w:r>
      <w:proofErr w:type="spellEnd"/>
      <w:r w:rsidRPr="00D762DE">
        <w:t xml:space="preserve"> on behalf of 4CB in close collaboration with SWIFT and approved by the Securities Standards Evaluation Group (lead SEG) and the Payments SEG. </w:t>
      </w:r>
    </w:p>
    <w:p w14:paraId="4FD08EA2" w14:textId="77777777" w:rsidR="00D762DE" w:rsidRPr="00D762DE" w:rsidRDefault="00D762DE" w:rsidP="00D762DE">
      <w:r w:rsidRPr="00D762DE">
        <w:t>Originally, these messages have been designed to support the T2S community for reference data management. T2S (TARGET2-Securities) is a European securities settlement engine which offers centralised settlement in central bank money across all European securities markets. The fundamental objective of T2S is to integrate and harmonise the highly fragmented securities settlement infrastructure in Europe. It aims to reduce the costs of cross-border securities settlement and increase competition and choice among providers of post-trading services in Europe.</w:t>
      </w:r>
    </w:p>
    <w:p w14:paraId="04BE9D43" w14:textId="0EFCCEBF" w:rsidR="00936F11" w:rsidRPr="00F84EE5" w:rsidRDefault="00D762DE" w:rsidP="00D762DE">
      <w:r w:rsidRPr="00D762DE">
        <w:t xml:space="preserve">The detailed description of each </w:t>
      </w:r>
      <w:proofErr w:type="spellStart"/>
      <w:r w:rsidRPr="00D762DE">
        <w:t>MessageDefinition</w:t>
      </w:r>
      <w:proofErr w:type="spellEnd"/>
      <w:r w:rsidRPr="00D762DE">
        <w:t xml:space="preserve"> is provided in Message Definition Report Part 2.</w:t>
      </w:r>
    </w:p>
    <w:p w14:paraId="1FA3C53F" w14:textId="25375FE5" w:rsidR="00B5372E" w:rsidRDefault="00B5372E" w:rsidP="004D01EB">
      <w:pPr>
        <w:pStyle w:val="Heading2"/>
      </w:pPr>
      <w:bookmarkStart w:id="11" w:name="_Toc161581640"/>
      <w:r>
        <w:t>Scop</w:t>
      </w:r>
      <w:r w:rsidR="00FC3EE2">
        <w:t>e</w:t>
      </w:r>
      <w:bookmarkEnd w:id="11"/>
    </w:p>
    <w:p w14:paraId="30637EAC" w14:textId="77777777" w:rsidR="00D762DE" w:rsidRPr="00D762DE" w:rsidRDefault="00D762DE" w:rsidP="00D762DE">
      <w:r w:rsidRPr="00D762DE">
        <w:t>The Securities Account Reference Data messages are specifically designed to support the management of the securities account reference data, the monitoring of the execution of the requests and the activity reporting, including audit trail information.</w:t>
      </w:r>
    </w:p>
    <w:p w14:paraId="4CB3D16C" w14:textId="77777777" w:rsidR="000851E4" w:rsidRDefault="000851E4" w:rsidP="00A72CAE">
      <w:pPr>
        <w:pStyle w:val="Heading2"/>
      </w:pPr>
      <w:bookmarkStart w:id="12" w:name="_Toc161581641"/>
      <w:r>
        <w:t xml:space="preserve">Groups of </w:t>
      </w:r>
      <w:proofErr w:type="spellStart"/>
      <w:r w:rsidRPr="00A72CAE">
        <w:t>MessageDefinitions</w:t>
      </w:r>
      <w:proofErr w:type="spellEnd"/>
      <w:r>
        <w:t xml:space="preserve"> and Functionality</w:t>
      </w:r>
      <w:bookmarkEnd w:id="12"/>
    </w:p>
    <w:p w14:paraId="29760BA8" w14:textId="77777777" w:rsidR="000A528A" w:rsidRPr="00C44D92" w:rsidRDefault="000A528A" w:rsidP="00CA5563">
      <w:pPr>
        <w:rPr>
          <w:rStyle w:val="Bold"/>
        </w:rPr>
      </w:pPr>
      <w:r w:rsidRPr="00C44D92">
        <w:rPr>
          <w:rStyle w:val="Bold"/>
        </w:rPr>
        <w:t xml:space="preserve">Some </w:t>
      </w:r>
      <w:r w:rsidR="009C3408" w:rsidRPr="00C44D92">
        <w:rPr>
          <w:rStyle w:val="Bold"/>
        </w:rPr>
        <w:t>introductory</w:t>
      </w:r>
      <w:r w:rsidRPr="00C44D92">
        <w:rPr>
          <w:rStyle w:val="Bold"/>
        </w:rPr>
        <w:t xml:space="preserve"> text</w:t>
      </w:r>
      <w:r w:rsidR="00813BE4" w:rsidRPr="00C44D92">
        <w:rPr>
          <w:rStyle w:val="Bold"/>
        </w:rPr>
        <w:t xml:space="preserve"> if appropriate</w:t>
      </w:r>
      <w:r w:rsidR="00E654A9" w:rsidRPr="00C44D92">
        <w:rPr>
          <w:rStyle w:val="Bold"/>
        </w:rPr>
        <w:t xml:space="preserve"> (style is ‘normal’)</w:t>
      </w:r>
    </w:p>
    <w:p w14:paraId="30A9E354" w14:textId="77777777" w:rsidR="00CA5563" w:rsidRPr="000A528A" w:rsidRDefault="00CA5563" w:rsidP="00FC3EE2">
      <w:pPr>
        <w:pStyle w:val="Note"/>
      </w:pPr>
      <w:r w:rsidRPr="00F84EE5">
        <w:t xml:space="preserve">These </w:t>
      </w:r>
      <w:r w:rsidR="00813BE4">
        <w:t>messages</w:t>
      </w:r>
      <w:r w:rsidRPr="00F84EE5">
        <w:t xml:space="preserve"> are to be used with the ISO 20022 Business App</w:t>
      </w:r>
      <w:r w:rsidR="00361851">
        <w:t>lication Header (head.001</w:t>
      </w:r>
      <w:r w:rsidRPr="00F84EE5">
        <w:t>). The schema and more information about the Business Application Header (BAH) can be found on</w:t>
      </w:r>
      <w:r>
        <w:t xml:space="preserve"> the www.iso20022.org web </w:t>
      </w:r>
      <w:proofErr w:type="gramStart"/>
      <w:r>
        <w:t>site</w:t>
      </w:r>
      <w:proofErr w:type="gramEnd"/>
    </w:p>
    <w:p w14:paraId="0082E94F" w14:textId="77777777" w:rsidR="00715699" w:rsidRDefault="00715699" w:rsidP="00F2179B">
      <w:pPr>
        <w:pStyle w:val="Heading3"/>
      </w:pPr>
      <w:r>
        <w:t>Groups</w:t>
      </w:r>
    </w:p>
    <w:p w14:paraId="154BA245" w14:textId="77777777" w:rsidR="00D762DE" w:rsidRDefault="00D762DE" w:rsidP="00D762DE">
      <w:r w:rsidRPr="00D762DE">
        <w:t>This Securities Account Reference Data message set consists of:</w:t>
      </w:r>
    </w:p>
    <w:p w14:paraId="64DEA064" w14:textId="77777777" w:rsidR="00D762DE" w:rsidRPr="00D762DE" w:rsidRDefault="00D762DE" w:rsidP="00D762DE"/>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2"/>
        <w:gridCol w:w="4182"/>
      </w:tblGrid>
      <w:tr w:rsidR="00922455" w14:paraId="31DA6D10" w14:textId="77777777" w:rsidTr="00922455">
        <w:trPr>
          <w:cantSplit/>
          <w:tblHeader/>
        </w:trPr>
        <w:tc>
          <w:tcPr>
            <w:tcW w:w="418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53678E0" w14:textId="77777777" w:rsidR="0052733C" w:rsidRPr="0052733C" w:rsidRDefault="00813BE4" w:rsidP="0052733C">
            <w:pPr>
              <w:pStyle w:val="TableHeading"/>
            </w:pPr>
            <w:proofErr w:type="spellStart"/>
            <w:r>
              <w:t>Message</w:t>
            </w:r>
            <w:r w:rsidR="00364E93">
              <w:t>Definition</w:t>
            </w:r>
            <w:proofErr w:type="spellEnd"/>
          </w:p>
        </w:tc>
        <w:tc>
          <w:tcPr>
            <w:tcW w:w="418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5C7ECF7" w14:textId="77777777" w:rsidR="0052733C" w:rsidRPr="0052733C" w:rsidRDefault="00364E93" w:rsidP="0052733C">
            <w:pPr>
              <w:pStyle w:val="TableHeading"/>
            </w:pPr>
            <w:r>
              <w:t>Message Identifier</w:t>
            </w:r>
          </w:p>
        </w:tc>
      </w:tr>
      <w:tr w:rsidR="00D762DE" w14:paraId="5BB03302" w14:textId="77777777" w:rsidTr="00922455">
        <w:tc>
          <w:tcPr>
            <w:tcW w:w="4182" w:type="dxa"/>
            <w:shd w:val="clear" w:color="auto" w:fill="FFFFFF"/>
          </w:tcPr>
          <w:p w14:paraId="2396D488" w14:textId="7989FD26" w:rsidR="00D762DE" w:rsidRPr="00D762DE" w:rsidRDefault="00D762DE" w:rsidP="00D762DE">
            <w:pPr>
              <w:pStyle w:val="TableText"/>
            </w:pPr>
            <w:r w:rsidRPr="00D762DE">
              <w:t xml:space="preserve">Securities Account Creation Request </w:t>
            </w:r>
          </w:p>
        </w:tc>
        <w:tc>
          <w:tcPr>
            <w:tcW w:w="4182" w:type="dxa"/>
            <w:shd w:val="clear" w:color="auto" w:fill="FFFFFF"/>
          </w:tcPr>
          <w:p w14:paraId="6C643773" w14:textId="7F11C174" w:rsidR="00D762DE" w:rsidRPr="00D762DE" w:rsidRDefault="00D762DE" w:rsidP="00D762DE">
            <w:pPr>
              <w:pStyle w:val="TableText"/>
            </w:pPr>
            <w:r w:rsidRPr="00D762DE">
              <w:t>reda.018</w:t>
            </w:r>
          </w:p>
        </w:tc>
      </w:tr>
      <w:tr w:rsidR="00D762DE" w14:paraId="0FFB1A22" w14:textId="77777777" w:rsidTr="00922455">
        <w:tc>
          <w:tcPr>
            <w:tcW w:w="4182" w:type="dxa"/>
            <w:shd w:val="clear" w:color="auto" w:fill="FFFFFF"/>
          </w:tcPr>
          <w:p w14:paraId="246DB452" w14:textId="47E2E7C8" w:rsidR="00D762DE" w:rsidRPr="00D762DE" w:rsidRDefault="00D762DE" w:rsidP="00D762DE">
            <w:pPr>
              <w:pStyle w:val="TableText"/>
            </w:pPr>
            <w:r w:rsidRPr="00D762DE">
              <w:t xml:space="preserve">Securities Account Modification Request </w:t>
            </w:r>
          </w:p>
        </w:tc>
        <w:tc>
          <w:tcPr>
            <w:tcW w:w="4182" w:type="dxa"/>
            <w:shd w:val="clear" w:color="auto" w:fill="FFFFFF"/>
          </w:tcPr>
          <w:p w14:paraId="1FAB76D9" w14:textId="67377094" w:rsidR="00D762DE" w:rsidRPr="00D762DE" w:rsidRDefault="00D762DE" w:rsidP="00D762DE">
            <w:pPr>
              <w:pStyle w:val="TableText"/>
            </w:pPr>
            <w:r w:rsidRPr="00D762DE">
              <w:t>reda.023</w:t>
            </w:r>
          </w:p>
        </w:tc>
      </w:tr>
      <w:tr w:rsidR="00D762DE" w14:paraId="06CDECC6" w14:textId="77777777" w:rsidTr="00922455">
        <w:tc>
          <w:tcPr>
            <w:tcW w:w="4182" w:type="dxa"/>
            <w:shd w:val="clear" w:color="auto" w:fill="FFFFFF"/>
          </w:tcPr>
          <w:p w14:paraId="406A363F" w14:textId="26190574" w:rsidR="00D762DE" w:rsidRPr="00D762DE" w:rsidRDefault="00D762DE" w:rsidP="00D762DE">
            <w:pPr>
              <w:pStyle w:val="TableText"/>
            </w:pPr>
            <w:r w:rsidRPr="00D762DE">
              <w:t xml:space="preserve">Securities Account Deletion Request </w:t>
            </w:r>
          </w:p>
        </w:tc>
        <w:tc>
          <w:tcPr>
            <w:tcW w:w="4182" w:type="dxa"/>
            <w:shd w:val="clear" w:color="auto" w:fill="FFFFFF"/>
          </w:tcPr>
          <w:p w14:paraId="45AFDD69" w14:textId="54E6DE44" w:rsidR="00D762DE" w:rsidRPr="00D762DE" w:rsidRDefault="00D762DE" w:rsidP="00D762DE">
            <w:pPr>
              <w:pStyle w:val="TableText"/>
            </w:pPr>
            <w:r w:rsidRPr="00D762DE">
              <w:t>reda.032</w:t>
            </w:r>
          </w:p>
        </w:tc>
      </w:tr>
      <w:tr w:rsidR="00D762DE" w14:paraId="6AACF933" w14:textId="77777777" w:rsidTr="00922455">
        <w:tc>
          <w:tcPr>
            <w:tcW w:w="4182" w:type="dxa"/>
            <w:shd w:val="clear" w:color="auto" w:fill="FFFFFF"/>
          </w:tcPr>
          <w:p w14:paraId="755D3D03" w14:textId="0CFE451D" w:rsidR="00D762DE" w:rsidRPr="00D762DE" w:rsidRDefault="00D762DE" w:rsidP="00D762DE">
            <w:pPr>
              <w:pStyle w:val="TableText"/>
            </w:pPr>
            <w:r w:rsidRPr="00D762DE">
              <w:t xml:space="preserve">Securities Account Status Advice </w:t>
            </w:r>
          </w:p>
        </w:tc>
        <w:tc>
          <w:tcPr>
            <w:tcW w:w="4182" w:type="dxa"/>
            <w:shd w:val="clear" w:color="auto" w:fill="FFFFFF"/>
          </w:tcPr>
          <w:p w14:paraId="14FA8AD6" w14:textId="37E9C440" w:rsidR="00D762DE" w:rsidRPr="00D762DE" w:rsidRDefault="00D762DE" w:rsidP="00D762DE">
            <w:pPr>
              <w:pStyle w:val="TableText"/>
            </w:pPr>
            <w:r w:rsidRPr="00D762DE">
              <w:t>reda.020</w:t>
            </w:r>
          </w:p>
        </w:tc>
      </w:tr>
      <w:tr w:rsidR="00D762DE" w14:paraId="77CBDE2C" w14:textId="77777777" w:rsidTr="00922455">
        <w:tc>
          <w:tcPr>
            <w:tcW w:w="4182" w:type="dxa"/>
            <w:shd w:val="clear" w:color="auto" w:fill="FFFFFF"/>
          </w:tcPr>
          <w:p w14:paraId="479C6373" w14:textId="5E6DFB57" w:rsidR="00D762DE" w:rsidRPr="00D762DE" w:rsidRDefault="00D762DE" w:rsidP="00D762DE">
            <w:pPr>
              <w:pStyle w:val="TableText"/>
            </w:pPr>
            <w:r w:rsidRPr="00D762DE">
              <w:t xml:space="preserve">Securities Account Query </w:t>
            </w:r>
          </w:p>
        </w:tc>
        <w:tc>
          <w:tcPr>
            <w:tcW w:w="4182" w:type="dxa"/>
            <w:shd w:val="clear" w:color="auto" w:fill="FFFFFF"/>
          </w:tcPr>
          <w:p w14:paraId="55A00AD1" w14:textId="1E1A9428" w:rsidR="00D762DE" w:rsidRPr="00D762DE" w:rsidRDefault="00D762DE" w:rsidP="00D762DE">
            <w:pPr>
              <w:pStyle w:val="TableText"/>
            </w:pPr>
            <w:r w:rsidRPr="00D762DE">
              <w:t>reda.019</w:t>
            </w:r>
          </w:p>
        </w:tc>
      </w:tr>
      <w:tr w:rsidR="00D762DE" w14:paraId="1F132B06" w14:textId="77777777" w:rsidTr="00922455">
        <w:tc>
          <w:tcPr>
            <w:tcW w:w="4182" w:type="dxa"/>
            <w:shd w:val="clear" w:color="auto" w:fill="FFFFFF"/>
          </w:tcPr>
          <w:p w14:paraId="08CEAFBC" w14:textId="686A3F5E" w:rsidR="00D762DE" w:rsidRPr="00D762DE" w:rsidRDefault="00D762DE" w:rsidP="00D762DE">
            <w:pPr>
              <w:pStyle w:val="TableText"/>
            </w:pPr>
            <w:r w:rsidRPr="00D762DE">
              <w:t xml:space="preserve">Securities Account Report </w:t>
            </w:r>
          </w:p>
        </w:tc>
        <w:tc>
          <w:tcPr>
            <w:tcW w:w="4182" w:type="dxa"/>
            <w:shd w:val="clear" w:color="auto" w:fill="FFFFFF"/>
          </w:tcPr>
          <w:p w14:paraId="7C388354" w14:textId="7CB29240" w:rsidR="00D762DE" w:rsidRPr="00D762DE" w:rsidRDefault="00D762DE" w:rsidP="00D762DE">
            <w:pPr>
              <w:pStyle w:val="TableText"/>
            </w:pPr>
            <w:r w:rsidRPr="00D762DE">
              <w:t>reda.021</w:t>
            </w:r>
          </w:p>
        </w:tc>
      </w:tr>
      <w:tr w:rsidR="00D762DE" w14:paraId="54A2B2AB" w14:textId="77777777" w:rsidTr="00922455">
        <w:tc>
          <w:tcPr>
            <w:tcW w:w="4182" w:type="dxa"/>
            <w:shd w:val="clear" w:color="auto" w:fill="FFFFFF"/>
          </w:tcPr>
          <w:p w14:paraId="7E0F25FE" w14:textId="61F3939B" w:rsidR="00D762DE" w:rsidRPr="00D762DE" w:rsidRDefault="00D762DE" w:rsidP="00D762DE">
            <w:pPr>
              <w:pStyle w:val="TableText"/>
            </w:pPr>
            <w:r w:rsidRPr="00D762DE">
              <w:t xml:space="preserve">Securities Account Activity Advice </w:t>
            </w:r>
          </w:p>
        </w:tc>
        <w:tc>
          <w:tcPr>
            <w:tcW w:w="4182" w:type="dxa"/>
            <w:shd w:val="clear" w:color="auto" w:fill="FFFFFF"/>
          </w:tcPr>
          <w:p w14:paraId="26318406" w14:textId="69A1ABA4" w:rsidR="00D762DE" w:rsidRPr="00D762DE" w:rsidRDefault="00D762DE" w:rsidP="00D762DE">
            <w:pPr>
              <w:pStyle w:val="TableText"/>
            </w:pPr>
            <w:r w:rsidRPr="00D762DE">
              <w:t>reda.035</w:t>
            </w:r>
          </w:p>
        </w:tc>
      </w:tr>
      <w:tr w:rsidR="00D762DE" w14:paraId="37B64F76" w14:textId="77777777" w:rsidTr="00922455">
        <w:tc>
          <w:tcPr>
            <w:tcW w:w="4182" w:type="dxa"/>
            <w:shd w:val="clear" w:color="auto" w:fill="FFFFFF"/>
          </w:tcPr>
          <w:p w14:paraId="39456403" w14:textId="3B3E8EBA" w:rsidR="00D762DE" w:rsidRPr="00D762DE" w:rsidRDefault="00D762DE" w:rsidP="00D762DE">
            <w:pPr>
              <w:pStyle w:val="TableText"/>
            </w:pPr>
            <w:r w:rsidRPr="00D762DE">
              <w:t xml:space="preserve">Securities Account Audit Trail Query </w:t>
            </w:r>
          </w:p>
        </w:tc>
        <w:tc>
          <w:tcPr>
            <w:tcW w:w="4182" w:type="dxa"/>
            <w:shd w:val="clear" w:color="auto" w:fill="FFFFFF"/>
          </w:tcPr>
          <w:p w14:paraId="361AA846" w14:textId="7A429F4C" w:rsidR="00D762DE" w:rsidRPr="00D762DE" w:rsidRDefault="00D762DE" w:rsidP="00D762DE">
            <w:pPr>
              <w:pStyle w:val="TableText"/>
            </w:pPr>
            <w:r w:rsidRPr="00D762DE">
              <w:t>reda.036</w:t>
            </w:r>
          </w:p>
        </w:tc>
      </w:tr>
    </w:tbl>
    <w:p w14:paraId="2CA53FFA" w14:textId="77777777" w:rsidR="00841ED1" w:rsidRPr="00841ED1" w:rsidRDefault="00841ED1" w:rsidP="00841ED1">
      <w:r w:rsidRPr="00841ED1">
        <w:t xml:space="preserve">all of which are intended for use with the ISO 20022 Business Application Header (head.001). The schema and more information about the Business Application Header (BAH) can be found on the </w:t>
      </w:r>
      <w:hyperlink r:id="rId15" w:history="1">
        <w:r w:rsidRPr="00841ED1">
          <w:rPr>
            <w:rStyle w:val="Hyperlink"/>
          </w:rPr>
          <w:t>www.iso20022.org</w:t>
        </w:r>
      </w:hyperlink>
      <w:r w:rsidRPr="00841ED1">
        <w:t xml:space="preserve"> web site.</w:t>
      </w:r>
    </w:p>
    <w:p w14:paraId="11A1B3DD" w14:textId="77777777" w:rsidR="00715699" w:rsidRDefault="00715699" w:rsidP="00715699">
      <w:pPr>
        <w:pStyle w:val="Heading3"/>
      </w:pPr>
      <w:r>
        <w:lastRenderedPageBreak/>
        <w:t>Functionality</w:t>
      </w:r>
    </w:p>
    <w:p w14:paraId="7A89D8CF" w14:textId="77777777" w:rsidR="00841ED1" w:rsidRPr="00841ED1" w:rsidRDefault="00841ED1" w:rsidP="00841ED1">
      <w:r w:rsidRPr="00841ED1">
        <w:t>The party messages are specifically designed to support the following functions:</w:t>
      </w:r>
    </w:p>
    <w:p w14:paraId="1FD68BED" w14:textId="050BD438" w:rsidR="00841ED1" w:rsidRDefault="00841ED1" w:rsidP="00841ED1">
      <w:pPr>
        <w:pStyle w:val="Heading4"/>
      </w:pPr>
      <w:r w:rsidRPr="00841ED1">
        <w:t>Securities Account Creation Request (reda.018)</w:t>
      </w:r>
    </w:p>
    <w:p w14:paraId="25768AFF" w14:textId="07CA4DAC" w:rsidR="00841ED1" w:rsidRPr="00841ED1" w:rsidRDefault="00841ED1" w:rsidP="00841ED1">
      <w:r w:rsidRPr="00841ED1">
        <w:t>Securities Account Creation Request (reda.018) provides a user, granted with the appropriate rights, with the possibility to create a new Securities Account.</w:t>
      </w:r>
    </w:p>
    <w:p w14:paraId="4FBF2882" w14:textId="77777777" w:rsidR="00841ED1" w:rsidRPr="00841ED1" w:rsidRDefault="00841ED1" w:rsidP="00841ED1">
      <w:r w:rsidRPr="00841ED1">
        <w:t xml:space="preserve">The user </w:t>
      </w:r>
      <w:proofErr w:type="gramStart"/>
      <w:r w:rsidRPr="00841ED1">
        <w:t>has to</w:t>
      </w:r>
      <w:proofErr w:type="gramEnd"/>
      <w:r w:rsidRPr="00841ED1">
        <w:t xml:space="preserve"> specify information that clearly identifies the Securities Account, as for example Securities account number, Account owner identification, type of the account, opening and closing date, hold indicator default value, negative position indicator. </w:t>
      </w:r>
    </w:p>
    <w:p w14:paraId="297D0C6F" w14:textId="77777777" w:rsidR="004827CA" w:rsidRDefault="004827CA" w:rsidP="004827CA">
      <w:pPr>
        <w:pStyle w:val="Heading4"/>
      </w:pPr>
      <w:r w:rsidRPr="00841ED1">
        <w:t>Securities Account Status Advice (reda.020)</w:t>
      </w:r>
    </w:p>
    <w:p w14:paraId="7381F531" w14:textId="3D52D997" w:rsidR="00841ED1" w:rsidRPr="00841ED1" w:rsidRDefault="00841ED1" w:rsidP="00841ED1">
      <w:r w:rsidRPr="00841ED1">
        <w:t>The Securities Account Status Advice (reda.020) informs the Instructing Party about the lifecycle of its securities account creation request.</w:t>
      </w:r>
    </w:p>
    <w:p w14:paraId="5DE409AC" w14:textId="77777777" w:rsidR="00841ED1" w:rsidRDefault="00841ED1" w:rsidP="00841ED1">
      <w:pPr>
        <w:pStyle w:val="Heading4"/>
      </w:pPr>
      <w:r w:rsidRPr="00841ED1">
        <w:t>Securities Account Modification Request (reda.023)</w:t>
      </w:r>
    </w:p>
    <w:p w14:paraId="6040DD03" w14:textId="77777777" w:rsidR="00841ED1" w:rsidRPr="00841ED1" w:rsidRDefault="00841ED1" w:rsidP="00841ED1">
      <w:r w:rsidRPr="00841ED1">
        <w:t>Securities Account Modification Request (reda.023) provides a user, granted with the appropriate rights, with the possibility to update an active and valid securities account.</w:t>
      </w:r>
    </w:p>
    <w:p w14:paraId="336BB639" w14:textId="77777777" w:rsidR="00841ED1" w:rsidRPr="00841ED1" w:rsidRDefault="00841ED1" w:rsidP="00841ED1">
      <w:r w:rsidRPr="00841ED1">
        <w:t>The Securities Account Status Advice (reda.020) informs the Instructing Party about the lifecycle of its securities account modification request.</w:t>
      </w:r>
    </w:p>
    <w:p w14:paraId="18FDB335" w14:textId="77777777" w:rsidR="00841ED1" w:rsidRDefault="00841ED1" w:rsidP="00841ED1">
      <w:pPr>
        <w:pStyle w:val="Heading4"/>
      </w:pPr>
      <w:r w:rsidRPr="00841ED1">
        <w:t>Securities Account Deletion Request (reda.032)</w:t>
      </w:r>
    </w:p>
    <w:p w14:paraId="4E1C419E" w14:textId="57D0A955" w:rsidR="00841ED1" w:rsidRPr="00841ED1" w:rsidRDefault="00841ED1" w:rsidP="00841ED1">
      <w:r w:rsidRPr="00841ED1">
        <w:t xml:space="preserve">Securities Account Deletion Request (reda.032) provides a user, granted with the appropriate </w:t>
      </w:r>
      <w:proofErr w:type="gramStart"/>
      <w:r w:rsidRPr="00841ED1">
        <w:t>rights,  with</w:t>
      </w:r>
      <w:proofErr w:type="gramEnd"/>
      <w:r w:rsidRPr="00841ED1">
        <w:t xml:space="preserve"> the possibility to delete an existing securities account. </w:t>
      </w:r>
    </w:p>
    <w:p w14:paraId="2D0E20A4" w14:textId="77777777" w:rsidR="00841ED1" w:rsidRPr="00841ED1" w:rsidRDefault="00841ED1" w:rsidP="00841ED1">
      <w:r w:rsidRPr="00841ED1">
        <w:t>The Securities Account Status Advice (reda.020) informs the Instructing Party about the lifecycle of its securities account deletion request.</w:t>
      </w:r>
    </w:p>
    <w:p w14:paraId="78F074EA" w14:textId="1F4A2234" w:rsidR="00841ED1" w:rsidRDefault="00841ED1" w:rsidP="00841ED1">
      <w:pPr>
        <w:pStyle w:val="Heading4"/>
      </w:pPr>
      <w:r w:rsidRPr="00841ED1">
        <w:t>Securities Account Query (reda.019)</w:t>
      </w:r>
    </w:p>
    <w:p w14:paraId="33FF2F05" w14:textId="77777777" w:rsidR="00841ED1" w:rsidRPr="00841ED1" w:rsidRDefault="00841ED1" w:rsidP="00841ED1">
      <w:r w:rsidRPr="00841ED1">
        <w:t xml:space="preserve">Securities Account Query (reda.019) is sent by an authorised party to query on securities account reference data.  </w:t>
      </w:r>
    </w:p>
    <w:p w14:paraId="396C0DCA" w14:textId="77777777" w:rsidR="00841ED1" w:rsidRPr="00841ED1" w:rsidRDefault="00841ED1" w:rsidP="00841ED1">
      <w:r w:rsidRPr="00841ED1">
        <w:t>This message is sent to the servicing party to make the following type of queries:</w:t>
      </w:r>
    </w:p>
    <w:p w14:paraId="0159C1F9" w14:textId="77777777" w:rsidR="00841ED1" w:rsidRPr="00841ED1" w:rsidRDefault="00841ED1" w:rsidP="00841ED1">
      <w:pPr>
        <w:pStyle w:val="ListBullet"/>
      </w:pPr>
      <w:r w:rsidRPr="00841ED1">
        <w:t xml:space="preserve">Securities Account Reference Data </w:t>
      </w:r>
      <w:proofErr w:type="gramStart"/>
      <w:r w:rsidRPr="00841ED1">
        <w:t>Query;</w:t>
      </w:r>
      <w:proofErr w:type="gramEnd"/>
    </w:p>
    <w:p w14:paraId="6B731AC9" w14:textId="77777777" w:rsidR="00841ED1" w:rsidRPr="00841ED1" w:rsidRDefault="00841ED1" w:rsidP="00841ED1">
      <w:pPr>
        <w:pStyle w:val="ListBullet"/>
      </w:pPr>
      <w:r w:rsidRPr="00841ED1">
        <w:t>Securities Account List Query.</w:t>
      </w:r>
    </w:p>
    <w:p w14:paraId="39D78D1A" w14:textId="77777777" w:rsidR="00841ED1" w:rsidRPr="00841ED1" w:rsidRDefault="00841ED1" w:rsidP="00841ED1">
      <w:proofErr w:type="gramStart"/>
      <w:r w:rsidRPr="00841ED1">
        <w:t>Depending on the query criteria, it</w:t>
      </w:r>
      <w:proofErr w:type="gramEnd"/>
      <w:r w:rsidRPr="00841ED1">
        <w:t xml:space="preserve"> is possible that the processing will take more than a certain time or that the query will not retrieve any record. In this case, an error is sent to the Instructing Party within the Securities Account Report (reda.021</w:t>
      </w:r>
      <w:proofErr w:type="gramStart"/>
      <w:r w:rsidRPr="00841ED1">
        <w:t>);</w:t>
      </w:r>
      <w:proofErr w:type="gramEnd"/>
    </w:p>
    <w:p w14:paraId="2D6D93BA" w14:textId="77777777" w:rsidR="00841ED1" w:rsidRPr="00841ED1" w:rsidRDefault="00841ED1" w:rsidP="00841ED1">
      <w:r w:rsidRPr="00841ED1">
        <w:t xml:space="preserve">Search criteria include the following elements: </w:t>
      </w:r>
    </w:p>
    <w:p w14:paraId="5FC911B9" w14:textId="77777777" w:rsidR="00841ED1" w:rsidRPr="00841ED1" w:rsidRDefault="00841ED1" w:rsidP="00841ED1">
      <w:pPr>
        <w:pStyle w:val="ListBullet"/>
      </w:pPr>
      <w:r w:rsidRPr="00841ED1">
        <w:t xml:space="preserve">Account </w:t>
      </w:r>
      <w:proofErr w:type="gramStart"/>
      <w:r w:rsidRPr="00841ED1">
        <w:t>identification;</w:t>
      </w:r>
      <w:proofErr w:type="gramEnd"/>
    </w:p>
    <w:p w14:paraId="3FB9C72A" w14:textId="77777777" w:rsidR="00841ED1" w:rsidRPr="00841ED1" w:rsidRDefault="00841ED1" w:rsidP="00841ED1">
      <w:pPr>
        <w:pStyle w:val="ListBullet"/>
      </w:pPr>
      <w:r w:rsidRPr="00841ED1">
        <w:t xml:space="preserve">Account </w:t>
      </w:r>
      <w:proofErr w:type="gramStart"/>
      <w:r w:rsidRPr="00841ED1">
        <w:t>servicer;</w:t>
      </w:r>
      <w:proofErr w:type="gramEnd"/>
    </w:p>
    <w:p w14:paraId="551A71BF" w14:textId="77777777" w:rsidR="00841ED1" w:rsidRPr="00841ED1" w:rsidRDefault="00841ED1" w:rsidP="00841ED1">
      <w:pPr>
        <w:pStyle w:val="ListBullet"/>
      </w:pPr>
      <w:r w:rsidRPr="00841ED1">
        <w:t xml:space="preserve">Account </w:t>
      </w:r>
      <w:proofErr w:type="gramStart"/>
      <w:r w:rsidRPr="00841ED1">
        <w:t>owner;</w:t>
      </w:r>
      <w:proofErr w:type="gramEnd"/>
    </w:p>
    <w:p w14:paraId="728A7DE8" w14:textId="77777777" w:rsidR="00841ED1" w:rsidRPr="00841ED1" w:rsidRDefault="00841ED1" w:rsidP="00841ED1">
      <w:pPr>
        <w:pStyle w:val="ListBullet"/>
      </w:pPr>
      <w:r w:rsidRPr="00841ED1">
        <w:t xml:space="preserve">Responsible party </w:t>
      </w:r>
      <w:proofErr w:type="gramStart"/>
      <w:r w:rsidRPr="00841ED1">
        <w:t>type;</w:t>
      </w:r>
      <w:proofErr w:type="gramEnd"/>
    </w:p>
    <w:p w14:paraId="460D1F19" w14:textId="77777777" w:rsidR="00841ED1" w:rsidRPr="00841ED1" w:rsidRDefault="00841ED1" w:rsidP="00841ED1">
      <w:pPr>
        <w:pStyle w:val="ListBullet"/>
      </w:pPr>
      <w:r w:rsidRPr="00841ED1">
        <w:t xml:space="preserve">Opening and closing </w:t>
      </w:r>
      <w:proofErr w:type="gramStart"/>
      <w:r w:rsidRPr="00841ED1">
        <w:t>date;</w:t>
      </w:r>
      <w:proofErr w:type="gramEnd"/>
    </w:p>
    <w:p w14:paraId="006ED8A1" w14:textId="77777777" w:rsidR="00841ED1" w:rsidRPr="00841ED1" w:rsidRDefault="00841ED1" w:rsidP="00841ED1">
      <w:pPr>
        <w:pStyle w:val="ListBullet"/>
      </w:pPr>
      <w:r w:rsidRPr="00841ED1">
        <w:t xml:space="preserve">Account </w:t>
      </w:r>
      <w:proofErr w:type="gramStart"/>
      <w:r w:rsidRPr="00841ED1">
        <w:t>type;</w:t>
      </w:r>
      <w:proofErr w:type="gramEnd"/>
    </w:p>
    <w:p w14:paraId="37794419" w14:textId="77777777" w:rsidR="00841ED1" w:rsidRPr="00841ED1" w:rsidRDefault="00841ED1" w:rsidP="00841ED1">
      <w:pPr>
        <w:pStyle w:val="ListBullet"/>
      </w:pPr>
      <w:r w:rsidRPr="00841ED1">
        <w:t xml:space="preserve">End investor </w:t>
      </w:r>
      <w:proofErr w:type="gramStart"/>
      <w:r w:rsidRPr="00841ED1">
        <w:t>flag;</w:t>
      </w:r>
      <w:proofErr w:type="gramEnd"/>
      <w:r w:rsidRPr="00841ED1">
        <w:t xml:space="preserve"> </w:t>
      </w:r>
    </w:p>
    <w:p w14:paraId="423641FC" w14:textId="77777777" w:rsidR="00841ED1" w:rsidRPr="00841ED1" w:rsidRDefault="00841ED1" w:rsidP="00841ED1">
      <w:pPr>
        <w:pStyle w:val="ListBullet"/>
      </w:pPr>
      <w:r w:rsidRPr="00841ED1">
        <w:t>Pricing scheme.</w:t>
      </w:r>
    </w:p>
    <w:p w14:paraId="0418939A" w14:textId="7D2781DE" w:rsidR="00841ED1" w:rsidRDefault="00841ED1" w:rsidP="00841ED1">
      <w:pPr>
        <w:pStyle w:val="Heading4"/>
      </w:pPr>
      <w:r w:rsidRPr="00841ED1">
        <w:lastRenderedPageBreak/>
        <w:t>Securities Account Report (reda.021)</w:t>
      </w:r>
    </w:p>
    <w:p w14:paraId="0A68A7E1" w14:textId="3DE32701" w:rsidR="00841ED1" w:rsidRPr="00841ED1" w:rsidRDefault="00841ED1" w:rsidP="00841ED1">
      <w:r w:rsidRPr="00841ED1">
        <w:t>Securities Account Report (reda.021) is sent to the Instructing Party and includes all of the Securities Account records that meet the specified criteria or reports any possible error (</w:t>
      </w:r>
      <w:proofErr w:type="gramStart"/>
      <w:r w:rsidRPr="00841ED1">
        <w:t>e.g.</w:t>
      </w:r>
      <w:proofErr w:type="gramEnd"/>
      <w:r w:rsidRPr="00841ED1">
        <w:t xml:space="preserve"> not allowed set of search criteria). </w:t>
      </w:r>
    </w:p>
    <w:p w14:paraId="6BFD2A84" w14:textId="77777777" w:rsidR="00841ED1" w:rsidRPr="00841ED1" w:rsidRDefault="00841ED1" w:rsidP="00841ED1">
      <w:r w:rsidRPr="00841ED1">
        <w:t xml:space="preserve">This query response contains the timestamp specifying the system time when the data selection was </w:t>
      </w:r>
      <w:proofErr w:type="gramStart"/>
      <w:r w:rsidRPr="00841ED1">
        <w:t>actually performed</w:t>
      </w:r>
      <w:proofErr w:type="gramEnd"/>
      <w:r w:rsidRPr="00841ED1">
        <w:t>.</w:t>
      </w:r>
    </w:p>
    <w:p w14:paraId="5B84B180" w14:textId="77777777" w:rsidR="00841ED1" w:rsidRPr="00841ED1" w:rsidRDefault="00841ED1" w:rsidP="00841ED1">
      <w:r w:rsidRPr="00841ED1">
        <w:t xml:space="preserve">The Securities Account Report is capable to report any piece of information related to a securities account, including securities account identification, opening and closing date, hold indicator default value, negative position indicator, securities account type, securities account owner, party </w:t>
      </w:r>
      <w:proofErr w:type="gramStart"/>
      <w:r w:rsidRPr="00841ED1">
        <w:t>type;</w:t>
      </w:r>
      <w:proofErr w:type="gramEnd"/>
      <w:r w:rsidRPr="00841ED1">
        <w:t xml:space="preserve"> market specific attribute, restriction, end investor flag, pricing scheme.</w:t>
      </w:r>
    </w:p>
    <w:p w14:paraId="025C0955" w14:textId="77777777" w:rsidR="00841ED1" w:rsidRDefault="00841ED1" w:rsidP="00841ED1">
      <w:pPr>
        <w:pStyle w:val="Heading4"/>
      </w:pPr>
      <w:r w:rsidRPr="00841ED1">
        <w:t>Securities Account Activity Advice (reda.035)</w:t>
      </w:r>
    </w:p>
    <w:p w14:paraId="1ACDF97E" w14:textId="1FDEAACB" w:rsidR="00841ED1" w:rsidRPr="00841ED1" w:rsidRDefault="00841ED1" w:rsidP="00841ED1">
      <w:r w:rsidRPr="00841ED1">
        <w:t>Securities Account Activity Advice (reda.035) is sent to authorised recipients by the servicing party to provide with information on changes occurred during the business day</w:t>
      </w:r>
      <w:r w:rsidRPr="00841ED1" w:rsidDel="00501C1C">
        <w:t xml:space="preserve"> </w:t>
      </w:r>
      <w:r w:rsidRPr="00841ED1">
        <w:t>on securities account reference data.</w:t>
      </w:r>
    </w:p>
    <w:p w14:paraId="6AE90DC5" w14:textId="1CF2CBE6" w:rsidR="00841ED1" w:rsidRPr="00841ED1" w:rsidRDefault="00841ED1" w:rsidP="00841ED1">
      <w:r w:rsidRPr="00841ED1">
        <w:t xml:space="preserve">Securities Account Activity Advice is capable to report any change applied to every piece of information for a securities account, including securities account number, </w:t>
      </w:r>
      <w:proofErr w:type="gramStart"/>
      <w:r w:rsidRPr="00841ED1">
        <w:t>opening</w:t>
      </w:r>
      <w:proofErr w:type="gramEnd"/>
      <w:r w:rsidRPr="00841ED1">
        <w:t xml:space="preserve"> and closing date, type of the account, hold indicator default value, negative position indicator, end investor flag, pricing scheme, validity information, responsible party, restriction type, restriction validity information, market specific attributes information.</w:t>
      </w:r>
    </w:p>
    <w:p w14:paraId="233E59A3" w14:textId="77777777" w:rsidR="00841ED1" w:rsidRDefault="00841ED1" w:rsidP="00841ED1">
      <w:pPr>
        <w:pStyle w:val="Heading4"/>
      </w:pPr>
      <w:r w:rsidRPr="00841ED1">
        <w:t>Securities Account Audit Trail Query (reda.036)</w:t>
      </w:r>
    </w:p>
    <w:p w14:paraId="780C4A0F" w14:textId="2A0176F7" w:rsidR="00841ED1" w:rsidRPr="00841ED1" w:rsidRDefault="00841ED1" w:rsidP="00841ED1">
      <w:r w:rsidRPr="00841ED1">
        <w:t xml:space="preserve">Securities Account Audit Trail Query (reda.036) is sent by an authorised party to query on audit trail for securities account reference data. </w:t>
      </w:r>
    </w:p>
    <w:p w14:paraId="0A820841" w14:textId="77777777" w:rsidR="00841ED1" w:rsidRPr="00841ED1" w:rsidRDefault="00841ED1" w:rsidP="00841ED1">
      <w:proofErr w:type="gramStart"/>
      <w:r w:rsidRPr="00841ED1">
        <w:t>Depending on the query criteria, it</w:t>
      </w:r>
      <w:proofErr w:type="gramEnd"/>
      <w:r w:rsidRPr="00841ED1">
        <w:t xml:space="preserve"> is possible that the processing will take more than a certain time or that the query will not retrieve any record. In this case, an error is sent to the Instructing Party within the Securities Account Audit Trail Report message.</w:t>
      </w:r>
    </w:p>
    <w:p w14:paraId="00340B10" w14:textId="77777777" w:rsidR="00841ED1" w:rsidRPr="00841ED1" w:rsidRDefault="00841ED1" w:rsidP="00841ED1">
      <w:r w:rsidRPr="00841ED1">
        <w:t xml:space="preserve">Search criteria include the following elements: </w:t>
      </w:r>
    </w:p>
    <w:p w14:paraId="6799271F" w14:textId="77777777" w:rsidR="00841ED1" w:rsidRPr="00841ED1" w:rsidRDefault="00841ED1" w:rsidP="00841ED1">
      <w:pPr>
        <w:pStyle w:val="ListBullet"/>
      </w:pPr>
      <w:r w:rsidRPr="00841ED1">
        <w:t xml:space="preserve">Securities account </w:t>
      </w:r>
      <w:proofErr w:type="gramStart"/>
      <w:r w:rsidRPr="00841ED1">
        <w:t>identification;</w:t>
      </w:r>
      <w:proofErr w:type="gramEnd"/>
    </w:p>
    <w:p w14:paraId="797EC6F2" w14:textId="77777777" w:rsidR="00841ED1" w:rsidRPr="00841ED1" w:rsidRDefault="00841ED1" w:rsidP="00841ED1">
      <w:pPr>
        <w:pStyle w:val="ListBullet"/>
      </w:pPr>
      <w:r w:rsidRPr="00841ED1">
        <w:t>Date Period.</w:t>
      </w:r>
    </w:p>
    <w:p w14:paraId="10B7850F" w14:textId="77777777" w:rsidR="00841ED1" w:rsidRDefault="00841ED1" w:rsidP="00841ED1">
      <w:pPr>
        <w:pStyle w:val="Heading4"/>
      </w:pPr>
      <w:r w:rsidRPr="00841ED1">
        <w:t>Securities Account Audit Trail Report (reda.037)</w:t>
      </w:r>
    </w:p>
    <w:p w14:paraId="03507471" w14:textId="6B78486B" w:rsidR="00841ED1" w:rsidRPr="00841ED1" w:rsidRDefault="00841ED1" w:rsidP="00841ED1">
      <w:r w:rsidRPr="00841ED1">
        <w:t>Securities Account Audit Trail Report (reda.037) is sent to the Instructing Party and includes all of the securities account audit trail records that meet the specified criteria or reports any possible error (</w:t>
      </w:r>
      <w:proofErr w:type="gramStart"/>
      <w:r w:rsidRPr="00841ED1">
        <w:t>e.g.</w:t>
      </w:r>
      <w:proofErr w:type="gramEnd"/>
      <w:r w:rsidRPr="00841ED1">
        <w:t xml:space="preserve"> empty list retrieved). </w:t>
      </w:r>
    </w:p>
    <w:p w14:paraId="408FC70D" w14:textId="77777777" w:rsidR="00841ED1" w:rsidRPr="00841ED1" w:rsidRDefault="00841ED1" w:rsidP="00841ED1">
      <w:r w:rsidRPr="00841ED1">
        <w:t xml:space="preserve">This query response contains the timestamp specifying the system time when the data selection was </w:t>
      </w:r>
      <w:proofErr w:type="gramStart"/>
      <w:r w:rsidRPr="00841ED1">
        <w:t>actually performed</w:t>
      </w:r>
      <w:proofErr w:type="gramEnd"/>
      <w:r w:rsidRPr="00841ED1">
        <w:t>.</w:t>
      </w:r>
    </w:p>
    <w:p w14:paraId="71EF141B" w14:textId="77777777" w:rsidR="00841ED1" w:rsidRPr="00841ED1" w:rsidRDefault="00841ED1" w:rsidP="00841ED1">
      <w:r w:rsidRPr="00841ED1">
        <w:t>Securities Account Audit Trail Report is capable to report any change applied to every piece of information for a securities account along with the reference of the user performing the change and the related timestamp.</w:t>
      </w:r>
    </w:p>
    <w:p w14:paraId="17BC20FB" w14:textId="77777777" w:rsidR="00841ED1" w:rsidRDefault="00841ED1" w:rsidP="00715699"/>
    <w:p w14:paraId="4F7E91C4" w14:textId="77777777" w:rsidR="00841ED1" w:rsidRDefault="00841ED1" w:rsidP="00715699"/>
    <w:p w14:paraId="037DDA7D" w14:textId="037F8E31" w:rsidR="00665B53" w:rsidRDefault="00715699" w:rsidP="00715699">
      <w:r>
        <w:t>See Message Definition Report Part 2</w:t>
      </w:r>
      <w:r w:rsidR="00364E93">
        <w:t xml:space="preserve"> for the message an</w:t>
      </w:r>
      <w:r>
        <w:t>d formats.</w:t>
      </w:r>
    </w:p>
    <w:p w14:paraId="66BDB9D9" w14:textId="77777777" w:rsidR="00B5372E" w:rsidRDefault="00B5372E" w:rsidP="00765D5B">
      <w:pPr>
        <w:pStyle w:val="Heading1"/>
      </w:pPr>
      <w:bookmarkStart w:id="13" w:name="_Toc161581642"/>
      <w:proofErr w:type="spellStart"/>
      <w:r w:rsidRPr="00863CED">
        <w:lastRenderedPageBreak/>
        <w:t>BusinessRoles</w:t>
      </w:r>
      <w:proofErr w:type="spellEnd"/>
      <w:r>
        <w:t xml:space="preserve"> and </w:t>
      </w:r>
      <w:r w:rsidRPr="00863CED">
        <w:t>Participants</w:t>
      </w:r>
      <w:bookmarkEnd w:id="13"/>
    </w:p>
    <w:p w14:paraId="178FB1A5" w14:textId="77777777" w:rsidR="00665B53" w:rsidRPr="00BB6A32" w:rsidRDefault="00665B53" w:rsidP="00BB6A32">
      <w:r>
        <w:t xml:space="preserve">A </w:t>
      </w:r>
      <w:proofErr w:type="spellStart"/>
      <w:r w:rsidRPr="00BB6A32">
        <w:t>BusinessRole</w:t>
      </w:r>
      <w:proofErr w:type="spellEnd"/>
      <w:r w:rsidRPr="00BB6A32">
        <w:t xml:space="preserve"> </w:t>
      </w:r>
      <w:r>
        <w:t xml:space="preserve">represents an </w:t>
      </w:r>
      <w:r w:rsidRPr="00BB6A32">
        <w:t xml:space="preserve">entity (or a class of entities) of the real world, physical or legal, a person, a group of persons, a corporation. Examples of </w:t>
      </w:r>
      <w:proofErr w:type="spellStart"/>
      <w:r w:rsidRPr="00BB6A32">
        <w:t>BusinessRoles</w:t>
      </w:r>
      <w:proofErr w:type="spellEnd"/>
      <w:r w:rsidRPr="00BB6A32">
        <w:t>: “Financial Institution”, “Automated Clearing House”, “Central Securities Depository”.</w:t>
      </w:r>
    </w:p>
    <w:p w14:paraId="7E9ECB6C" w14:textId="77777777" w:rsidR="00665B53" w:rsidRPr="00BB6A32" w:rsidRDefault="00665B53" w:rsidP="00BB6A32">
      <w:r w:rsidRPr="00BB6A32">
        <w:t xml:space="preserve">A Participant is a functional role performed by a </w:t>
      </w:r>
      <w:proofErr w:type="spellStart"/>
      <w:r w:rsidRPr="00BB6A32">
        <w:t>BusinessRole</w:t>
      </w:r>
      <w:proofErr w:type="spellEnd"/>
      <w:r w:rsidRPr="00BB6A32">
        <w:t xml:space="preserve"> in a particular </w:t>
      </w:r>
      <w:proofErr w:type="spellStart"/>
      <w:r w:rsidRPr="00BB6A32">
        <w:t>BusinessProcess</w:t>
      </w:r>
      <w:proofErr w:type="spellEnd"/>
      <w:r w:rsidRPr="00BB6A32">
        <w:t xml:space="preserve"> or </w:t>
      </w:r>
      <w:proofErr w:type="spellStart"/>
      <w:r w:rsidRPr="00BB6A32">
        <w:t>BusinessTransaction</w:t>
      </w:r>
      <w:proofErr w:type="spellEnd"/>
      <w:r w:rsidR="0094587D">
        <w:t xml:space="preserve">. Examples of Participants: </w:t>
      </w:r>
      <w:r w:rsidRPr="00BB6A32">
        <w:t>the “user” of a system, “deb</w:t>
      </w:r>
      <w:r w:rsidR="0094587D">
        <w:t>tor”, “creditor”, “investor”</w:t>
      </w:r>
      <w:r w:rsidRPr="00BB6A32">
        <w:t xml:space="preserve">. </w:t>
      </w:r>
    </w:p>
    <w:p w14:paraId="2CEEEF30" w14:textId="77777777" w:rsidR="00665B53" w:rsidRPr="00BB6A32" w:rsidRDefault="00665B53" w:rsidP="00BB6A32">
      <w:r w:rsidRPr="00BB6A32">
        <w:t xml:space="preserve">The relationship between </w:t>
      </w:r>
      <w:proofErr w:type="spellStart"/>
      <w:r w:rsidRPr="00BB6A32">
        <w:t>BusinessRoles</w:t>
      </w:r>
      <w:proofErr w:type="spellEnd"/>
      <w:r w:rsidRPr="00BB6A32">
        <w:t xml:space="preserve"> and Participants is many-to-many. One </w:t>
      </w:r>
      <w:proofErr w:type="spellStart"/>
      <w:r w:rsidR="005E28CA" w:rsidRPr="00BB6A32">
        <w:t>BusinessRole</w:t>
      </w:r>
      <w:proofErr w:type="spellEnd"/>
      <w:r w:rsidR="005E28CA" w:rsidRPr="00BB6A32">
        <w:t xml:space="preserve"> can</w:t>
      </w:r>
      <w:r w:rsidRPr="00BB6A32">
        <w:t xml:space="preserve"> be involved as different Participants at different mome</w:t>
      </w:r>
      <w:r w:rsidR="0094587D">
        <w:t>nts in time or at the same time. Exampl</w:t>
      </w:r>
      <w:r w:rsidR="000612B5">
        <w:t>e</w:t>
      </w:r>
      <w:r w:rsidR="0094587D">
        <w:t xml:space="preserve">s of </w:t>
      </w:r>
      <w:proofErr w:type="spellStart"/>
      <w:r w:rsidR="0094587D">
        <w:t>BusinessRoles</w:t>
      </w:r>
      <w:proofErr w:type="spellEnd"/>
      <w:r w:rsidR="0094587D">
        <w:t xml:space="preserve">: </w:t>
      </w:r>
      <w:r w:rsidRPr="00BB6A32">
        <w:t xml:space="preserve"> "user", "debt</w:t>
      </w:r>
      <w:r w:rsidR="0094587D">
        <w:t>or”, "creditor", "investor"</w:t>
      </w:r>
      <w:r w:rsidRPr="00BB6A32">
        <w:t xml:space="preserve">. Different </w:t>
      </w:r>
      <w:proofErr w:type="spellStart"/>
      <w:r w:rsidRPr="00BB6A32">
        <w:t>BusinessRoles</w:t>
      </w:r>
      <w:proofErr w:type="spellEnd"/>
      <w:r w:rsidRPr="00BB6A32">
        <w:t xml:space="preserve"> can be involved as the same Participant.</w:t>
      </w:r>
    </w:p>
    <w:p w14:paraId="655ACF24" w14:textId="77777777" w:rsidR="00665B53" w:rsidRPr="00FC3EE2" w:rsidRDefault="00665B53" w:rsidP="00FC3EE2">
      <w:r w:rsidRPr="00FC3EE2">
        <w:t xml:space="preserve">In the context of </w:t>
      </w:r>
      <w:r w:rsidR="005E28CA" w:rsidRPr="00FC3EE2">
        <w:t>&lt;</w:t>
      </w:r>
      <w:proofErr w:type="spellStart"/>
      <w:r w:rsidR="00EF6DAD" w:rsidRPr="00FC3EE2">
        <w:rPr>
          <w:rStyle w:val="Bold"/>
        </w:rPr>
        <w:t>xxxxxx</w:t>
      </w:r>
      <w:proofErr w:type="spellEnd"/>
      <w:r w:rsidR="005E28CA" w:rsidRPr="00FC3EE2">
        <w:t>&gt;</w:t>
      </w:r>
      <w:r w:rsidR="00EF6DAD" w:rsidRPr="00FC3EE2">
        <w:t xml:space="preserve"> </w:t>
      </w:r>
      <w:r w:rsidRPr="00FC3EE2">
        <w:t xml:space="preserve">the high-level </w:t>
      </w:r>
      <w:proofErr w:type="spellStart"/>
      <w:r w:rsidRPr="00FC3EE2">
        <w:t>BusinessRoles</w:t>
      </w:r>
      <w:proofErr w:type="spellEnd"/>
      <w:r w:rsidRPr="00FC3EE2">
        <w:t xml:space="preserve"> and typical Participants</w:t>
      </w:r>
      <w:r w:rsidR="00B5567F" w:rsidRPr="00FC3EE2">
        <w:t xml:space="preserve"> can be represented as follows:</w:t>
      </w:r>
    </w:p>
    <w:p w14:paraId="67C97596" w14:textId="277364D4" w:rsidR="006222A1" w:rsidRPr="00D762DE" w:rsidRDefault="00BF6218" w:rsidP="00D762DE">
      <w:pPr>
        <w:pStyle w:val="Graphic"/>
        <w:rPr>
          <w:rStyle w:val="Bold"/>
          <w:b w:val="0"/>
        </w:rPr>
      </w:pPr>
      <w:r>
        <w:rPr>
          <w:rStyle w:val="Bold"/>
          <w:b w:val="0"/>
        </w:rPr>
        <w:pict w14:anchorId="3A65F8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pt;height:153pt;mso-left-percent:-10001;mso-top-percent:-10001;mso-position-horizontal:absolute;mso-position-horizontal-relative:char;mso-position-vertical:absolute;mso-position-vertical-relative:line;mso-left-percent:-10001;mso-top-percent:-10001">
            <v:imagedata r:id="rId16" o:title=""/>
          </v:shape>
        </w:pict>
      </w:r>
    </w:p>
    <w:p w14:paraId="36B0EFB5" w14:textId="77777777" w:rsidR="00714DA9" w:rsidRPr="00714DA9" w:rsidRDefault="00714DA9" w:rsidP="00F80208">
      <w:pPr>
        <w:pStyle w:val="Heading2"/>
      </w:pPr>
      <w:bookmarkStart w:id="14" w:name="_Toc161581643"/>
      <w:r>
        <w:t xml:space="preserve">Participants and </w:t>
      </w:r>
      <w:proofErr w:type="spellStart"/>
      <w:r w:rsidRPr="00F80208">
        <w:t>BusinessRoles</w:t>
      </w:r>
      <w:proofErr w:type="spellEnd"/>
      <w:r>
        <w:t xml:space="preserve"> Definitions</w:t>
      </w:r>
      <w:bookmarkEnd w:id="14"/>
    </w:p>
    <w:p w14:paraId="3CE8C207" w14:textId="77777777" w:rsidR="00714DA9" w:rsidRDefault="00714DA9" w:rsidP="00E654A9">
      <w:pPr>
        <w:pStyle w:val="BlockLabelBeforeTable"/>
      </w:pPr>
      <w:r>
        <w:t>Participants</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6"/>
        <w:gridCol w:w="5899"/>
      </w:tblGrid>
      <w:tr w:rsidR="00922455" w14:paraId="56CFCDFA" w14:textId="77777777" w:rsidTr="00922455">
        <w:trPr>
          <w:cantSplit/>
          <w:tblHeader/>
        </w:trPr>
        <w:tc>
          <w:tcPr>
            <w:tcW w:w="246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8686720" w14:textId="77777777" w:rsidR="0052733C" w:rsidRDefault="0052733C" w:rsidP="00DD3851">
            <w:pPr>
              <w:pStyle w:val="TableHeading"/>
            </w:pPr>
            <w:r>
              <w:t>Description</w:t>
            </w:r>
          </w:p>
        </w:tc>
        <w:tc>
          <w:tcPr>
            <w:tcW w:w="589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84915A2" w14:textId="77777777" w:rsidR="0052733C" w:rsidRDefault="0052733C" w:rsidP="00DD3851">
            <w:pPr>
              <w:pStyle w:val="TableHeading"/>
            </w:pPr>
            <w:r>
              <w:t>Definition</w:t>
            </w:r>
          </w:p>
        </w:tc>
      </w:tr>
      <w:tr w:rsidR="00D762DE" w14:paraId="6554AD62" w14:textId="77777777" w:rsidTr="00922455">
        <w:tc>
          <w:tcPr>
            <w:tcW w:w="2466" w:type="dxa"/>
            <w:shd w:val="clear" w:color="auto" w:fill="FFFFFF"/>
          </w:tcPr>
          <w:p w14:paraId="7D1DDFC3" w14:textId="3A6FD643" w:rsidR="00D762DE" w:rsidRDefault="00D762DE" w:rsidP="00D762DE">
            <w:pPr>
              <w:pStyle w:val="TableText"/>
            </w:pPr>
            <w:r w:rsidRPr="00D762DE">
              <w:t>Instructing Party</w:t>
            </w:r>
          </w:p>
        </w:tc>
        <w:tc>
          <w:tcPr>
            <w:tcW w:w="5899" w:type="dxa"/>
            <w:shd w:val="clear" w:color="auto" w:fill="FFFFFF"/>
          </w:tcPr>
          <w:p w14:paraId="7E1E23E9" w14:textId="769BFE46" w:rsidR="00D762DE" w:rsidRDefault="00D762DE" w:rsidP="00D762DE">
            <w:pPr>
              <w:pStyle w:val="TableText"/>
            </w:pPr>
            <w:r w:rsidRPr="00D762DE">
              <w:t>Party that instructs the executing/servicing party to process and monitor a transaction.</w:t>
            </w:r>
          </w:p>
        </w:tc>
      </w:tr>
      <w:tr w:rsidR="00D762DE" w14:paraId="6B4F95F4" w14:textId="77777777" w:rsidTr="00922455">
        <w:tc>
          <w:tcPr>
            <w:tcW w:w="2466" w:type="dxa"/>
            <w:shd w:val="clear" w:color="auto" w:fill="FFFFFF"/>
          </w:tcPr>
          <w:p w14:paraId="7C8C7FA9" w14:textId="3BF6F2B4" w:rsidR="00D762DE" w:rsidRDefault="00D762DE" w:rsidP="00D762DE">
            <w:pPr>
              <w:pStyle w:val="TableText"/>
            </w:pPr>
            <w:r w:rsidRPr="00D762DE">
              <w:t>Executing/Servicing Party</w:t>
            </w:r>
          </w:p>
        </w:tc>
        <w:tc>
          <w:tcPr>
            <w:tcW w:w="5899" w:type="dxa"/>
            <w:shd w:val="clear" w:color="auto" w:fill="FFFFFF"/>
          </w:tcPr>
          <w:p w14:paraId="350A6849" w14:textId="53FA82CA" w:rsidR="00D762DE" w:rsidRDefault="00D762DE" w:rsidP="00D762DE">
            <w:pPr>
              <w:pStyle w:val="TableText"/>
            </w:pPr>
            <w:r w:rsidRPr="00D762DE">
              <w:t xml:space="preserve">Party that processes, </w:t>
            </w:r>
            <w:proofErr w:type="gramStart"/>
            <w:r w:rsidRPr="00D762DE">
              <w:t>monitors</w:t>
            </w:r>
            <w:proofErr w:type="gramEnd"/>
            <w:r w:rsidRPr="00D762DE">
              <w:t xml:space="preserve"> and reports on transactions received from the Instructing party.</w:t>
            </w:r>
          </w:p>
        </w:tc>
      </w:tr>
      <w:tr w:rsidR="0052733C" w14:paraId="293BC0DF" w14:textId="77777777" w:rsidTr="00922455">
        <w:tc>
          <w:tcPr>
            <w:tcW w:w="2466" w:type="dxa"/>
            <w:shd w:val="clear" w:color="auto" w:fill="FFFFFF"/>
          </w:tcPr>
          <w:p w14:paraId="67389EE2" w14:textId="77777777" w:rsidR="0052733C" w:rsidRDefault="0052733C" w:rsidP="00DD3851">
            <w:pPr>
              <w:pStyle w:val="TableText"/>
            </w:pPr>
          </w:p>
        </w:tc>
        <w:tc>
          <w:tcPr>
            <w:tcW w:w="5899" w:type="dxa"/>
            <w:shd w:val="clear" w:color="auto" w:fill="FFFFFF"/>
          </w:tcPr>
          <w:p w14:paraId="02343E04" w14:textId="77777777" w:rsidR="0052733C" w:rsidRDefault="0052733C" w:rsidP="00DD3851">
            <w:pPr>
              <w:pStyle w:val="TableText"/>
            </w:pPr>
          </w:p>
        </w:tc>
      </w:tr>
    </w:tbl>
    <w:p w14:paraId="7463054D" w14:textId="77777777" w:rsidR="00714DA9" w:rsidRDefault="00FF3CEA" w:rsidP="00E654A9">
      <w:pPr>
        <w:pStyle w:val="BlockLabelBeforeTable"/>
      </w:pPr>
      <w:r>
        <w:t>Business Roles</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6"/>
        <w:gridCol w:w="5899"/>
      </w:tblGrid>
      <w:tr w:rsidR="00922455" w14:paraId="01D26162" w14:textId="77777777" w:rsidTr="00922455">
        <w:trPr>
          <w:cantSplit/>
          <w:tblHeader/>
        </w:trPr>
        <w:tc>
          <w:tcPr>
            <w:tcW w:w="246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5CF4719" w14:textId="77777777" w:rsidR="0052733C" w:rsidRDefault="0052733C" w:rsidP="00DD3851">
            <w:pPr>
              <w:pStyle w:val="TableHeading"/>
            </w:pPr>
            <w:r>
              <w:t>Description</w:t>
            </w:r>
          </w:p>
        </w:tc>
        <w:tc>
          <w:tcPr>
            <w:tcW w:w="589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BE741C1" w14:textId="77777777" w:rsidR="0052733C" w:rsidRDefault="0052733C" w:rsidP="00DD3851">
            <w:pPr>
              <w:pStyle w:val="TableHeading"/>
            </w:pPr>
            <w:r>
              <w:t>Definition</w:t>
            </w:r>
          </w:p>
        </w:tc>
      </w:tr>
      <w:tr w:rsidR="00D762DE" w14:paraId="76714D2F" w14:textId="77777777" w:rsidTr="00922455">
        <w:tc>
          <w:tcPr>
            <w:tcW w:w="2466" w:type="dxa"/>
            <w:shd w:val="clear" w:color="auto" w:fill="FFFFFF"/>
          </w:tcPr>
          <w:p w14:paraId="7EEE9F06" w14:textId="7EE235C7" w:rsidR="00D762DE" w:rsidRPr="00D762DE" w:rsidRDefault="00D762DE" w:rsidP="00D762DE">
            <w:pPr>
              <w:pStyle w:val="TableText"/>
            </w:pPr>
            <w:r w:rsidRPr="00D762DE">
              <w:t>Central Securities Depositories (CSD)</w:t>
            </w:r>
          </w:p>
        </w:tc>
        <w:tc>
          <w:tcPr>
            <w:tcW w:w="5899" w:type="dxa"/>
            <w:shd w:val="clear" w:color="auto" w:fill="FFFFFF"/>
          </w:tcPr>
          <w:p w14:paraId="2357B2C1" w14:textId="7E43BB93" w:rsidR="00D762DE" w:rsidRPr="00D762DE" w:rsidRDefault="00D762DE" w:rsidP="00D762DE">
            <w:pPr>
              <w:pStyle w:val="TableText"/>
            </w:pPr>
            <w:r w:rsidRPr="00D762DE">
              <w:t>An infrastructure that, holds or controls, the holding of physical or dematerialised financial instruments belonging to all, or a large portion of, the investors in a securities market. This affects the centralised transfer of ownership of such securities by entries on its books and records.</w:t>
            </w:r>
          </w:p>
        </w:tc>
      </w:tr>
      <w:tr w:rsidR="00D762DE" w14:paraId="01AB6D1A" w14:textId="77777777" w:rsidTr="00922455">
        <w:tc>
          <w:tcPr>
            <w:tcW w:w="2466" w:type="dxa"/>
            <w:shd w:val="clear" w:color="auto" w:fill="FFFFFF"/>
          </w:tcPr>
          <w:p w14:paraId="73AAF151" w14:textId="546EFB42" w:rsidR="00D762DE" w:rsidRPr="00D762DE" w:rsidRDefault="00D762DE" w:rsidP="00D762DE">
            <w:pPr>
              <w:pStyle w:val="TableText"/>
            </w:pPr>
            <w:r w:rsidRPr="00D762DE">
              <w:t>National Central Bank (NCB)</w:t>
            </w:r>
          </w:p>
        </w:tc>
        <w:tc>
          <w:tcPr>
            <w:tcW w:w="5899" w:type="dxa"/>
            <w:shd w:val="clear" w:color="auto" w:fill="FFFFFF"/>
          </w:tcPr>
          <w:p w14:paraId="7FF8AA55" w14:textId="51EBFFBA" w:rsidR="00D762DE" w:rsidRPr="00D762DE" w:rsidRDefault="00D762DE" w:rsidP="00D762DE">
            <w:pPr>
              <w:pStyle w:val="TableText"/>
            </w:pPr>
            <w:r w:rsidRPr="00D762DE">
              <w:t xml:space="preserve">The principal monetary authority of a nation, a central bank performs several key functions, including issuing currency and </w:t>
            </w:r>
            <w:r w:rsidRPr="00D762DE">
              <w:lastRenderedPageBreak/>
              <w:t xml:space="preserve">regulating the supply of credit in the economy. </w:t>
            </w:r>
          </w:p>
        </w:tc>
      </w:tr>
      <w:tr w:rsidR="00D762DE" w14:paraId="692C4290" w14:textId="77777777" w:rsidTr="00922455">
        <w:tc>
          <w:tcPr>
            <w:tcW w:w="2466" w:type="dxa"/>
            <w:shd w:val="clear" w:color="auto" w:fill="FFFFFF"/>
          </w:tcPr>
          <w:p w14:paraId="5B7BC754" w14:textId="65BE6014" w:rsidR="00D762DE" w:rsidRPr="00D762DE" w:rsidRDefault="00D762DE" w:rsidP="00D762DE">
            <w:pPr>
              <w:pStyle w:val="TableText"/>
            </w:pPr>
            <w:r w:rsidRPr="00D762DE">
              <w:lastRenderedPageBreak/>
              <w:t>Corporate</w:t>
            </w:r>
          </w:p>
        </w:tc>
        <w:tc>
          <w:tcPr>
            <w:tcW w:w="5899" w:type="dxa"/>
            <w:shd w:val="clear" w:color="auto" w:fill="FFFFFF"/>
          </w:tcPr>
          <w:p w14:paraId="369ABC08" w14:textId="5378D37B" w:rsidR="00D762DE" w:rsidRPr="00D762DE" w:rsidRDefault="00D762DE" w:rsidP="00D762DE">
            <w:pPr>
              <w:pStyle w:val="TableText"/>
            </w:pPr>
            <w:r w:rsidRPr="00D762DE">
              <w:t xml:space="preserve">The most common form of business organization, and one which is chartered by a state and given many legal rights as an entity separate from its owners. This form of business is characterized by the limited liability of its owners, the issuance of shares of easily transferable stock, and its existence as a going concern. </w:t>
            </w:r>
          </w:p>
        </w:tc>
      </w:tr>
      <w:tr w:rsidR="00D762DE" w14:paraId="2D586072" w14:textId="77777777" w:rsidTr="00922455">
        <w:tc>
          <w:tcPr>
            <w:tcW w:w="2466" w:type="dxa"/>
            <w:shd w:val="clear" w:color="auto" w:fill="FFFFFF"/>
          </w:tcPr>
          <w:p w14:paraId="653BD4B2" w14:textId="5D55E4F5" w:rsidR="00D762DE" w:rsidRPr="00D762DE" w:rsidRDefault="00D762DE" w:rsidP="00D762DE">
            <w:pPr>
              <w:pStyle w:val="TableText"/>
            </w:pPr>
            <w:r w:rsidRPr="00D762DE">
              <w:t>Bank</w:t>
            </w:r>
          </w:p>
        </w:tc>
        <w:tc>
          <w:tcPr>
            <w:tcW w:w="5899" w:type="dxa"/>
            <w:shd w:val="clear" w:color="auto" w:fill="FFFFFF"/>
          </w:tcPr>
          <w:p w14:paraId="435BA1BB" w14:textId="51BA1F42" w:rsidR="00D762DE" w:rsidRPr="00D762DE" w:rsidRDefault="00D762DE" w:rsidP="00D762DE">
            <w:pPr>
              <w:pStyle w:val="TableText"/>
            </w:pPr>
            <w:r w:rsidRPr="00D762DE">
              <w:t xml:space="preserve">A business establishment in which money is kept for saving or commercial purposes or is invested, supplied for loans, or exchanged. A bank is licensed by a government. Its primary activity is to lend money. </w:t>
            </w:r>
            <w:r>
              <w:t xml:space="preserve"> </w:t>
            </w:r>
            <w:r w:rsidRPr="00D762DE">
              <w:t xml:space="preserve">A bank does most or all of the </w:t>
            </w:r>
            <w:proofErr w:type="gramStart"/>
            <w:r w:rsidRPr="00D762DE">
              <w:t>following:</w:t>
            </w:r>
            <w:proofErr w:type="gramEnd"/>
            <w:r w:rsidRPr="00D762DE">
              <w:t xml:space="preserve"> receives demand deposits and time deposits, </w:t>
            </w:r>
            <w:proofErr w:type="spellStart"/>
            <w:r w:rsidRPr="00D762DE">
              <w:t>honors</w:t>
            </w:r>
            <w:proofErr w:type="spellEnd"/>
            <w:r w:rsidRPr="00D762DE">
              <w:t xml:space="preserve"> instruments drawn on them, and pays interest on them; discounts notes, makes loans, and invests in securities; collects checks, drafts, and notes; certifies depositor's checks; and issues drafts and cashier's checks.</w:t>
            </w:r>
          </w:p>
        </w:tc>
      </w:tr>
      <w:tr w:rsidR="00D762DE" w14:paraId="415991E9" w14:textId="77777777" w:rsidTr="00922455">
        <w:tc>
          <w:tcPr>
            <w:tcW w:w="2466" w:type="dxa"/>
            <w:shd w:val="clear" w:color="auto" w:fill="FFFFFF"/>
          </w:tcPr>
          <w:p w14:paraId="1E26EB4B" w14:textId="2E656CA1" w:rsidR="00D762DE" w:rsidRPr="00D762DE" w:rsidRDefault="00D762DE" w:rsidP="00D762DE">
            <w:pPr>
              <w:pStyle w:val="TableText"/>
            </w:pPr>
            <w:r w:rsidRPr="00D762DE">
              <w:t>Market Infrastructure</w:t>
            </w:r>
          </w:p>
        </w:tc>
        <w:tc>
          <w:tcPr>
            <w:tcW w:w="5899" w:type="dxa"/>
            <w:shd w:val="clear" w:color="auto" w:fill="FFFFFF"/>
          </w:tcPr>
          <w:p w14:paraId="561D6932" w14:textId="04052612" w:rsidR="00D762DE" w:rsidRPr="00D762DE" w:rsidRDefault="00D762DE" w:rsidP="00D762DE">
            <w:pPr>
              <w:pStyle w:val="TableText"/>
            </w:pPr>
            <w:r w:rsidRPr="00D762DE">
              <w:t xml:space="preserve">The party that provides, through common membership, services to create a fair and open process for the execution of transactions between trading parties and the creation of settlement obligations. </w:t>
            </w:r>
          </w:p>
        </w:tc>
      </w:tr>
      <w:tr w:rsidR="00D762DE" w14:paraId="4684351D" w14:textId="77777777" w:rsidTr="00922455">
        <w:tc>
          <w:tcPr>
            <w:tcW w:w="2466" w:type="dxa"/>
            <w:shd w:val="clear" w:color="auto" w:fill="FFFFFF"/>
          </w:tcPr>
          <w:p w14:paraId="77437256" w14:textId="77777777" w:rsidR="00D762DE" w:rsidRDefault="00D762DE" w:rsidP="00DD3851">
            <w:pPr>
              <w:pStyle w:val="TableText"/>
            </w:pPr>
          </w:p>
        </w:tc>
        <w:tc>
          <w:tcPr>
            <w:tcW w:w="5899" w:type="dxa"/>
            <w:shd w:val="clear" w:color="auto" w:fill="FFFFFF"/>
          </w:tcPr>
          <w:p w14:paraId="7186414E" w14:textId="77777777" w:rsidR="00D762DE" w:rsidRDefault="00D762DE" w:rsidP="00DD3851">
            <w:pPr>
              <w:pStyle w:val="TableText"/>
            </w:pPr>
          </w:p>
        </w:tc>
      </w:tr>
    </w:tbl>
    <w:p w14:paraId="2885396A" w14:textId="77777777" w:rsidR="00FF3CEA" w:rsidRDefault="008447BA" w:rsidP="00A72CAE">
      <w:pPr>
        <w:pStyle w:val="Heading2"/>
      </w:pPr>
      <w:bookmarkStart w:id="15" w:name="_Toc161581644"/>
      <w:proofErr w:type="spellStart"/>
      <w:r w:rsidRPr="00A72CAE">
        <w:t>Business</w:t>
      </w:r>
      <w:r w:rsidR="00FF3CEA" w:rsidRPr="00A72CAE">
        <w:t>Roles</w:t>
      </w:r>
      <w:proofErr w:type="spellEnd"/>
      <w:r w:rsidR="00F45CD3">
        <w:t xml:space="preserve"> and</w:t>
      </w:r>
      <w:r w:rsidR="00FF3CEA">
        <w:t xml:space="preserve"> Participants </w:t>
      </w:r>
      <w:r w:rsidR="00FF3CEA" w:rsidRPr="00F80208">
        <w:t>Table</w:t>
      </w:r>
      <w:bookmarkEnd w:id="15"/>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8"/>
        <w:gridCol w:w="2788"/>
        <w:gridCol w:w="2789"/>
      </w:tblGrid>
      <w:tr w:rsidR="00D762DE" w14:paraId="4E44680F" w14:textId="77777777" w:rsidTr="00922455">
        <w:trPr>
          <w:cantSplit/>
          <w:tblHeader/>
        </w:trPr>
        <w:tc>
          <w:tcPr>
            <w:tcW w:w="278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9F86F7B" w14:textId="77777777" w:rsidR="00D762DE" w:rsidRPr="00D762DE" w:rsidRDefault="00D762DE" w:rsidP="00D762DE">
            <w:pPr>
              <w:pStyle w:val="TableHeading"/>
            </w:pPr>
            <w:proofErr w:type="spellStart"/>
            <w:r w:rsidRPr="00D762DE">
              <w:t>BusinessRole</w:t>
            </w:r>
            <w:proofErr w:type="spellEnd"/>
          </w:p>
        </w:tc>
        <w:tc>
          <w:tcPr>
            <w:tcW w:w="278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28D61C9" w14:textId="358619BB" w:rsidR="00D762DE" w:rsidRPr="00D762DE" w:rsidRDefault="00D762DE" w:rsidP="00D762DE">
            <w:pPr>
              <w:pStyle w:val="TableHeadingCentre"/>
            </w:pPr>
            <w:r w:rsidRPr="00D762DE">
              <w:t>Instructing Party</w:t>
            </w:r>
          </w:p>
        </w:tc>
        <w:tc>
          <w:tcPr>
            <w:tcW w:w="278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835AD41" w14:textId="373B28D8" w:rsidR="00D762DE" w:rsidRPr="00D762DE" w:rsidRDefault="00D762DE" w:rsidP="00D762DE">
            <w:pPr>
              <w:pStyle w:val="TableHeadingCentre"/>
            </w:pPr>
            <w:r w:rsidRPr="00D762DE">
              <w:t>Executing/Servicing Party</w:t>
            </w:r>
          </w:p>
        </w:tc>
      </w:tr>
      <w:tr w:rsidR="00D762DE" w14:paraId="51949013" w14:textId="77777777" w:rsidTr="00922455">
        <w:tc>
          <w:tcPr>
            <w:tcW w:w="2788" w:type="dxa"/>
            <w:shd w:val="clear" w:color="auto" w:fill="FFFFFF"/>
          </w:tcPr>
          <w:p w14:paraId="3158F24C" w14:textId="7CF32FEB" w:rsidR="00D762DE" w:rsidRPr="00D762DE" w:rsidRDefault="00D762DE" w:rsidP="00D762DE">
            <w:pPr>
              <w:pStyle w:val="TableText"/>
            </w:pPr>
            <w:r w:rsidRPr="00D762DE">
              <w:t>Bank</w:t>
            </w:r>
          </w:p>
        </w:tc>
        <w:tc>
          <w:tcPr>
            <w:tcW w:w="2788" w:type="dxa"/>
            <w:shd w:val="clear" w:color="auto" w:fill="FFFFFF"/>
          </w:tcPr>
          <w:p w14:paraId="3C542833" w14:textId="43C3896E" w:rsidR="00D762DE" w:rsidRPr="00D762DE" w:rsidRDefault="00D762DE" w:rsidP="00D762DE">
            <w:pPr>
              <w:pStyle w:val="TableTextCentre"/>
            </w:pPr>
            <w:r w:rsidRPr="00D762DE">
              <w:t>X</w:t>
            </w:r>
          </w:p>
        </w:tc>
        <w:tc>
          <w:tcPr>
            <w:tcW w:w="2789" w:type="dxa"/>
            <w:shd w:val="clear" w:color="auto" w:fill="FFFFFF"/>
          </w:tcPr>
          <w:p w14:paraId="0396F729" w14:textId="3F7C110F" w:rsidR="00D762DE" w:rsidRPr="00D762DE" w:rsidRDefault="00D762DE" w:rsidP="00D762DE">
            <w:pPr>
              <w:pStyle w:val="TableTextCentre"/>
            </w:pPr>
          </w:p>
        </w:tc>
      </w:tr>
      <w:tr w:rsidR="00D762DE" w14:paraId="61A6D405" w14:textId="77777777" w:rsidTr="00922455">
        <w:tc>
          <w:tcPr>
            <w:tcW w:w="2788" w:type="dxa"/>
            <w:shd w:val="clear" w:color="auto" w:fill="FFFFFF"/>
          </w:tcPr>
          <w:p w14:paraId="4B67FAE0" w14:textId="57CA4E4A" w:rsidR="00D762DE" w:rsidRPr="00D762DE" w:rsidRDefault="00D762DE" w:rsidP="00D762DE">
            <w:pPr>
              <w:pStyle w:val="TableText"/>
            </w:pPr>
            <w:r w:rsidRPr="00D762DE">
              <w:t>Corporate</w:t>
            </w:r>
          </w:p>
        </w:tc>
        <w:tc>
          <w:tcPr>
            <w:tcW w:w="2788" w:type="dxa"/>
            <w:shd w:val="clear" w:color="auto" w:fill="FFFFFF"/>
          </w:tcPr>
          <w:p w14:paraId="6F103246" w14:textId="4E402B0B" w:rsidR="00D762DE" w:rsidRPr="00D762DE" w:rsidRDefault="00D762DE" w:rsidP="00D762DE">
            <w:pPr>
              <w:pStyle w:val="TableTextCentre"/>
            </w:pPr>
            <w:r w:rsidRPr="00D762DE">
              <w:t>X</w:t>
            </w:r>
          </w:p>
        </w:tc>
        <w:tc>
          <w:tcPr>
            <w:tcW w:w="2789" w:type="dxa"/>
            <w:shd w:val="clear" w:color="auto" w:fill="FFFFFF"/>
          </w:tcPr>
          <w:p w14:paraId="5B658B88" w14:textId="0EC02F3F" w:rsidR="00D762DE" w:rsidRPr="00D762DE" w:rsidRDefault="00D762DE" w:rsidP="00D762DE">
            <w:pPr>
              <w:pStyle w:val="TableTextCentre"/>
            </w:pPr>
          </w:p>
        </w:tc>
      </w:tr>
      <w:tr w:rsidR="00D762DE" w14:paraId="25E31C11" w14:textId="77777777" w:rsidTr="00922455">
        <w:tc>
          <w:tcPr>
            <w:tcW w:w="2788" w:type="dxa"/>
            <w:shd w:val="clear" w:color="auto" w:fill="FFFFFF"/>
          </w:tcPr>
          <w:p w14:paraId="5820A812" w14:textId="7C4C9459" w:rsidR="00D762DE" w:rsidRPr="00D762DE" w:rsidRDefault="00D762DE" w:rsidP="00D762DE">
            <w:pPr>
              <w:pStyle w:val="TableText"/>
            </w:pPr>
            <w:r w:rsidRPr="00D762DE">
              <w:t>CSD</w:t>
            </w:r>
          </w:p>
        </w:tc>
        <w:tc>
          <w:tcPr>
            <w:tcW w:w="2788" w:type="dxa"/>
            <w:shd w:val="clear" w:color="auto" w:fill="FFFFFF"/>
          </w:tcPr>
          <w:p w14:paraId="77DC95B9" w14:textId="475756F4" w:rsidR="00D762DE" w:rsidRPr="00D762DE" w:rsidRDefault="00D762DE" w:rsidP="00D762DE">
            <w:pPr>
              <w:pStyle w:val="TableTextCentre"/>
            </w:pPr>
            <w:r w:rsidRPr="00D762DE">
              <w:t>X</w:t>
            </w:r>
          </w:p>
        </w:tc>
        <w:tc>
          <w:tcPr>
            <w:tcW w:w="2789" w:type="dxa"/>
            <w:shd w:val="clear" w:color="auto" w:fill="FFFFFF"/>
          </w:tcPr>
          <w:p w14:paraId="6468DC95" w14:textId="7CAFA22F" w:rsidR="00D762DE" w:rsidRPr="00D762DE" w:rsidRDefault="00D762DE" w:rsidP="00D762DE">
            <w:pPr>
              <w:pStyle w:val="TableTextCentre"/>
            </w:pPr>
            <w:r w:rsidRPr="00D762DE">
              <w:t>X</w:t>
            </w:r>
          </w:p>
        </w:tc>
      </w:tr>
      <w:tr w:rsidR="00D762DE" w14:paraId="395C25F0" w14:textId="77777777" w:rsidTr="00922455">
        <w:tc>
          <w:tcPr>
            <w:tcW w:w="2788" w:type="dxa"/>
            <w:shd w:val="clear" w:color="auto" w:fill="FFFFFF"/>
          </w:tcPr>
          <w:p w14:paraId="69DEFF84" w14:textId="20E4234E" w:rsidR="00D762DE" w:rsidRPr="00D762DE" w:rsidRDefault="00D762DE" w:rsidP="00D762DE">
            <w:pPr>
              <w:pStyle w:val="TableText"/>
            </w:pPr>
            <w:r w:rsidRPr="00D762DE">
              <w:t>Market Data Provider</w:t>
            </w:r>
          </w:p>
        </w:tc>
        <w:tc>
          <w:tcPr>
            <w:tcW w:w="2788" w:type="dxa"/>
            <w:shd w:val="clear" w:color="auto" w:fill="FFFFFF"/>
          </w:tcPr>
          <w:p w14:paraId="2AFD49D0" w14:textId="78EDD337" w:rsidR="00D762DE" w:rsidRPr="00D762DE" w:rsidRDefault="00D762DE" w:rsidP="00D762DE">
            <w:pPr>
              <w:pStyle w:val="TableTextCentre"/>
            </w:pPr>
            <w:r w:rsidRPr="00D762DE">
              <w:t>X</w:t>
            </w:r>
          </w:p>
        </w:tc>
        <w:tc>
          <w:tcPr>
            <w:tcW w:w="2789" w:type="dxa"/>
            <w:shd w:val="clear" w:color="auto" w:fill="FFFFFF"/>
          </w:tcPr>
          <w:p w14:paraId="520588C1" w14:textId="56CCE5C8" w:rsidR="00D762DE" w:rsidRPr="00D762DE" w:rsidRDefault="00D762DE" w:rsidP="00D762DE">
            <w:pPr>
              <w:pStyle w:val="TableTextCentre"/>
            </w:pPr>
            <w:r w:rsidRPr="00D762DE">
              <w:t>X</w:t>
            </w:r>
          </w:p>
        </w:tc>
      </w:tr>
      <w:tr w:rsidR="00D762DE" w14:paraId="598230E8" w14:textId="77777777" w:rsidTr="00922455">
        <w:tc>
          <w:tcPr>
            <w:tcW w:w="2788" w:type="dxa"/>
            <w:shd w:val="clear" w:color="auto" w:fill="FFFFFF"/>
          </w:tcPr>
          <w:p w14:paraId="4AA3C59A" w14:textId="6B2B1C4F" w:rsidR="00D762DE" w:rsidRPr="00D762DE" w:rsidRDefault="00D762DE" w:rsidP="00D762DE">
            <w:pPr>
              <w:pStyle w:val="TableText"/>
            </w:pPr>
            <w:r w:rsidRPr="00D762DE">
              <w:t>Market Infrastructure</w:t>
            </w:r>
          </w:p>
        </w:tc>
        <w:tc>
          <w:tcPr>
            <w:tcW w:w="2788" w:type="dxa"/>
            <w:shd w:val="clear" w:color="auto" w:fill="FFFFFF"/>
          </w:tcPr>
          <w:p w14:paraId="07E079D8" w14:textId="77777777" w:rsidR="00D762DE" w:rsidRPr="00D762DE" w:rsidRDefault="00D762DE" w:rsidP="00D762DE">
            <w:pPr>
              <w:pStyle w:val="TableTextCentre"/>
            </w:pPr>
          </w:p>
        </w:tc>
        <w:tc>
          <w:tcPr>
            <w:tcW w:w="2789" w:type="dxa"/>
            <w:shd w:val="clear" w:color="auto" w:fill="FFFFFF"/>
          </w:tcPr>
          <w:p w14:paraId="49AEFF3A" w14:textId="0D980CCA" w:rsidR="00D762DE" w:rsidRPr="00D762DE" w:rsidRDefault="00D762DE" w:rsidP="00D762DE">
            <w:pPr>
              <w:pStyle w:val="TableTextCentre"/>
            </w:pPr>
            <w:r w:rsidRPr="00D762DE">
              <w:t>X</w:t>
            </w:r>
          </w:p>
        </w:tc>
      </w:tr>
    </w:tbl>
    <w:p w14:paraId="416C70FB" w14:textId="77777777" w:rsidR="00B5372E" w:rsidRDefault="00B5372E" w:rsidP="00A8050C">
      <w:pPr>
        <w:pStyle w:val="Heading1"/>
      </w:pPr>
      <w:bookmarkStart w:id="16" w:name="_Toc161581645"/>
      <w:proofErr w:type="spellStart"/>
      <w:r w:rsidRPr="00863CED">
        <w:lastRenderedPageBreak/>
        <w:t>BusinessProcess</w:t>
      </w:r>
      <w:proofErr w:type="spellEnd"/>
      <w:r>
        <w:t xml:space="preserve"> Description</w:t>
      </w:r>
      <w:bookmarkEnd w:id="16"/>
    </w:p>
    <w:p w14:paraId="5A92D20D" w14:textId="77777777" w:rsidR="00D762DE" w:rsidRDefault="00D762DE" w:rsidP="00F26E21">
      <w:r w:rsidRPr="00D762DE">
        <w:t xml:space="preserve">The aim of the below is to describe the high-level scope of T2S concerning “Securities Account Reference Data” and is not to be </w:t>
      </w:r>
      <w:proofErr w:type="gramStart"/>
      <w:r w:rsidRPr="00D762DE">
        <w:t>exhaustive</w:t>
      </w:r>
      <w:proofErr w:type="gramEnd"/>
      <w:r w:rsidRPr="00F116CC">
        <w:t xml:space="preserve"> </w:t>
      </w:r>
    </w:p>
    <w:p w14:paraId="783715C9" w14:textId="6D1F086B" w:rsidR="004D01EB" w:rsidRDefault="00F116CC" w:rsidP="00F26E21">
      <w:r w:rsidRPr="00F116CC">
        <w:t xml:space="preserve">This diagram </w:t>
      </w:r>
      <w:r>
        <w:t>represents</w:t>
      </w:r>
      <w:r w:rsidRPr="00F116CC">
        <w:t xml:space="preserve"> the high level </w:t>
      </w:r>
      <w:proofErr w:type="spellStart"/>
      <w:r w:rsidRPr="004741C3">
        <w:t>BusinessProcesses</w:t>
      </w:r>
      <w:proofErr w:type="spellEnd"/>
      <w:r w:rsidRPr="004741C3">
        <w:t>.</w:t>
      </w:r>
      <w:r w:rsidRPr="00F116CC">
        <w:t xml:space="preserve"> </w:t>
      </w:r>
    </w:p>
    <w:p w14:paraId="744BC098" w14:textId="2A6B4564" w:rsidR="004D01EB" w:rsidRPr="00D762DE" w:rsidRDefault="00BF6218" w:rsidP="00D762DE">
      <w:pPr>
        <w:pStyle w:val="Graphic"/>
        <w:rPr>
          <w:rStyle w:val="Bold"/>
          <w:b w:val="0"/>
        </w:rPr>
      </w:pPr>
      <w:r>
        <w:rPr>
          <w:rStyle w:val="Bold"/>
          <w:b w:val="0"/>
        </w:rPr>
        <w:pict w14:anchorId="6515FD22">
          <v:shape id="_x0000_i1026" type="#_x0000_t75" style="width:372.75pt;height:192.75pt;mso-left-percent:-10001;mso-top-percent:-10001;mso-position-horizontal:absolute;mso-position-horizontal-relative:char;mso-position-vertical:absolute;mso-position-vertical-relative:line;mso-left-percent:-10001;mso-top-percent:-10001">
            <v:imagedata r:id="rId17" o:title=""/>
          </v:shape>
        </w:pict>
      </w:r>
    </w:p>
    <w:p w14:paraId="19287BBC" w14:textId="793A6A59" w:rsidR="004D01EB" w:rsidRDefault="00D762DE" w:rsidP="004741C3">
      <w:pPr>
        <w:pStyle w:val="BlockLabelBeforeTable"/>
      </w:pPr>
      <w:r w:rsidRPr="00D762DE">
        <w:t>Create Securities Account</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6"/>
        <w:gridCol w:w="6889"/>
      </w:tblGrid>
      <w:tr w:rsidR="00922455" w14:paraId="178DCAF9" w14:textId="77777777" w:rsidTr="00922455">
        <w:trPr>
          <w:cantSplit/>
          <w:tblHeader/>
        </w:trPr>
        <w:tc>
          <w:tcPr>
            <w:tcW w:w="14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11FA028" w14:textId="77777777" w:rsidR="00803705" w:rsidRDefault="00803705" w:rsidP="00DD3851">
            <w:pPr>
              <w:pStyle w:val="TableHeading"/>
            </w:pPr>
            <w:r>
              <w:t>Item</w:t>
            </w:r>
          </w:p>
        </w:tc>
        <w:tc>
          <w:tcPr>
            <w:tcW w:w="688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54FF598" w14:textId="77777777" w:rsidR="00803705" w:rsidRDefault="00803705" w:rsidP="00DD3851">
            <w:pPr>
              <w:pStyle w:val="TableHeading"/>
            </w:pPr>
            <w:r>
              <w:t>Description</w:t>
            </w:r>
          </w:p>
        </w:tc>
      </w:tr>
      <w:tr w:rsidR="00710A49" w14:paraId="2FF3967F" w14:textId="77777777" w:rsidTr="00922455">
        <w:tc>
          <w:tcPr>
            <w:tcW w:w="1476" w:type="dxa"/>
            <w:shd w:val="clear" w:color="auto" w:fill="FFFFFF"/>
          </w:tcPr>
          <w:p w14:paraId="35B06496" w14:textId="77777777" w:rsidR="00710A49" w:rsidRPr="00710A49" w:rsidRDefault="00710A49" w:rsidP="00710A49">
            <w:pPr>
              <w:pStyle w:val="TableText"/>
            </w:pPr>
            <w:r w:rsidRPr="00710A49">
              <w:t>Definition</w:t>
            </w:r>
          </w:p>
        </w:tc>
        <w:tc>
          <w:tcPr>
            <w:tcW w:w="6889" w:type="dxa"/>
            <w:shd w:val="clear" w:color="auto" w:fill="FFFFFF"/>
          </w:tcPr>
          <w:p w14:paraId="4B0F95D3" w14:textId="733202B8" w:rsidR="00710A49" w:rsidRPr="00710A49" w:rsidRDefault="00710A49" w:rsidP="00710A49">
            <w:pPr>
              <w:pStyle w:val="TableText"/>
            </w:pPr>
            <w:r w:rsidRPr="00710A49">
              <w:t xml:space="preserve">When an Instructing Party would like to create a specific securities account that is not yet supported by the Executing/Servicing Party, an Instructing Party asks the Executing/Servicing Party to create the securities account in its system. </w:t>
            </w:r>
          </w:p>
        </w:tc>
      </w:tr>
      <w:tr w:rsidR="00710A49" w14:paraId="7CC722F2" w14:textId="77777777" w:rsidTr="00922455">
        <w:tc>
          <w:tcPr>
            <w:tcW w:w="1476" w:type="dxa"/>
            <w:shd w:val="clear" w:color="auto" w:fill="FFFFFF"/>
          </w:tcPr>
          <w:p w14:paraId="2EE14D9F" w14:textId="77777777" w:rsidR="00710A49" w:rsidRPr="00710A49" w:rsidRDefault="00710A49" w:rsidP="00710A49">
            <w:pPr>
              <w:pStyle w:val="TableText"/>
            </w:pPr>
            <w:r w:rsidRPr="00710A49">
              <w:t>Trigger</w:t>
            </w:r>
          </w:p>
        </w:tc>
        <w:tc>
          <w:tcPr>
            <w:tcW w:w="6889" w:type="dxa"/>
            <w:shd w:val="clear" w:color="auto" w:fill="FFFFFF"/>
          </w:tcPr>
          <w:p w14:paraId="146B8B2E" w14:textId="3C429352" w:rsidR="00710A49" w:rsidRPr="00710A49" w:rsidRDefault="00710A49" w:rsidP="00710A49">
            <w:pPr>
              <w:pStyle w:val="TableText"/>
            </w:pPr>
            <w:r w:rsidRPr="00710A49">
              <w:t>The process is triggered when the Instructing Party sends a Securities Account Creation Request message.</w:t>
            </w:r>
          </w:p>
        </w:tc>
      </w:tr>
      <w:tr w:rsidR="00710A49" w14:paraId="328E3F52" w14:textId="77777777" w:rsidTr="00922455">
        <w:tc>
          <w:tcPr>
            <w:tcW w:w="1476" w:type="dxa"/>
            <w:shd w:val="clear" w:color="auto" w:fill="FFFFFF"/>
          </w:tcPr>
          <w:p w14:paraId="7E94A9CD" w14:textId="77777777" w:rsidR="00710A49" w:rsidRPr="00710A49" w:rsidRDefault="00710A49" w:rsidP="00710A49">
            <w:pPr>
              <w:pStyle w:val="TableText"/>
            </w:pPr>
            <w:r w:rsidRPr="00710A49">
              <w:t>Pre-conditions</w:t>
            </w:r>
          </w:p>
        </w:tc>
        <w:tc>
          <w:tcPr>
            <w:tcW w:w="6889" w:type="dxa"/>
            <w:shd w:val="clear" w:color="auto" w:fill="FFFFFF"/>
          </w:tcPr>
          <w:p w14:paraId="28432279" w14:textId="1A07ACA7" w:rsidR="00710A49" w:rsidRPr="00710A49" w:rsidRDefault="00710A49" w:rsidP="00710A49">
            <w:pPr>
              <w:pStyle w:val="TableText"/>
            </w:pPr>
            <w:r w:rsidRPr="00710A49">
              <w:t>The Instructing Party is known by the Executing/Servicing Party system and has been granted the appropriate privileges. The Instructing Party identified a gap in the securities accounts’ coverage of the Executing/Servicing Party. The Instructing Party needs this securities account to be set-up at the Executing /Servicing Party to perform its activities.</w:t>
            </w:r>
          </w:p>
        </w:tc>
      </w:tr>
      <w:tr w:rsidR="00710A49" w14:paraId="6FB24BC1" w14:textId="77777777" w:rsidTr="00922455">
        <w:tc>
          <w:tcPr>
            <w:tcW w:w="1476" w:type="dxa"/>
            <w:shd w:val="clear" w:color="auto" w:fill="FFFFFF"/>
          </w:tcPr>
          <w:p w14:paraId="161FEB95" w14:textId="77777777" w:rsidR="00710A49" w:rsidRPr="00710A49" w:rsidRDefault="00710A49" w:rsidP="00710A49">
            <w:pPr>
              <w:pStyle w:val="TableText"/>
            </w:pPr>
            <w:r w:rsidRPr="00710A49">
              <w:t>Post-conditions</w:t>
            </w:r>
          </w:p>
        </w:tc>
        <w:tc>
          <w:tcPr>
            <w:tcW w:w="6889" w:type="dxa"/>
            <w:shd w:val="clear" w:color="auto" w:fill="FFFFFF"/>
          </w:tcPr>
          <w:p w14:paraId="619D6ED8" w14:textId="145A2071" w:rsidR="00710A49" w:rsidRPr="00710A49" w:rsidRDefault="00710A49" w:rsidP="00710A49">
            <w:pPr>
              <w:pStyle w:val="TableText"/>
            </w:pPr>
            <w:r w:rsidRPr="00710A49">
              <w:t>The acknowledgement of the processing of the creation request.</w:t>
            </w:r>
          </w:p>
        </w:tc>
      </w:tr>
      <w:tr w:rsidR="00710A49" w14:paraId="281CDAB4" w14:textId="77777777" w:rsidTr="00922455">
        <w:tc>
          <w:tcPr>
            <w:tcW w:w="1476" w:type="dxa"/>
            <w:shd w:val="clear" w:color="auto" w:fill="FFFFFF"/>
          </w:tcPr>
          <w:p w14:paraId="26110B8C" w14:textId="77777777" w:rsidR="00710A49" w:rsidRPr="00710A49" w:rsidRDefault="00710A49" w:rsidP="00710A49">
            <w:pPr>
              <w:pStyle w:val="TableText"/>
            </w:pPr>
            <w:r w:rsidRPr="00710A49">
              <w:t>Role</w:t>
            </w:r>
          </w:p>
        </w:tc>
        <w:tc>
          <w:tcPr>
            <w:tcW w:w="6889" w:type="dxa"/>
            <w:shd w:val="clear" w:color="auto" w:fill="FFFFFF"/>
          </w:tcPr>
          <w:p w14:paraId="76F4CB01" w14:textId="70792E6F" w:rsidR="00710A49" w:rsidRPr="00710A49" w:rsidRDefault="00710A49" w:rsidP="00710A49">
            <w:pPr>
              <w:pStyle w:val="TableText"/>
            </w:pPr>
            <w:r w:rsidRPr="00710A49">
              <w:t>Instructing Party</w:t>
            </w:r>
          </w:p>
        </w:tc>
      </w:tr>
    </w:tbl>
    <w:p w14:paraId="4B188E00" w14:textId="77777777" w:rsidR="004827CA" w:rsidRDefault="004827CA" w:rsidP="00B001DE">
      <w:pPr>
        <w:pStyle w:val="BlockLabelBeforeTable"/>
      </w:pPr>
    </w:p>
    <w:p w14:paraId="75FEF03F" w14:textId="080C759D" w:rsidR="00C66146" w:rsidRDefault="004827CA" w:rsidP="004827CA">
      <w:r>
        <w:br w:type="page"/>
      </w:r>
      <w:r w:rsidR="00D762DE" w:rsidRPr="00D762DE">
        <w:lastRenderedPageBreak/>
        <w:t>Modify Securities Account</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6"/>
        <w:gridCol w:w="6888"/>
      </w:tblGrid>
      <w:tr w:rsidR="00922455" w14:paraId="586D74B8" w14:textId="77777777" w:rsidTr="00922455">
        <w:trPr>
          <w:cantSplit/>
          <w:tblHeader/>
        </w:trPr>
        <w:tc>
          <w:tcPr>
            <w:tcW w:w="14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0539E51" w14:textId="77777777" w:rsidR="00803705" w:rsidRDefault="00803705" w:rsidP="00DD3851">
            <w:pPr>
              <w:pStyle w:val="TableHeading"/>
            </w:pPr>
            <w:r>
              <w:t>Item</w:t>
            </w:r>
          </w:p>
        </w:tc>
        <w:tc>
          <w:tcPr>
            <w:tcW w:w="688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2ED65F7" w14:textId="77777777" w:rsidR="00803705" w:rsidRDefault="00803705" w:rsidP="00DD3851">
            <w:pPr>
              <w:pStyle w:val="TableHeading"/>
            </w:pPr>
            <w:r>
              <w:t>Description</w:t>
            </w:r>
          </w:p>
        </w:tc>
      </w:tr>
      <w:tr w:rsidR="00710A49" w14:paraId="1030FE80" w14:textId="77777777" w:rsidTr="00922455">
        <w:tc>
          <w:tcPr>
            <w:tcW w:w="1476" w:type="dxa"/>
            <w:shd w:val="clear" w:color="auto" w:fill="FFFFFF"/>
          </w:tcPr>
          <w:p w14:paraId="7A239553" w14:textId="77777777" w:rsidR="00710A49" w:rsidRDefault="00710A49" w:rsidP="00710A49">
            <w:pPr>
              <w:pStyle w:val="TableText"/>
            </w:pPr>
            <w:r>
              <w:t>Definition</w:t>
            </w:r>
          </w:p>
        </w:tc>
        <w:tc>
          <w:tcPr>
            <w:tcW w:w="6888" w:type="dxa"/>
            <w:shd w:val="clear" w:color="auto" w:fill="FFFFFF"/>
          </w:tcPr>
          <w:p w14:paraId="4224933A" w14:textId="1608BE87" w:rsidR="00710A49" w:rsidRDefault="00710A49" w:rsidP="00710A49">
            <w:pPr>
              <w:pStyle w:val="TableText"/>
            </w:pPr>
            <w:r w:rsidRPr="00710A49">
              <w:t xml:space="preserve">When an Instructing Party </w:t>
            </w:r>
            <w:proofErr w:type="gramStart"/>
            <w:r w:rsidRPr="00710A49">
              <w:t>is in charge of</w:t>
            </w:r>
            <w:proofErr w:type="gramEnd"/>
            <w:r w:rsidRPr="00710A49">
              <w:t xml:space="preserve"> the modification of a specific securities account already supported by the Executing/Servicing Party system, the Instructing Party asks the Executing/Servicing Party to modify a securities account in the Executing/Servicing Party system.</w:t>
            </w:r>
          </w:p>
        </w:tc>
      </w:tr>
      <w:tr w:rsidR="00710A49" w14:paraId="24D3121A" w14:textId="77777777" w:rsidTr="00922455">
        <w:tc>
          <w:tcPr>
            <w:tcW w:w="1476" w:type="dxa"/>
            <w:shd w:val="clear" w:color="auto" w:fill="FFFFFF"/>
          </w:tcPr>
          <w:p w14:paraId="42A03397" w14:textId="77777777" w:rsidR="00710A49" w:rsidRDefault="00710A49" w:rsidP="00710A49">
            <w:pPr>
              <w:pStyle w:val="TableText"/>
            </w:pPr>
            <w:r>
              <w:t>Trigger</w:t>
            </w:r>
          </w:p>
        </w:tc>
        <w:tc>
          <w:tcPr>
            <w:tcW w:w="6888" w:type="dxa"/>
            <w:shd w:val="clear" w:color="auto" w:fill="FFFFFF"/>
          </w:tcPr>
          <w:p w14:paraId="64CCEDFE" w14:textId="7DD5929B" w:rsidR="00710A49" w:rsidRDefault="00710A49" w:rsidP="00710A49">
            <w:pPr>
              <w:pStyle w:val="TableText"/>
            </w:pPr>
            <w:r w:rsidRPr="00710A49">
              <w:t xml:space="preserve">The process is triggered when the Instructing Party sends a Securities Account </w:t>
            </w:r>
            <w:r>
              <w:t>Modification</w:t>
            </w:r>
            <w:r w:rsidRPr="00710A49">
              <w:t xml:space="preserve"> Request message.</w:t>
            </w:r>
          </w:p>
        </w:tc>
      </w:tr>
      <w:tr w:rsidR="00710A49" w14:paraId="69409BB8" w14:textId="77777777" w:rsidTr="00922455">
        <w:tc>
          <w:tcPr>
            <w:tcW w:w="1476" w:type="dxa"/>
            <w:shd w:val="clear" w:color="auto" w:fill="FFFFFF"/>
          </w:tcPr>
          <w:p w14:paraId="506A2757" w14:textId="77777777" w:rsidR="00710A49" w:rsidRDefault="00710A49" w:rsidP="00710A49">
            <w:pPr>
              <w:pStyle w:val="TableText"/>
            </w:pPr>
            <w:r>
              <w:t>Pre-conditions</w:t>
            </w:r>
          </w:p>
        </w:tc>
        <w:tc>
          <w:tcPr>
            <w:tcW w:w="6888" w:type="dxa"/>
            <w:shd w:val="clear" w:color="auto" w:fill="FFFFFF"/>
          </w:tcPr>
          <w:p w14:paraId="137421C7" w14:textId="3A92CBC0" w:rsidR="00710A49" w:rsidRDefault="00710A49" w:rsidP="00710A49">
            <w:pPr>
              <w:pStyle w:val="TableText"/>
            </w:pPr>
            <w:r w:rsidRPr="00710A49">
              <w:t>The Instructing Party is known by the Executing/Servicing Party system and has been granted the appropriate privileges. An attribute of the securities account has changed which requires a modification of the securities account in the Executing/Servicing Party system.</w:t>
            </w:r>
          </w:p>
        </w:tc>
      </w:tr>
      <w:tr w:rsidR="00710A49" w14:paraId="193D051F" w14:textId="77777777" w:rsidTr="00922455">
        <w:tc>
          <w:tcPr>
            <w:tcW w:w="1476" w:type="dxa"/>
            <w:shd w:val="clear" w:color="auto" w:fill="FFFFFF"/>
          </w:tcPr>
          <w:p w14:paraId="6EA2C62C" w14:textId="77777777" w:rsidR="00710A49" w:rsidRDefault="00710A49" w:rsidP="00710A49">
            <w:pPr>
              <w:pStyle w:val="TableText"/>
            </w:pPr>
            <w:r>
              <w:t>Post-conditions</w:t>
            </w:r>
          </w:p>
        </w:tc>
        <w:tc>
          <w:tcPr>
            <w:tcW w:w="6888" w:type="dxa"/>
            <w:shd w:val="clear" w:color="auto" w:fill="FFFFFF"/>
          </w:tcPr>
          <w:p w14:paraId="75996823" w14:textId="771CF317" w:rsidR="00710A49" w:rsidRDefault="00710A49" w:rsidP="00710A49">
            <w:pPr>
              <w:pStyle w:val="TableText"/>
            </w:pPr>
            <w:r w:rsidRPr="00710A49">
              <w:t>The acknowledgement of the processing of the modification request.</w:t>
            </w:r>
          </w:p>
        </w:tc>
      </w:tr>
      <w:tr w:rsidR="00710A49" w14:paraId="5895DB37" w14:textId="77777777" w:rsidTr="00922455">
        <w:tc>
          <w:tcPr>
            <w:tcW w:w="1476" w:type="dxa"/>
            <w:shd w:val="clear" w:color="auto" w:fill="FFFFFF"/>
          </w:tcPr>
          <w:p w14:paraId="54FA3A39" w14:textId="77777777" w:rsidR="00710A49" w:rsidRDefault="00710A49" w:rsidP="00710A49">
            <w:pPr>
              <w:pStyle w:val="TableText"/>
            </w:pPr>
            <w:r>
              <w:t>Role</w:t>
            </w:r>
          </w:p>
        </w:tc>
        <w:tc>
          <w:tcPr>
            <w:tcW w:w="6888" w:type="dxa"/>
            <w:shd w:val="clear" w:color="auto" w:fill="FFFFFF"/>
          </w:tcPr>
          <w:p w14:paraId="1E986CE2" w14:textId="7EBB6755" w:rsidR="00710A49" w:rsidRDefault="00710A49" w:rsidP="00710A49">
            <w:pPr>
              <w:pStyle w:val="TableText"/>
            </w:pPr>
            <w:r w:rsidRPr="00710A49">
              <w:t>Instructing Party</w:t>
            </w:r>
          </w:p>
        </w:tc>
      </w:tr>
    </w:tbl>
    <w:p w14:paraId="42B4E14A" w14:textId="3B6EF90F" w:rsidR="00710A49" w:rsidRDefault="00710A49" w:rsidP="00710A49">
      <w:pPr>
        <w:pStyle w:val="BlockLabelBeforeTable"/>
      </w:pPr>
      <w:r>
        <w:t>Delete</w:t>
      </w:r>
      <w:r w:rsidRPr="00D762DE">
        <w:t xml:space="preserve"> Securities Account</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6"/>
        <w:gridCol w:w="6888"/>
      </w:tblGrid>
      <w:tr w:rsidR="00710A49" w14:paraId="64E005DE" w14:textId="77777777" w:rsidTr="00F15B2D">
        <w:trPr>
          <w:cantSplit/>
          <w:tblHeader/>
        </w:trPr>
        <w:tc>
          <w:tcPr>
            <w:tcW w:w="14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0339958" w14:textId="77777777" w:rsidR="00710A49" w:rsidRDefault="00710A49" w:rsidP="00F15B2D">
            <w:pPr>
              <w:pStyle w:val="TableHeading"/>
            </w:pPr>
            <w:r>
              <w:t>Item</w:t>
            </w:r>
          </w:p>
        </w:tc>
        <w:tc>
          <w:tcPr>
            <w:tcW w:w="688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68E870E" w14:textId="77777777" w:rsidR="00710A49" w:rsidRDefault="00710A49" w:rsidP="00F15B2D">
            <w:pPr>
              <w:pStyle w:val="TableHeading"/>
            </w:pPr>
            <w:r>
              <w:t>Description</w:t>
            </w:r>
          </w:p>
        </w:tc>
      </w:tr>
      <w:tr w:rsidR="00710A49" w14:paraId="10DE8EBA" w14:textId="77777777" w:rsidTr="00F15B2D">
        <w:tc>
          <w:tcPr>
            <w:tcW w:w="1476" w:type="dxa"/>
            <w:shd w:val="clear" w:color="auto" w:fill="FFFFFF"/>
          </w:tcPr>
          <w:p w14:paraId="014DF111" w14:textId="77777777" w:rsidR="00710A49" w:rsidRDefault="00710A49" w:rsidP="00F15B2D">
            <w:pPr>
              <w:pStyle w:val="TableText"/>
            </w:pPr>
            <w:r>
              <w:t>Definition</w:t>
            </w:r>
          </w:p>
        </w:tc>
        <w:tc>
          <w:tcPr>
            <w:tcW w:w="6888" w:type="dxa"/>
            <w:shd w:val="clear" w:color="auto" w:fill="FFFFFF"/>
          </w:tcPr>
          <w:p w14:paraId="2625BD5E" w14:textId="003BB787" w:rsidR="00710A49" w:rsidRDefault="00710A49" w:rsidP="00F15B2D">
            <w:pPr>
              <w:pStyle w:val="TableText"/>
            </w:pPr>
            <w:r w:rsidRPr="00710A49">
              <w:t>When an Instructing Party would like to delete a specific securities account already supported by the Executing/Servicing Party system, an Instructing Party asks the Executing/Servicing Party to delete the securities account in its system.</w:t>
            </w:r>
          </w:p>
        </w:tc>
      </w:tr>
      <w:tr w:rsidR="00710A49" w14:paraId="61F472F1" w14:textId="77777777" w:rsidTr="00F15B2D">
        <w:tc>
          <w:tcPr>
            <w:tcW w:w="1476" w:type="dxa"/>
            <w:shd w:val="clear" w:color="auto" w:fill="FFFFFF"/>
          </w:tcPr>
          <w:p w14:paraId="451630CD" w14:textId="77777777" w:rsidR="00710A49" w:rsidRDefault="00710A49" w:rsidP="00F15B2D">
            <w:pPr>
              <w:pStyle w:val="TableText"/>
            </w:pPr>
            <w:r>
              <w:t>Trigger</w:t>
            </w:r>
          </w:p>
        </w:tc>
        <w:tc>
          <w:tcPr>
            <w:tcW w:w="6888" w:type="dxa"/>
            <w:shd w:val="clear" w:color="auto" w:fill="FFFFFF"/>
          </w:tcPr>
          <w:p w14:paraId="7F5B05A4" w14:textId="3EAC7F18" w:rsidR="00710A49" w:rsidRDefault="00710A49" w:rsidP="00F15B2D">
            <w:pPr>
              <w:pStyle w:val="TableText"/>
            </w:pPr>
            <w:r w:rsidRPr="00710A49">
              <w:t>The process is triggered when the Instructing Party sends a Securities Account Deletion Request message.</w:t>
            </w:r>
          </w:p>
        </w:tc>
      </w:tr>
      <w:tr w:rsidR="00710A49" w14:paraId="0EDEA9FC" w14:textId="77777777" w:rsidTr="00F15B2D">
        <w:tc>
          <w:tcPr>
            <w:tcW w:w="1476" w:type="dxa"/>
            <w:shd w:val="clear" w:color="auto" w:fill="FFFFFF"/>
          </w:tcPr>
          <w:p w14:paraId="79EA65E2" w14:textId="77777777" w:rsidR="00710A49" w:rsidRDefault="00710A49" w:rsidP="00F15B2D">
            <w:pPr>
              <w:pStyle w:val="TableText"/>
            </w:pPr>
            <w:r>
              <w:t>Pre-conditions</w:t>
            </w:r>
          </w:p>
        </w:tc>
        <w:tc>
          <w:tcPr>
            <w:tcW w:w="6888" w:type="dxa"/>
            <w:shd w:val="clear" w:color="auto" w:fill="FFFFFF"/>
          </w:tcPr>
          <w:p w14:paraId="3053833E" w14:textId="5FD8837E" w:rsidR="00710A49" w:rsidRDefault="00710A49" w:rsidP="00710A49">
            <w:pPr>
              <w:pStyle w:val="TableText"/>
            </w:pPr>
            <w:r w:rsidRPr="00710A49">
              <w:t>The Instructing Party is known by the Executing/Servicing Party system and has been granted the appropriate privileges. The Instructing Party identified a gap in the Securities Accounts’ coverage of the Executing/Servicing Party. The Instructing Party needs to remove this securities account at the Executing /Servicing Party.</w:t>
            </w:r>
          </w:p>
        </w:tc>
      </w:tr>
      <w:tr w:rsidR="00710A49" w14:paraId="6F65DD5F" w14:textId="77777777" w:rsidTr="00F15B2D">
        <w:tc>
          <w:tcPr>
            <w:tcW w:w="1476" w:type="dxa"/>
            <w:shd w:val="clear" w:color="auto" w:fill="FFFFFF"/>
          </w:tcPr>
          <w:p w14:paraId="0F2BCE77" w14:textId="77777777" w:rsidR="00710A49" w:rsidRDefault="00710A49" w:rsidP="00F15B2D">
            <w:pPr>
              <w:pStyle w:val="TableText"/>
            </w:pPr>
            <w:r>
              <w:t>Post-conditions</w:t>
            </w:r>
          </w:p>
        </w:tc>
        <w:tc>
          <w:tcPr>
            <w:tcW w:w="6888" w:type="dxa"/>
            <w:shd w:val="clear" w:color="auto" w:fill="FFFFFF"/>
          </w:tcPr>
          <w:p w14:paraId="1E9C5B43" w14:textId="74188417" w:rsidR="00710A49" w:rsidRDefault="00710A49" w:rsidP="00F15B2D">
            <w:pPr>
              <w:pStyle w:val="TableText"/>
            </w:pPr>
            <w:r w:rsidRPr="00710A49">
              <w:t>The acknowledgement of the processing of the deletion request.</w:t>
            </w:r>
          </w:p>
        </w:tc>
      </w:tr>
      <w:tr w:rsidR="00710A49" w14:paraId="0054A05E" w14:textId="77777777" w:rsidTr="00F15B2D">
        <w:tc>
          <w:tcPr>
            <w:tcW w:w="1476" w:type="dxa"/>
            <w:shd w:val="clear" w:color="auto" w:fill="FFFFFF"/>
          </w:tcPr>
          <w:p w14:paraId="31EA8305" w14:textId="77777777" w:rsidR="00710A49" w:rsidRDefault="00710A49" w:rsidP="00F15B2D">
            <w:pPr>
              <w:pStyle w:val="TableText"/>
            </w:pPr>
            <w:r>
              <w:t>Role</w:t>
            </w:r>
          </w:p>
        </w:tc>
        <w:tc>
          <w:tcPr>
            <w:tcW w:w="6888" w:type="dxa"/>
            <w:shd w:val="clear" w:color="auto" w:fill="FFFFFF"/>
          </w:tcPr>
          <w:p w14:paraId="0CB113E3" w14:textId="77777777" w:rsidR="00710A49" w:rsidRDefault="00710A49" w:rsidP="00F15B2D">
            <w:pPr>
              <w:pStyle w:val="TableText"/>
            </w:pPr>
            <w:r w:rsidRPr="00710A49">
              <w:t>Instructing Party</w:t>
            </w:r>
          </w:p>
        </w:tc>
      </w:tr>
    </w:tbl>
    <w:p w14:paraId="5BE2A0DB" w14:textId="4A6E63C8" w:rsidR="00710A49" w:rsidRDefault="00710A49" w:rsidP="00710A49">
      <w:pPr>
        <w:pStyle w:val="BlockLabelBeforeTable"/>
      </w:pPr>
      <w:r w:rsidRPr="00710A49">
        <w:t>Query</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6"/>
        <w:gridCol w:w="6888"/>
      </w:tblGrid>
      <w:tr w:rsidR="00710A49" w14:paraId="527A9871" w14:textId="77777777" w:rsidTr="00F15B2D">
        <w:trPr>
          <w:cantSplit/>
          <w:tblHeader/>
        </w:trPr>
        <w:tc>
          <w:tcPr>
            <w:tcW w:w="14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041C854" w14:textId="77777777" w:rsidR="00710A49" w:rsidRDefault="00710A49" w:rsidP="00F15B2D">
            <w:pPr>
              <w:pStyle w:val="TableHeading"/>
            </w:pPr>
            <w:r>
              <w:t>Item</w:t>
            </w:r>
          </w:p>
        </w:tc>
        <w:tc>
          <w:tcPr>
            <w:tcW w:w="688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6AEFF08" w14:textId="77777777" w:rsidR="00710A49" w:rsidRDefault="00710A49" w:rsidP="00F15B2D">
            <w:pPr>
              <w:pStyle w:val="TableHeading"/>
            </w:pPr>
            <w:r>
              <w:t>Description</w:t>
            </w:r>
          </w:p>
        </w:tc>
      </w:tr>
      <w:tr w:rsidR="00710A49" w14:paraId="18977346" w14:textId="77777777" w:rsidTr="00F15B2D">
        <w:tc>
          <w:tcPr>
            <w:tcW w:w="1476" w:type="dxa"/>
            <w:shd w:val="clear" w:color="auto" w:fill="FFFFFF"/>
          </w:tcPr>
          <w:p w14:paraId="44370C47" w14:textId="77777777" w:rsidR="00710A49" w:rsidRDefault="00710A49" w:rsidP="00F15B2D">
            <w:pPr>
              <w:pStyle w:val="TableText"/>
            </w:pPr>
            <w:r>
              <w:t>Definition</w:t>
            </w:r>
          </w:p>
        </w:tc>
        <w:tc>
          <w:tcPr>
            <w:tcW w:w="6888" w:type="dxa"/>
            <w:shd w:val="clear" w:color="auto" w:fill="FFFFFF"/>
          </w:tcPr>
          <w:p w14:paraId="0EDEE8D9" w14:textId="6416194D" w:rsidR="00710A49" w:rsidRDefault="00710A49" w:rsidP="00F15B2D">
            <w:pPr>
              <w:pStyle w:val="TableText"/>
            </w:pPr>
            <w:r w:rsidRPr="00710A49">
              <w:t>The Instructing Party asks the Executing/Servicing Party a response to a query.</w:t>
            </w:r>
          </w:p>
        </w:tc>
      </w:tr>
      <w:tr w:rsidR="00710A49" w14:paraId="649EF1DC" w14:textId="77777777" w:rsidTr="00F15B2D">
        <w:tc>
          <w:tcPr>
            <w:tcW w:w="1476" w:type="dxa"/>
            <w:shd w:val="clear" w:color="auto" w:fill="FFFFFF"/>
          </w:tcPr>
          <w:p w14:paraId="052DFEE1" w14:textId="77777777" w:rsidR="00710A49" w:rsidRDefault="00710A49" w:rsidP="00F15B2D">
            <w:pPr>
              <w:pStyle w:val="TableText"/>
            </w:pPr>
            <w:r>
              <w:t>Trigger</w:t>
            </w:r>
          </w:p>
        </w:tc>
        <w:tc>
          <w:tcPr>
            <w:tcW w:w="6888" w:type="dxa"/>
            <w:shd w:val="clear" w:color="auto" w:fill="FFFFFF"/>
          </w:tcPr>
          <w:p w14:paraId="5097A4ED" w14:textId="570D3874" w:rsidR="00710A49" w:rsidRDefault="00710A49" w:rsidP="00F15B2D">
            <w:pPr>
              <w:pStyle w:val="TableText"/>
            </w:pPr>
            <w:r w:rsidRPr="00710A49">
              <w:t>The process is triggered when the Instructing Party sends a Securities Account Query message.</w:t>
            </w:r>
          </w:p>
        </w:tc>
      </w:tr>
      <w:tr w:rsidR="00710A49" w14:paraId="1FCF2516" w14:textId="77777777" w:rsidTr="00F15B2D">
        <w:tc>
          <w:tcPr>
            <w:tcW w:w="1476" w:type="dxa"/>
            <w:shd w:val="clear" w:color="auto" w:fill="FFFFFF"/>
          </w:tcPr>
          <w:p w14:paraId="40B175FD" w14:textId="77777777" w:rsidR="00710A49" w:rsidRDefault="00710A49" w:rsidP="00F15B2D">
            <w:pPr>
              <w:pStyle w:val="TableText"/>
            </w:pPr>
            <w:r>
              <w:t>Pre-conditions</w:t>
            </w:r>
          </w:p>
        </w:tc>
        <w:tc>
          <w:tcPr>
            <w:tcW w:w="6888" w:type="dxa"/>
            <w:shd w:val="clear" w:color="auto" w:fill="FFFFFF"/>
          </w:tcPr>
          <w:p w14:paraId="7308486B" w14:textId="402644FC" w:rsidR="00710A49" w:rsidRDefault="00710A49" w:rsidP="00F15B2D">
            <w:pPr>
              <w:pStyle w:val="TableText"/>
            </w:pPr>
            <w:r w:rsidRPr="00710A49">
              <w:t>The query type must be known by the Instructing party and the Executing/Servicing Party.</w:t>
            </w:r>
          </w:p>
        </w:tc>
      </w:tr>
      <w:tr w:rsidR="00710A49" w14:paraId="08CD526C" w14:textId="77777777" w:rsidTr="00F15B2D">
        <w:tc>
          <w:tcPr>
            <w:tcW w:w="1476" w:type="dxa"/>
            <w:shd w:val="clear" w:color="auto" w:fill="FFFFFF"/>
          </w:tcPr>
          <w:p w14:paraId="68CE8C57" w14:textId="77777777" w:rsidR="00710A49" w:rsidRDefault="00710A49" w:rsidP="00F15B2D">
            <w:pPr>
              <w:pStyle w:val="TableText"/>
            </w:pPr>
            <w:r>
              <w:t>Post-conditions</w:t>
            </w:r>
          </w:p>
        </w:tc>
        <w:tc>
          <w:tcPr>
            <w:tcW w:w="6888" w:type="dxa"/>
            <w:shd w:val="clear" w:color="auto" w:fill="FFFFFF"/>
          </w:tcPr>
          <w:p w14:paraId="56EACD28" w14:textId="5DCC50AC" w:rsidR="00710A49" w:rsidRDefault="00710A49" w:rsidP="00710A49">
            <w:pPr>
              <w:pStyle w:val="TableText"/>
            </w:pPr>
            <w:r w:rsidRPr="00710A49">
              <w:t xml:space="preserve">The Securities Account Report message including </w:t>
            </w:r>
            <w:proofErr w:type="gramStart"/>
            <w:r w:rsidRPr="00710A49">
              <w:t>all of</w:t>
            </w:r>
            <w:proofErr w:type="gramEnd"/>
            <w:r w:rsidRPr="00710A49">
              <w:t xml:space="preserve"> the retrieved securities account records</w:t>
            </w:r>
          </w:p>
        </w:tc>
      </w:tr>
      <w:tr w:rsidR="00710A49" w14:paraId="1D3B6D4C" w14:textId="77777777" w:rsidTr="00F15B2D">
        <w:tc>
          <w:tcPr>
            <w:tcW w:w="1476" w:type="dxa"/>
            <w:shd w:val="clear" w:color="auto" w:fill="FFFFFF"/>
          </w:tcPr>
          <w:p w14:paraId="47DFB95F" w14:textId="77777777" w:rsidR="00710A49" w:rsidRDefault="00710A49" w:rsidP="00F15B2D">
            <w:pPr>
              <w:pStyle w:val="TableText"/>
            </w:pPr>
            <w:r>
              <w:t>Role</w:t>
            </w:r>
          </w:p>
        </w:tc>
        <w:tc>
          <w:tcPr>
            <w:tcW w:w="6888" w:type="dxa"/>
            <w:shd w:val="clear" w:color="auto" w:fill="FFFFFF"/>
          </w:tcPr>
          <w:p w14:paraId="6CD75DEE" w14:textId="77777777" w:rsidR="00710A49" w:rsidRDefault="00710A49" w:rsidP="00F15B2D">
            <w:pPr>
              <w:pStyle w:val="TableText"/>
            </w:pPr>
            <w:r w:rsidRPr="00710A49">
              <w:t>Instructing Party</w:t>
            </w:r>
          </w:p>
        </w:tc>
      </w:tr>
    </w:tbl>
    <w:p w14:paraId="4A435BD5" w14:textId="21040ADC" w:rsidR="00710A49" w:rsidRPr="00710A49" w:rsidRDefault="00710A49" w:rsidP="00710A49">
      <w:pPr>
        <w:pStyle w:val="BlockLabelBeforeTable"/>
      </w:pPr>
      <w:bookmarkStart w:id="17" w:name="_Toc26791778"/>
      <w:r w:rsidRPr="00710A49">
        <w:rPr>
          <w:rStyle w:val="Strong"/>
          <w:b/>
          <w:bCs w:val="0"/>
        </w:rPr>
        <w:t>Generate Statement</w:t>
      </w:r>
      <w:bookmarkEnd w:id="17"/>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6"/>
        <w:gridCol w:w="6888"/>
      </w:tblGrid>
      <w:tr w:rsidR="00710A49" w14:paraId="466FBA52" w14:textId="77777777" w:rsidTr="00F15B2D">
        <w:trPr>
          <w:cantSplit/>
          <w:tblHeader/>
        </w:trPr>
        <w:tc>
          <w:tcPr>
            <w:tcW w:w="14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526E3A8" w14:textId="77777777" w:rsidR="00710A49" w:rsidRDefault="00710A49" w:rsidP="00F15B2D">
            <w:pPr>
              <w:pStyle w:val="TableHeading"/>
            </w:pPr>
            <w:r>
              <w:t>Item</w:t>
            </w:r>
          </w:p>
        </w:tc>
        <w:tc>
          <w:tcPr>
            <w:tcW w:w="688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FF85F61" w14:textId="77777777" w:rsidR="00710A49" w:rsidRDefault="00710A49" w:rsidP="00F15B2D">
            <w:pPr>
              <w:pStyle w:val="TableHeading"/>
            </w:pPr>
            <w:r>
              <w:t>Description</w:t>
            </w:r>
          </w:p>
        </w:tc>
      </w:tr>
      <w:tr w:rsidR="004827CA" w14:paraId="2E816394" w14:textId="77777777" w:rsidTr="00F15B2D">
        <w:tc>
          <w:tcPr>
            <w:tcW w:w="1476" w:type="dxa"/>
            <w:shd w:val="clear" w:color="auto" w:fill="FFFFFF"/>
          </w:tcPr>
          <w:p w14:paraId="474BAA77" w14:textId="77777777" w:rsidR="004827CA" w:rsidRPr="004827CA" w:rsidRDefault="004827CA" w:rsidP="004827CA">
            <w:pPr>
              <w:pStyle w:val="TableText"/>
            </w:pPr>
            <w:r w:rsidRPr="004827CA">
              <w:lastRenderedPageBreak/>
              <w:t>Definition</w:t>
            </w:r>
          </w:p>
        </w:tc>
        <w:tc>
          <w:tcPr>
            <w:tcW w:w="6888" w:type="dxa"/>
            <w:shd w:val="clear" w:color="auto" w:fill="FFFFFF"/>
          </w:tcPr>
          <w:p w14:paraId="3CD7666E" w14:textId="1550D00C" w:rsidR="004827CA" w:rsidRPr="004827CA" w:rsidRDefault="004827CA" w:rsidP="004827CA">
            <w:pPr>
              <w:pStyle w:val="TableText"/>
            </w:pPr>
            <w:r w:rsidRPr="004827CA">
              <w:t>The Recipient Party receives a Securities Account Activity Advice statement which has been automatically produced by the Executing/Servicing Party.</w:t>
            </w:r>
          </w:p>
        </w:tc>
      </w:tr>
      <w:tr w:rsidR="004827CA" w14:paraId="28BE65FF" w14:textId="77777777" w:rsidTr="00F15B2D">
        <w:tc>
          <w:tcPr>
            <w:tcW w:w="1476" w:type="dxa"/>
            <w:shd w:val="clear" w:color="auto" w:fill="FFFFFF"/>
          </w:tcPr>
          <w:p w14:paraId="34D5E189" w14:textId="77777777" w:rsidR="004827CA" w:rsidRPr="004827CA" w:rsidRDefault="004827CA" w:rsidP="004827CA">
            <w:pPr>
              <w:pStyle w:val="TableText"/>
            </w:pPr>
            <w:r w:rsidRPr="004827CA">
              <w:t>Trigger</w:t>
            </w:r>
          </w:p>
        </w:tc>
        <w:tc>
          <w:tcPr>
            <w:tcW w:w="6888" w:type="dxa"/>
            <w:shd w:val="clear" w:color="auto" w:fill="FFFFFF"/>
          </w:tcPr>
          <w:p w14:paraId="0C3A042A" w14:textId="20BD1718" w:rsidR="004827CA" w:rsidRPr="004827CA" w:rsidRDefault="004827CA" w:rsidP="004827CA">
            <w:pPr>
              <w:pStyle w:val="TableText"/>
            </w:pPr>
            <w:r w:rsidRPr="004827CA">
              <w:t>The process is triggered automatically.</w:t>
            </w:r>
          </w:p>
        </w:tc>
      </w:tr>
      <w:tr w:rsidR="004827CA" w14:paraId="1BCF16CE" w14:textId="77777777" w:rsidTr="00F15B2D">
        <w:tc>
          <w:tcPr>
            <w:tcW w:w="1476" w:type="dxa"/>
            <w:shd w:val="clear" w:color="auto" w:fill="FFFFFF"/>
          </w:tcPr>
          <w:p w14:paraId="2B5BBDF5" w14:textId="77777777" w:rsidR="004827CA" w:rsidRPr="004827CA" w:rsidRDefault="004827CA" w:rsidP="004827CA">
            <w:pPr>
              <w:pStyle w:val="TableText"/>
            </w:pPr>
            <w:r w:rsidRPr="004827CA">
              <w:t>Pre-conditions</w:t>
            </w:r>
          </w:p>
        </w:tc>
        <w:tc>
          <w:tcPr>
            <w:tcW w:w="6888" w:type="dxa"/>
            <w:shd w:val="clear" w:color="auto" w:fill="FFFFFF"/>
          </w:tcPr>
          <w:p w14:paraId="79931D11" w14:textId="588CB692" w:rsidR="004827CA" w:rsidRPr="004827CA" w:rsidRDefault="004827CA" w:rsidP="004827CA">
            <w:pPr>
              <w:pStyle w:val="TableText"/>
            </w:pPr>
            <w:r w:rsidRPr="004827CA">
              <w:t>A standing instruction is in place at the Executing/Servicing Party for sending of the statement.</w:t>
            </w:r>
          </w:p>
        </w:tc>
      </w:tr>
      <w:tr w:rsidR="004827CA" w14:paraId="70163647" w14:textId="77777777" w:rsidTr="00F15B2D">
        <w:tc>
          <w:tcPr>
            <w:tcW w:w="1476" w:type="dxa"/>
            <w:shd w:val="clear" w:color="auto" w:fill="FFFFFF"/>
          </w:tcPr>
          <w:p w14:paraId="72AA999A" w14:textId="77777777" w:rsidR="004827CA" w:rsidRPr="004827CA" w:rsidRDefault="004827CA" w:rsidP="004827CA">
            <w:pPr>
              <w:pStyle w:val="TableText"/>
            </w:pPr>
            <w:r w:rsidRPr="004827CA">
              <w:t>Post-conditions</w:t>
            </w:r>
          </w:p>
        </w:tc>
        <w:tc>
          <w:tcPr>
            <w:tcW w:w="6888" w:type="dxa"/>
            <w:shd w:val="clear" w:color="auto" w:fill="FFFFFF"/>
          </w:tcPr>
          <w:p w14:paraId="15D38EB3" w14:textId="5812852E" w:rsidR="004827CA" w:rsidRPr="004827CA" w:rsidRDefault="004827CA" w:rsidP="004827CA">
            <w:pPr>
              <w:pStyle w:val="TableText"/>
            </w:pPr>
            <w:r w:rsidRPr="004827CA">
              <w:t>The acknowledgement of the sending of the statement.</w:t>
            </w:r>
          </w:p>
        </w:tc>
      </w:tr>
      <w:tr w:rsidR="004827CA" w14:paraId="45C5179D" w14:textId="77777777" w:rsidTr="00F15B2D">
        <w:tc>
          <w:tcPr>
            <w:tcW w:w="1476" w:type="dxa"/>
            <w:shd w:val="clear" w:color="auto" w:fill="FFFFFF"/>
          </w:tcPr>
          <w:p w14:paraId="1F2D260D" w14:textId="77777777" w:rsidR="004827CA" w:rsidRPr="004827CA" w:rsidRDefault="004827CA" w:rsidP="004827CA">
            <w:pPr>
              <w:pStyle w:val="TableText"/>
            </w:pPr>
            <w:r w:rsidRPr="004827CA">
              <w:t>Role</w:t>
            </w:r>
          </w:p>
        </w:tc>
        <w:tc>
          <w:tcPr>
            <w:tcW w:w="6888" w:type="dxa"/>
            <w:shd w:val="clear" w:color="auto" w:fill="FFFFFF"/>
          </w:tcPr>
          <w:p w14:paraId="221975B3" w14:textId="11C80D5D" w:rsidR="004827CA" w:rsidRPr="004827CA" w:rsidRDefault="004827CA" w:rsidP="004827CA">
            <w:pPr>
              <w:pStyle w:val="TableText"/>
            </w:pPr>
            <w:r w:rsidRPr="004827CA">
              <w:t>Executing/Servicing Party</w:t>
            </w:r>
          </w:p>
        </w:tc>
      </w:tr>
    </w:tbl>
    <w:p w14:paraId="0807A0E7" w14:textId="77777777" w:rsidR="00B5372E" w:rsidRDefault="00B5372E" w:rsidP="008937F9">
      <w:pPr>
        <w:pStyle w:val="Heading1"/>
      </w:pPr>
      <w:bookmarkStart w:id="18" w:name="_Toc161581646"/>
      <w:r>
        <w:lastRenderedPageBreak/>
        <w:t xml:space="preserve">Description of </w:t>
      </w:r>
      <w:proofErr w:type="spellStart"/>
      <w:r w:rsidRPr="00AD74B9">
        <w:t>BusinessActivities</w:t>
      </w:r>
      <w:bookmarkEnd w:id="18"/>
      <w:proofErr w:type="spellEnd"/>
    </w:p>
    <w:p w14:paraId="27B4822E" w14:textId="77777777" w:rsidR="00E03189" w:rsidRPr="00A72CAE" w:rsidRDefault="00A35A86" w:rsidP="00A35A86">
      <w:r>
        <w:t xml:space="preserve">This section presents the different </w:t>
      </w:r>
      <w:proofErr w:type="spellStart"/>
      <w:r w:rsidRPr="00A72CAE">
        <w:t>BusinessActivities</w:t>
      </w:r>
      <w:proofErr w:type="spellEnd"/>
      <w:r w:rsidRPr="00A72CAE">
        <w:t xml:space="preserve"> within each </w:t>
      </w:r>
      <w:proofErr w:type="spellStart"/>
      <w:r w:rsidRPr="00A72CAE">
        <w:t>BusinessProcess</w:t>
      </w:r>
      <w:proofErr w:type="spellEnd"/>
      <w:r w:rsidRPr="00A72CAE">
        <w:t xml:space="preserve">. </w:t>
      </w:r>
      <w:r w:rsidR="00AD74B9" w:rsidRPr="00A72CAE">
        <w:t xml:space="preserve">The </w:t>
      </w:r>
      <w:proofErr w:type="spellStart"/>
      <w:r w:rsidRPr="00A72CAE">
        <w:t>BusinessActivities</w:t>
      </w:r>
      <w:proofErr w:type="spellEnd"/>
      <w:r w:rsidRPr="00A72CAE">
        <w:t xml:space="preserve"> of a process are described </w:t>
      </w:r>
      <w:r w:rsidR="00AD74B9" w:rsidRPr="00A72CAE">
        <w:t xml:space="preserve">with </w:t>
      </w:r>
      <w:r w:rsidRPr="00A72CAE">
        <w:t>activity diagrams.</w:t>
      </w:r>
    </w:p>
    <w:p w14:paraId="52F2E465" w14:textId="77777777" w:rsidR="00A35A86" w:rsidRDefault="00A35A86" w:rsidP="00B001DE">
      <w:pPr>
        <w:pStyle w:val="BlockLabelBeforeTable"/>
      </w:pPr>
      <w:r>
        <w:t>Legend</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6"/>
        <w:gridCol w:w="2250"/>
        <w:gridCol w:w="4818"/>
      </w:tblGrid>
      <w:tr w:rsidR="00922455" w14:paraId="33CFA68D" w14:textId="77777777" w:rsidTr="00922455">
        <w:trPr>
          <w:cantSplit/>
          <w:tblHeader/>
        </w:trPr>
        <w:tc>
          <w:tcPr>
            <w:tcW w:w="129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B30CDAF" w14:textId="77777777" w:rsidR="00803705" w:rsidRDefault="00803705" w:rsidP="00DD3851">
            <w:pPr>
              <w:pStyle w:val="TableHeading"/>
            </w:pPr>
            <w:r>
              <w:t>Symbol</w:t>
            </w:r>
          </w:p>
        </w:tc>
        <w:tc>
          <w:tcPr>
            <w:tcW w:w="225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A4F87FE" w14:textId="77777777" w:rsidR="00803705" w:rsidRDefault="00803705" w:rsidP="00DD3851">
            <w:pPr>
              <w:pStyle w:val="TableHeading"/>
            </w:pPr>
            <w:r>
              <w:t>Name</w:t>
            </w:r>
          </w:p>
        </w:tc>
        <w:tc>
          <w:tcPr>
            <w:tcW w:w="481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820F7CF" w14:textId="77777777" w:rsidR="00803705" w:rsidRDefault="00803705" w:rsidP="00DD3851">
            <w:pPr>
              <w:pStyle w:val="TableHeading"/>
            </w:pPr>
            <w:r>
              <w:t>Definition</w:t>
            </w:r>
          </w:p>
        </w:tc>
      </w:tr>
      <w:tr w:rsidR="00922455" w14:paraId="7CF7957B" w14:textId="77777777" w:rsidTr="00922455">
        <w:tc>
          <w:tcPr>
            <w:tcW w:w="1296" w:type="dxa"/>
            <w:shd w:val="clear" w:color="auto" w:fill="FFFFFF"/>
          </w:tcPr>
          <w:p w14:paraId="40354DB5" w14:textId="77777777" w:rsidR="00803705" w:rsidRDefault="00803705" w:rsidP="00922455">
            <w:pPr>
              <w:spacing w:after="40"/>
            </w:pPr>
            <w:r>
              <w:object w:dxaOrig="135" w:dyaOrig="180" w14:anchorId="62639D8B">
                <v:shape id="_x0000_i1027" type="#_x0000_t75" style="width:7.5pt;height:9.75pt" o:ole="">
                  <v:imagedata r:id="rId18" o:title=""/>
                </v:shape>
                <o:OLEObject Type="Embed" ProgID="PBrush" ShapeID="_x0000_i1027" DrawAspect="Content" ObjectID="_1772194473" r:id="rId19"/>
              </w:object>
            </w:r>
          </w:p>
        </w:tc>
        <w:tc>
          <w:tcPr>
            <w:tcW w:w="2250" w:type="dxa"/>
            <w:shd w:val="clear" w:color="auto" w:fill="FFFFFF"/>
          </w:tcPr>
          <w:p w14:paraId="57F2F477" w14:textId="77777777" w:rsidR="00803705" w:rsidRDefault="00803705" w:rsidP="00DD3851">
            <w:pPr>
              <w:pStyle w:val="TableText"/>
            </w:pPr>
            <w:r>
              <w:t>Start Point</w:t>
            </w:r>
          </w:p>
        </w:tc>
        <w:tc>
          <w:tcPr>
            <w:tcW w:w="4818" w:type="dxa"/>
            <w:shd w:val="clear" w:color="auto" w:fill="FFFFFF"/>
          </w:tcPr>
          <w:p w14:paraId="1E995FA9" w14:textId="77777777" w:rsidR="00803705" w:rsidRDefault="00803705" w:rsidP="00DD3851">
            <w:pPr>
              <w:pStyle w:val="TableText"/>
            </w:pPr>
            <w:r>
              <w:t>Shows where the lifecycle of the business process commences.</w:t>
            </w:r>
          </w:p>
        </w:tc>
      </w:tr>
      <w:tr w:rsidR="00922455" w14:paraId="43ED66D7" w14:textId="77777777" w:rsidTr="00922455">
        <w:tc>
          <w:tcPr>
            <w:tcW w:w="1296" w:type="dxa"/>
            <w:shd w:val="clear" w:color="auto" w:fill="FFFFFF"/>
          </w:tcPr>
          <w:p w14:paraId="412E8DA3" w14:textId="77777777" w:rsidR="00803705" w:rsidRDefault="00803705" w:rsidP="00922455">
            <w:pPr>
              <w:spacing w:after="40"/>
            </w:pPr>
            <w:r>
              <w:object w:dxaOrig="330" w:dyaOrig="315" w14:anchorId="229FCFEA">
                <v:shape id="_x0000_i1028" type="#_x0000_t75" style="width:18pt;height:16.5pt" o:ole="">
                  <v:imagedata r:id="rId20" o:title=""/>
                </v:shape>
                <o:OLEObject Type="Embed" ProgID="PBrush" ShapeID="_x0000_i1028" DrawAspect="Content" ObjectID="_1772194474" r:id="rId21"/>
              </w:object>
            </w:r>
          </w:p>
        </w:tc>
        <w:tc>
          <w:tcPr>
            <w:tcW w:w="2250" w:type="dxa"/>
            <w:shd w:val="clear" w:color="auto" w:fill="FFFFFF"/>
          </w:tcPr>
          <w:p w14:paraId="31FC8D18" w14:textId="77777777" w:rsidR="00803705" w:rsidRDefault="00803705" w:rsidP="00DD3851">
            <w:pPr>
              <w:pStyle w:val="TableText"/>
            </w:pPr>
            <w:r>
              <w:t>End Point</w:t>
            </w:r>
          </w:p>
        </w:tc>
        <w:tc>
          <w:tcPr>
            <w:tcW w:w="4818" w:type="dxa"/>
            <w:shd w:val="clear" w:color="auto" w:fill="FFFFFF"/>
          </w:tcPr>
          <w:p w14:paraId="40BD9441" w14:textId="77777777" w:rsidR="00803705" w:rsidRDefault="00803705" w:rsidP="00DD3851">
            <w:pPr>
              <w:pStyle w:val="TableText"/>
            </w:pPr>
            <w:proofErr w:type="gramStart"/>
            <w:r>
              <w:t>Shows  where</w:t>
            </w:r>
            <w:proofErr w:type="gramEnd"/>
            <w:r>
              <w:t xml:space="preserve"> the lifecycle of the business process may ends.</w:t>
            </w:r>
          </w:p>
        </w:tc>
      </w:tr>
      <w:tr w:rsidR="00922455" w14:paraId="0CE7847E" w14:textId="77777777" w:rsidTr="00922455">
        <w:tc>
          <w:tcPr>
            <w:tcW w:w="1296" w:type="dxa"/>
            <w:shd w:val="clear" w:color="auto" w:fill="FFFFFF"/>
          </w:tcPr>
          <w:p w14:paraId="058F2F29" w14:textId="77777777" w:rsidR="00803705" w:rsidRDefault="00803705" w:rsidP="00922455">
            <w:pPr>
              <w:spacing w:after="40"/>
            </w:pPr>
            <w:r>
              <w:object w:dxaOrig="255" w:dyaOrig="315" w14:anchorId="67F8057E">
                <v:shape id="_x0000_i1029" type="#_x0000_t75" style="width:12.75pt;height:16.5pt" o:ole="">
                  <v:imagedata r:id="rId22" o:title=""/>
                </v:shape>
                <o:OLEObject Type="Embed" ProgID="PBrush" ShapeID="_x0000_i1029" DrawAspect="Content" ObjectID="_1772194475" r:id="rId23"/>
              </w:object>
            </w:r>
          </w:p>
        </w:tc>
        <w:tc>
          <w:tcPr>
            <w:tcW w:w="2250" w:type="dxa"/>
            <w:shd w:val="clear" w:color="auto" w:fill="FFFFFF"/>
          </w:tcPr>
          <w:p w14:paraId="6110DE55" w14:textId="77777777" w:rsidR="00803705" w:rsidRDefault="00803705" w:rsidP="00DD3851">
            <w:pPr>
              <w:pStyle w:val="TableText"/>
            </w:pPr>
            <w:r>
              <w:t>Lozenge (or diamond)</w:t>
            </w:r>
          </w:p>
        </w:tc>
        <w:tc>
          <w:tcPr>
            <w:tcW w:w="4818" w:type="dxa"/>
            <w:shd w:val="clear" w:color="auto" w:fill="FFFFFF"/>
          </w:tcPr>
          <w:p w14:paraId="5F2E43AF" w14:textId="77777777" w:rsidR="00803705" w:rsidRDefault="00803705" w:rsidP="00DD3851">
            <w:pPr>
              <w:pStyle w:val="TableText"/>
            </w:pPr>
            <w:r>
              <w:t>Indicates that a choice between several actions can be made.</w:t>
            </w:r>
          </w:p>
        </w:tc>
      </w:tr>
      <w:tr w:rsidR="00922455" w14:paraId="39F799A6" w14:textId="77777777" w:rsidTr="00922455">
        <w:tc>
          <w:tcPr>
            <w:tcW w:w="1296" w:type="dxa"/>
            <w:shd w:val="clear" w:color="auto" w:fill="FFFFFF"/>
          </w:tcPr>
          <w:p w14:paraId="28D2892D" w14:textId="77777777" w:rsidR="00803705" w:rsidRDefault="00803705" w:rsidP="00922455">
            <w:pPr>
              <w:spacing w:after="40"/>
            </w:pPr>
            <w:r>
              <w:object w:dxaOrig="780" w:dyaOrig="225" w14:anchorId="30F7A989">
                <v:shape id="_x0000_i1030" type="#_x0000_t75" style="width:39pt;height:11.25pt" o:ole="">
                  <v:imagedata r:id="rId24" o:title=""/>
                </v:shape>
                <o:OLEObject Type="Embed" ProgID="PBrush" ShapeID="_x0000_i1030" DrawAspect="Content" ObjectID="_1772194476" r:id="rId25"/>
              </w:object>
            </w:r>
          </w:p>
        </w:tc>
        <w:tc>
          <w:tcPr>
            <w:tcW w:w="2250" w:type="dxa"/>
            <w:shd w:val="clear" w:color="auto" w:fill="FFFFFF"/>
          </w:tcPr>
          <w:p w14:paraId="2FE54E0D" w14:textId="77777777" w:rsidR="00803705" w:rsidRDefault="00803705" w:rsidP="00DD3851">
            <w:pPr>
              <w:pStyle w:val="TableText"/>
            </w:pPr>
            <w:r>
              <w:t>Bar</w:t>
            </w:r>
          </w:p>
        </w:tc>
        <w:tc>
          <w:tcPr>
            <w:tcW w:w="4818" w:type="dxa"/>
            <w:shd w:val="clear" w:color="auto" w:fill="FFFFFF"/>
          </w:tcPr>
          <w:p w14:paraId="0AF0263D" w14:textId="77777777" w:rsidR="00803705" w:rsidRDefault="00803705" w:rsidP="00DD3851">
            <w:pPr>
              <w:pStyle w:val="TableText"/>
            </w:pPr>
            <w:r>
              <w:t>Indicates that several actions are initiated in parallel.</w:t>
            </w:r>
          </w:p>
        </w:tc>
      </w:tr>
    </w:tbl>
    <w:p w14:paraId="6ACE4494" w14:textId="7B2B4075" w:rsidR="00A35A86" w:rsidRDefault="004827CA" w:rsidP="00AD74B9">
      <w:pPr>
        <w:pStyle w:val="Heading2"/>
      </w:pPr>
      <w:bookmarkStart w:id="19" w:name="_Toc161581647"/>
      <w:r>
        <w:t>Securities Account Reference Data</w:t>
      </w:r>
      <w:bookmarkEnd w:id="19"/>
    </w:p>
    <w:p w14:paraId="0629C25A" w14:textId="77A8B6D6" w:rsidR="006367CC" w:rsidRPr="006367CC" w:rsidRDefault="004827CA" w:rsidP="006367CC">
      <w:pPr>
        <w:pStyle w:val="Heading3"/>
      </w:pPr>
      <w:r>
        <w:t>Creation Process</w:t>
      </w:r>
    </w:p>
    <w:p w14:paraId="0B11AF6B" w14:textId="00369372" w:rsidR="00AD74B9" w:rsidRDefault="004827CA" w:rsidP="00BF21F2">
      <w:pPr>
        <w:pStyle w:val="Graphic"/>
      </w:pPr>
      <w:r w:rsidRPr="004827CA">
        <w:object w:dxaOrig="11841" w:dyaOrig="9321" w14:anchorId="6520BF22">
          <v:shape id="_x0000_i1031" type="#_x0000_t75" style="width:423.75pt;height:334.5pt" o:ole="">
            <v:imagedata r:id="rId26" o:title=""/>
          </v:shape>
          <o:OLEObject Type="Embed" ProgID="Visio.Drawing.11" ShapeID="_x0000_i1031" DrawAspect="Content" ObjectID="_1772194477" r:id="rId27"/>
        </w:objec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8"/>
        <w:gridCol w:w="3802"/>
        <w:gridCol w:w="1885"/>
      </w:tblGrid>
      <w:tr w:rsidR="00922455" w14:paraId="10B2D474" w14:textId="77777777" w:rsidTr="00AD186E">
        <w:trPr>
          <w:cantSplit/>
          <w:tblHeader/>
        </w:trPr>
        <w:tc>
          <w:tcPr>
            <w:tcW w:w="267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083629B" w14:textId="77777777" w:rsidR="00CA6696" w:rsidRDefault="00CA6696" w:rsidP="00CA6696">
            <w:pPr>
              <w:pStyle w:val="TableHeading"/>
            </w:pPr>
            <w:r>
              <w:lastRenderedPageBreak/>
              <w:t>Step</w:t>
            </w:r>
          </w:p>
        </w:tc>
        <w:tc>
          <w:tcPr>
            <w:tcW w:w="380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B6A99C5" w14:textId="77777777" w:rsidR="00CA6696" w:rsidRDefault="00CA6696" w:rsidP="00CA6696">
            <w:pPr>
              <w:pStyle w:val="TableHeading"/>
            </w:pPr>
            <w:r>
              <w:t>Description</w:t>
            </w:r>
          </w:p>
        </w:tc>
        <w:tc>
          <w:tcPr>
            <w:tcW w:w="188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399DCA8" w14:textId="77777777" w:rsidR="00CA6696" w:rsidRDefault="00CA6696" w:rsidP="00CA6696">
            <w:pPr>
              <w:pStyle w:val="TableHeading"/>
            </w:pPr>
            <w:r>
              <w:t>Initiator</w:t>
            </w:r>
          </w:p>
        </w:tc>
      </w:tr>
      <w:tr w:rsidR="00AD186E" w14:paraId="726EBFF1" w14:textId="77777777" w:rsidTr="00981F0E">
        <w:tc>
          <w:tcPr>
            <w:tcW w:w="2678" w:type="dxa"/>
            <w:shd w:val="clear" w:color="auto" w:fill="FFFFFF"/>
          </w:tcPr>
          <w:p w14:paraId="378D1B31" w14:textId="4144181F" w:rsidR="00AD186E" w:rsidRPr="00AD186E" w:rsidRDefault="00AD186E" w:rsidP="00AD186E">
            <w:pPr>
              <w:pStyle w:val="TableText"/>
            </w:pPr>
            <w:r w:rsidRPr="00AD186E">
              <w:t>Instruct</w:t>
            </w:r>
            <w:r>
              <w:t>ion</w:t>
            </w:r>
          </w:p>
        </w:tc>
        <w:tc>
          <w:tcPr>
            <w:tcW w:w="3802" w:type="dxa"/>
            <w:tcBorders>
              <w:right w:val="single" w:sz="4" w:space="0" w:color="auto"/>
            </w:tcBorders>
          </w:tcPr>
          <w:p w14:paraId="3B58F15B" w14:textId="0CCA681C" w:rsidR="00AD186E" w:rsidRPr="00AD186E" w:rsidRDefault="00AD186E" w:rsidP="00AD186E">
            <w:pPr>
              <w:pStyle w:val="TableText"/>
            </w:pPr>
            <w:r w:rsidRPr="00AD186E">
              <w:t>Instructing Party instructs the Executing/Servicing Party to create a securities account.</w:t>
            </w:r>
          </w:p>
        </w:tc>
        <w:tc>
          <w:tcPr>
            <w:tcW w:w="1885" w:type="dxa"/>
            <w:tcBorders>
              <w:left w:val="single" w:sz="4" w:space="0" w:color="auto"/>
              <w:right w:val="single" w:sz="4" w:space="0" w:color="auto"/>
            </w:tcBorders>
          </w:tcPr>
          <w:p w14:paraId="5E2FFFA2" w14:textId="2E99B055" w:rsidR="00AD186E" w:rsidRPr="00AD186E" w:rsidRDefault="00AD186E" w:rsidP="00AD186E">
            <w:pPr>
              <w:pStyle w:val="TableText"/>
            </w:pPr>
            <w:r w:rsidRPr="00AD186E">
              <w:t>Instructing Party</w:t>
            </w:r>
          </w:p>
        </w:tc>
      </w:tr>
      <w:tr w:rsidR="00AD186E" w14:paraId="38B438C1" w14:textId="77777777" w:rsidTr="00981F0E">
        <w:tc>
          <w:tcPr>
            <w:tcW w:w="2678" w:type="dxa"/>
            <w:shd w:val="clear" w:color="auto" w:fill="FFFFFF"/>
          </w:tcPr>
          <w:p w14:paraId="1DC67571" w14:textId="79B8B1CC" w:rsidR="00AD186E" w:rsidRPr="00AD186E" w:rsidRDefault="00AD186E" w:rsidP="00AD186E">
            <w:pPr>
              <w:pStyle w:val="TableText"/>
            </w:pPr>
            <w:r w:rsidRPr="00AD186E">
              <w:t>Validate</w:t>
            </w:r>
          </w:p>
        </w:tc>
        <w:tc>
          <w:tcPr>
            <w:tcW w:w="3802" w:type="dxa"/>
            <w:tcBorders>
              <w:right w:val="single" w:sz="4" w:space="0" w:color="auto"/>
            </w:tcBorders>
          </w:tcPr>
          <w:p w14:paraId="109BF2F4" w14:textId="77777777" w:rsidR="00AD186E" w:rsidRDefault="00AD186E" w:rsidP="00AD186E">
            <w:pPr>
              <w:pStyle w:val="TableText"/>
            </w:pPr>
            <w:r w:rsidRPr="00AD186E">
              <w:t xml:space="preserve">Executing/Servicing Party system checks if this instruction is a new occurrence or not. </w:t>
            </w:r>
          </w:p>
          <w:p w14:paraId="1B1FABDE" w14:textId="503B5E42" w:rsidR="00AD186E" w:rsidRPr="00AD186E" w:rsidRDefault="00AD186E" w:rsidP="00AD186E">
            <w:pPr>
              <w:pStyle w:val="TableText"/>
            </w:pPr>
            <w:r w:rsidRPr="00AD186E">
              <w:t>It also checks if this instruction is already handled or not.</w:t>
            </w:r>
          </w:p>
          <w:p w14:paraId="291118C6" w14:textId="77777777" w:rsidR="00AD186E" w:rsidRPr="00AD186E" w:rsidRDefault="00AD186E" w:rsidP="00AD186E">
            <w:pPr>
              <w:pStyle w:val="TableText"/>
            </w:pPr>
            <w:r w:rsidRPr="00AD186E">
              <w:t>If validation of the message fails, a status message “REJECTED” will be sent including the related errors and reason information.</w:t>
            </w:r>
          </w:p>
          <w:p w14:paraId="0FF03574" w14:textId="77777777" w:rsidR="00AD186E" w:rsidRPr="00AD186E" w:rsidRDefault="00AD186E" w:rsidP="00AD186E">
            <w:pPr>
              <w:pStyle w:val="TableText"/>
            </w:pPr>
            <w:r w:rsidRPr="00AD186E">
              <w:t>If the message is valid and the time permits the creation of the securities account (</w:t>
            </w:r>
            <w:proofErr w:type="gramStart"/>
            <w:r w:rsidRPr="00AD186E">
              <w:t>e.g.</w:t>
            </w:r>
            <w:proofErr w:type="gramEnd"/>
            <w:r w:rsidRPr="00AD186E">
              <w:t xml:space="preserve"> not during a night –time sequence), the data will be processed and a status message “COMPLETED” will be sent.</w:t>
            </w:r>
          </w:p>
          <w:p w14:paraId="61943150" w14:textId="2A687A31" w:rsidR="00AD186E" w:rsidRPr="00AD186E" w:rsidRDefault="00AD186E" w:rsidP="00AD186E">
            <w:pPr>
              <w:pStyle w:val="TableText"/>
            </w:pPr>
            <w:r w:rsidRPr="00AD186E">
              <w:t xml:space="preserve">Otherwise, a status message “QUEUED” will be sent and the instruction will be </w:t>
            </w:r>
            <w:proofErr w:type="gramStart"/>
            <w:r w:rsidRPr="00AD186E">
              <w:t>resubmit</w:t>
            </w:r>
            <w:proofErr w:type="gramEnd"/>
            <w:r w:rsidRPr="00AD186E">
              <w:t xml:space="preserve"> to validation after e.g. a night –time cycle.</w:t>
            </w:r>
          </w:p>
        </w:tc>
        <w:tc>
          <w:tcPr>
            <w:tcW w:w="1885" w:type="dxa"/>
            <w:tcBorders>
              <w:left w:val="single" w:sz="4" w:space="0" w:color="auto"/>
              <w:right w:val="single" w:sz="4" w:space="0" w:color="auto"/>
            </w:tcBorders>
          </w:tcPr>
          <w:p w14:paraId="0D34ABEC" w14:textId="0D6891F2" w:rsidR="00AD186E" w:rsidRPr="00AD186E" w:rsidRDefault="00AD186E" w:rsidP="00AD186E">
            <w:pPr>
              <w:pStyle w:val="TableText"/>
            </w:pPr>
            <w:r w:rsidRPr="00AD186E">
              <w:t>Executing/Servicing Party</w:t>
            </w:r>
          </w:p>
        </w:tc>
      </w:tr>
      <w:tr w:rsidR="00AD186E" w14:paraId="1376602B" w14:textId="77777777" w:rsidTr="00AD186E">
        <w:tc>
          <w:tcPr>
            <w:tcW w:w="2678" w:type="dxa"/>
            <w:shd w:val="clear" w:color="auto" w:fill="FFFFFF"/>
          </w:tcPr>
          <w:p w14:paraId="3352CEDB" w14:textId="6C48B720" w:rsidR="00AD186E" w:rsidRDefault="00AD186E" w:rsidP="00AD186E">
            <w:pPr>
              <w:pStyle w:val="TableText"/>
            </w:pPr>
            <w:r w:rsidRPr="00AD186E">
              <w:t>Process</w:t>
            </w:r>
          </w:p>
        </w:tc>
        <w:tc>
          <w:tcPr>
            <w:tcW w:w="3802" w:type="dxa"/>
            <w:shd w:val="clear" w:color="auto" w:fill="FFFFFF"/>
          </w:tcPr>
          <w:p w14:paraId="0AD6855F" w14:textId="11B2DA18" w:rsidR="00AD186E" w:rsidRDefault="00AD186E" w:rsidP="00AD186E">
            <w:pPr>
              <w:pStyle w:val="TableText"/>
            </w:pPr>
            <w:r w:rsidRPr="00AD186E">
              <w:t>If the instruction is accepted, the Executing/Servicing Party processes the instruction and informs the Instructing Party of the completeness of this instruction.</w:t>
            </w:r>
          </w:p>
        </w:tc>
        <w:tc>
          <w:tcPr>
            <w:tcW w:w="1885" w:type="dxa"/>
            <w:shd w:val="clear" w:color="auto" w:fill="FFFFFF"/>
          </w:tcPr>
          <w:p w14:paraId="62C750DF" w14:textId="03272BFA" w:rsidR="00AD186E" w:rsidRDefault="00AD186E" w:rsidP="00AD186E">
            <w:pPr>
              <w:pStyle w:val="TableText"/>
            </w:pPr>
            <w:r w:rsidRPr="00AD186E">
              <w:t>Executing/Servicing Party</w:t>
            </w:r>
          </w:p>
        </w:tc>
      </w:tr>
      <w:tr w:rsidR="00AD186E" w14:paraId="1579B59E" w14:textId="77777777" w:rsidTr="00AD186E">
        <w:tc>
          <w:tcPr>
            <w:tcW w:w="2678" w:type="dxa"/>
            <w:shd w:val="clear" w:color="auto" w:fill="FFFFFF"/>
          </w:tcPr>
          <w:p w14:paraId="393BBE21" w14:textId="2A92F83F" w:rsidR="00AD186E" w:rsidRDefault="00AD186E" w:rsidP="00AD186E">
            <w:pPr>
              <w:pStyle w:val="TableText"/>
            </w:pPr>
            <w:r w:rsidRPr="00AD186E">
              <w:t>Report</w:t>
            </w:r>
          </w:p>
        </w:tc>
        <w:tc>
          <w:tcPr>
            <w:tcW w:w="3802" w:type="dxa"/>
            <w:shd w:val="clear" w:color="auto" w:fill="FFFFFF"/>
          </w:tcPr>
          <w:p w14:paraId="43F9C1DE" w14:textId="692F8D38" w:rsidR="00AD186E" w:rsidRDefault="00AD186E" w:rsidP="00AD186E">
            <w:pPr>
              <w:pStyle w:val="TableText"/>
            </w:pPr>
            <w:r w:rsidRPr="00AD186E">
              <w:t>Executing/Servicing Party informs the Instructing Party that this instruction is rejected and why.</w:t>
            </w:r>
          </w:p>
        </w:tc>
        <w:tc>
          <w:tcPr>
            <w:tcW w:w="1885" w:type="dxa"/>
            <w:shd w:val="clear" w:color="auto" w:fill="FFFFFF"/>
          </w:tcPr>
          <w:p w14:paraId="5F8F3F3B" w14:textId="60499381" w:rsidR="00AD186E" w:rsidRDefault="00AD186E" w:rsidP="00AD186E">
            <w:pPr>
              <w:pStyle w:val="TableText"/>
            </w:pPr>
            <w:r w:rsidRPr="00AD186E">
              <w:t>Executing/Servicing Party</w:t>
            </w:r>
          </w:p>
        </w:tc>
      </w:tr>
      <w:tr w:rsidR="00AD186E" w14:paraId="06D0D63D" w14:textId="77777777" w:rsidTr="00AD186E">
        <w:tc>
          <w:tcPr>
            <w:tcW w:w="2678" w:type="dxa"/>
            <w:shd w:val="clear" w:color="auto" w:fill="FFFFFF"/>
          </w:tcPr>
          <w:p w14:paraId="22497F6F" w14:textId="0BAC3B5B" w:rsidR="00AD186E" w:rsidRDefault="00AD186E" w:rsidP="00AD186E">
            <w:r w:rsidRPr="00AD186E">
              <w:t>Monitor process</w:t>
            </w:r>
          </w:p>
        </w:tc>
        <w:tc>
          <w:tcPr>
            <w:tcW w:w="3802" w:type="dxa"/>
            <w:shd w:val="clear" w:color="auto" w:fill="FFFFFF"/>
          </w:tcPr>
          <w:p w14:paraId="78AA7ECB" w14:textId="578A2E72" w:rsidR="00AD186E" w:rsidRDefault="00AD186E" w:rsidP="00AD186E">
            <w:pPr>
              <w:pStyle w:val="TableText"/>
            </w:pPr>
            <w:r w:rsidRPr="00AD186E">
              <w:t>Instructing Party monitors the status of the instruction.</w:t>
            </w:r>
          </w:p>
        </w:tc>
        <w:tc>
          <w:tcPr>
            <w:tcW w:w="1885" w:type="dxa"/>
            <w:shd w:val="clear" w:color="auto" w:fill="FFFFFF"/>
          </w:tcPr>
          <w:p w14:paraId="3FCF17CC" w14:textId="6B24B42A" w:rsidR="00AD186E" w:rsidRDefault="00AD186E" w:rsidP="00AD186E">
            <w:pPr>
              <w:pStyle w:val="TableText"/>
            </w:pPr>
            <w:r w:rsidRPr="00AD186E">
              <w:t>Instructing Party</w:t>
            </w:r>
          </w:p>
        </w:tc>
      </w:tr>
    </w:tbl>
    <w:p w14:paraId="36EB243E" w14:textId="77777777" w:rsidR="00AD186E" w:rsidRPr="00AD186E" w:rsidRDefault="00AD186E" w:rsidP="00AD186E">
      <w:pPr>
        <w:pStyle w:val="Heading3"/>
      </w:pPr>
      <w:bookmarkStart w:id="20" w:name="_Toc229214937"/>
      <w:bookmarkStart w:id="21" w:name="_Toc245875392"/>
      <w:bookmarkStart w:id="22" w:name="_Toc26791782"/>
      <w:r w:rsidRPr="00AD186E">
        <w:lastRenderedPageBreak/>
        <w:t>Modification Process</w:t>
      </w:r>
      <w:bookmarkEnd w:id="20"/>
      <w:bookmarkEnd w:id="21"/>
      <w:bookmarkEnd w:id="22"/>
      <w:r w:rsidRPr="00AD186E">
        <w:t xml:space="preserve"> </w:t>
      </w:r>
    </w:p>
    <w:p w14:paraId="120EFD52" w14:textId="77777777" w:rsidR="00AD186E" w:rsidRDefault="00AD186E" w:rsidP="00AD186E">
      <w:pPr>
        <w:pStyle w:val="Graphic"/>
      </w:pPr>
      <w:r>
        <w:object w:dxaOrig="11841" w:dyaOrig="9321" w14:anchorId="040B43ED">
          <v:shape id="_x0000_i1032" type="#_x0000_t75" style="width:417.75pt;height:329.25pt" o:ole="">
            <v:imagedata r:id="rId28" o:title=""/>
          </v:shape>
          <o:OLEObject Type="Embed" ProgID="Visio.Drawing.11" ShapeID="_x0000_i1032" DrawAspect="Content" ObjectID="_1772194478" r:id="rId29"/>
        </w:objec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8"/>
        <w:gridCol w:w="3802"/>
        <w:gridCol w:w="1885"/>
      </w:tblGrid>
      <w:tr w:rsidR="00AD186E" w14:paraId="626DA92B" w14:textId="77777777" w:rsidTr="00CD4415">
        <w:trPr>
          <w:cantSplit/>
          <w:tblHeader/>
        </w:trPr>
        <w:tc>
          <w:tcPr>
            <w:tcW w:w="267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7B1B714" w14:textId="77777777" w:rsidR="00AD186E" w:rsidRPr="00AD186E" w:rsidRDefault="00AD186E" w:rsidP="00AD186E">
            <w:pPr>
              <w:pStyle w:val="TableHeading"/>
            </w:pPr>
            <w:r>
              <w:t>Step</w:t>
            </w:r>
          </w:p>
        </w:tc>
        <w:tc>
          <w:tcPr>
            <w:tcW w:w="380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7C9632A" w14:textId="77777777" w:rsidR="00AD186E" w:rsidRPr="00AD186E" w:rsidRDefault="00AD186E" w:rsidP="00AD186E">
            <w:pPr>
              <w:pStyle w:val="TableHeading"/>
            </w:pPr>
            <w:r>
              <w:t>Description</w:t>
            </w:r>
          </w:p>
        </w:tc>
        <w:tc>
          <w:tcPr>
            <w:tcW w:w="188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3EE277D" w14:textId="77777777" w:rsidR="00AD186E" w:rsidRPr="00AD186E" w:rsidRDefault="00AD186E" w:rsidP="00AD186E">
            <w:pPr>
              <w:pStyle w:val="TableHeading"/>
            </w:pPr>
            <w:r>
              <w:t>Initiator</w:t>
            </w:r>
          </w:p>
        </w:tc>
      </w:tr>
      <w:tr w:rsidR="00AD186E" w14:paraId="52C4E54C" w14:textId="77777777" w:rsidTr="00981F0E">
        <w:tc>
          <w:tcPr>
            <w:tcW w:w="2678" w:type="dxa"/>
            <w:shd w:val="clear" w:color="auto" w:fill="FFFFFF"/>
          </w:tcPr>
          <w:p w14:paraId="23FFD0C2" w14:textId="77777777" w:rsidR="00AD186E" w:rsidRPr="00AD186E" w:rsidRDefault="00AD186E" w:rsidP="00AD186E">
            <w:pPr>
              <w:pStyle w:val="TableText"/>
            </w:pPr>
            <w:r w:rsidRPr="00AD186E">
              <w:t>Instruction</w:t>
            </w:r>
          </w:p>
        </w:tc>
        <w:tc>
          <w:tcPr>
            <w:tcW w:w="3802" w:type="dxa"/>
            <w:tcBorders>
              <w:right w:val="single" w:sz="4" w:space="0" w:color="auto"/>
            </w:tcBorders>
          </w:tcPr>
          <w:p w14:paraId="27F858CD" w14:textId="4875E13F" w:rsidR="00AD186E" w:rsidRPr="00AD186E" w:rsidRDefault="00AD186E" w:rsidP="00AD186E">
            <w:pPr>
              <w:pStyle w:val="TableText"/>
            </w:pPr>
            <w:r w:rsidRPr="00AD186E">
              <w:t>Instructing Party instructs the Executing/Servicing Party to modify a securities account.</w:t>
            </w:r>
          </w:p>
        </w:tc>
        <w:tc>
          <w:tcPr>
            <w:tcW w:w="1885" w:type="dxa"/>
            <w:tcBorders>
              <w:left w:val="single" w:sz="4" w:space="0" w:color="auto"/>
              <w:right w:val="single" w:sz="4" w:space="0" w:color="auto"/>
            </w:tcBorders>
          </w:tcPr>
          <w:p w14:paraId="7D737E65" w14:textId="0BD2FCDD" w:rsidR="00AD186E" w:rsidRPr="00AD186E" w:rsidRDefault="00AD186E" w:rsidP="00AD186E">
            <w:pPr>
              <w:pStyle w:val="TableText"/>
            </w:pPr>
            <w:r w:rsidRPr="00AD186E">
              <w:t>Instructing Party</w:t>
            </w:r>
          </w:p>
        </w:tc>
      </w:tr>
      <w:tr w:rsidR="00AD186E" w14:paraId="0CA9CAE4" w14:textId="77777777" w:rsidTr="00981F0E">
        <w:tc>
          <w:tcPr>
            <w:tcW w:w="2678" w:type="dxa"/>
            <w:shd w:val="clear" w:color="auto" w:fill="FFFFFF"/>
          </w:tcPr>
          <w:p w14:paraId="669D7125" w14:textId="77777777" w:rsidR="00AD186E" w:rsidRPr="00AD186E" w:rsidRDefault="00AD186E" w:rsidP="00AD186E">
            <w:pPr>
              <w:pStyle w:val="TableText"/>
            </w:pPr>
            <w:r w:rsidRPr="00AD186E">
              <w:t>Validate</w:t>
            </w:r>
          </w:p>
        </w:tc>
        <w:tc>
          <w:tcPr>
            <w:tcW w:w="3802" w:type="dxa"/>
            <w:tcBorders>
              <w:right w:val="single" w:sz="4" w:space="0" w:color="auto"/>
            </w:tcBorders>
          </w:tcPr>
          <w:p w14:paraId="78114BCD" w14:textId="77777777" w:rsidR="00AD186E" w:rsidRPr="00AD186E" w:rsidRDefault="00AD186E" w:rsidP="00AD186E">
            <w:pPr>
              <w:pStyle w:val="TableText"/>
            </w:pPr>
            <w:r w:rsidRPr="00AD186E">
              <w:t>Executing/Servicing Party checks if the instruction already exists in the system.</w:t>
            </w:r>
          </w:p>
          <w:p w14:paraId="4A95E05F" w14:textId="77777777" w:rsidR="00AD186E" w:rsidRPr="00AD186E" w:rsidRDefault="00AD186E" w:rsidP="00AD186E">
            <w:pPr>
              <w:pStyle w:val="TableText"/>
            </w:pPr>
            <w:r w:rsidRPr="00AD186E">
              <w:t>It checks also if the data can or cannot be updated.</w:t>
            </w:r>
          </w:p>
          <w:p w14:paraId="72CD81BD" w14:textId="77777777" w:rsidR="00AD186E" w:rsidRPr="00AD186E" w:rsidRDefault="00AD186E" w:rsidP="00AD186E">
            <w:pPr>
              <w:pStyle w:val="TableText"/>
            </w:pPr>
            <w:r w:rsidRPr="00AD186E">
              <w:t>If validation of the message fails, a status message “REJECTED” will be sent including the related errors and reason information.</w:t>
            </w:r>
          </w:p>
          <w:p w14:paraId="50F718B5" w14:textId="77777777" w:rsidR="00AD186E" w:rsidRPr="00AD186E" w:rsidRDefault="00AD186E" w:rsidP="00AD186E">
            <w:pPr>
              <w:pStyle w:val="TableText"/>
            </w:pPr>
            <w:r w:rsidRPr="00AD186E">
              <w:t>If the message is valid and the time permits the update of the securities account (</w:t>
            </w:r>
            <w:proofErr w:type="gramStart"/>
            <w:r w:rsidRPr="00AD186E">
              <w:t>e.g.</w:t>
            </w:r>
            <w:proofErr w:type="gramEnd"/>
            <w:r w:rsidRPr="00AD186E">
              <w:t xml:space="preserve"> not during a night –time sequence), the data will be processed and a status message “COMPLETED” will be sent.</w:t>
            </w:r>
          </w:p>
          <w:p w14:paraId="6DC31219" w14:textId="327BCB12" w:rsidR="00AD186E" w:rsidRPr="00AD186E" w:rsidRDefault="00AD186E" w:rsidP="00AD186E">
            <w:pPr>
              <w:pStyle w:val="TableText"/>
            </w:pPr>
            <w:proofErr w:type="gramStart"/>
            <w:r w:rsidRPr="00AD186E">
              <w:t>Otherwise</w:t>
            </w:r>
            <w:proofErr w:type="gramEnd"/>
            <w:r w:rsidRPr="00AD186E">
              <w:t xml:space="preserve"> a status message “QUEUED” will be sent and the instruction will be resubmit to validation after e.g. a night –time cycle.</w:t>
            </w:r>
          </w:p>
        </w:tc>
        <w:tc>
          <w:tcPr>
            <w:tcW w:w="1885" w:type="dxa"/>
            <w:tcBorders>
              <w:left w:val="single" w:sz="4" w:space="0" w:color="auto"/>
              <w:right w:val="single" w:sz="4" w:space="0" w:color="auto"/>
            </w:tcBorders>
          </w:tcPr>
          <w:p w14:paraId="6F9A472F" w14:textId="38FCD80B" w:rsidR="00AD186E" w:rsidRPr="00AD186E" w:rsidRDefault="00AD186E" w:rsidP="00AD186E">
            <w:pPr>
              <w:pStyle w:val="TableText"/>
            </w:pPr>
            <w:r w:rsidRPr="00AD186E">
              <w:t>Executing/Servicing Party</w:t>
            </w:r>
          </w:p>
        </w:tc>
      </w:tr>
      <w:tr w:rsidR="00AD186E" w14:paraId="745F3FDA" w14:textId="77777777" w:rsidTr="00CD4415">
        <w:tc>
          <w:tcPr>
            <w:tcW w:w="2678" w:type="dxa"/>
            <w:shd w:val="clear" w:color="auto" w:fill="FFFFFF"/>
          </w:tcPr>
          <w:p w14:paraId="68D94732" w14:textId="77777777" w:rsidR="00AD186E" w:rsidRDefault="00AD186E" w:rsidP="00AD186E">
            <w:pPr>
              <w:pStyle w:val="TableText"/>
            </w:pPr>
            <w:r w:rsidRPr="00AD186E">
              <w:lastRenderedPageBreak/>
              <w:t>Process</w:t>
            </w:r>
          </w:p>
        </w:tc>
        <w:tc>
          <w:tcPr>
            <w:tcW w:w="3802" w:type="dxa"/>
            <w:shd w:val="clear" w:color="auto" w:fill="FFFFFF"/>
          </w:tcPr>
          <w:p w14:paraId="728D361B" w14:textId="2B6A6CB9" w:rsidR="00AD186E" w:rsidRDefault="00AD186E" w:rsidP="00AD186E">
            <w:pPr>
              <w:pStyle w:val="TableText"/>
            </w:pPr>
            <w:r w:rsidRPr="00AD186E">
              <w:t>If the instruction is accepted, Executing/Servicing Party processes the instruction and informs the Instructing Party of the completeness of this instruction.</w:t>
            </w:r>
          </w:p>
        </w:tc>
        <w:tc>
          <w:tcPr>
            <w:tcW w:w="1885" w:type="dxa"/>
            <w:shd w:val="clear" w:color="auto" w:fill="FFFFFF"/>
          </w:tcPr>
          <w:p w14:paraId="2E61AE0F" w14:textId="75BA149A" w:rsidR="00AD186E" w:rsidRDefault="00AD186E" w:rsidP="00AD186E">
            <w:pPr>
              <w:pStyle w:val="TableText"/>
            </w:pPr>
            <w:r w:rsidRPr="00AD186E">
              <w:t>Executing/Servicing Party</w:t>
            </w:r>
          </w:p>
        </w:tc>
      </w:tr>
      <w:tr w:rsidR="00AD186E" w14:paraId="23DD8240" w14:textId="77777777" w:rsidTr="00CD4415">
        <w:tc>
          <w:tcPr>
            <w:tcW w:w="2678" w:type="dxa"/>
            <w:shd w:val="clear" w:color="auto" w:fill="FFFFFF"/>
          </w:tcPr>
          <w:p w14:paraId="05217633" w14:textId="77777777" w:rsidR="00AD186E" w:rsidRDefault="00AD186E" w:rsidP="00AD186E">
            <w:pPr>
              <w:pStyle w:val="TableText"/>
            </w:pPr>
            <w:r w:rsidRPr="00AD186E">
              <w:t>Report</w:t>
            </w:r>
          </w:p>
        </w:tc>
        <w:tc>
          <w:tcPr>
            <w:tcW w:w="3802" w:type="dxa"/>
            <w:shd w:val="clear" w:color="auto" w:fill="FFFFFF"/>
          </w:tcPr>
          <w:p w14:paraId="6FC03A7F" w14:textId="6E9F1C52" w:rsidR="00AD186E" w:rsidRDefault="00AD186E" w:rsidP="00AD186E">
            <w:pPr>
              <w:pStyle w:val="TableText"/>
            </w:pPr>
            <w:r w:rsidRPr="00AD186E">
              <w:t>Executing/Servicing Party informs the Instructing Party that this instruction is rejected and why.</w:t>
            </w:r>
          </w:p>
        </w:tc>
        <w:tc>
          <w:tcPr>
            <w:tcW w:w="1885" w:type="dxa"/>
            <w:shd w:val="clear" w:color="auto" w:fill="FFFFFF"/>
          </w:tcPr>
          <w:p w14:paraId="3C910E47" w14:textId="25678024" w:rsidR="00AD186E" w:rsidRDefault="00AD186E" w:rsidP="00AD186E">
            <w:pPr>
              <w:pStyle w:val="TableText"/>
            </w:pPr>
            <w:r w:rsidRPr="00AD186E">
              <w:t>Executing/Servicing Party</w:t>
            </w:r>
          </w:p>
        </w:tc>
      </w:tr>
      <w:tr w:rsidR="00AD186E" w14:paraId="021CD65A" w14:textId="77777777" w:rsidTr="00CD4415">
        <w:tc>
          <w:tcPr>
            <w:tcW w:w="2678" w:type="dxa"/>
            <w:shd w:val="clear" w:color="auto" w:fill="FFFFFF"/>
          </w:tcPr>
          <w:p w14:paraId="03DA9D88" w14:textId="77777777" w:rsidR="00AD186E" w:rsidRDefault="00AD186E" w:rsidP="00AD186E">
            <w:r w:rsidRPr="00AD186E">
              <w:t>Monitor process</w:t>
            </w:r>
          </w:p>
        </w:tc>
        <w:tc>
          <w:tcPr>
            <w:tcW w:w="3802" w:type="dxa"/>
            <w:shd w:val="clear" w:color="auto" w:fill="FFFFFF"/>
          </w:tcPr>
          <w:p w14:paraId="74DA1A6F" w14:textId="6272DDB9" w:rsidR="00AD186E" w:rsidRDefault="00AD186E" w:rsidP="00AD186E">
            <w:pPr>
              <w:pStyle w:val="TableText"/>
            </w:pPr>
            <w:r w:rsidRPr="00AD186E">
              <w:t>Instructing Party monitors the status of the instruction.</w:t>
            </w:r>
          </w:p>
        </w:tc>
        <w:tc>
          <w:tcPr>
            <w:tcW w:w="1885" w:type="dxa"/>
            <w:shd w:val="clear" w:color="auto" w:fill="FFFFFF"/>
          </w:tcPr>
          <w:p w14:paraId="6E34FEB8" w14:textId="1F5A861F" w:rsidR="00AD186E" w:rsidRDefault="00AD186E" w:rsidP="00AD186E">
            <w:pPr>
              <w:pStyle w:val="TableText"/>
            </w:pPr>
            <w:r w:rsidRPr="00AD186E">
              <w:t>Instructing Party</w:t>
            </w:r>
          </w:p>
        </w:tc>
      </w:tr>
    </w:tbl>
    <w:p w14:paraId="2651DEAC" w14:textId="77777777" w:rsidR="00AD186E" w:rsidRPr="00AD186E" w:rsidRDefault="00AD186E" w:rsidP="00AD186E">
      <w:pPr>
        <w:pStyle w:val="Heading3"/>
      </w:pPr>
      <w:bookmarkStart w:id="23" w:name="_Toc26791783"/>
      <w:r w:rsidRPr="00AD186E">
        <w:t>Deletion Process</w:t>
      </w:r>
      <w:bookmarkEnd w:id="23"/>
      <w:r w:rsidRPr="00AD186E">
        <w:t xml:space="preserve"> </w:t>
      </w:r>
    </w:p>
    <w:p w14:paraId="2DD8364A" w14:textId="77777777" w:rsidR="00AD186E" w:rsidRPr="00AD186E" w:rsidRDefault="00AD186E" w:rsidP="00AD186E">
      <w:pPr>
        <w:pStyle w:val="Graphic"/>
      </w:pPr>
      <w:r w:rsidRPr="00AD186E">
        <w:object w:dxaOrig="11841" w:dyaOrig="9321" w14:anchorId="1C87C175">
          <v:shape id="_x0000_i1033" type="#_x0000_t75" style="width:385.5pt;height:303.75pt" o:ole="">
            <v:imagedata r:id="rId30" o:title=""/>
          </v:shape>
          <o:OLEObject Type="Embed" ProgID="Visio.Drawing.11" ShapeID="_x0000_i1033" DrawAspect="Content" ObjectID="_1772194479" r:id="rId31"/>
        </w:objec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8"/>
        <w:gridCol w:w="3802"/>
        <w:gridCol w:w="1885"/>
      </w:tblGrid>
      <w:tr w:rsidR="00AD186E" w14:paraId="472330A8" w14:textId="77777777" w:rsidTr="00CD4415">
        <w:trPr>
          <w:cantSplit/>
          <w:tblHeader/>
        </w:trPr>
        <w:tc>
          <w:tcPr>
            <w:tcW w:w="267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AAC87A1" w14:textId="77777777" w:rsidR="00AD186E" w:rsidRPr="00AD186E" w:rsidRDefault="00AD186E" w:rsidP="00AD186E">
            <w:pPr>
              <w:pStyle w:val="TableHeading"/>
            </w:pPr>
            <w:r>
              <w:t>Step</w:t>
            </w:r>
          </w:p>
        </w:tc>
        <w:tc>
          <w:tcPr>
            <w:tcW w:w="380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7DC29D0" w14:textId="77777777" w:rsidR="00AD186E" w:rsidRPr="00AD186E" w:rsidRDefault="00AD186E" w:rsidP="00AD186E">
            <w:pPr>
              <w:pStyle w:val="TableHeading"/>
            </w:pPr>
            <w:r>
              <w:t>Description</w:t>
            </w:r>
          </w:p>
        </w:tc>
        <w:tc>
          <w:tcPr>
            <w:tcW w:w="188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43D1A34" w14:textId="77777777" w:rsidR="00AD186E" w:rsidRPr="00AD186E" w:rsidRDefault="00AD186E" w:rsidP="00AD186E">
            <w:pPr>
              <w:pStyle w:val="TableHeading"/>
            </w:pPr>
            <w:r>
              <w:t>Initiator</w:t>
            </w:r>
          </w:p>
        </w:tc>
      </w:tr>
      <w:tr w:rsidR="00981F0E" w14:paraId="0462300B" w14:textId="77777777" w:rsidTr="00981F0E">
        <w:tc>
          <w:tcPr>
            <w:tcW w:w="2678" w:type="dxa"/>
            <w:shd w:val="clear" w:color="auto" w:fill="FFFFFF"/>
          </w:tcPr>
          <w:p w14:paraId="2C0E68DC" w14:textId="77777777" w:rsidR="00981F0E" w:rsidRPr="00981F0E" w:rsidRDefault="00981F0E" w:rsidP="00981F0E">
            <w:pPr>
              <w:pStyle w:val="TableText"/>
            </w:pPr>
            <w:r w:rsidRPr="00AD186E">
              <w:t>Instruct</w:t>
            </w:r>
            <w:r w:rsidRPr="00981F0E">
              <w:t>ion</w:t>
            </w:r>
          </w:p>
        </w:tc>
        <w:tc>
          <w:tcPr>
            <w:tcW w:w="3802" w:type="dxa"/>
            <w:tcBorders>
              <w:right w:val="single" w:sz="4" w:space="0" w:color="auto"/>
            </w:tcBorders>
          </w:tcPr>
          <w:p w14:paraId="3FD992DE" w14:textId="68F0F007" w:rsidR="00981F0E" w:rsidRPr="00981F0E" w:rsidRDefault="00981F0E" w:rsidP="00981F0E">
            <w:pPr>
              <w:pStyle w:val="TableText"/>
            </w:pPr>
            <w:r w:rsidRPr="00981F0E">
              <w:t>Instructing Party instructs the Executing/Servicing Party to delete a securities account.</w:t>
            </w:r>
          </w:p>
        </w:tc>
        <w:tc>
          <w:tcPr>
            <w:tcW w:w="1885" w:type="dxa"/>
            <w:tcBorders>
              <w:left w:val="single" w:sz="4" w:space="0" w:color="auto"/>
              <w:right w:val="single" w:sz="4" w:space="0" w:color="auto"/>
            </w:tcBorders>
          </w:tcPr>
          <w:p w14:paraId="18E42B6A" w14:textId="4E04E44C" w:rsidR="00981F0E" w:rsidRPr="00981F0E" w:rsidRDefault="00981F0E" w:rsidP="00981F0E">
            <w:pPr>
              <w:pStyle w:val="TableText"/>
            </w:pPr>
            <w:r w:rsidRPr="00AD186E">
              <w:t>Instructing Party</w:t>
            </w:r>
          </w:p>
        </w:tc>
      </w:tr>
      <w:tr w:rsidR="00981F0E" w14:paraId="342B7841" w14:textId="77777777" w:rsidTr="00981F0E">
        <w:tc>
          <w:tcPr>
            <w:tcW w:w="2678" w:type="dxa"/>
            <w:shd w:val="clear" w:color="auto" w:fill="FFFFFF"/>
          </w:tcPr>
          <w:p w14:paraId="45D9C1C1" w14:textId="77777777" w:rsidR="00981F0E" w:rsidRPr="00981F0E" w:rsidRDefault="00981F0E" w:rsidP="00981F0E">
            <w:pPr>
              <w:pStyle w:val="TableText"/>
            </w:pPr>
            <w:r w:rsidRPr="00AD186E">
              <w:t>Validate</w:t>
            </w:r>
          </w:p>
        </w:tc>
        <w:tc>
          <w:tcPr>
            <w:tcW w:w="3802" w:type="dxa"/>
            <w:tcBorders>
              <w:right w:val="single" w:sz="4" w:space="0" w:color="auto"/>
            </w:tcBorders>
          </w:tcPr>
          <w:p w14:paraId="7EEB8C6D" w14:textId="77777777" w:rsidR="00981F0E" w:rsidRPr="00981F0E" w:rsidRDefault="00981F0E" w:rsidP="00981F0E">
            <w:pPr>
              <w:pStyle w:val="TableText"/>
            </w:pPr>
            <w:r w:rsidRPr="00AD186E">
              <w:t xml:space="preserve">Executing/Servicing Party checks if the instruction already exists in </w:t>
            </w:r>
            <w:r w:rsidRPr="00981F0E">
              <w:t>the system.</w:t>
            </w:r>
          </w:p>
          <w:p w14:paraId="2D7725F6" w14:textId="77777777" w:rsidR="00981F0E" w:rsidRPr="00981F0E" w:rsidRDefault="00981F0E" w:rsidP="00981F0E">
            <w:pPr>
              <w:pStyle w:val="TableText"/>
            </w:pPr>
            <w:r w:rsidRPr="00AD186E">
              <w:t xml:space="preserve">It checks also if the </w:t>
            </w:r>
            <w:r w:rsidRPr="00981F0E">
              <w:t>securities account can or cannot be deleted.</w:t>
            </w:r>
          </w:p>
          <w:p w14:paraId="4EF82BA7" w14:textId="77777777" w:rsidR="00981F0E" w:rsidRPr="00981F0E" w:rsidRDefault="00981F0E" w:rsidP="00981F0E">
            <w:pPr>
              <w:pStyle w:val="TableText"/>
            </w:pPr>
            <w:r w:rsidRPr="00AD186E">
              <w:t>If validation of the message fails, a status message</w:t>
            </w:r>
            <w:r w:rsidRPr="00981F0E">
              <w:t xml:space="preserve"> “REJECTED” will be sent including the related errors and reason </w:t>
            </w:r>
            <w:r w:rsidRPr="00981F0E">
              <w:lastRenderedPageBreak/>
              <w:t>information.</w:t>
            </w:r>
          </w:p>
          <w:p w14:paraId="21AF84FB" w14:textId="77777777" w:rsidR="00981F0E" w:rsidRPr="00981F0E" w:rsidRDefault="00981F0E" w:rsidP="00981F0E">
            <w:pPr>
              <w:pStyle w:val="TableText"/>
            </w:pPr>
            <w:r w:rsidRPr="00AD186E">
              <w:t xml:space="preserve">If the message is valid and </w:t>
            </w:r>
            <w:r w:rsidRPr="00981F0E">
              <w:t>the time permits the deletion of the securities account (</w:t>
            </w:r>
            <w:proofErr w:type="gramStart"/>
            <w:r w:rsidRPr="00981F0E">
              <w:t>e.g.</w:t>
            </w:r>
            <w:proofErr w:type="gramEnd"/>
            <w:r w:rsidRPr="00981F0E">
              <w:t xml:space="preserve"> not during a night –time sequence), the data will be processed and a status message “COMPLETED” will be sent.</w:t>
            </w:r>
          </w:p>
          <w:p w14:paraId="00096AAA" w14:textId="658D4675" w:rsidR="00981F0E" w:rsidRPr="00981F0E" w:rsidRDefault="00981F0E" w:rsidP="00981F0E">
            <w:pPr>
              <w:pStyle w:val="TableText"/>
            </w:pPr>
            <w:proofErr w:type="gramStart"/>
            <w:r w:rsidRPr="00AD186E">
              <w:t>Otherwise</w:t>
            </w:r>
            <w:proofErr w:type="gramEnd"/>
            <w:r w:rsidRPr="00AD186E">
              <w:t xml:space="preserve"> a status message “</w:t>
            </w:r>
            <w:r w:rsidRPr="00981F0E">
              <w:t>QUEUED” will be sent and the instruction will be resubmit to validation after e.g. a night –time cycle.</w:t>
            </w:r>
          </w:p>
        </w:tc>
        <w:tc>
          <w:tcPr>
            <w:tcW w:w="1885" w:type="dxa"/>
            <w:tcBorders>
              <w:left w:val="single" w:sz="4" w:space="0" w:color="auto"/>
              <w:right w:val="single" w:sz="4" w:space="0" w:color="auto"/>
            </w:tcBorders>
          </w:tcPr>
          <w:p w14:paraId="044DB528" w14:textId="3B2127F1" w:rsidR="00981F0E" w:rsidRPr="00981F0E" w:rsidRDefault="00981F0E" w:rsidP="00981F0E">
            <w:pPr>
              <w:pStyle w:val="TableText"/>
            </w:pPr>
            <w:r w:rsidRPr="00AD186E">
              <w:lastRenderedPageBreak/>
              <w:t>Executing/Servicing Party</w:t>
            </w:r>
          </w:p>
        </w:tc>
      </w:tr>
      <w:tr w:rsidR="00981F0E" w14:paraId="71D07AA4" w14:textId="77777777" w:rsidTr="00981F0E">
        <w:tc>
          <w:tcPr>
            <w:tcW w:w="2678" w:type="dxa"/>
            <w:shd w:val="clear" w:color="auto" w:fill="FFFFFF"/>
          </w:tcPr>
          <w:p w14:paraId="02B12A01" w14:textId="77777777" w:rsidR="00981F0E" w:rsidRDefault="00981F0E" w:rsidP="00981F0E">
            <w:pPr>
              <w:pStyle w:val="TableText"/>
            </w:pPr>
            <w:r w:rsidRPr="00AD186E">
              <w:t>Process</w:t>
            </w:r>
          </w:p>
        </w:tc>
        <w:tc>
          <w:tcPr>
            <w:tcW w:w="3802" w:type="dxa"/>
            <w:tcBorders>
              <w:right w:val="single" w:sz="4" w:space="0" w:color="auto"/>
            </w:tcBorders>
          </w:tcPr>
          <w:p w14:paraId="61A52833" w14:textId="1FB77759" w:rsidR="00981F0E" w:rsidRDefault="00981F0E" w:rsidP="00981F0E">
            <w:pPr>
              <w:pStyle w:val="TableText"/>
            </w:pPr>
            <w:r w:rsidRPr="00AD186E">
              <w:t>If the instruction is accepted, the Executing/Servicing Party processes the instruction and informs the Instructing Party of the completeness of this instruction.</w:t>
            </w:r>
          </w:p>
        </w:tc>
        <w:tc>
          <w:tcPr>
            <w:tcW w:w="1885" w:type="dxa"/>
            <w:tcBorders>
              <w:left w:val="single" w:sz="4" w:space="0" w:color="auto"/>
              <w:right w:val="single" w:sz="4" w:space="0" w:color="auto"/>
            </w:tcBorders>
          </w:tcPr>
          <w:p w14:paraId="18042372" w14:textId="437377AA" w:rsidR="00981F0E" w:rsidRDefault="00981F0E" w:rsidP="00981F0E">
            <w:pPr>
              <w:pStyle w:val="TableText"/>
            </w:pPr>
            <w:r w:rsidRPr="00AD186E">
              <w:t>Executing/Servicing Party</w:t>
            </w:r>
          </w:p>
        </w:tc>
      </w:tr>
      <w:tr w:rsidR="00981F0E" w14:paraId="6D869002" w14:textId="77777777" w:rsidTr="00981F0E">
        <w:tc>
          <w:tcPr>
            <w:tcW w:w="2678" w:type="dxa"/>
            <w:shd w:val="clear" w:color="auto" w:fill="FFFFFF"/>
          </w:tcPr>
          <w:p w14:paraId="65FDE88D" w14:textId="77777777" w:rsidR="00981F0E" w:rsidRDefault="00981F0E" w:rsidP="00981F0E">
            <w:pPr>
              <w:pStyle w:val="TableText"/>
            </w:pPr>
            <w:r w:rsidRPr="00AD186E">
              <w:t>Report</w:t>
            </w:r>
          </w:p>
        </w:tc>
        <w:tc>
          <w:tcPr>
            <w:tcW w:w="3802" w:type="dxa"/>
            <w:tcBorders>
              <w:right w:val="single" w:sz="4" w:space="0" w:color="auto"/>
            </w:tcBorders>
          </w:tcPr>
          <w:p w14:paraId="58CF568B" w14:textId="606D6CE5" w:rsidR="00981F0E" w:rsidRDefault="00981F0E" w:rsidP="00981F0E">
            <w:pPr>
              <w:pStyle w:val="TableText"/>
            </w:pPr>
            <w:r w:rsidRPr="00AD186E">
              <w:t>Executing/Servicing Party informs the Instructing Party that this instruction is rejected and why.</w:t>
            </w:r>
          </w:p>
        </w:tc>
        <w:tc>
          <w:tcPr>
            <w:tcW w:w="1885" w:type="dxa"/>
            <w:tcBorders>
              <w:left w:val="single" w:sz="4" w:space="0" w:color="auto"/>
              <w:right w:val="single" w:sz="4" w:space="0" w:color="auto"/>
            </w:tcBorders>
          </w:tcPr>
          <w:p w14:paraId="2537ECDD" w14:textId="1D277AB6" w:rsidR="00981F0E" w:rsidRDefault="00981F0E" w:rsidP="00981F0E">
            <w:pPr>
              <w:pStyle w:val="TableText"/>
            </w:pPr>
            <w:r w:rsidRPr="00AD186E">
              <w:t>Executing/Servicing Party</w:t>
            </w:r>
          </w:p>
        </w:tc>
      </w:tr>
      <w:tr w:rsidR="00981F0E" w14:paraId="56F0BCF7" w14:textId="77777777" w:rsidTr="00981F0E">
        <w:tc>
          <w:tcPr>
            <w:tcW w:w="2678" w:type="dxa"/>
            <w:shd w:val="clear" w:color="auto" w:fill="FFFFFF"/>
          </w:tcPr>
          <w:p w14:paraId="5E4F7FA1" w14:textId="77777777" w:rsidR="00981F0E" w:rsidRDefault="00981F0E" w:rsidP="00981F0E">
            <w:pPr>
              <w:pStyle w:val="TableText"/>
            </w:pPr>
            <w:r w:rsidRPr="00AD186E">
              <w:t>Monitor process</w:t>
            </w:r>
          </w:p>
        </w:tc>
        <w:tc>
          <w:tcPr>
            <w:tcW w:w="3802" w:type="dxa"/>
            <w:tcBorders>
              <w:right w:val="single" w:sz="4" w:space="0" w:color="auto"/>
            </w:tcBorders>
          </w:tcPr>
          <w:p w14:paraId="2AE03AB3" w14:textId="77F1C967" w:rsidR="00981F0E" w:rsidRDefault="00981F0E" w:rsidP="00981F0E">
            <w:pPr>
              <w:pStyle w:val="TableText"/>
            </w:pPr>
            <w:r w:rsidRPr="00AD186E">
              <w:t>Monitor process: Instructing Party monitors the status of the instruction.</w:t>
            </w:r>
          </w:p>
        </w:tc>
        <w:tc>
          <w:tcPr>
            <w:tcW w:w="1885" w:type="dxa"/>
            <w:tcBorders>
              <w:left w:val="single" w:sz="4" w:space="0" w:color="auto"/>
              <w:right w:val="single" w:sz="4" w:space="0" w:color="auto"/>
            </w:tcBorders>
          </w:tcPr>
          <w:p w14:paraId="7738BE7D" w14:textId="51EF8C5A" w:rsidR="00981F0E" w:rsidRDefault="00981F0E" w:rsidP="00981F0E">
            <w:pPr>
              <w:pStyle w:val="TableText"/>
            </w:pPr>
            <w:r w:rsidRPr="00AD186E">
              <w:t>Instructing Party</w:t>
            </w:r>
          </w:p>
        </w:tc>
      </w:tr>
    </w:tbl>
    <w:p w14:paraId="5AA78B80" w14:textId="77777777" w:rsidR="00AD186E" w:rsidRPr="00AD186E" w:rsidRDefault="00AD186E" w:rsidP="00AD186E"/>
    <w:p w14:paraId="6C39A7DD" w14:textId="77777777" w:rsidR="00AD186E" w:rsidRPr="00AD186E" w:rsidRDefault="00AD186E" w:rsidP="00AD186E">
      <w:pPr>
        <w:pStyle w:val="Heading3"/>
      </w:pPr>
      <w:bookmarkStart w:id="24" w:name="_Toc229216093"/>
      <w:bookmarkStart w:id="25" w:name="_Toc229216950"/>
      <w:bookmarkStart w:id="26" w:name="_Toc229217185"/>
      <w:bookmarkStart w:id="27" w:name="_Toc229217425"/>
      <w:bookmarkStart w:id="28" w:name="_Toc229217665"/>
      <w:bookmarkStart w:id="29" w:name="_Toc229217907"/>
      <w:bookmarkStart w:id="30" w:name="_Toc229218147"/>
      <w:bookmarkStart w:id="31" w:name="_Toc229219027"/>
      <w:bookmarkStart w:id="32" w:name="_Toc229219284"/>
      <w:bookmarkStart w:id="33" w:name="_Toc229219541"/>
      <w:bookmarkStart w:id="34" w:name="_Toc229219798"/>
      <w:bookmarkStart w:id="35" w:name="_Toc229220326"/>
      <w:bookmarkStart w:id="36" w:name="_Toc229220949"/>
      <w:bookmarkStart w:id="37" w:name="_Toc229221572"/>
      <w:bookmarkStart w:id="38" w:name="_Toc229216094"/>
      <w:bookmarkStart w:id="39" w:name="_Toc229216951"/>
      <w:bookmarkStart w:id="40" w:name="_Toc229217186"/>
      <w:bookmarkStart w:id="41" w:name="_Toc229217426"/>
      <w:bookmarkStart w:id="42" w:name="_Toc229217666"/>
      <w:bookmarkStart w:id="43" w:name="_Toc229217908"/>
      <w:bookmarkStart w:id="44" w:name="_Toc229218148"/>
      <w:bookmarkStart w:id="45" w:name="_Toc229219028"/>
      <w:bookmarkStart w:id="46" w:name="_Toc229219285"/>
      <w:bookmarkStart w:id="47" w:name="_Toc229219542"/>
      <w:bookmarkStart w:id="48" w:name="_Toc229219799"/>
      <w:bookmarkStart w:id="49" w:name="_Toc229220327"/>
      <w:bookmarkStart w:id="50" w:name="_Toc229220950"/>
      <w:bookmarkStart w:id="51" w:name="_Toc229221573"/>
      <w:bookmarkStart w:id="52" w:name="_Toc229216111"/>
      <w:bookmarkStart w:id="53" w:name="_Toc229216968"/>
      <w:bookmarkStart w:id="54" w:name="_Toc229217203"/>
      <w:bookmarkStart w:id="55" w:name="_Toc229217443"/>
      <w:bookmarkStart w:id="56" w:name="_Toc229217683"/>
      <w:bookmarkStart w:id="57" w:name="_Toc229217925"/>
      <w:bookmarkStart w:id="58" w:name="_Toc229218165"/>
      <w:bookmarkStart w:id="59" w:name="_Toc229219045"/>
      <w:bookmarkStart w:id="60" w:name="_Toc229219302"/>
      <w:bookmarkStart w:id="61" w:name="_Toc229219559"/>
      <w:bookmarkStart w:id="62" w:name="_Toc229219816"/>
      <w:bookmarkStart w:id="63" w:name="_Toc229220344"/>
      <w:bookmarkStart w:id="64" w:name="_Toc229220967"/>
      <w:bookmarkStart w:id="65" w:name="_Toc229221590"/>
      <w:bookmarkStart w:id="66" w:name="_Toc229216114"/>
      <w:bookmarkStart w:id="67" w:name="_Toc229216971"/>
      <w:bookmarkStart w:id="68" w:name="_Toc229217206"/>
      <w:bookmarkStart w:id="69" w:name="_Toc229217446"/>
      <w:bookmarkStart w:id="70" w:name="_Toc229217686"/>
      <w:bookmarkStart w:id="71" w:name="_Toc229217928"/>
      <w:bookmarkStart w:id="72" w:name="_Toc229218168"/>
      <w:bookmarkStart w:id="73" w:name="_Toc229219048"/>
      <w:bookmarkStart w:id="74" w:name="_Toc229219305"/>
      <w:bookmarkStart w:id="75" w:name="_Toc229219562"/>
      <w:bookmarkStart w:id="76" w:name="_Toc229219819"/>
      <w:bookmarkStart w:id="77" w:name="_Toc229220347"/>
      <w:bookmarkStart w:id="78" w:name="_Toc229220970"/>
      <w:bookmarkStart w:id="79" w:name="_Toc229221593"/>
      <w:bookmarkStart w:id="80" w:name="_Toc229216118"/>
      <w:bookmarkStart w:id="81" w:name="_Toc229216975"/>
      <w:bookmarkStart w:id="82" w:name="_Toc229217210"/>
      <w:bookmarkStart w:id="83" w:name="_Toc229217450"/>
      <w:bookmarkStart w:id="84" w:name="_Toc229217690"/>
      <w:bookmarkStart w:id="85" w:name="_Toc229217932"/>
      <w:bookmarkStart w:id="86" w:name="_Toc229218172"/>
      <w:bookmarkStart w:id="87" w:name="_Toc229219052"/>
      <w:bookmarkStart w:id="88" w:name="_Toc229219309"/>
      <w:bookmarkStart w:id="89" w:name="_Toc229219566"/>
      <w:bookmarkStart w:id="90" w:name="_Toc229219823"/>
      <w:bookmarkStart w:id="91" w:name="_Toc229220351"/>
      <w:bookmarkStart w:id="92" w:name="_Toc229220974"/>
      <w:bookmarkStart w:id="93" w:name="_Toc229221597"/>
      <w:bookmarkStart w:id="94" w:name="_Toc229216119"/>
      <w:bookmarkStart w:id="95" w:name="_Toc229216976"/>
      <w:bookmarkStart w:id="96" w:name="_Toc229217211"/>
      <w:bookmarkStart w:id="97" w:name="_Toc229217451"/>
      <w:bookmarkStart w:id="98" w:name="_Toc229217691"/>
      <w:bookmarkStart w:id="99" w:name="_Toc229217933"/>
      <w:bookmarkStart w:id="100" w:name="_Toc229218173"/>
      <w:bookmarkStart w:id="101" w:name="_Toc229219053"/>
      <w:bookmarkStart w:id="102" w:name="_Toc229219310"/>
      <w:bookmarkStart w:id="103" w:name="_Toc229219567"/>
      <w:bookmarkStart w:id="104" w:name="_Toc229219824"/>
      <w:bookmarkStart w:id="105" w:name="_Toc229220352"/>
      <w:bookmarkStart w:id="106" w:name="_Toc229220975"/>
      <w:bookmarkStart w:id="107" w:name="_Toc229221598"/>
      <w:bookmarkStart w:id="108" w:name="_Toc229216135"/>
      <w:bookmarkStart w:id="109" w:name="_Toc229216992"/>
      <w:bookmarkStart w:id="110" w:name="_Toc229217227"/>
      <w:bookmarkStart w:id="111" w:name="_Toc229217467"/>
      <w:bookmarkStart w:id="112" w:name="_Toc229217707"/>
      <w:bookmarkStart w:id="113" w:name="_Toc229217949"/>
      <w:bookmarkStart w:id="114" w:name="_Toc229218189"/>
      <w:bookmarkStart w:id="115" w:name="_Toc229219069"/>
      <w:bookmarkStart w:id="116" w:name="_Toc229219326"/>
      <w:bookmarkStart w:id="117" w:name="_Toc229219583"/>
      <w:bookmarkStart w:id="118" w:name="_Toc229219840"/>
      <w:bookmarkStart w:id="119" w:name="_Toc229220368"/>
      <w:bookmarkStart w:id="120" w:name="_Toc229220991"/>
      <w:bookmarkStart w:id="121" w:name="_Toc229221614"/>
      <w:bookmarkStart w:id="122" w:name="_Toc229216138"/>
      <w:bookmarkStart w:id="123" w:name="_Toc229216995"/>
      <w:bookmarkStart w:id="124" w:name="_Toc229217230"/>
      <w:bookmarkStart w:id="125" w:name="_Toc229217470"/>
      <w:bookmarkStart w:id="126" w:name="_Toc229217710"/>
      <w:bookmarkStart w:id="127" w:name="_Toc229217952"/>
      <w:bookmarkStart w:id="128" w:name="_Toc229218192"/>
      <w:bookmarkStart w:id="129" w:name="_Toc229219072"/>
      <w:bookmarkStart w:id="130" w:name="_Toc229219329"/>
      <w:bookmarkStart w:id="131" w:name="_Toc229219586"/>
      <w:bookmarkStart w:id="132" w:name="_Toc229219843"/>
      <w:bookmarkStart w:id="133" w:name="_Toc229220371"/>
      <w:bookmarkStart w:id="134" w:name="_Toc229220994"/>
      <w:bookmarkStart w:id="135" w:name="_Toc229221617"/>
      <w:bookmarkStart w:id="136" w:name="_Toc229214940"/>
      <w:bookmarkStart w:id="137" w:name="_Toc245875393"/>
      <w:bookmarkStart w:id="138" w:name="_Toc26791784"/>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r w:rsidRPr="00AD186E">
        <w:t>Query/Query Response process</w:t>
      </w:r>
      <w:bookmarkEnd w:id="136"/>
      <w:bookmarkEnd w:id="137"/>
      <w:bookmarkEnd w:id="138"/>
    </w:p>
    <w:p w14:paraId="7AE9B1F5" w14:textId="77777777" w:rsidR="00AD186E" w:rsidRDefault="00AD186E" w:rsidP="00981F0E">
      <w:pPr>
        <w:pStyle w:val="Graphic"/>
      </w:pPr>
      <w:r w:rsidRPr="00AD186E">
        <w:object w:dxaOrig="9728" w:dyaOrig="6168" w14:anchorId="1F155B9B">
          <v:shape id="_x0000_i1034" type="#_x0000_t75" style="width:335.25pt;height:211.5pt" o:ole="">
            <v:imagedata r:id="rId32" o:title=""/>
          </v:shape>
          <o:OLEObject Type="Embed" ProgID="Visio.Drawing.11" ShapeID="_x0000_i1034" DrawAspect="Content" ObjectID="_1772194480" r:id="rId33"/>
        </w:objec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8"/>
        <w:gridCol w:w="3802"/>
        <w:gridCol w:w="1885"/>
      </w:tblGrid>
      <w:tr w:rsidR="00981F0E" w14:paraId="433D004B" w14:textId="77777777" w:rsidTr="00CD4415">
        <w:trPr>
          <w:cantSplit/>
          <w:tblHeader/>
        </w:trPr>
        <w:tc>
          <w:tcPr>
            <w:tcW w:w="267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290EAA2" w14:textId="77777777" w:rsidR="00981F0E" w:rsidRPr="00981F0E" w:rsidRDefault="00981F0E" w:rsidP="00981F0E">
            <w:pPr>
              <w:pStyle w:val="TableHeading"/>
            </w:pPr>
            <w:r>
              <w:t>Step</w:t>
            </w:r>
          </w:p>
        </w:tc>
        <w:tc>
          <w:tcPr>
            <w:tcW w:w="380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C85F894" w14:textId="77777777" w:rsidR="00981F0E" w:rsidRPr="00981F0E" w:rsidRDefault="00981F0E" w:rsidP="00981F0E">
            <w:pPr>
              <w:pStyle w:val="TableHeading"/>
            </w:pPr>
            <w:r>
              <w:t>Description</w:t>
            </w:r>
          </w:p>
        </w:tc>
        <w:tc>
          <w:tcPr>
            <w:tcW w:w="188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A9E3AA8" w14:textId="77777777" w:rsidR="00981F0E" w:rsidRPr="00981F0E" w:rsidRDefault="00981F0E" w:rsidP="00981F0E">
            <w:pPr>
              <w:pStyle w:val="TableHeading"/>
            </w:pPr>
            <w:r>
              <w:t>Initiator</w:t>
            </w:r>
          </w:p>
        </w:tc>
      </w:tr>
      <w:tr w:rsidR="00981F0E" w14:paraId="0F8364BB" w14:textId="77777777" w:rsidTr="00981F0E">
        <w:tc>
          <w:tcPr>
            <w:tcW w:w="2678" w:type="dxa"/>
            <w:shd w:val="clear" w:color="auto" w:fill="FFFFFF"/>
          </w:tcPr>
          <w:p w14:paraId="16411F1B" w14:textId="77777777" w:rsidR="00981F0E" w:rsidRPr="00981F0E" w:rsidRDefault="00981F0E" w:rsidP="00981F0E">
            <w:pPr>
              <w:pStyle w:val="TableText"/>
            </w:pPr>
            <w:r w:rsidRPr="00AD186E">
              <w:t>Instruct</w:t>
            </w:r>
            <w:r w:rsidRPr="00981F0E">
              <w:t>ion</w:t>
            </w:r>
          </w:p>
        </w:tc>
        <w:tc>
          <w:tcPr>
            <w:tcW w:w="3802" w:type="dxa"/>
            <w:tcBorders>
              <w:right w:val="single" w:sz="4" w:space="0" w:color="auto"/>
            </w:tcBorders>
          </w:tcPr>
          <w:p w14:paraId="5B530AD3" w14:textId="26373E79" w:rsidR="00981F0E" w:rsidRPr="00981F0E" w:rsidRDefault="00981F0E" w:rsidP="00981F0E">
            <w:pPr>
              <w:pStyle w:val="TableText"/>
            </w:pPr>
            <w:r w:rsidRPr="00981F0E">
              <w:t>Instructing Party instructs Executing/Servicing Party to run a query or Audit Trail Query.</w:t>
            </w:r>
          </w:p>
        </w:tc>
        <w:tc>
          <w:tcPr>
            <w:tcW w:w="1885" w:type="dxa"/>
            <w:tcBorders>
              <w:left w:val="single" w:sz="4" w:space="0" w:color="auto"/>
              <w:right w:val="single" w:sz="4" w:space="0" w:color="auto"/>
            </w:tcBorders>
          </w:tcPr>
          <w:p w14:paraId="1BD32D73" w14:textId="534CFDB6" w:rsidR="00981F0E" w:rsidRPr="00981F0E" w:rsidRDefault="00981F0E" w:rsidP="00981F0E">
            <w:pPr>
              <w:pStyle w:val="TableText"/>
            </w:pPr>
            <w:r w:rsidRPr="00AD186E">
              <w:t>Instructing Party</w:t>
            </w:r>
          </w:p>
        </w:tc>
      </w:tr>
      <w:tr w:rsidR="00981F0E" w14:paraId="1C10287B" w14:textId="77777777" w:rsidTr="00981F0E">
        <w:tc>
          <w:tcPr>
            <w:tcW w:w="2678" w:type="dxa"/>
            <w:shd w:val="clear" w:color="auto" w:fill="FFFFFF"/>
          </w:tcPr>
          <w:p w14:paraId="3EBC0624" w14:textId="7C909FA0" w:rsidR="00981F0E" w:rsidRPr="00981F0E" w:rsidRDefault="00981F0E" w:rsidP="00981F0E">
            <w:pPr>
              <w:pStyle w:val="TableText"/>
            </w:pPr>
            <w:r w:rsidRPr="00AD186E">
              <w:t>Process Query</w:t>
            </w:r>
          </w:p>
        </w:tc>
        <w:tc>
          <w:tcPr>
            <w:tcW w:w="3802" w:type="dxa"/>
            <w:tcBorders>
              <w:right w:val="single" w:sz="4" w:space="0" w:color="auto"/>
            </w:tcBorders>
          </w:tcPr>
          <w:p w14:paraId="31F49101" w14:textId="77777777" w:rsidR="00981F0E" w:rsidRPr="00981F0E" w:rsidRDefault="00981F0E" w:rsidP="00981F0E">
            <w:pPr>
              <w:pStyle w:val="TableText"/>
            </w:pPr>
            <w:r w:rsidRPr="00AD186E">
              <w:t xml:space="preserve">Executing/Servicing Party </w:t>
            </w:r>
            <w:r w:rsidRPr="00981F0E">
              <w:t>processes the request.</w:t>
            </w:r>
          </w:p>
          <w:p w14:paraId="62EC2149" w14:textId="0E6B9F1E" w:rsidR="00981F0E" w:rsidRPr="00981F0E" w:rsidRDefault="00981F0E" w:rsidP="00981F0E">
            <w:pPr>
              <w:pStyle w:val="TableText"/>
            </w:pPr>
            <w:r w:rsidRPr="00AD186E">
              <w:lastRenderedPageBreak/>
              <w:t>In case the processing of the query take</w:t>
            </w:r>
            <w:r w:rsidRPr="00981F0E">
              <w:t>s too much time or cannot give any positive response, the Executing/Servicing Party sends an error message back to the Instructing Party with the error code and the related explanation.</w:t>
            </w:r>
          </w:p>
        </w:tc>
        <w:tc>
          <w:tcPr>
            <w:tcW w:w="1885" w:type="dxa"/>
            <w:tcBorders>
              <w:left w:val="single" w:sz="4" w:space="0" w:color="auto"/>
              <w:right w:val="single" w:sz="4" w:space="0" w:color="auto"/>
            </w:tcBorders>
          </w:tcPr>
          <w:p w14:paraId="17C5D885" w14:textId="69552B41" w:rsidR="00981F0E" w:rsidRPr="00981F0E" w:rsidRDefault="00981F0E" w:rsidP="00981F0E">
            <w:pPr>
              <w:pStyle w:val="TableText"/>
            </w:pPr>
            <w:r w:rsidRPr="00AD186E">
              <w:lastRenderedPageBreak/>
              <w:t>Executing/Servicing Party</w:t>
            </w:r>
          </w:p>
        </w:tc>
      </w:tr>
      <w:tr w:rsidR="00981F0E" w14:paraId="3DDEEEC0" w14:textId="77777777" w:rsidTr="00981F0E">
        <w:tc>
          <w:tcPr>
            <w:tcW w:w="2678" w:type="dxa"/>
            <w:shd w:val="clear" w:color="auto" w:fill="FFFFFF"/>
          </w:tcPr>
          <w:p w14:paraId="32EDB912" w14:textId="6B5CA380" w:rsidR="00981F0E" w:rsidRDefault="00981F0E" w:rsidP="00981F0E">
            <w:pPr>
              <w:pStyle w:val="TableText"/>
            </w:pPr>
            <w:r w:rsidRPr="00AD186E">
              <w:t>Response</w:t>
            </w:r>
          </w:p>
        </w:tc>
        <w:tc>
          <w:tcPr>
            <w:tcW w:w="3802" w:type="dxa"/>
            <w:tcBorders>
              <w:right w:val="single" w:sz="4" w:space="0" w:color="auto"/>
            </w:tcBorders>
          </w:tcPr>
          <w:p w14:paraId="64E1BED4" w14:textId="0C7C5BBD" w:rsidR="00981F0E" w:rsidRDefault="00981F0E" w:rsidP="00981F0E">
            <w:pPr>
              <w:pStyle w:val="TableText"/>
            </w:pPr>
            <w:r w:rsidRPr="00AD186E">
              <w:t>Executing/Services Party sends the response to the Instructing Party according to query results.</w:t>
            </w:r>
          </w:p>
        </w:tc>
        <w:tc>
          <w:tcPr>
            <w:tcW w:w="1885" w:type="dxa"/>
            <w:tcBorders>
              <w:left w:val="single" w:sz="4" w:space="0" w:color="auto"/>
              <w:right w:val="single" w:sz="4" w:space="0" w:color="auto"/>
            </w:tcBorders>
          </w:tcPr>
          <w:p w14:paraId="4362BC4F" w14:textId="11BB30DF" w:rsidR="00981F0E" w:rsidRDefault="00981F0E" w:rsidP="00981F0E">
            <w:pPr>
              <w:pStyle w:val="TableText"/>
            </w:pPr>
            <w:r w:rsidRPr="00AD186E">
              <w:t>Executing/Servicing Party</w:t>
            </w:r>
          </w:p>
        </w:tc>
      </w:tr>
      <w:tr w:rsidR="00981F0E" w14:paraId="5DA13577" w14:textId="77777777" w:rsidTr="00981F0E">
        <w:tc>
          <w:tcPr>
            <w:tcW w:w="2678" w:type="dxa"/>
            <w:shd w:val="clear" w:color="auto" w:fill="FFFFFF"/>
          </w:tcPr>
          <w:p w14:paraId="2C7A239A" w14:textId="0E6C871C" w:rsidR="00981F0E" w:rsidRDefault="00981F0E" w:rsidP="00981F0E">
            <w:pPr>
              <w:pStyle w:val="TableText"/>
            </w:pPr>
            <w:r w:rsidRPr="00AD186E">
              <w:t xml:space="preserve">Monitor </w:t>
            </w:r>
            <w:r>
              <w:t>P</w:t>
            </w:r>
            <w:r w:rsidRPr="00AD186E">
              <w:t>roce</w:t>
            </w:r>
            <w:r>
              <w:t>s</w:t>
            </w:r>
            <w:r w:rsidRPr="00AD186E">
              <w:t>s</w:t>
            </w:r>
          </w:p>
        </w:tc>
        <w:tc>
          <w:tcPr>
            <w:tcW w:w="3802" w:type="dxa"/>
            <w:tcBorders>
              <w:right w:val="single" w:sz="4" w:space="0" w:color="auto"/>
            </w:tcBorders>
          </w:tcPr>
          <w:p w14:paraId="64B49B57" w14:textId="7457126A" w:rsidR="00981F0E" w:rsidRDefault="00981F0E" w:rsidP="00981F0E">
            <w:pPr>
              <w:pStyle w:val="TableText"/>
            </w:pPr>
            <w:r w:rsidRPr="00AD186E">
              <w:t>Instructing Party monitors the status of the instruction.</w:t>
            </w:r>
          </w:p>
        </w:tc>
        <w:tc>
          <w:tcPr>
            <w:tcW w:w="1885" w:type="dxa"/>
            <w:tcBorders>
              <w:left w:val="single" w:sz="4" w:space="0" w:color="auto"/>
              <w:right w:val="single" w:sz="4" w:space="0" w:color="auto"/>
            </w:tcBorders>
          </w:tcPr>
          <w:p w14:paraId="7FB854FC" w14:textId="5C504608" w:rsidR="00981F0E" w:rsidRDefault="00981F0E" w:rsidP="00981F0E">
            <w:pPr>
              <w:pStyle w:val="TableText"/>
            </w:pPr>
            <w:r w:rsidRPr="00AD186E">
              <w:t>Instructing Party</w:t>
            </w:r>
          </w:p>
        </w:tc>
      </w:tr>
    </w:tbl>
    <w:p w14:paraId="44798BE5" w14:textId="77777777" w:rsidR="00981F0E" w:rsidRPr="00AD186E" w:rsidRDefault="00981F0E" w:rsidP="00AD186E"/>
    <w:p w14:paraId="583A6CC7" w14:textId="77777777" w:rsidR="00AD186E" w:rsidRPr="00AD186E" w:rsidRDefault="00AD186E" w:rsidP="00AD186E">
      <w:pPr>
        <w:pStyle w:val="Heading3"/>
      </w:pPr>
      <w:bookmarkStart w:id="139" w:name="_Toc229214941"/>
      <w:bookmarkStart w:id="140" w:name="_Toc245875394"/>
      <w:bookmarkStart w:id="141" w:name="_Toc26791785"/>
      <w:r w:rsidRPr="00AD186E">
        <w:t>Statement process</w:t>
      </w:r>
      <w:bookmarkEnd w:id="139"/>
      <w:bookmarkEnd w:id="140"/>
      <w:bookmarkEnd w:id="141"/>
    </w:p>
    <w:p w14:paraId="546BE642" w14:textId="77777777" w:rsidR="00AD186E" w:rsidRPr="00AD186E" w:rsidRDefault="00AD186E" w:rsidP="00981F0E">
      <w:pPr>
        <w:pStyle w:val="Graphic"/>
      </w:pPr>
      <w:r w:rsidRPr="00AD186E">
        <w:object w:dxaOrig="9728" w:dyaOrig="6168" w14:anchorId="11680255">
          <v:shape id="_x0000_i1035" type="#_x0000_t75" style="width:335.25pt;height:211.5pt" o:ole="">
            <v:imagedata r:id="rId34" o:title=""/>
          </v:shape>
          <o:OLEObject Type="Embed" ProgID="Visio.Drawing.11" ShapeID="_x0000_i1035" DrawAspect="Content" ObjectID="_1772194481" r:id="rId35"/>
        </w:object>
      </w:r>
      <w:r w:rsidRPr="00AD186E">
        <w:t xml:space="preserve"> </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8"/>
        <w:gridCol w:w="3802"/>
        <w:gridCol w:w="1885"/>
      </w:tblGrid>
      <w:tr w:rsidR="00981F0E" w14:paraId="75731AD4" w14:textId="77777777" w:rsidTr="00CD4415">
        <w:trPr>
          <w:cantSplit/>
          <w:tblHeader/>
        </w:trPr>
        <w:tc>
          <w:tcPr>
            <w:tcW w:w="267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A99804E" w14:textId="77777777" w:rsidR="00981F0E" w:rsidRPr="00981F0E" w:rsidRDefault="00981F0E" w:rsidP="00981F0E">
            <w:pPr>
              <w:pStyle w:val="TableHeading"/>
            </w:pPr>
            <w:r>
              <w:t>Step</w:t>
            </w:r>
          </w:p>
        </w:tc>
        <w:tc>
          <w:tcPr>
            <w:tcW w:w="380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DDC260E" w14:textId="77777777" w:rsidR="00981F0E" w:rsidRPr="00981F0E" w:rsidRDefault="00981F0E" w:rsidP="00981F0E">
            <w:pPr>
              <w:pStyle w:val="TableHeading"/>
            </w:pPr>
            <w:r>
              <w:t>Description</w:t>
            </w:r>
          </w:p>
        </w:tc>
        <w:tc>
          <w:tcPr>
            <w:tcW w:w="188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1AC98EA" w14:textId="77777777" w:rsidR="00981F0E" w:rsidRPr="00981F0E" w:rsidRDefault="00981F0E" w:rsidP="00981F0E">
            <w:pPr>
              <w:pStyle w:val="TableHeading"/>
            </w:pPr>
            <w:r>
              <w:t>Initiator</w:t>
            </w:r>
          </w:p>
        </w:tc>
      </w:tr>
      <w:tr w:rsidR="00981F0E" w14:paraId="1F057645" w14:textId="77777777" w:rsidTr="00CD4415">
        <w:tc>
          <w:tcPr>
            <w:tcW w:w="2678" w:type="dxa"/>
            <w:shd w:val="clear" w:color="auto" w:fill="FFFFFF"/>
          </w:tcPr>
          <w:p w14:paraId="5BD91E57" w14:textId="77777777" w:rsidR="00981F0E" w:rsidRPr="00981F0E" w:rsidRDefault="00981F0E" w:rsidP="00981F0E">
            <w:pPr>
              <w:pStyle w:val="TableText"/>
            </w:pPr>
            <w:r w:rsidRPr="00AD186E">
              <w:t>Instruct</w:t>
            </w:r>
            <w:r w:rsidRPr="00981F0E">
              <w:t>ion</w:t>
            </w:r>
          </w:p>
        </w:tc>
        <w:tc>
          <w:tcPr>
            <w:tcW w:w="3802" w:type="dxa"/>
            <w:tcBorders>
              <w:right w:val="single" w:sz="4" w:space="0" w:color="auto"/>
            </w:tcBorders>
          </w:tcPr>
          <w:p w14:paraId="14F9B73F" w14:textId="2AB4DCF2" w:rsidR="00981F0E" w:rsidRPr="00981F0E" w:rsidRDefault="00981F0E" w:rsidP="00981F0E">
            <w:pPr>
              <w:pStyle w:val="TableText"/>
            </w:pPr>
            <w:r w:rsidRPr="00981F0E">
              <w:t>Instructing Party might instruct Executing/Servicing Party to run a statement.</w:t>
            </w:r>
          </w:p>
          <w:p w14:paraId="336DDC07" w14:textId="4AF7A967" w:rsidR="00981F0E" w:rsidRPr="00981F0E" w:rsidRDefault="00981F0E" w:rsidP="00981F0E">
            <w:pPr>
              <w:pStyle w:val="TableText"/>
            </w:pPr>
            <w:r w:rsidRPr="00AD186E">
              <w:t>This is not covered by the current process as NO message will be created to cover this.</w:t>
            </w:r>
          </w:p>
        </w:tc>
        <w:tc>
          <w:tcPr>
            <w:tcW w:w="1885" w:type="dxa"/>
            <w:tcBorders>
              <w:left w:val="single" w:sz="4" w:space="0" w:color="auto"/>
              <w:right w:val="single" w:sz="4" w:space="0" w:color="auto"/>
            </w:tcBorders>
          </w:tcPr>
          <w:p w14:paraId="189ECC04" w14:textId="77777777" w:rsidR="00981F0E" w:rsidRPr="00981F0E" w:rsidRDefault="00981F0E" w:rsidP="00981F0E">
            <w:pPr>
              <w:pStyle w:val="TableText"/>
            </w:pPr>
            <w:r w:rsidRPr="00AD186E">
              <w:t>Instructing Party</w:t>
            </w:r>
          </w:p>
        </w:tc>
      </w:tr>
      <w:tr w:rsidR="00981F0E" w14:paraId="254B66B0" w14:textId="77777777" w:rsidTr="00CD4415">
        <w:tc>
          <w:tcPr>
            <w:tcW w:w="2678" w:type="dxa"/>
            <w:shd w:val="clear" w:color="auto" w:fill="FFFFFF"/>
          </w:tcPr>
          <w:p w14:paraId="2F96ED1D" w14:textId="6598A164" w:rsidR="00981F0E" w:rsidRPr="00981F0E" w:rsidRDefault="00981F0E" w:rsidP="00981F0E">
            <w:pPr>
              <w:pStyle w:val="TableText"/>
            </w:pPr>
            <w:r w:rsidRPr="00AD186E">
              <w:t>Process Statement</w:t>
            </w:r>
          </w:p>
        </w:tc>
        <w:tc>
          <w:tcPr>
            <w:tcW w:w="3802" w:type="dxa"/>
            <w:tcBorders>
              <w:right w:val="single" w:sz="4" w:space="0" w:color="auto"/>
            </w:tcBorders>
          </w:tcPr>
          <w:p w14:paraId="1A7BFC58" w14:textId="311CFB97" w:rsidR="00981F0E" w:rsidRPr="00981F0E" w:rsidRDefault="00981F0E" w:rsidP="00981F0E">
            <w:pPr>
              <w:pStyle w:val="TableText"/>
            </w:pPr>
            <w:r w:rsidRPr="00AD186E">
              <w:t>Executing/Servicing Party process</w:t>
            </w:r>
            <w:r w:rsidRPr="00981F0E">
              <w:t>es the statement.</w:t>
            </w:r>
          </w:p>
        </w:tc>
        <w:tc>
          <w:tcPr>
            <w:tcW w:w="1885" w:type="dxa"/>
            <w:tcBorders>
              <w:left w:val="single" w:sz="4" w:space="0" w:color="auto"/>
              <w:right w:val="single" w:sz="4" w:space="0" w:color="auto"/>
            </w:tcBorders>
          </w:tcPr>
          <w:p w14:paraId="218C7AB0" w14:textId="77777777" w:rsidR="00981F0E" w:rsidRPr="00981F0E" w:rsidRDefault="00981F0E" w:rsidP="00981F0E">
            <w:pPr>
              <w:pStyle w:val="TableText"/>
            </w:pPr>
            <w:r w:rsidRPr="00AD186E">
              <w:t>Executing/Servicing Party</w:t>
            </w:r>
          </w:p>
        </w:tc>
      </w:tr>
      <w:tr w:rsidR="00981F0E" w14:paraId="2B9E0D83" w14:textId="77777777" w:rsidTr="00CD4415">
        <w:tc>
          <w:tcPr>
            <w:tcW w:w="2678" w:type="dxa"/>
            <w:shd w:val="clear" w:color="auto" w:fill="FFFFFF"/>
          </w:tcPr>
          <w:p w14:paraId="58AF42FB" w14:textId="72543EFD" w:rsidR="00981F0E" w:rsidRDefault="00981F0E" w:rsidP="00981F0E">
            <w:pPr>
              <w:pStyle w:val="TableText"/>
            </w:pPr>
            <w:r w:rsidRPr="00AD186E">
              <w:t>Reporting</w:t>
            </w:r>
          </w:p>
        </w:tc>
        <w:tc>
          <w:tcPr>
            <w:tcW w:w="3802" w:type="dxa"/>
            <w:tcBorders>
              <w:right w:val="single" w:sz="4" w:space="0" w:color="auto"/>
            </w:tcBorders>
          </w:tcPr>
          <w:p w14:paraId="56A9773E" w14:textId="603790CE" w:rsidR="00981F0E" w:rsidRDefault="00981F0E" w:rsidP="00981F0E">
            <w:pPr>
              <w:pStyle w:val="TableText"/>
            </w:pPr>
            <w:r w:rsidRPr="00AD186E">
              <w:t>Executing/Servicing Party sends the statement to the Instructing Party.</w:t>
            </w:r>
          </w:p>
        </w:tc>
        <w:tc>
          <w:tcPr>
            <w:tcW w:w="1885" w:type="dxa"/>
            <w:tcBorders>
              <w:left w:val="single" w:sz="4" w:space="0" w:color="auto"/>
              <w:right w:val="single" w:sz="4" w:space="0" w:color="auto"/>
            </w:tcBorders>
          </w:tcPr>
          <w:p w14:paraId="3E505A1E" w14:textId="77777777" w:rsidR="00981F0E" w:rsidRDefault="00981F0E" w:rsidP="00981F0E">
            <w:pPr>
              <w:pStyle w:val="TableText"/>
            </w:pPr>
            <w:r w:rsidRPr="00AD186E">
              <w:t>Executing/Servicing Party</w:t>
            </w:r>
          </w:p>
        </w:tc>
      </w:tr>
      <w:tr w:rsidR="00981F0E" w14:paraId="360C3EA7" w14:textId="77777777" w:rsidTr="00CD4415">
        <w:tc>
          <w:tcPr>
            <w:tcW w:w="2678" w:type="dxa"/>
            <w:shd w:val="clear" w:color="auto" w:fill="FFFFFF"/>
          </w:tcPr>
          <w:p w14:paraId="6979218B" w14:textId="77777777" w:rsidR="00981F0E" w:rsidRDefault="00981F0E" w:rsidP="00981F0E">
            <w:pPr>
              <w:pStyle w:val="TableText"/>
            </w:pPr>
            <w:r w:rsidRPr="00AD186E">
              <w:t xml:space="preserve">Monitor </w:t>
            </w:r>
            <w:r>
              <w:t>P</w:t>
            </w:r>
            <w:r w:rsidRPr="00AD186E">
              <w:t>roce</w:t>
            </w:r>
            <w:r>
              <w:t>s</w:t>
            </w:r>
            <w:r w:rsidRPr="00AD186E">
              <w:t>s</w:t>
            </w:r>
          </w:p>
        </w:tc>
        <w:tc>
          <w:tcPr>
            <w:tcW w:w="3802" w:type="dxa"/>
            <w:tcBorders>
              <w:right w:val="single" w:sz="4" w:space="0" w:color="auto"/>
            </w:tcBorders>
          </w:tcPr>
          <w:p w14:paraId="6708D239" w14:textId="14FA227B" w:rsidR="00981F0E" w:rsidRDefault="00981F0E" w:rsidP="00981F0E">
            <w:pPr>
              <w:pStyle w:val="TableText"/>
            </w:pPr>
            <w:r w:rsidRPr="00AD186E">
              <w:t>Instructing Party monitors the status of the instruction.</w:t>
            </w:r>
          </w:p>
        </w:tc>
        <w:tc>
          <w:tcPr>
            <w:tcW w:w="1885" w:type="dxa"/>
            <w:tcBorders>
              <w:left w:val="single" w:sz="4" w:space="0" w:color="auto"/>
              <w:right w:val="single" w:sz="4" w:space="0" w:color="auto"/>
            </w:tcBorders>
          </w:tcPr>
          <w:p w14:paraId="5875B0CB" w14:textId="77777777" w:rsidR="00981F0E" w:rsidRDefault="00981F0E" w:rsidP="00981F0E">
            <w:pPr>
              <w:pStyle w:val="TableText"/>
            </w:pPr>
            <w:r w:rsidRPr="00AD186E">
              <w:t>Instructing Party</w:t>
            </w:r>
          </w:p>
        </w:tc>
      </w:tr>
    </w:tbl>
    <w:p w14:paraId="7CCF70CB" w14:textId="77777777" w:rsidR="00AD186E" w:rsidRPr="00A35A86" w:rsidRDefault="00AD186E" w:rsidP="00A35A86"/>
    <w:p w14:paraId="048B6CD0" w14:textId="77777777" w:rsidR="00B5372E" w:rsidRDefault="00B5372E" w:rsidP="00A8050C">
      <w:pPr>
        <w:pStyle w:val="Heading1"/>
      </w:pPr>
      <w:bookmarkStart w:id="142" w:name="_Toc161581648"/>
      <w:proofErr w:type="spellStart"/>
      <w:r w:rsidRPr="00863CED">
        <w:lastRenderedPageBreak/>
        <w:t>BusinessTransactions</w:t>
      </w:r>
      <w:bookmarkEnd w:id="142"/>
      <w:proofErr w:type="spellEnd"/>
    </w:p>
    <w:p w14:paraId="73DA13D8" w14:textId="77777777" w:rsidR="00A72CAE" w:rsidRDefault="00A72CAE" w:rsidP="00A72CAE">
      <w:r w:rsidRPr="00A72CAE">
        <w:t xml:space="preserve">This section describes the message flows based on the activity diagrams documented above. It shows the typical exchanges of information in the context of a </w:t>
      </w:r>
      <w:proofErr w:type="spellStart"/>
      <w:r w:rsidRPr="00A72CAE">
        <w:t>BusinessTransaction</w:t>
      </w:r>
      <w:proofErr w:type="spellEnd"/>
      <w:r w:rsidRPr="00A72CAE">
        <w:t>.</w:t>
      </w:r>
    </w:p>
    <w:p w14:paraId="08869E7E" w14:textId="77777777" w:rsidR="00270CA4" w:rsidRPr="00270CA4" w:rsidRDefault="00270CA4" w:rsidP="00270CA4">
      <w:pPr>
        <w:pStyle w:val="Heading2"/>
      </w:pPr>
      <w:bookmarkStart w:id="143" w:name="_Toc26791787"/>
      <w:bookmarkStart w:id="144" w:name="_Toc161581649"/>
      <w:r w:rsidRPr="00270CA4">
        <w:t>Creation Process</w:t>
      </w:r>
      <w:bookmarkEnd w:id="143"/>
      <w:bookmarkEnd w:id="144"/>
    </w:p>
    <w:p w14:paraId="2F7AF3AF" w14:textId="77777777" w:rsidR="00270CA4" w:rsidRPr="00270CA4" w:rsidRDefault="00270CA4" w:rsidP="00270CA4">
      <w:pPr>
        <w:pStyle w:val="Heading3"/>
      </w:pPr>
      <w:bookmarkStart w:id="145" w:name="_Toc26791788"/>
      <w:r w:rsidRPr="00270CA4">
        <w:t>Confirmation Scenario</w:t>
      </w:r>
      <w:bookmarkEnd w:id="145"/>
    </w:p>
    <w:p w14:paraId="1AE344FD" w14:textId="77777777" w:rsidR="00270CA4" w:rsidRPr="00270CA4" w:rsidRDefault="00270CA4" w:rsidP="00270CA4">
      <w:r w:rsidRPr="00270CA4">
        <w:t>Applies when the instruction sent by the Instructing Party is processed and confirmed by the Executing/Servicing Party.</w:t>
      </w:r>
    </w:p>
    <w:p w14:paraId="1BDA4B2B" w14:textId="77777777" w:rsidR="00270CA4" w:rsidRPr="00270CA4" w:rsidRDefault="00270CA4" w:rsidP="00270CA4"/>
    <w:p w14:paraId="20827F5F" w14:textId="50474D4A" w:rsidR="00270CA4" w:rsidRPr="00270CA4" w:rsidRDefault="00000000" w:rsidP="00D65FF0">
      <w:pPr>
        <w:pStyle w:val="Graphic"/>
      </w:pPr>
      <w:r>
        <w:pict w14:anchorId="60FDC679">
          <v:group id="Area di disegno 178" o:spid="_x0000_s2163" editas="canvas" style="width:429.05pt;height:166.6pt;mso-position-horizontal-relative:char;mso-position-vertical-relative:line" coordsize="54489,21158">
            <v:shape id="_x0000_s2164" type="#_x0000_t75" style="position:absolute;width:54489;height:21158;visibility:visible;mso-wrap-style:square">
              <v:fill o:detectmouseclick="t"/>
              <v:path o:connecttype="none"/>
            </v:shape>
            <v:shapetype id="_x0000_t202" coordsize="21600,21600" o:spt="202" path="m,l,21600r21600,l21600,xe">
              <v:stroke joinstyle="miter"/>
              <v:path gradientshapeok="t" o:connecttype="rect"/>
            </v:shapetype>
            <v:shape id="Text Box 7" o:spid="_x0000_s2165" type="#_x0000_t202" style="position:absolute;left:9394;top:1695;width:1124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" filled="f" fillcolor="#bbe0e3" stroked="f">
              <v:textbox style="mso-next-textbox:#Text Box 7">
                <w:txbxContent>
                  <w:p w14:paraId="67DA1AD0" w14:textId="77777777" w:rsidR="00270CA4" w:rsidRPr="00071F4C" w:rsidRDefault="00270CA4" w:rsidP="00270CA4">
                    <w:pPr>
                      <w:autoSpaceDE w:val="0"/>
                      <w:autoSpaceDN w:val="0"/>
                      <w:adjustRightInd w:val="0"/>
                      <w:spacing w:before="0"/>
                      <w:rPr>
                        <w:rFonts w:cs="Arial"/>
                        <w:b/>
                        <w:bCs/>
                        <w:i/>
                        <w:iCs/>
                        <w:color w:val="000000"/>
                        <w:sz w:val="18"/>
                        <w:szCs w:val="18"/>
                        <w:u w:val="single"/>
                      </w:rPr>
                    </w:pPr>
                    <w:r w:rsidRPr="00071F4C">
                      <w:rPr>
                        <w:rFonts w:cs="Arial"/>
                        <w:b/>
                        <w:bCs/>
                        <w:i/>
                        <w:iCs/>
                        <w:color w:val="000000"/>
                        <w:sz w:val="18"/>
                        <w:szCs w:val="18"/>
                        <w:u w:val="single"/>
                      </w:rPr>
                      <w:t>Creation Process</w:t>
                    </w:r>
                  </w:p>
                </w:txbxContent>
              </v:textbox>
            </v:shape>
            <v:shape id="Picture 15" o:spid="_x0000_s2166" type="#_x0000_t75" style="position:absolute;width:8876;height:209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" fillcolor="#bbe0e3">
              <v:imagedata r:id="rId36" o:title=""/>
            </v:shape>
            <v:shape id="Picture 16" o:spid="_x0000_s2167" type="#_x0000_t75" style="position:absolute;left:45411;top:92;width:9078;height:210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" fillcolor="#bbe0e3">
              <v:imagedata r:id="rId37" o:title=""/>
            </v:shape>
            <v:shape id="Text Box 17" o:spid="_x0000_s2168" type="#_x0000_t202" style="position:absolute;left:13021;top:13808;width:29992;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" filled="f" fillcolor="#bbe0e3" stroked="f">
              <v:textbox style="mso-next-textbox:#Text Box 17">
                <w:txbxContent>
                  <w:p w14:paraId="7D366350" w14:textId="77777777" w:rsidR="00270CA4" w:rsidRPr="00071F4C" w:rsidRDefault="00270CA4" w:rsidP="00270CA4">
                    <w:pPr>
                      <w:autoSpaceDE w:val="0"/>
                      <w:autoSpaceDN w:val="0"/>
                      <w:adjustRightInd w:val="0"/>
                      <w:spacing w:before="0"/>
                      <w:rPr>
                        <w:rFonts w:cs="Arial"/>
                        <w:color w:val="000000"/>
                        <w:sz w:val="18"/>
                        <w:szCs w:val="18"/>
                      </w:rPr>
                    </w:pPr>
                    <w:r w:rsidRPr="005771D6">
                      <w:rPr>
                        <w:rFonts w:cs="Arial"/>
                        <w:color w:val="000000"/>
                        <w:sz w:val="18"/>
                        <w:szCs w:val="18"/>
                      </w:rPr>
                      <w:t>Securities Account Status Advice (reda.020)</w:t>
                    </w:r>
                    <w:r>
                      <w:rPr>
                        <w:rFonts w:cs="Arial"/>
                        <w:color w:val="000000"/>
                        <w:sz w:val="18"/>
                        <w:szCs w:val="18"/>
                      </w:rPr>
                      <w:t>: QUEUED</w:t>
                    </w:r>
                  </w:p>
                </w:txbxContent>
              </v:textbox>
            </v:shape>
            <v:line id="Line 18" o:spid="_x0000_s2169" style="position:absolute;flip:x y;visibility:visible;mso-wrap-style:square" from="43013,14951" to="45411,149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">
              <v:stroke dashstyle="dash"/>
            </v:line>
            <v:line id="Line 19" o:spid="_x0000_s2170" style="position:absolute;flip:x;visibility:visible;mso-wrap-style:square" from="8876,15059" to="13002,150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">
              <v:stroke dashstyle="dash" endarrow="block"/>
            </v:line>
            <v:shape id="Text Box 20" o:spid="_x0000_s2171" type="#_x0000_t202" style="position:absolute;left:12216;top:17414;width:3210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" filled="f" fillcolor="#bbe0e3" stroked="f">
              <v:textbox style="mso-next-textbox:#Text Box 20">
                <w:txbxContent>
                  <w:p w14:paraId="7B89919F" w14:textId="77777777" w:rsidR="00270CA4" w:rsidRPr="00071F4C" w:rsidRDefault="00270CA4" w:rsidP="00270CA4">
                    <w:pPr>
                      <w:autoSpaceDE w:val="0"/>
                      <w:autoSpaceDN w:val="0"/>
                      <w:adjustRightInd w:val="0"/>
                      <w:spacing w:before="0"/>
                      <w:rPr>
                        <w:rFonts w:cs="Arial"/>
                        <w:color w:val="000000"/>
                        <w:sz w:val="18"/>
                        <w:szCs w:val="18"/>
                      </w:rPr>
                    </w:pPr>
                    <w:r w:rsidRPr="005771D6">
                      <w:rPr>
                        <w:rFonts w:cs="Arial"/>
                        <w:color w:val="000000"/>
                        <w:sz w:val="18"/>
                        <w:szCs w:val="18"/>
                      </w:rPr>
                      <w:t>Securities Account Status Advice (reda.020)</w:t>
                    </w:r>
                    <w:r>
                      <w:rPr>
                        <w:rFonts w:cs="Arial"/>
                        <w:color w:val="000000"/>
                        <w:sz w:val="18"/>
                        <w:szCs w:val="18"/>
                      </w:rPr>
                      <w:t>: COMPLETED</w:t>
                    </w:r>
                  </w:p>
                  <w:p w14:paraId="67A48DC6" w14:textId="77777777" w:rsidR="00270CA4" w:rsidRPr="00071F4C" w:rsidRDefault="00270CA4" w:rsidP="00270CA4">
                    <w:pPr>
                      <w:autoSpaceDE w:val="0"/>
                      <w:autoSpaceDN w:val="0"/>
                      <w:adjustRightInd w:val="0"/>
                      <w:spacing w:before="0"/>
                      <w:rPr>
                        <w:rFonts w:cs="Arial"/>
                        <w:color w:val="000000"/>
                        <w:sz w:val="18"/>
                        <w:szCs w:val="18"/>
                      </w:rPr>
                    </w:pPr>
                    <w:r w:rsidRPr="00071F4C">
                      <w:rPr>
                        <w:rFonts w:cs="Arial"/>
                        <w:color w:val="000000"/>
                        <w:sz w:val="18"/>
                        <w:szCs w:val="18"/>
                      </w:rPr>
                      <w:t>COMPLETED</w:t>
                    </w:r>
                  </w:p>
                </w:txbxContent>
              </v:textbox>
            </v:shape>
            <v:line id="Line 21" o:spid="_x0000_s2172" style="position:absolute;flip:x y;visibility:visible;mso-wrap-style:square" from="44319,18557" to="45357,186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"/>
            <v:line id="Line 22" o:spid="_x0000_s2173" style="position:absolute;flip:x;visibility:visible;mso-wrap-style:square" from="8845,18703" to="13002,187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">
              <v:stroke endarrow="block"/>
            </v:line>
            <v:shape id="Text Box 5" o:spid="_x0000_s2174" type="#_x0000_t202" style="position:absolute;left:14718;top:4616;width:27637;height:3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" filled="f" fillcolor="#bbe0e3" stroked="f">
              <v:textbox style="mso-next-textbox:#Text Box 5">
                <w:txbxContent>
                  <w:p w14:paraId="5D8BA4DA" w14:textId="77777777" w:rsidR="00270CA4" w:rsidRPr="003949BF" w:rsidRDefault="00270CA4" w:rsidP="00D65FF0">
                    <w:pPr>
                      <w:pStyle w:val="Graphic"/>
                    </w:pPr>
                    <w:r w:rsidRPr="007001B5">
                      <w:t>Securities Account Creation Request (reda.018)</w:t>
                    </w:r>
                  </w:p>
                </w:txbxContent>
              </v:textbox>
            </v:shape>
            <v:line id="Line 8" o:spid="_x0000_s2175" style="position:absolute;visibility:visible;mso-wrap-style:square" from="40599,6764" to="44612,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">
              <v:stroke endarrow="block"/>
            </v:line>
            <v:line id="Line 9" o:spid="_x0000_s2176" style="position:absolute;flip:x;visibility:visible;mso-wrap-style:square" from="8601,6764" to="14640,67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"/>
            <w10:anchorlock/>
          </v:group>
        </w:pict>
      </w:r>
    </w:p>
    <w:p w14:paraId="495D35AE" w14:textId="77777777" w:rsidR="00270CA4" w:rsidRPr="00270CA4" w:rsidRDefault="00270CA4" w:rsidP="00D65FF0">
      <w:pPr>
        <w:pStyle w:val="BlockLabel"/>
      </w:pPr>
      <w:r w:rsidRPr="00270CA4">
        <w:t>Securities Account Creation Request</w:t>
      </w:r>
    </w:p>
    <w:p w14:paraId="17E129B5" w14:textId="77777777" w:rsidR="00270CA4" w:rsidRPr="00270CA4" w:rsidRDefault="00270CA4" w:rsidP="00270CA4">
      <w:r w:rsidRPr="00270CA4">
        <w:t xml:space="preserve">The Instructing Party sends the instruction to the Executing/Servicing Party to create a new securities account. This instruction contains information that clearly identify the securities account. </w:t>
      </w:r>
    </w:p>
    <w:p w14:paraId="1222DBB3" w14:textId="77777777" w:rsidR="00D65FF0" w:rsidRPr="00270CA4" w:rsidRDefault="00270CA4" w:rsidP="00D65FF0">
      <w:pPr>
        <w:pStyle w:val="BlockLabel"/>
      </w:pPr>
      <w:r w:rsidRPr="00270CA4">
        <w:t>Securities Account Status Advice</w:t>
      </w:r>
    </w:p>
    <w:p w14:paraId="7560506B" w14:textId="5E531F64" w:rsidR="00270CA4" w:rsidRDefault="00270CA4" w:rsidP="00D65FF0">
      <w:r w:rsidRPr="00270CA4">
        <w:t>The Executing/Servicing Party informs the Instructing Party about the lifecycle of its instruction with the following statuses:</w:t>
      </w:r>
    </w:p>
    <w:p w14:paraId="58F1CAAE" w14:textId="77777777" w:rsidR="00D65FF0" w:rsidRPr="00270CA4" w:rsidRDefault="00D65FF0" w:rsidP="00D65FF0"/>
    <w:p w14:paraId="3861570F" w14:textId="1FC34EDC" w:rsidR="00270CA4" w:rsidRDefault="00270CA4" w:rsidP="00AA5207">
      <w:pPr>
        <w:pStyle w:val="TableBullet"/>
      </w:pPr>
      <w:r w:rsidRPr="00725EC8">
        <w:rPr>
          <w:rStyle w:val="Strong"/>
          <w:b w:val="0"/>
          <w:bCs w:val="0"/>
        </w:rPr>
        <w:t>Queued</w:t>
      </w:r>
      <w:r w:rsidR="00725EC8">
        <w:rPr>
          <w:rStyle w:val="Strong"/>
        </w:rPr>
        <w:br/>
      </w:r>
      <w:r w:rsidRPr="00270CA4">
        <w:t xml:space="preserve">The Executing/Servicing Party might inform the Instructing party that the processing of Securities Account Creation Request has been delayed. In case of </w:t>
      </w:r>
      <w:proofErr w:type="gramStart"/>
      <w:r w:rsidRPr="00270CA4">
        <w:t>e.g.</w:t>
      </w:r>
      <w:proofErr w:type="gramEnd"/>
      <w:r w:rsidRPr="00270CA4">
        <w:t xml:space="preserve"> a night-time cycle is running.</w:t>
      </w:r>
    </w:p>
    <w:p w14:paraId="0232CE6C" w14:textId="77777777" w:rsidR="00725EC8" w:rsidRDefault="00725EC8" w:rsidP="00725EC8">
      <w:pPr>
        <w:pStyle w:val="TableBullet"/>
        <w:numPr>
          <w:ilvl w:val="0"/>
          <w:numId w:val="0"/>
        </w:numPr>
        <w:ind w:left="284"/>
      </w:pPr>
    </w:p>
    <w:p w14:paraId="38D56257" w14:textId="552C310B" w:rsidR="00270CA4" w:rsidRPr="00270CA4" w:rsidRDefault="00725EC8" w:rsidP="00873161">
      <w:pPr>
        <w:pStyle w:val="TableBullet"/>
      </w:pPr>
      <w:r>
        <w:t>Completed</w:t>
      </w:r>
      <w:r>
        <w:br/>
      </w:r>
      <w:r w:rsidR="00270CA4" w:rsidRPr="00270CA4">
        <w:t>The Executing/Servicing Party informs the Instructing party that the Securities Account Creation Request has been successfully processed. The Executing/Servicing Party present to the Instructing Party the identification of the Securities Account that has been processed.</w:t>
      </w:r>
    </w:p>
    <w:p w14:paraId="69EBA945" w14:textId="77777777" w:rsidR="00270CA4" w:rsidRPr="00270CA4" w:rsidRDefault="00270CA4" w:rsidP="00D65FF0">
      <w:pPr>
        <w:pStyle w:val="Heading3newpage"/>
      </w:pPr>
      <w:bookmarkStart w:id="146" w:name="_Toc26791789"/>
      <w:r w:rsidRPr="00270CA4">
        <w:lastRenderedPageBreak/>
        <w:t>Rejection Scenario</w:t>
      </w:r>
      <w:bookmarkEnd w:id="146"/>
    </w:p>
    <w:p w14:paraId="10C9B2D5" w14:textId="77777777" w:rsidR="00270CA4" w:rsidRPr="00270CA4" w:rsidRDefault="00270CA4" w:rsidP="00270CA4">
      <w:r w:rsidRPr="00270CA4">
        <w:t>Applies when the instruction sent by the Instructing Party is rejected by the Executing/Servicing Party.</w:t>
      </w:r>
    </w:p>
    <w:p w14:paraId="24DE4509" w14:textId="2A139BFB" w:rsidR="00270CA4" w:rsidRPr="00270CA4" w:rsidRDefault="00000000" w:rsidP="00D65FF0">
      <w:pPr>
        <w:pStyle w:val="Graphic"/>
      </w:pPr>
      <w:r>
        <w:pict w14:anchorId="7B4EEDC4">
          <v:group id="Area di disegno 31" o:spid="_x0000_s2149" editas="canvas" style="width:429.05pt;height:166.6pt;mso-position-horizontal-relative:char;mso-position-vertical-relative:line" coordsize="54489,21158">
            <v:shape id="_x0000_s2150" type="#_x0000_t75" style="position:absolute;width:54489;height:21158;visibility:visible;mso-wrap-style:square">
              <v:fill o:detectmouseclick="t"/>
              <v:path o:connecttype="none"/>
            </v:shape>
            <v:shape id="Text Box 7" o:spid="_x0000_s2151" type="#_x0000_t202" style="position:absolute;left:9394;top:1695;width:1124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" filled="f" fillcolor="#bbe0e3" stroked="f">
              <v:textbox>
                <w:txbxContent>
                  <w:p w14:paraId="23ED75DB" w14:textId="77777777" w:rsidR="00270CA4" w:rsidRPr="00071F4C" w:rsidRDefault="00270CA4" w:rsidP="00270CA4">
                    <w:pPr>
                      <w:autoSpaceDE w:val="0"/>
                      <w:autoSpaceDN w:val="0"/>
                      <w:adjustRightInd w:val="0"/>
                      <w:spacing w:before="0"/>
                      <w:rPr>
                        <w:rFonts w:cs="Arial"/>
                        <w:b/>
                        <w:bCs/>
                        <w:i/>
                        <w:iCs/>
                        <w:color w:val="000000"/>
                        <w:sz w:val="18"/>
                        <w:szCs w:val="18"/>
                        <w:u w:val="single"/>
                      </w:rPr>
                    </w:pPr>
                    <w:r w:rsidRPr="00071F4C">
                      <w:rPr>
                        <w:rFonts w:cs="Arial"/>
                        <w:b/>
                        <w:bCs/>
                        <w:i/>
                        <w:iCs/>
                        <w:color w:val="000000"/>
                        <w:sz w:val="18"/>
                        <w:szCs w:val="18"/>
                        <w:u w:val="single"/>
                      </w:rPr>
                      <w:t>Creation Process</w:t>
                    </w:r>
                  </w:p>
                </w:txbxContent>
              </v:textbox>
            </v:shape>
            <v:shape id="Picture 15" o:spid="_x0000_s2152" type="#_x0000_t75" style="position:absolute;width:8876;height:209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" fillcolor="#bbe0e3">
              <v:imagedata r:id="rId36" o:title=""/>
            </v:shape>
            <v:shape id="Picture 16" o:spid="_x0000_s2153" type="#_x0000_t75" style="position:absolute;left:45411;top:92;width:9078;height:210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" fillcolor="#bbe0e3">
              <v:imagedata r:id="rId37" o:title=""/>
            </v:shape>
            <v:shape id="Text Box 17" o:spid="_x0000_s2154" type="#_x0000_t202" style="position:absolute;left:13021;top:13808;width:29992;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" filled="f" fillcolor="#bbe0e3" stroked="f">
              <v:textbox>
                <w:txbxContent>
                  <w:p w14:paraId="0FA83098" w14:textId="77777777" w:rsidR="00270CA4" w:rsidRPr="00071F4C" w:rsidRDefault="00270CA4" w:rsidP="00270CA4">
                    <w:pPr>
                      <w:autoSpaceDE w:val="0"/>
                      <w:autoSpaceDN w:val="0"/>
                      <w:adjustRightInd w:val="0"/>
                      <w:spacing w:before="0"/>
                      <w:rPr>
                        <w:rFonts w:cs="Arial"/>
                        <w:color w:val="000000"/>
                        <w:sz w:val="18"/>
                        <w:szCs w:val="18"/>
                      </w:rPr>
                    </w:pPr>
                    <w:r w:rsidRPr="005771D6">
                      <w:rPr>
                        <w:rFonts w:cs="Arial"/>
                        <w:color w:val="000000"/>
                        <w:sz w:val="18"/>
                        <w:szCs w:val="18"/>
                      </w:rPr>
                      <w:t>Securities Account Status Advice (reda.020)</w:t>
                    </w:r>
                    <w:r>
                      <w:rPr>
                        <w:rFonts w:cs="Arial"/>
                        <w:color w:val="000000"/>
                        <w:sz w:val="18"/>
                        <w:szCs w:val="18"/>
                      </w:rPr>
                      <w:t>: QUEUED</w:t>
                    </w:r>
                  </w:p>
                </w:txbxContent>
              </v:textbox>
            </v:shape>
            <v:line id="Line 18" o:spid="_x0000_s2155" style="position:absolute;flip:x y;visibility:visible;mso-wrap-style:square" from="43013,14951" to="45411,149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">
              <v:stroke dashstyle="dash"/>
            </v:line>
            <v:line id="Line 19" o:spid="_x0000_s2156" style="position:absolute;flip:x;visibility:visible;mso-wrap-style:square" from="8876,15059" to="13002,150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">
              <v:stroke dashstyle="dash" endarrow="block"/>
            </v:line>
            <v:shape id="Text Box 20" o:spid="_x0000_s2157" type="#_x0000_t202" style="position:absolute;left:12362;top:17414;width:3182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" filled="f" fillcolor="#bbe0e3" stroked="f">
              <v:textbox>
                <w:txbxContent>
                  <w:p w14:paraId="045C210B" w14:textId="77777777" w:rsidR="00270CA4" w:rsidRPr="00071F4C" w:rsidRDefault="00270CA4" w:rsidP="00270CA4">
                    <w:pPr>
                      <w:autoSpaceDE w:val="0"/>
                      <w:autoSpaceDN w:val="0"/>
                      <w:adjustRightInd w:val="0"/>
                      <w:spacing w:before="0"/>
                      <w:rPr>
                        <w:rFonts w:cs="Arial"/>
                        <w:color w:val="000000"/>
                        <w:sz w:val="18"/>
                        <w:szCs w:val="18"/>
                      </w:rPr>
                    </w:pPr>
                    <w:r w:rsidRPr="005771D6">
                      <w:rPr>
                        <w:rFonts w:cs="Arial"/>
                        <w:color w:val="000000"/>
                        <w:sz w:val="18"/>
                        <w:szCs w:val="18"/>
                      </w:rPr>
                      <w:t>Securities Account Status Advice (reda.020)</w:t>
                    </w:r>
                    <w:r>
                      <w:rPr>
                        <w:rFonts w:cs="Arial"/>
                        <w:color w:val="000000"/>
                        <w:sz w:val="18"/>
                        <w:szCs w:val="18"/>
                      </w:rPr>
                      <w:t>: REJECTED</w:t>
                    </w:r>
                  </w:p>
                  <w:p w14:paraId="5D6C562C" w14:textId="77777777" w:rsidR="00270CA4" w:rsidRPr="00071F4C" w:rsidRDefault="00270CA4" w:rsidP="00270CA4">
                    <w:pPr>
                      <w:autoSpaceDE w:val="0"/>
                      <w:autoSpaceDN w:val="0"/>
                      <w:adjustRightInd w:val="0"/>
                      <w:spacing w:before="0"/>
                      <w:rPr>
                        <w:rFonts w:cs="Arial"/>
                        <w:color w:val="000000"/>
                        <w:sz w:val="18"/>
                        <w:szCs w:val="18"/>
                      </w:rPr>
                    </w:pPr>
                    <w:r w:rsidRPr="00071F4C">
                      <w:rPr>
                        <w:rFonts w:cs="Arial"/>
                        <w:color w:val="000000"/>
                        <w:sz w:val="18"/>
                        <w:szCs w:val="18"/>
                      </w:rPr>
                      <w:t>COMPLETED</w:t>
                    </w:r>
                  </w:p>
                </w:txbxContent>
              </v:textbox>
            </v:shape>
            <v:line id="Line 21" o:spid="_x0000_s2158" style="position:absolute;flip:x;visibility:visible;mso-wrap-style:square" from="43013,18603" to="45357,186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"/>
            <v:line id="Line 22" o:spid="_x0000_s2159" style="position:absolute;flip:x;visibility:visible;mso-wrap-style:square" from="8845,18703" to="13002,187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">
              <v:stroke endarrow="block"/>
            </v:line>
            <v:shape id="Text Box 5" o:spid="_x0000_s2160" type="#_x0000_t202" style="position:absolute;left:14718;top:4616;width:27637;height:3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" filled="f" fillcolor="#bbe0e3" stroked="f">
              <v:textbox>
                <w:txbxContent>
                  <w:p w14:paraId="53E91F50" w14:textId="77777777" w:rsidR="00270CA4" w:rsidRPr="003949BF" w:rsidRDefault="00270CA4" w:rsidP="00270CA4">
                    <w:pPr>
                      <w:pStyle w:val="NormalWeb"/>
                      <w:spacing w:before="140"/>
                    </w:pPr>
                    <w:r w:rsidRPr="007001B5">
                      <w:rPr>
                        <w:sz w:val="18"/>
                        <w:szCs w:val="18"/>
                      </w:rPr>
                      <w:t>Securities Account Creation Request (reda.018)</w:t>
                    </w:r>
                  </w:p>
                </w:txbxContent>
              </v:textbox>
            </v:shape>
            <v:line id="Line 8" o:spid="_x0000_s2161" style="position:absolute;visibility:visible;mso-wrap-style:square" from="40599,6764" to="44612,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">
              <v:stroke endarrow="block"/>
            </v:line>
            <v:line id="Line 9" o:spid="_x0000_s2162" style="position:absolute;flip:x;visibility:visible;mso-wrap-style:square" from="8601,6764" to="14640,67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"/>
            <w10:anchorlock/>
          </v:group>
        </w:pict>
      </w:r>
    </w:p>
    <w:p w14:paraId="0DC2D8DA" w14:textId="77777777" w:rsidR="00D65FF0" w:rsidRPr="00270CA4" w:rsidRDefault="00270CA4" w:rsidP="00D65FF0">
      <w:pPr>
        <w:pStyle w:val="BlockLabel"/>
      </w:pPr>
      <w:r w:rsidRPr="00270CA4">
        <w:t>Securities Account Creation Request</w:t>
      </w:r>
    </w:p>
    <w:p w14:paraId="5FBCC5AF" w14:textId="77777777" w:rsidR="00270CA4" w:rsidRPr="00270CA4" w:rsidRDefault="00270CA4" w:rsidP="00270CA4">
      <w:r w:rsidRPr="00270CA4">
        <w:t xml:space="preserve">The Instructing Party sends the instruction to the Executing/Servicing Party to create a new securities account. This instruction contains information that clearly identify the securities account. </w:t>
      </w:r>
    </w:p>
    <w:p w14:paraId="47161EB4" w14:textId="77777777" w:rsidR="00D65FF0" w:rsidRPr="00270CA4" w:rsidRDefault="00270CA4" w:rsidP="00D65FF0">
      <w:pPr>
        <w:pStyle w:val="BlockLabel"/>
      </w:pPr>
      <w:r w:rsidRPr="00270CA4">
        <w:t>Securities Account Status Advice</w:t>
      </w:r>
    </w:p>
    <w:p w14:paraId="4CADBB4E" w14:textId="77777777" w:rsidR="00270CA4" w:rsidRPr="00270CA4" w:rsidRDefault="00270CA4" w:rsidP="00270CA4">
      <w:r w:rsidRPr="00270CA4">
        <w:t>The Executing/Servicing Party informs the Instructing Party about the lifecycle of its instruction with the following statuses:</w:t>
      </w:r>
    </w:p>
    <w:p w14:paraId="47ED3C18" w14:textId="77777777" w:rsidR="00725EC8" w:rsidRDefault="00270CA4" w:rsidP="00A9699C">
      <w:pPr>
        <w:pStyle w:val="TableBullet"/>
      </w:pPr>
      <w:r w:rsidRPr="00270CA4">
        <w:t>Rejected</w:t>
      </w:r>
    </w:p>
    <w:p w14:paraId="1249F809" w14:textId="7C6C34F7" w:rsidR="00270CA4" w:rsidRPr="00270CA4" w:rsidRDefault="00270CA4" w:rsidP="00725EC8">
      <w:pPr>
        <w:pStyle w:val="TableBullet"/>
        <w:numPr>
          <w:ilvl w:val="0"/>
          <w:numId w:val="0"/>
        </w:numPr>
        <w:ind w:left="284"/>
      </w:pPr>
      <w:r w:rsidRPr="00270CA4">
        <w:t>The instruction did not pass validation, some reasons could be:</w:t>
      </w:r>
    </w:p>
    <w:p w14:paraId="3ABD1C47" w14:textId="6F20D36B" w:rsidR="00270CA4" w:rsidRPr="00270CA4" w:rsidRDefault="00270CA4" w:rsidP="00725EC8">
      <w:pPr>
        <w:pStyle w:val="ListBullet2"/>
      </w:pPr>
      <w:r w:rsidRPr="00270CA4">
        <w:t>the mandatory information is not present or incorrect,</w:t>
      </w:r>
    </w:p>
    <w:p w14:paraId="03F2B3AD" w14:textId="4BB1E89C" w:rsidR="00270CA4" w:rsidRPr="00270CA4" w:rsidRDefault="00270CA4" w:rsidP="00725EC8">
      <w:pPr>
        <w:pStyle w:val="ListBullet2"/>
      </w:pPr>
      <w:r w:rsidRPr="00270CA4">
        <w:t>the instruction is not a new occurrence,</w:t>
      </w:r>
    </w:p>
    <w:p w14:paraId="10E3AC32" w14:textId="22337385" w:rsidR="00270CA4" w:rsidRPr="00270CA4" w:rsidRDefault="00270CA4" w:rsidP="00725EC8">
      <w:pPr>
        <w:pStyle w:val="ListBullet2"/>
      </w:pPr>
      <w:r w:rsidRPr="00270CA4">
        <w:t xml:space="preserve">the instruction has already been received and is being processed. </w:t>
      </w:r>
    </w:p>
    <w:p w14:paraId="42518F2B" w14:textId="77777777" w:rsidR="00725EC8" w:rsidRDefault="00270CA4" w:rsidP="00725EC8">
      <w:pPr>
        <w:pStyle w:val="TableBullet"/>
        <w:numPr>
          <w:ilvl w:val="0"/>
          <w:numId w:val="0"/>
        </w:numPr>
        <w:ind w:left="284"/>
      </w:pPr>
      <w:r w:rsidRPr="00270CA4">
        <w:t>This instruction contains information that identifies the status and the reasons why the instruction is rejected. It is possible to have more than one reason for this status.</w:t>
      </w:r>
    </w:p>
    <w:p w14:paraId="3AC91943" w14:textId="77777777" w:rsidR="00725EC8" w:rsidRPr="00725EC8" w:rsidRDefault="00725EC8" w:rsidP="00725EC8">
      <w:pPr>
        <w:pStyle w:val="TableBullet"/>
        <w:numPr>
          <w:ilvl w:val="0"/>
          <w:numId w:val="0"/>
        </w:numPr>
        <w:ind w:left="284"/>
      </w:pPr>
    </w:p>
    <w:p w14:paraId="2921B567" w14:textId="317DB40A" w:rsidR="00270CA4" w:rsidRDefault="00270CA4" w:rsidP="008D07F8">
      <w:pPr>
        <w:pStyle w:val="TableBullet"/>
      </w:pPr>
      <w:r w:rsidRPr="00270CA4">
        <w:t>Queued</w:t>
      </w:r>
      <w:r w:rsidR="00725EC8">
        <w:br/>
      </w:r>
      <w:r w:rsidRPr="00270CA4">
        <w:t xml:space="preserve">The Executing/Servicing Party might inform the Instructing party that the processing of the Create Securities Account instruction has been delayed. In case of </w:t>
      </w:r>
      <w:proofErr w:type="gramStart"/>
      <w:r w:rsidRPr="00270CA4">
        <w:t>e.g.</w:t>
      </w:r>
      <w:proofErr w:type="gramEnd"/>
      <w:r w:rsidRPr="00270CA4">
        <w:t xml:space="preserve"> a night-time cycle is running.</w:t>
      </w:r>
    </w:p>
    <w:p w14:paraId="2D1D9719" w14:textId="77777777" w:rsidR="00725EC8" w:rsidRPr="00270CA4" w:rsidRDefault="00725EC8" w:rsidP="00725EC8">
      <w:pPr>
        <w:pStyle w:val="TableBullet"/>
        <w:numPr>
          <w:ilvl w:val="0"/>
          <w:numId w:val="0"/>
        </w:numPr>
        <w:ind w:left="284"/>
      </w:pPr>
    </w:p>
    <w:p w14:paraId="7E2C6CE8" w14:textId="77777777" w:rsidR="00725EC8" w:rsidRDefault="00270CA4" w:rsidP="00725EC8">
      <w:pPr>
        <w:pStyle w:val="TableBullet"/>
      </w:pPr>
      <w:r w:rsidRPr="00270CA4">
        <w:t>Rejected</w:t>
      </w:r>
    </w:p>
    <w:p w14:paraId="417C076D" w14:textId="77777777" w:rsidR="00725EC8" w:rsidRPr="00725EC8" w:rsidRDefault="00270CA4" w:rsidP="00725EC8">
      <w:pPr>
        <w:pStyle w:val="TableBullet"/>
        <w:numPr>
          <w:ilvl w:val="0"/>
          <w:numId w:val="0"/>
        </w:numPr>
        <w:ind w:left="284"/>
      </w:pPr>
      <w:r w:rsidRPr="00270CA4">
        <w:t>After the re-validation of the instruction, with the new set of data the current instruction did not pass validation, some reasons could be:</w:t>
      </w:r>
    </w:p>
    <w:p w14:paraId="1C659965" w14:textId="70F89F5C" w:rsidR="00270CA4" w:rsidRPr="00270CA4" w:rsidRDefault="00270CA4" w:rsidP="00725EC8">
      <w:pPr>
        <w:pStyle w:val="ListBullet2"/>
      </w:pPr>
      <w:r w:rsidRPr="00270CA4">
        <w:t>the mandatory information is not present or incorrect,</w:t>
      </w:r>
    </w:p>
    <w:p w14:paraId="00BA6C38" w14:textId="12D691C5" w:rsidR="00270CA4" w:rsidRPr="00270CA4" w:rsidRDefault="00270CA4" w:rsidP="00725EC8">
      <w:pPr>
        <w:pStyle w:val="ListBullet2"/>
      </w:pPr>
      <w:r w:rsidRPr="00270CA4">
        <w:t>the instruction is not a new occurrence,</w:t>
      </w:r>
    </w:p>
    <w:p w14:paraId="0AD6607C" w14:textId="2CE69D28" w:rsidR="00270CA4" w:rsidRPr="00270CA4" w:rsidRDefault="00270CA4" w:rsidP="00725EC8">
      <w:pPr>
        <w:pStyle w:val="ListBullet2"/>
      </w:pPr>
      <w:r w:rsidRPr="00270CA4">
        <w:t xml:space="preserve">the instruction has already been received and is being </w:t>
      </w:r>
      <w:proofErr w:type="gramStart"/>
      <w:r w:rsidRPr="00270CA4">
        <w:t>processed</w:t>
      </w:r>
      <w:proofErr w:type="gramEnd"/>
      <w:r w:rsidRPr="00270CA4">
        <w:t xml:space="preserve"> </w:t>
      </w:r>
    </w:p>
    <w:p w14:paraId="18D52E23" w14:textId="77777777" w:rsidR="00725EC8" w:rsidRPr="00725EC8" w:rsidRDefault="00270CA4" w:rsidP="00725EC8">
      <w:pPr>
        <w:pStyle w:val="TableBullet"/>
        <w:numPr>
          <w:ilvl w:val="0"/>
          <w:numId w:val="0"/>
        </w:numPr>
        <w:ind w:left="284"/>
      </w:pPr>
      <w:r w:rsidRPr="00270CA4">
        <w:t>This instruction contains information that identifies the status and the reasons why the instruction is rejected. It is possible to have more than one reason for this status.</w:t>
      </w:r>
    </w:p>
    <w:p w14:paraId="5D403B1B" w14:textId="4557B394" w:rsidR="00270CA4" w:rsidRPr="00270CA4" w:rsidRDefault="00270CA4" w:rsidP="00270CA4"/>
    <w:p w14:paraId="042859C9" w14:textId="77777777" w:rsidR="00270CA4" w:rsidRPr="00270CA4" w:rsidRDefault="00270CA4" w:rsidP="00270CA4"/>
    <w:p w14:paraId="1B091D15" w14:textId="77777777" w:rsidR="00270CA4" w:rsidRPr="00270CA4" w:rsidRDefault="00270CA4" w:rsidP="00270CA4"/>
    <w:p w14:paraId="47AD76C9" w14:textId="77777777" w:rsidR="00270CA4" w:rsidRPr="00270CA4" w:rsidRDefault="00270CA4" w:rsidP="00270CA4"/>
    <w:p w14:paraId="64B2D3C9" w14:textId="77777777" w:rsidR="00270CA4" w:rsidRPr="00270CA4" w:rsidRDefault="00270CA4" w:rsidP="00270CA4">
      <w:pPr>
        <w:pStyle w:val="Heading2"/>
      </w:pPr>
      <w:bookmarkStart w:id="147" w:name="_Toc26791790"/>
      <w:bookmarkStart w:id="148" w:name="_Toc161581650"/>
      <w:r w:rsidRPr="00270CA4">
        <w:t>Modification Process</w:t>
      </w:r>
      <w:bookmarkEnd w:id="147"/>
      <w:bookmarkEnd w:id="148"/>
    </w:p>
    <w:p w14:paraId="3B73ACE6" w14:textId="77777777" w:rsidR="00270CA4" w:rsidRPr="00270CA4" w:rsidRDefault="00270CA4" w:rsidP="00270CA4">
      <w:pPr>
        <w:pStyle w:val="Heading3"/>
      </w:pPr>
      <w:bookmarkStart w:id="149" w:name="_Toc26791791"/>
      <w:r w:rsidRPr="00270CA4">
        <w:t>Confirmation Scenario</w:t>
      </w:r>
      <w:bookmarkEnd w:id="149"/>
    </w:p>
    <w:p w14:paraId="5FBCB617" w14:textId="77777777" w:rsidR="00270CA4" w:rsidRPr="00270CA4" w:rsidRDefault="00270CA4" w:rsidP="00270CA4">
      <w:r w:rsidRPr="00270CA4">
        <w:t xml:space="preserve">Applies when the instruction sent by the Instructing Party is processed and confirmed by the Executing/Servicing </w:t>
      </w:r>
      <w:proofErr w:type="gramStart"/>
      <w:r w:rsidRPr="00270CA4">
        <w:t>party</w:t>
      </w:r>
      <w:proofErr w:type="gramEnd"/>
    </w:p>
    <w:p w14:paraId="65A27595" w14:textId="77777777" w:rsidR="00270CA4" w:rsidRPr="00270CA4" w:rsidRDefault="00270CA4" w:rsidP="00270CA4"/>
    <w:p w14:paraId="2485BE2E" w14:textId="39D1A493" w:rsidR="00270CA4" w:rsidRPr="00270CA4" w:rsidRDefault="00000000" w:rsidP="00270CA4">
      <w:r>
        <w:pict w14:anchorId="2A3484C8">
          <v:group id="Area di disegno 239" o:spid="_x0000_s2135" editas="canvas" style="width:429.05pt;height:166.6pt;mso-position-horizontal-relative:char;mso-position-vertical-relative:line" coordsize="54489,21158">
            <v:shape id="_x0000_s2136" type="#_x0000_t75" style="position:absolute;width:54489;height:21158;visibility:visible;mso-wrap-style:square">
              <v:fill o:detectmouseclick="t"/>
              <v:path o:connecttype="none"/>
            </v:shape>
            <v:shape id="Text Box 46" o:spid="_x0000_s2137" type="#_x0000_t202" style="position:absolute;left:13514;top:5262;width:28340;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" filled="f" fillcolor="#bbe0e3" stroked="f">
              <v:textbox style="mso-next-textbox:#Text Box 46">
                <w:txbxContent>
                  <w:p w14:paraId="45AE3902" w14:textId="77777777" w:rsidR="00270CA4" w:rsidRPr="002A7A18" w:rsidRDefault="00270CA4" w:rsidP="00270CA4">
                    <w:pPr>
                      <w:autoSpaceDE w:val="0"/>
                      <w:autoSpaceDN w:val="0"/>
                      <w:adjustRightInd w:val="0"/>
                      <w:spacing w:before="0"/>
                      <w:rPr>
                        <w:rFonts w:cs="Arial"/>
                        <w:sz w:val="18"/>
                        <w:szCs w:val="18"/>
                      </w:rPr>
                    </w:pPr>
                    <w:r w:rsidRPr="000945FA">
                      <w:rPr>
                        <w:rFonts w:cs="Arial"/>
                        <w:sz w:val="18"/>
                        <w:szCs w:val="18"/>
                      </w:rPr>
                      <w:t>Securities Account Modification Request (reda.023)</w:t>
                    </w:r>
                  </w:p>
                </w:txbxContent>
              </v:textbox>
            </v:shape>
            <v:shape id="Text Box 48" o:spid="_x0000_s2138" type="#_x0000_t202" style="position:absolute;left:9394;top:2416;width:1327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" filled="f" fillcolor="#bbe0e3" stroked="f">
              <v:textbox style="mso-next-textbox:#Text Box 48">
                <w:txbxContent>
                  <w:p w14:paraId="3E33C972" w14:textId="77777777" w:rsidR="00270CA4" w:rsidRDefault="00270CA4" w:rsidP="00270CA4">
                    <w:pPr>
                      <w:autoSpaceDE w:val="0"/>
                      <w:autoSpaceDN w:val="0"/>
                      <w:adjustRightInd w:val="0"/>
                      <w:spacing w:before="0"/>
                      <w:rPr>
                        <w:rFonts w:cs="Arial"/>
                        <w:b/>
                        <w:bCs/>
                        <w:i/>
                        <w:iCs/>
                        <w:color w:val="000000"/>
                        <w:sz w:val="18"/>
                        <w:szCs w:val="18"/>
                        <w:u w:val="single"/>
                      </w:rPr>
                    </w:pPr>
                    <w:r>
                      <w:rPr>
                        <w:rFonts w:cs="Arial"/>
                        <w:b/>
                        <w:bCs/>
                        <w:i/>
                        <w:iCs/>
                        <w:color w:val="000000"/>
                        <w:sz w:val="18"/>
                        <w:szCs w:val="18"/>
                        <w:u w:val="single"/>
                      </w:rPr>
                      <w:t>Modification process</w:t>
                    </w:r>
                  </w:p>
                </w:txbxContent>
              </v:textbox>
            </v:shape>
            <v:line id="Line 49" o:spid="_x0000_s2139" style="position:absolute;flip:y;visibility:visible;mso-wrap-style:square" from="42940,6551" to="45450,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">
              <v:stroke endarrow="block"/>
            </v:line>
            <v:line id="Line 50" o:spid="_x0000_s2140" style="position:absolute;flip:x;visibility:visible;mso-wrap-style:square" from="8683,6582" to="13002,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"/>
            <v:shape id="Picture 56" o:spid="_x0000_s2141" type="#_x0000_t75" style="position:absolute;width:8876;height:209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" fillcolor="#bbe0e3">
              <v:imagedata r:id="rId36" o:title=""/>
            </v:shape>
            <v:shape id="Picture 57" o:spid="_x0000_s2142" type="#_x0000_t75" style="position:absolute;left:45411;top:92;width:9078;height:210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" fillcolor="#bbe0e3">
              <v:imagedata r:id="rId37" o:title=""/>
            </v:shape>
            <v:shape id="Text Box 58" o:spid="_x0000_s2143" type="#_x0000_t202" style="position:absolute;left:12686;top:13095;width:30254;height:28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" filled="f" fillcolor="#bbe0e3" stroked="f">
              <v:textbox style="mso-next-textbox:#Text Box 58">
                <w:txbxContent>
                  <w:p w14:paraId="6DC0A754" w14:textId="77777777" w:rsidR="00270CA4" w:rsidRPr="00071F4C" w:rsidRDefault="00270CA4" w:rsidP="00270CA4">
                    <w:pPr>
                      <w:autoSpaceDE w:val="0"/>
                      <w:autoSpaceDN w:val="0"/>
                      <w:adjustRightInd w:val="0"/>
                      <w:spacing w:before="0"/>
                      <w:rPr>
                        <w:rFonts w:cs="Arial"/>
                        <w:color w:val="000000"/>
                        <w:sz w:val="18"/>
                        <w:szCs w:val="18"/>
                      </w:rPr>
                    </w:pPr>
                    <w:r w:rsidRPr="005771D6">
                      <w:rPr>
                        <w:rFonts w:cs="Arial"/>
                        <w:color w:val="000000"/>
                        <w:sz w:val="18"/>
                        <w:szCs w:val="18"/>
                      </w:rPr>
                      <w:t>Securities Account Status Advice (reda.020)</w:t>
                    </w:r>
                    <w:r>
                      <w:rPr>
                        <w:rFonts w:cs="Arial"/>
                        <w:color w:val="000000"/>
                        <w:sz w:val="18"/>
                        <w:szCs w:val="18"/>
                      </w:rPr>
                      <w:t>: QUEUED</w:t>
                    </w:r>
                  </w:p>
                  <w:p w14:paraId="12E033DC" w14:textId="77777777" w:rsidR="00270CA4" w:rsidRDefault="00270CA4" w:rsidP="00270CA4">
                    <w:pPr>
                      <w:autoSpaceDE w:val="0"/>
                      <w:autoSpaceDN w:val="0"/>
                      <w:adjustRightInd w:val="0"/>
                      <w:spacing w:before="0"/>
                      <w:rPr>
                        <w:rFonts w:cs="Arial"/>
                        <w:color w:val="000000"/>
                        <w:sz w:val="18"/>
                        <w:szCs w:val="18"/>
                      </w:rPr>
                    </w:pPr>
                  </w:p>
                </w:txbxContent>
              </v:textbox>
            </v:shape>
            <v:line id="Line 59" o:spid="_x0000_s2144" style="position:absolute;flip:x;visibility:visible;mso-wrap-style:square" from="43671,14253" to="45411,14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">
              <v:stroke dashstyle="dash"/>
            </v:line>
            <v:line id="Line 60" o:spid="_x0000_s2145" style="position:absolute;flip:x;visibility:visible;mso-wrap-style:square" from="8876,14253" to="13002,14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">
              <v:stroke dashstyle="dash" endarrow="block"/>
            </v:line>
            <v:shape id="Text Box 61" o:spid="_x0000_s2146" type="#_x0000_t202" style="position:absolute;left:12289;top:15972;width:3235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" filled="f" fillcolor="#bbe0e3" stroked="f">
              <v:textbox style="mso-next-textbox:#Text Box 61">
                <w:txbxContent>
                  <w:p w14:paraId="27D83850" w14:textId="77777777" w:rsidR="00270CA4" w:rsidRPr="00071F4C" w:rsidRDefault="00270CA4" w:rsidP="00270CA4">
                    <w:pPr>
                      <w:autoSpaceDE w:val="0"/>
                      <w:autoSpaceDN w:val="0"/>
                      <w:adjustRightInd w:val="0"/>
                      <w:spacing w:before="0"/>
                      <w:rPr>
                        <w:rFonts w:cs="Arial"/>
                        <w:color w:val="000000"/>
                        <w:sz w:val="18"/>
                        <w:szCs w:val="18"/>
                      </w:rPr>
                    </w:pPr>
                    <w:r w:rsidRPr="005771D6">
                      <w:rPr>
                        <w:rFonts w:cs="Arial"/>
                        <w:color w:val="000000"/>
                        <w:sz w:val="18"/>
                        <w:szCs w:val="18"/>
                      </w:rPr>
                      <w:t>Securities Account Status Advice (reda.020)</w:t>
                    </w:r>
                    <w:r>
                      <w:rPr>
                        <w:rFonts w:cs="Arial"/>
                        <w:color w:val="000000"/>
                        <w:sz w:val="18"/>
                        <w:szCs w:val="18"/>
                      </w:rPr>
                      <w:t>: COMPLETED</w:t>
                    </w:r>
                  </w:p>
                  <w:p w14:paraId="2CF52277" w14:textId="77777777" w:rsidR="00270CA4" w:rsidRDefault="00270CA4" w:rsidP="00270CA4">
                    <w:pPr>
                      <w:autoSpaceDE w:val="0"/>
                      <w:autoSpaceDN w:val="0"/>
                      <w:adjustRightInd w:val="0"/>
                      <w:spacing w:before="0"/>
                      <w:rPr>
                        <w:rFonts w:cs="Arial"/>
                        <w:color w:val="000000"/>
                        <w:sz w:val="18"/>
                        <w:szCs w:val="18"/>
                      </w:rPr>
                    </w:pPr>
                  </w:p>
                </w:txbxContent>
              </v:textbox>
            </v:shape>
            <v:line id="Line 62" o:spid="_x0000_s2147" style="position:absolute;flip:x;visibility:visible;mso-wrap-style:square" from="43671,17161" to="45357,171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"/>
            <v:line id="Line 63" o:spid="_x0000_s2148" style="position:absolute;flip:x;visibility:visible;mso-wrap-style:square" from="8845,17253" to="12289,17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">
              <v:stroke endarrow="block"/>
            </v:line>
            <w10:anchorlock/>
          </v:group>
        </w:pict>
      </w:r>
    </w:p>
    <w:p w14:paraId="406A6F64" w14:textId="77777777" w:rsidR="00D65FF0" w:rsidRPr="00270CA4" w:rsidRDefault="00270CA4" w:rsidP="00D65FF0">
      <w:pPr>
        <w:pStyle w:val="BlockLabel"/>
      </w:pPr>
      <w:r w:rsidRPr="00270CA4">
        <w:t>Securities Account Maintenance Request</w:t>
      </w:r>
    </w:p>
    <w:p w14:paraId="09D5FD67" w14:textId="4E401B3B" w:rsidR="00270CA4" w:rsidRPr="00270CA4" w:rsidRDefault="00270CA4" w:rsidP="00725EC8">
      <w:r w:rsidRPr="00270CA4">
        <w:t xml:space="preserve">The Instruction Party sends an instruction to the Executing/Servicing Party to modify data for a securities account. This instruction contains information that uniquely identify the securities account. </w:t>
      </w:r>
    </w:p>
    <w:p w14:paraId="7166FF9A" w14:textId="77777777" w:rsidR="00270CA4" w:rsidRPr="00270CA4" w:rsidRDefault="00270CA4" w:rsidP="00725EC8">
      <w:r w:rsidRPr="00270CA4">
        <w:t>In this case, this instruction contains details of the restriction like the restriction type and timeframe.</w:t>
      </w:r>
    </w:p>
    <w:p w14:paraId="5220C1B3" w14:textId="77777777" w:rsidR="00D65FF0" w:rsidRPr="00270CA4" w:rsidRDefault="00270CA4" w:rsidP="00D65FF0">
      <w:pPr>
        <w:pStyle w:val="BlockLabel"/>
      </w:pPr>
      <w:r w:rsidRPr="00270CA4">
        <w:t>Securities Account Status Advice</w:t>
      </w:r>
    </w:p>
    <w:p w14:paraId="27441EC2" w14:textId="4DB3E058" w:rsidR="00270CA4" w:rsidRDefault="00270CA4" w:rsidP="00725EC8">
      <w:r w:rsidRPr="00270CA4">
        <w:t>The Executing/Servicing Party informs the Instructing Party about the lifecycle of its instruction with the following statuses:</w:t>
      </w:r>
    </w:p>
    <w:p w14:paraId="761A2363" w14:textId="77777777" w:rsidR="00B662DC" w:rsidRPr="00270CA4" w:rsidRDefault="00B662DC" w:rsidP="00725EC8"/>
    <w:p w14:paraId="43958452" w14:textId="77777777" w:rsidR="00725EC8" w:rsidRPr="00725EC8" w:rsidRDefault="00270CA4" w:rsidP="00725EC8">
      <w:pPr>
        <w:pStyle w:val="TableBullet"/>
      </w:pPr>
      <w:r w:rsidRPr="00270CA4">
        <w:t>Queued</w:t>
      </w:r>
    </w:p>
    <w:p w14:paraId="6DD4D87B" w14:textId="40C3979F" w:rsidR="00725EC8" w:rsidRDefault="00270CA4" w:rsidP="00725EC8">
      <w:pPr>
        <w:pStyle w:val="TableBullet"/>
        <w:numPr>
          <w:ilvl w:val="0"/>
          <w:numId w:val="0"/>
        </w:numPr>
        <w:ind w:left="284"/>
      </w:pPr>
      <w:r w:rsidRPr="00270CA4">
        <w:t xml:space="preserve">The Executing/Servicing Party might inform the Instructing party that the processing of the Modify Securities Account instruction has been delayed. In case of </w:t>
      </w:r>
      <w:proofErr w:type="gramStart"/>
      <w:r w:rsidRPr="00270CA4">
        <w:t>e.g.</w:t>
      </w:r>
      <w:proofErr w:type="gramEnd"/>
      <w:r w:rsidRPr="00270CA4">
        <w:t xml:space="preserve"> a night-time cycle is running</w:t>
      </w:r>
    </w:p>
    <w:p w14:paraId="3CC2D37F" w14:textId="5437701D" w:rsidR="00725EC8" w:rsidRPr="00725EC8" w:rsidRDefault="00270CA4" w:rsidP="00725EC8">
      <w:pPr>
        <w:pStyle w:val="TableBullet"/>
        <w:numPr>
          <w:ilvl w:val="0"/>
          <w:numId w:val="0"/>
        </w:numPr>
        <w:ind w:left="284"/>
      </w:pPr>
      <w:r w:rsidRPr="00270CA4">
        <w:t xml:space="preserve"> </w:t>
      </w:r>
    </w:p>
    <w:p w14:paraId="5CC59D30" w14:textId="77777777" w:rsidR="00725EC8" w:rsidRPr="00725EC8" w:rsidRDefault="00270CA4" w:rsidP="00725EC8">
      <w:pPr>
        <w:pStyle w:val="TableBullet"/>
      </w:pPr>
      <w:r w:rsidRPr="00270CA4">
        <w:t>Completed</w:t>
      </w:r>
    </w:p>
    <w:p w14:paraId="7167AC42" w14:textId="77777777" w:rsidR="00725EC8" w:rsidRPr="00725EC8" w:rsidRDefault="00270CA4" w:rsidP="00725EC8">
      <w:pPr>
        <w:pStyle w:val="TableBullet"/>
        <w:numPr>
          <w:ilvl w:val="0"/>
          <w:numId w:val="0"/>
        </w:numPr>
        <w:ind w:left="284"/>
      </w:pPr>
      <w:r w:rsidRPr="00270CA4">
        <w:t>The Executing/Servicing Party informs the Instructing party that the Modify Securities Account instruction has been successfully processed. The Executing/Servicing Party present to the Instructing Party the identification of the securities account that has been processed.</w:t>
      </w:r>
    </w:p>
    <w:p w14:paraId="1AC0F134" w14:textId="77777777" w:rsidR="00270CA4" w:rsidRPr="00270CA4" w:rsidRDefault="00270CA4" w:rsidP="00725EC8">
      <w:pPr>
        <w:pStyle w:val="Heading3newpage"/>
      </w:pPr>
      <w:bookmarkStart w:id="150" w:name="_Toc26791792"/>
      <w:r w:rsidRPr="00270CA4">
        <w:lastRenderedPageBreak/>
        <w:t>Rejection Scenario</w:t>
      </w:r>
      <w:bookmarkEnd w:id="150"/>
    </w:p>
    <w:p w14:paraId="76F213C1" w14:textId="315A3A31" w:rsidR="00270CA4" w:rsidRDefault="00270CA4" w:rsidP="00725EC8">
      <w:r w:rsidRPr="00270CA4">
        <w:t>Applies when the instruction sent by the Instructing Party is rejected by the Executing/Servicing Party</w:t>
      </w:r>
      <w:r w:rsidR="00725EC8">
        <w:t>.</w:t>
      </w:r>
    </w:p>
    <w:p w14:paraId="4348A761" w14:textId="77777777" w:rsidR="00725EC8" w:rsidRPr="00270CA4" w:rsidRDefault="00725EC8" w:rsidP="00725EC8"/>
    <w:p w14:paraId="7C343394" w14:textId="5B19CA30" w:rsidR="00270CA4" w:rsidRPr="00270CA4" w:rsidRDefault="00000000" w:rsidP="00725EC8">
      <w:pPr>
        <w:pStyle w:val="Graphic"/>
      </w:pPr>
      <w:r>
        <w:pict w14:anchorId="26D0733C">
          <v:group id="Area di disegno 261" o:spid="_x0000_s2121" editas="canvas" style="width:429.05pt;height:166.6pt;mso-position-horizontal-relative:char;mso-position-vertical-relative:line" coordsize="54489,21158">
            <v:shape id="_x0000_s2122" type="#_x0000_t75" style="position:absolute;width:54489;height:21158;visibility:visible;mso-wrap-style:square">
              <v:fill o:detectmouseclick="t"/>
              <v:path o:connecttype="none"/>
            </v:shape>
            <v:shape id="Text Box 46" o:spid="_x0000_s2123" type="#_x0000_t202" style="position:absolute;left:13514;top:5262;width:28340;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" filled="f" fillcolor="#bbe0e3" stroked="f">
              <v:textbox>
                <w:txbxContent>
                  <w:p w14:paraId="25A74166" w14:textId="77777777" w:rsidR="00270CA4" w:rsidRPr="002A7A18" w:rsidRDefault="00270CA4" w:rsidP="00270CA4">
                    <w:pPr>
                      <w:autoSpaceDE w:val="0"/>
                      <w:autoSpaceDN w:val="0"/>
                      <w:adjustRightInd w:val="0"/>
                      <w:spacing w:before="0"/>
                      <w:rPr>
                        <w:rFonts w:cs="Arial"/>
                        <w:sz w:val="18"/>
                        <w:szCs w:val="18"/>
                      </w:rPr>
                    </w:pPr>
                    <w:r w:rsidRPr="000945FA">
                      <w:rPr>
                        <w:rFonts w:cs="Arial"/>
                        <w:sz w:val="18"/>
                        <w:szCs w:val="18"/>
                      </w:rPr>
                      <w:t>Securities Account Modification Request (reda.023)</w:t>
                    </w:r>
                  </w:p>
                </w:txbxContent>
              </v:textbox>
            </v:shape>
            <v:shape id="Text Box 48" o:spid="_x0000_s2124" type="#_x0000_t202" style="position:absolute;left:9394;top:2416;width:1327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" filled="f" fillcolor="#bbe0e3" stroked="f">
              <v:textbox>
                <w:txbxContent>
                  <w:p w14:paraId="2672E309" w14:textId="77777777" w:rsidR="00270CA4" w:rsidRDefault="00270CA4" w:rsidP="00270CA4">
                    <w:pPr>
                      <w:autoSpaceDE w:val="0"/>
                      <w:autoSpaceDN w:val="0"/>
                      <w:adjustRightInd w:val="0"/>
                      <w:spacing w:before="0"/>
                      <w:rPr>
                        <w:rFonts w:cs="Arial"/>
                        <w:b/>
                        <w:bCs/>
                        <w:i/>
                        <w:iCs/>
                        <w:color w:val="000000"/>
                        <w:sz w:val="18"/>
                        <w:szCs w:val="18"/>
                        <w:u w:val="single"/>
                      </w:rPr>
                    </w:pPr>
                    <w:r>
                      <w:rPr>
                        <w:rFonts w:cs="Arial"/>
                        <w:b/>
                        <w:bCs/>
                        <w:i/>
                        <w:iCs/>
                        <w:color w:val="000000"/>
                        <w:sz w:val="18"/>
                        <w:szCs w:val="18"/>
                        <w:u w:val="single"/>
                      </w:rPr>
                      <w:t>Modification process</w:t>
                    </w:r>
                  </w:p>
                </w:txbxContent>
              </v:textbox>
            </v:shape>
            <v:line id="Line 49" o:spid="_x0000_s2125" style="position:absolute;flip:y;visibility:visible;mso-wrap-style:square" from="42940,6551" to="45450,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">
              <v:stroke endarrow="block"/>
            </v:line>
            <v:line id="Line 50" o:spid="_x0000_s2126" style="position:absolute;flip:x;visibility:visible;mso-wrap-style:square" from="8683,6582" to="13002,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"/>
            <v:shape id="Picture 56" o:spid="_x0000_s2127" type="#_x0000_t75" style="position:absolute;width:8876;height:209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" fillcolor="#bbe0e3">
              <v:imagedata r:id="rId36" o:title=""/>
            </v:shape>
            <v:shape id="Picture 57" o:spid="_x0000_s2128" type="#_x0000_t75" style="position:absolute;left:45411;top:92;width:9078;height:210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" fillcolor="#bbe0e3">
              <v:imagedata r:id="rId37" o:title=""/>
            </v:shape>
            <v:shape id="Text Box 58" o:spid="_x0000_s2129" type="#_x0000_t202" style="position:absolute;left:12686;top:13095;width:30254;height:28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" filled="f" fillcolor="#bbe0e3" stroked="f">
              <v:textbox>
                <w:txbxContent>
                  <w:p w14:paraId="686EB32A" w14:textId="77777777" w:rsidR="00270CA4" w:rsidRPr="00071F4C" w:rsidRDefault="00270CA4" w:rsidP="00270CA4">
                    <w:pPr>
                      <w:autoSpaceDE w:val="0"/>
                      <w:autoSpaceDN w:val="0"/>
                      <w:adjustRightInd w:val="0"/>
                      <w:spacing w:before="0"/>
                      <w:rPr>
                        <w:rFonts w:cs="Arial"/>
                        <w:color w:val="000000"/>
                        <w:sz w:val="18"/>
                        <w:szCs w:val="18"/>
                      </w:rPr>
                    </w:pPr>
                    <w:r w:rsidRPr="005771D6">
                      <w:rPr>
                        <w:rFonts w:cs="Arial"/>
                        <w:color w:val="000000"/>
                        <w:sz w:val="18"/>
                        <w:szCs w:val="18"/>
                      </w:rPr>
                      <w:t>Securities Account Status Advice (reda.020)</w:t>
                    </w:r>
                    <w:r>
                      <w:rPr>
                        <w:rFonts w:cs="Arial"/>
                        <w:color w:val="000000"/>
                        <w:sz w:val="18"/>
                        <w:szCs w:val="18"/>
                      </w:rPr>
                      <w:t>: QUEUED</w:t>
                    </w:r>
                  </w:p>
                  <w:p w14:paraId="79DC2E1E" w14:textId="77777777" w:rsidR="00270CA4" w:rsidRDefault="00270CA4" w:rsidP="00270CA4">
                    <w:pPr>
                      <w:autoSpaceDE w:val="0"/>
                      <w:autoSpaceDN w:val="0"/>
                      <w:adjustRightInd w:val="0"/>
                      <w:spacing w:before="0"/>
                      <w:rPr>
                        <w:rFonts w:cs="Arial"/>
                        <w:color w:val="000000"/>
                        <w:sz w:val="18"/>
                        <w:szCs w:val="18"/>
                      </w:rPr>
                    </w:pPr>
                  </w:p>
                </w:txbxContent>
              </v:textbox>
            </v:shape>
            <v:line id="Line 59" o:spid="_x0000_s2130" style="position:absolute;flip:x;visibility:visible;mso-wrap-style:square" from="43671,14253" to="45411,14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">
              <v:stroke dashstyle="dash"/>
            </v:line>
            <v:line id="Line 60" o:spid="_x0000_s2131" style="position:absolute;flip:x;visibility:visible;mso-wrap-style:square" from="8876,14253" to="13002,14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">
              <v:stroke dashstyle="dash" endarrow="block"/>
            </v:line>
            <v:shape id="Text Box 61" o:spid="_x0000_s2132" type="#_x0000_t202" style="position:absolute;left:12289;top:15972;width:3235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" filled="f" fillcolor="#bbe0e3" stroked="f">
              <v:textbox>
                <w:txbxContent>
                  <w:p w14:paraId="1555CCA1" w14:textId="77777777" w:rsidR="00270CA4" w:rsidRPr="00071F4C" w:rsidRDefault="00270CA4" w:rsidP="00270CA4">
                    <w:pPr>
                      <w:autoSpaceDE w:val="0"/>
                      <w:autoSpaceDN w:val="0"/>
                      <w:adjustRightInd w:val="0"/>
                      <w:spacing w:before="0"/>
                      <w:rPr>
                        <w:rFonts w:cs="Arial"/>
                        <w:color w:val="000000"/>
                        <w:sz w:val="18"/>
                        <w:szCs w:val="18"/>
                      </w:rPr>
                    </w:pPr>
                    <w:r w:rsidRPr="005771D6">
                      <w:rPr>
                        <w:rFonts w:cs="Arial"/>
                        <w:color w:val="000000"/>
                        <w:sz w:val="18"/>
                        <w:szCs w:val="18"/>
                      </w:rPr>
                      <w:t>Securities Account Status Advice (reda.020)</w:t>
                    </w:r>
                    <w:r>
                      <w:rPr>
                        <w:rFonts w:cs="Arial"/>
                        <w:color w:val="000000"/>
                        <w:sz w:val="18"/>
                        <w:szCs w:val="18"/>
                      </w:rPr>
                      <w:t>: REJECTED</w:t>
                    </w:r>
                  </w:p>
                  <w:p w14:paraId="1797F570" w14:textId="77777777" w:rsidR="00270CA4" w:rsidRDefault="00270CA4" w:rsidP="00270CA4">
                    <w:pPr>
                      <w:autoSpaceDE w:val="0"/>
                      <w:autoSpaceDN w:val="0"/>
                      <w:adjustRightInd w:val="0"/>
                      <w:spacing w:before="0"/>
                      <w:rPr>
                        <w:rFonts w:cs="Arial"/>
                        <w:color w:val="000000"/>
                        <w:sz w:val="18"/>
                        <w:szCs w:val="18"/>
                      </w:rPr>
                    </w:pPr>
                  </w:p>
                </w:txbxContent>
              </v:textbox>
            </v:shape>
            <v:line id="Line 62" o:spid="_x0000_s2133" style="position:absolute;flip:x;visibility:visible;mso-wrap-style:square" from="43671,17161" to="45357,171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"/>
            <v:line id="Line 63" o:spid="_x0000_s2134" style="position:absolute;flip:x;visibility:visible;mso-wrap-style:square" from="8845,17253" to="12289,17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">
              <v:stroke endarrow="block"/>
            </v:line>
            <w10:anchorlock/>
          </v:group>
        </w:pict>
      </w:r>
    </w:p>
    <w:p w14:paraId="35A57167" w14:textId="77777777" w:rsidR="00D65FF0" w:rsidRPr="00270CA4" w:rsidRDefault="00270CA4" w:rsidP="00D65FF0">
      <w:pPr>
        <w:pStyle w:val="BlockLabel"/>
      </w:pPr>
      <w:r w:rsidRPr="00270CA4">
        <w:t>Securities Account Maintenance Request</w:t>
      </w:r>
    </w:p>
    <w:p w14:paraId="4C2D75B3" w14:textId="77777777" w:rsidR="00270CA4" w:rsidRPr="00270CA4" w:rsidRDefault="00270CA4" w:rsidP="00725EC8">
      <w:r w:rsidRPr="00270CA4">
        <w:t xml:space="preserve">The Instruction Party sends an instruction to the Executing/Servicing Party to modify reference data for a securities account. </w:t>
      </w:r>
    </w:p>
    <w:p w14:paraId="673CD40D" w14:textId="77777777" w:rsidR="00D65FF0" w:rsidRPr="00270CA4" w:rsidRDefault="00270CA4" w:rsidP="00D65FF0">
      <w:pPr>
        <w:pStyle w:val="BlockLabel"/>
      </w:pPr>
      <w:r w:rsidRPr="00270CA4">
        <w:t>Securities Account Status Advice</w:t>
      </w:r>
    </w:p>
    <w:p w14:paraId="056DF81E" w14:textId="77777777" w:rsidR="00270CA4" w:rsidRDefault="00270CA4" w:rsidP="00725EC8">
      <w:r w:rsidRPr="00270CA4">
        <w:t>The Executing/Servicing Party informs the Instructing Party about the lifecycle of its instruction with the following statuses:</w:t>
      </w:r>
    </w:p>
    <w:p w14:paraId="2BAE76FB" w14:textId="77777777" w:rsidR="00B662DC" w:rsidRPr="00270CA4" w:rsidRDefault="00B662DC" w:rsidP="00725EC8"/>
    <w:p w14:paraId="34C0BD96" w14:textId="77777777" w:rsidR="00725EC8" w:rsidRPr="00725EC8" w:rsidRDefault="00270CA4" w:rsidP="00725EC8">
      <w:pPr>
        <w:pStyle w:val="TableBullet"/>
      </w:pPr>
      <w:r w:rsidRPr="00270CA4">
        <w:t>Rejected</w:t>
      </w:r>
    </w:p>
    <w:p w14:paraId="48D1DA93" w14:textId="77777777" w:rsidR="00725EC8" w:rsidRPr="00725EC8" w:rsidRDefault="00270CA4" w:rsidP="00725EC8">
      <w:pPr>
        <w:pStyle w:val="TableBullet"/>
        <w:numPr>
          <w:ilvl w:val="0"/>
          <w:numId w:val="0"/>
        </w:numPr>
        <w:ind w:left="284"/>
      </w:pPr>
      <w:r w:rsidRPr="00270CA4">
        <w:t>The instruction did not pass validation, some reasons could be:</w:t>
      </w:r>
    </w:p>
    <w:p w14:paraId="484DDDD9" w14:textId="3C383D6A" w:rsidR="00270CA4" w:rsidRPr="00270CA4" w:rsidRDefault="00270CA4" w:rsidP="00725EC8">
      <w:pPr>
        <w:pStyle w:val="ListBullet2"/>
      </w:pPr>
      <w:r w:rsidRPr="00270CA4">
        <w:t>the mandatory information is not present or incorrect,</w:t>
      </w:r>
    </w:p>
    <w:p w14:paraId="6E44ADF6" w14:textId="6777D92A" w:rsidR="00270CA4" w:rsidRPr="00270CA4" w:rsidRDefault="00270CA4" w:rsidP="00725EC8">
      <w:pPr>
        <w:pStyle w:val="ListBullet2"/>
      </w:pPr>
      <w:r w:rsidRPr="00270CA4">
        <w:t>the data cannot be updated,</w:t>
      </w:r>
    </w:p>
    <w:p w14:paraId="5BD2B84B" w14:textId="3FFECBB4" w:rsidR="00270CA4" w:rsidRPr="00270CA4" w:rsidRDefault="00270CA4" w:rsidP="00725EC8">
      <w:pPr>
        <w:pStyle w:val="ListBullet2"/>
      </w:pPr>
      <w:r w:rsidRPr="00270CA4">
        <w:t xml:space="preserve">the instruction has already been received and is being </w:t>
      </w:r>
      <w:proofErr w:type="gramStart"/>
      <w:r w:rsidRPr="00270CA4">
        <w:t>processed</w:t>
      </w:r>
      <w:proofErr w:type="gramEnd"/>
      <w:r w:rsidRPr="00270CA4">
        <w:t xml:space="preserve"> </w:t>
      </w:r>
    </w:p>
    <w:p w14:paraId="1D226EB1" w14:textId="77777777" w:rsidR="00B662DC" w:rsidRDefault="00270CA4" w:rsidP="00B662DC">
      <w:pPr>
        <w:pStyle w:val="TableBullet"/>
        <w:numPr>
          <w:ilvl w:val="0"/>
          <w:numId w:val="0"/>
        </w:numPr>
        <w:ind w:left="284"/>
      </w:pPr>
      <w:r w:rsidRPr="00270CA4">
        <w:t xml:space="preserve">This instruction contains information that identifies the status and the reasons why the instruction is rejected. It is possible to have more than one reason for this </w:t>
      </w:r>
      <w:proofErr w:type="gramStart"/>
      <w:r w:rsidRPr="00270CA4">
        <w:t>status</w:t>
      </w:r>
      <w:proofErr w:type="gramEnd"/>
    </w:p>
    <w:p w14:paraId="74D37345" w14:textId="3E249986" w:rsidR="00B662DC" w:rsidRPr="00B662DC" w:rsidRDefault="00270CA4" w:rsidP="00B662DC">
      <w:pPr>
        <w:pStyle w:val="TableBullet"/>
        <w:numPr>
          <w:ilvl w:val="0"/>
          <w:numId w:val="0"/>
        </w:numPr>
        <w:ind w:left="284"/>
      </w:pPr>
      <w:r w:rsidRPr="00270CA4">
        <w:t>.</w:t>
      </w:r>
    </w:p>
    <w:p w14:paraId="179264ED" w14:textId="77777777" w:rsidR="00725EC8" w:rsidRPr="00725EC8" w:rsidRDefault="00270CA4" w:rsidP="00725EC8">
      <w:pPr>
        <w:pStyle w:val="TableBullet"/>
      </w:pPr>
      <w:r w:rsidRPr="00270CA4">
        <w:t>Queued</w:t>
      </w:r>
    </w:p>
    <w:p w14:paraId="09486248" w14:textId="77777777" w:rsidR="00725EC8" w:rsidRPr="00725EC8" w:rsidRDefault="00270CA4" w:rsidP="00725EC8">
      <w:pPr>
        <w:pStyle w:val="TableBullet"/>
        <w:numPr>
          <w:ilvl w:val="0"/>
          <w:numId w:val="0"/>
        </w:numPr>
        <w:ind w:left="284"/>
      </w:pPr>
      <w:r w:rsidRPr="00270CA4">
        <w:t xml:space="preserve">The Executing/Servicing Party might inform the Instructing party that the processing of the Modify Securities Account instruction has been delayed. In case of </w:t>
      </w:r>
      <w:proofErr w:type="gramStart"/>
      <w:r w:rsidRPr="00270CA4">
        <w:t>e.g.</w:t>
      </w:r>
      <w:proofErr w:type="gramEnd"/>
      <w:r w:rsidRPr="00270CA4">
        <w:t xml:space="preserve"> a night-time cycle is running.</w:t>
      </w:r>
    </w:p>
    <w:p w14:paraId="0FCB79A0" w14:textId="77777777" w:rsidR="00725EC8" w:rsidRPr="00725EC8" w:rsidRDefault="00725EC8" w:rsidP="00725EC8">
      <w:pPr>
        <w:pStyle w:val="TableBullet"/>
        <w:numPr>
          <w:ilvl w:val="0"/>
          <w:numId w:val="0"/>
        </w:numPr>
        <w:ind w:left="284"/>
      </w:pPr>
    </w:p>
    <w:p w14:paraId="65A52B12" w14:textId="77777777" w:rsidR="00725EC8" w:rsidRPr="00725EC8" w:rsidRDefault="00270CA4" w:rsidP="00725EC8">
      <w:pPr>
        <w:pStyle w:val="TableBullet"/>
      </w:pPr>
      <w:r w:rsidRPr="00270CA4">
        <w:t>Rejected</w:t>
      </w:r>
    </w:p>
    <w:p w14:paraId="5AEDB456" w14:textId="77777777" w:rsidR="00725EC8" w:rsidRPr="00725EC8" w:rsidRDefault="00270CA4" w:rsidP="00725EC8">
      <w:pPr>
        <w:pStyle w:val="TableBullet"/>
        <w:numPr>
          <w:ilvl w:val="0"/>
          <w:numId w:val="0"/>
        </w:numPr>
        <w:ind w:left="284"/>
      </w:pPr>
      <w:r w:rsidRPr="00270CA4">
        <w:t>After the re-validation of the instruction, with the new set of data the current instruction did not pass validation, some reasons could be:</w:t>
      </w:r>
    </w:p>
    <w:p w14:paraId="4B6E8F20" w14:textId="4802335E" w:rsidR="00270CA4" w:rsidRPr="00270CA4" w:rsidRDefault="00270CA4" w:rsidP="00725EC8">
      <w:pPr>
        <w:pStyle w:val="ListBullet2"/>
      </w:pPr>
      <w:r w:rsidRPr="00270CA4">
        <w:t>the mandatory information is not present or incorrect,</w:t>
      </w:r>
    </w:p>
    <w:p w14:paraId="6B759CCF" w14:textId="527545E5" w:rsidR="00270CA4" w:rsidRPr="00270CA4" w:rsidRDefault="00270CA4" w:rsidP="00725EC8">
      <w:pPr>
        <w:pStyle w:val="ListBullet2"/>
      </w:pPr>
      <w:r w:rsidRPr="00270CA4">
        <w:t>the data cannot be updated,</w:t>
      </w:r>
    </w:p>
    <w:p w14:paraId="1A0D9767" w14:textId="7399A8D3" w:rsidR="00270CA4" w:rsidRPr="00270CA4" w:rsidRDefault="00270CA4" w:rsidP="00725EC8">
      <w:pPr>
        <w:pStyle w:val="ListBullet2"/>
      </w:pPr>
      <w:r w:rsidRPr="00270CA4">
        <w:t>the Instructing Party does not have the right to block/unblock security account,</w:t>
      </w:r>
    </w:p>
    <w:p w14:paraId="16761AF8" w14:textId="7876C900" w:rsidR="00270CA4" w:rsidRPr="00270CA4" w:rsidRDefault="00270CA4" w:rsidP="00725EC8">
      <w:pPr>
        <w:pStyle w:val="ListBullet2"/>
      </w:pPr>
      <w:r w:rsidRPr="00270CA4">
        <w:t xml:space="preserve">the instruction has already been received and is being processed. </w:t>
      </w:r>
    </w:p>
    <w:p w14:paraId="1360646E" w14:textId="77777777" w:rsidR="00725EC8" w:rsidRPr="00725EC8" w:rsidRDefault="00270CA4" w:rsidP="00725EC8">
      <w:pPr>
        <w:pStyle w:val="TableBullet"/>
        <w:numPr>
          <w:ilvl w:val="0"/>
          <w:numId w:val="0"/>
        </w:numPr>
        <w:ind w:left="284"/>
      </w:pPr>
      <w:r w:rsidRPr="00270CA4">
        <w:t>This instruction contains information that identifies the status and the reasons why the instruction is rejected. It is possible to have more than one reason for this status.</w:t>
      </w:r>
    </w:p>
    <w:p w14:paraId="1E7E7441" w14:textId="77777777" w:rsidR="00270CA4" w:rsidRPr="00270CA4" w:rsidRDefault="00270CA4" w:rsidP="00270CA4">
      <w:pPr>
        <w:pStyle w:val="Heading2"/>
      </w:pPr>
      <w:bookmarkStart w:id="151" w:name="_Toc26791793"/>
      <w:bookmarkStart w:id="152" w:name="_Toc161581651"/>
      <w:r w:rsidRPr="00270CA4">
        <w:lastRenderedPageBreak/>
        <w:t>Deletion Process</w:t>
      </w:r>
      <w:bookmarkEnd w:id="151"/>
      <w:bookmarkEnd w:id="152"/>
    </w:p>
    <w:p w14:paraId="743EA7BE" w14:textId="77777777" w:rsidR="00270CA4" w:rsidRPr="00270CA4" w:rsidRDefault="00270CA4" w:rsidP="00270CA4">
      <w:pPr>
        <w:pStyle w:val="Heading3"/>
      </w:pPr>
      <w:bookmarkStart w:id="153" w:name="_Toc26791794"/>
      <w:r w:rsidRPr="00270CA4">
        <w:t>Confirmation Scenario</w:t>
      </w:r>
      <w:bookmarkEnd w:id="153"/>
    </w:p>
    <w:p w14:paraId="22B624D4" w14:textId="77777777" w:rsidR="00270CA4" w:rsidRPr="00270CA4" w:rsidRDefault="00270CA4" w:rsidP="00270CA4">
      <w:r w:rsidRPr="00270CA4">
        <w:t xml:space="preserve">Applies when the instruction sent by the Instructing Party is processed and confirmed by the Executing/Servicing </w:t>
      </w:r>
      <w:proofErr w:type="gramStart"/>
      <w:r w:rsidRPr="00270CA4">
        <w:t>party</w:t>
      </w:r>
      <w:proofErr w:type="gramEnd"/>
    </w:p>
    <w:p w14:paraId="40AF95C8" w14:textId="77777777" w:rsidR="00270CA4" w:rsidRPr="00270CA4" w:rsidRDefault="00270CA4" w:rsidP="00270CA4"/>
    <w:p w14:paraId="2B11FF69" w14:textId="30269C8F" w:rsidR="00270CA4" w:rsidRPr="00270CA4" w:rsidRDefault="00000000" w:rsidP="00270CA4">
      <w:r>
        <w:pict w14:anchorId="54D98C76">
          <v:group id="Area di disegno 296" o:spid="_x0000_s2107" editas="canvas" style="width:429.05pt;height:166.6pt;mso-position-horizontal-relative:char;mso-position-vertical-relative:line" coordsize="54489,21158">
            <v:shape id="_x0000_s2108" type="#_x0000_t75" style="position:absolute;width:54489;height:21158;visibility:visible;mso-wrap-style:square">
              <v:fill o:detectmouseclick="t"/>
              <v:path o:connecttype="none"/>
            </v:shape>
            <v:shape id="Text Box 46" o:spid="_x0000_s2109" type="#_x0000_t202" style="position:absolute;left:14717;top:5301;width:2683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" filled="f" fillcolor="#bbe0e3" stroked="f">
              <v:textbox>
                <w:txbxContent>
                  <w:p w14:paraId="56A682D3" w14:textId="77777777" w:rsidR="00270CA4" w:rsidRPr="0087180B" w:rsidRDefault="00270CA4" w:rsidP="00270CA4">
                    <w:pPr>
                      <w:autoSpaceDE w:val="0"/>
                      <w:autoSpaceDN w:val="0"/>
                      <w:adjustRightInd w:val="0"/>
                      <w:spacing w:before="0"/>
                      <w:rPr>
                        <w:rFonts w:cs="Arial"/>
                        <w:sz w:val="18"/>
                        <w:szCs w:val="18"/>
                      </w:rPr>
                    </w:pPr>
                    <w:r w:rsidRPr="00DA5B92">
                      <w:rPr>
                        <w:rFonts w:cs="Arial"/>
                        <w:sz w:val="18"/>
                        <w:szCs w:val="18"/>
                      </w:rPr>
                      <w:t>Securities Account Deletion Request (reda.032</w:t>
                    </w:r>
                    <w:r>
                      <w:rPr>
                        <w:rFonts w:cs="Arial"/>
                        <w:sz w:val="18"/>
                        <w:szCs w:val="18"/>
                      </w:rPr>
                      <w:t>)</w:t>
                    </w:r>
                  </w:p>
                </w:txbxContent>
              </v:textbox>
            </v:shape>
            <v:shape id="Text Box 48" o:spid="_x0000_s2110" type="#_x0000_t202" style="position:absolute;left:9394;top:2416;width:1327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" filled="f" fillcolor="#bbe0e3" stroked="f">
              <v:textbox>
                <w:txbxContent>
                  <w:p w14:paraId="0B29024A" w14:textId="77777777" w:rsidR="00270CA4" w:rsidRDefault="00270CA4" w:rsidP="00270CA4">
                    <w:pPr>
                      <w:autoSpaceDE w:val="0"/>
                      <w:autoSpaceDN w:val="0"/>
                      <w:adjustRightInd w:val="0"/>
                      <w:spacing w:before="0"/>
                      <w:rPr>
                        <w:rFonts w:cs="Arial"/>
                        <w:b/>
                        <w:bCs/>
                        <w:i/>
                        <w:iCs/>
                        <w:color w:val="000000"/>
                        <w:sz w:val="18"/>
                        <w:szCs w:val="18"/>
                        <w:u w:val="single"/>
                      </w:rPr>
                    </w:pPr>
                    <w:r>
                      <w:rPr>
                        <w:rFonts w:cs="Arial"/>
                        <w:b/>
                        <w:bCs/>
                        <w:i/>
                        <w:iCs/>
                        <w:color w:val="000000"/>
                        <w:sz w:val="18"/>
                        <w:szCs w:val="18"/>
                        <w:u w:val="single"/>
                      </w:rPr>
                      <w:t>Deletion process</w:t>
                    </w:r>
                  </w:p>
                </w:txbxContent>
              </v:textbox>
            </v:shape>
            <v:line id="Line 49" o:spid="_x0000_s2111" style="position:absolute;flip:y;visibility:visible;mso-wrap-style:square" from="41550,6551" to="45450,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">
              <v:stroke endarrow="block"/>
            </v:line>
            <v:line id="Line 50" o:spid="_x0000_s2112" style="position:absolute;flip:x;visibility:visible;mso-wrap-style:square" from="8683,6582" to="15165,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"/>
            <v:shape id="Picture 56" o:spid="_x0000_s2113" type="#_x0000_t75" style="position:absolute;width:8876;height:209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" fillcolor="#bbe0e3">
              <v:imagedata r:id="rId36" o:title=""/>
            </v:shape>
            <v:shape id="Picture 57" o:spid="_x0000_s2114" type="#_x0000_t75" style="position:absolute;left:45411;top:92;width:9078;height:210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" fillcolor="#bbe0e3">
              <v:imagedata r:id="rId37" o:title=""/>
            </v:shape>
            <v:shape id="Text Box 58" o:spid="_x0000_s2115" type="#_x0000_t202" style="position:absolute;left:13890;top:13095;width:30212;height:28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" filled="f" fillcolor="#bbe0e3" stroked="f">
              <v:textbox>
                <w:txbxContent>
                  <w:p w14:paraId="04DFF2A5" w14:textId="77777777" w:rsidR="00270CA4" w:rsidRDefault="00270CA4" w:rsidP="00270CA4">
                    <w:pPr>
                      <w:autoSpaceDE w:val="0"/>
                      <w:autoSpaceDN w:val="0"/>
                      <w:adjustRightInd w:val="0"/>
                      <w:spacing w:before="0"/>
                      <w:rPr>
                        <w:rFonts w:cs="Arial"/>
                        <w:color w:val="000000"/>
                        <w:sz w:val="18"/>
                        <w:szCs w:val="18"/>
                      </w:rPr>
                    </w:pPr>
                    <w:r w:rsidRPr="00DA5B92">
                      <w:rPr>
                        <w:rFonts w:cs="Arial"/>
                        <w:color w:val="000000"/>
                        <w:sz w:val="18"/>
                        <w:szCs w:val="18"/>
                      </w:rPr>
                      <w:t>Securities Account Status Advice (reda.020)</w:t>
                    </w:r>
                    <w:r>
                      <w:rPr>
                        <w:rFonts w:cs="Arial"/>
                        <w:color w:val="000000"/>
                        <w:sz w:val="18"/>
                        <w:szCs w:val="18"/>
                      </w:rPr>
                      <w:t>: QUEUED</w:t>
                    </w:r>
                  </w:p>
                </w:txbxContent>
              </v:textbox>
            </v:shape>
            <v:line id="Line 59" o:spid="_x0000_s2116" style="position:absolute;flip:x;visibility:visible;mso-wrap-style:square" from="43013,14253" to="45411,14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">
              <v:stroke dashstyle="dash"/>
            </v:line>
            <v:line id="Line 60" o:spid="_x0000_s2117" style="position:absolute;flip:x y;visibility:visible;mso-wrap-style:square" from="8876,14353" to="14640,14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">
              <v:stroke dashstyle="dash" endarrow="block"/>
            </v:line>
            <v:shape id="Text Box 61" o:spid="_x0000_s2118" type="#_x0000_t202" style="position:absolute;left:11575;top:15972;width:32937;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" filled="f" fillcolor="#bbe0e3" stroked="f">
              <v:textbox>
                <w:txbxContent>
                  <w:p w14:paraId="3F6D9E02" w14:textId="77777777" w:rsidR="00270CA4" w:rsidRDefault="00270CA4" w:rsidP="00270CA4">
                    <w:pPr>
                      <w:autoSpaceDE w:val="0"/>
                      <w:autoSpaceDN w:val="0"/>
                      <w:adjustRightInd w:val="0"/>
                      <w:spacing w:before="0"/>
                      <w:rPr>
                        <w:rFonts w:cs="Arial"/>
                        <w:color w:val="000000"/>
                        <w:sz w:val="18"/>
                        <w:szCs w:val="18"/>
                      </w:rPr>
                    </w:pPr>
                    <w:r w:rsidRPr="00DA5B92">
                      <w:rPr>
                        <w:rFonts w:cs="Arial"/>
                        <w:color w:val="000000"/>
                        <w:sz w:val="18"/>
                        <w:szCs w:val="18"/>
                      </w:rPr>
                      <w:t>Securities Account Status Advice (reda.020)</w:t>
                    </w:r>
                    <w:r>
                      <w:rPr>
                        <w:rFonts w:cs="Arial"/>
                        <w:color w:val="000000"/>
                        <w:sz w:val="18"/>
                        <w:szCs w:val="18"/>
                      </w:rPr>
                      <w:t>:  COMPLETED</w:t>
                    </w:r>
                  </w:p>
                </w:txbxContent>
              </v:textbox>
            </v:shape>
            <v:line id="Line 62" o:spid="_x0000_s2119" style="position:absolute;flip:x;visibility:visible;mso-wrap-style:square" from="43711,17253" to="45411,17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"/>
            <v:line id="Line 63" o:spid="_x0000_s2120" style="position:absolute;flip:x;visibility:visible;mso-wrap-style:square" from="8845,17253" to="12051,17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">
              <v:stroke endarrow="block"/>
            </v:line>
            <w10:anchorlock/>
          </v:group>
        </w:pict>
      </w:r>
    </w:p>
    <w:p w14:paraId="3515513F" w14:textId="77777777" w:rsidR="00D65FF0" w:rsidRPr="00270CA4" w:rsidRDefault="00270CA4" w:rsidP="00D65FF0">
      <w:pPr>
        <w:pStyle w:val="BlockLabel"/>
      </w:pPr>
      <w:r w:rsidRPr="00270CA4">
        <w:t>Securities Account Deletion Request</w:t>
      </w:r>
    </w:p>
    <w:p w14:paraId="0C2E4335" w14:textId="77777777" w:rsidR="00270CA4" w:rsidRPr="00270CA4" w:rsidRDefault="00270CA4" w:rsidP="00F87C61">
      <w:r w:rsidRPr="00270CA4">
        <w:t xml:space="preserve">The Instruction Party sends an instruction to the Executing/Servicing Party to delete a securities account. This instruction contains information that uniquely identifies the </w:t>
      </w:r>
      <w:proofErr w:type="gramStart"/>
      <w:r w:rsidRPr="00270CA4">
        <w:t>party</w:t>
      </w:r>
      <w:proofErr w:type="gramEnd"/>
      <w:r w:rsidRPr="00270CA4">
        <w:t xml:space="preserve"> and it is used when a party is no longer active.</w:t>
      </w:r>
    </w:p>
    <w:p w14:paraId="66CBD5DD" w14:textId="77777777" w:rsidR="00D65FF0" w:rsidRPr="00270CA4" w:rsidRDefault="00270CA4" w:rsidP="00D65FF0">
      <w:pPr>
        <w:pStyle w:val="BlockLabel"/>
      </w:pPr>
      <w:r w:rsidRPr="00270CA4">
        <w:t>Securities Account Status Advice</w:t>
      </w:r>
    </w:p>
    <w:p w14:paraId="3839F60D" w14:textId="77777777" w:rsidR="00270CA4" w:rsidRDefault="00270CA4" w:rsidP="00F87C61">
      <w:r w:rsidRPr="00270CA4">
        <w:t>The Executing/Servicing Party informs the Instructing Party about the lifecycle of its instruction with the following statuses:</w:t>
      </w:r>
    </w:p>
    <w:p w14:paraId="48C3EC5A" w14:textId="77777777" w:rsidR="00B662DC" w:rsidRPr="00270CA4" w:rsidRDefault="00B662DC" w:rsidP="00F87C61"/>
    <w:p w14:paraId="1DC39195" w14:textId="77777777" w:rsidR="00B662DC" w:rsidRDefault="00270CA4" w:rsidP="004D01C9">
      <w:pPr>
        <w:pStyle w:val="TableBullet"/>
      </w:pPr>
      <w:r w:rsidRPr="00270CA4">
        <w:t>Queued</w:t>
      </w:r>
      <w:r w:rsidR="00F87C61">
        <w:t>:</w:t>
      </w:r>
    </w:p>
    <w:p w14:paraId="1D495836" w14:textId="589D6EA5" w:rsidR="00270CA4" w:rsidRDefault="00270CA4" w:rsidP="00B662DC">
      <w:pPr>
        <w:pStyle w:val="TableBullet"/>
        <w:numPr>
          <w:ilvl w:val="0"/>
          <w:numId w:val="0"/>
        </w:numPr>
        <w:ind w:left="284"/>
      </w:pPr>
      <w:r w:rsidRPr="00270CA4">
        <w:t xml:space="preserve">The Executing/Servicing Party might inform the Instructing party that the processing of the Delete Securities Account instruction has been delayed. In case of </w:t>
      </w:r>
      <w:proofErr w:type="gramStart"/>
      <w:r w:rsidRPr="00270CA4">
        <w:t>e.g.</w:t>
      </w:r>
      <w:proofErr w:type="gramEnd"/>
      <w:r w:rsidRPr="00270CA4">
        <w:t xml:space="preserve"> a night-time cycle is running.</w:t>
      </w:r>
    </w:p>
    <w:p w14:paraId="30725961" w14:textId="77777777" w:rsidR="00F87C61" w:rsidRPr="00270CA4" w:rsidRDefault="00F87C61" w:rsidP="00F87C61">
      <w:pPr>
        <w:pStyle w:val="TableBullet"/>
        <w:numPr>
          <w:ilvl w:val="0"/>
          <w:numId w:val="0"/>
        </w:numPr>
        <w:ind w:left="284"/>
      </w:pPr>
    </w:p>
    <w:p w14:paraId="0B180364" w14:textId="77777777" w:rsidR="00B662DC" w:rsidRDefault="00270CA4" w:rsidP="00A81A7D">
      <w:pPr>
        <w:pStyle w:val="TableBullet"/>
      </w:pPr>
      <w:r w:rsidRPr="00270CA4">
        <w:t>Completed</w:t>
      </w:r>
      <w:r w:rsidR="00F87C61">
        <w:t>:</w:t>
      </w:r>
    </w:p>
    <w:p w14:paraId="53A1C926" w14:textId="3F6E1B20" w:rsidR="00270CA4" w:rsidRPr="00270CA4" w:rsidRDefault="00270CA4" w:rsidP="00B662DC">
      <w:pPr>
        <w:pStyle w:val="TableBullet"/>
        <w:numPr>
          <w:ilvl w:val="0"/>
          <w:numId w:val="0"/>
        </w:numPr>
        <w:ind w:left="284"/>
      </w:pPr>
      <w:r w:rsidRPr="00270CA4">
        <w:t>The Executing/Servicing Party informs the Instructing party that the Delete Securities Account instruction has been successfully processed. The Executing/Servicing Party present to the Instructing Party the identification of the securities account that has been processed.</w:t>
      </w:r>
    </w:p>
    <w:p w14:paraId="04D8C328" w14:textId="77777777" w:rsidR="00270CA4" w:rsidRPr="00270CA4" w:rsidRDefault="00270CA4" w:rsidP="00270CA4"/>
    <w:p w14:paraId="0AC38F4E" w14:textId="77777777" w:rsidR="00270CA4" w:rsidRPr="00270CA4" w:rsidRDefault="00270CA4" w:rsidP="00725EC8">
      <w:pPr>
        <w:pStyle w:val="Heading3newpage"/>
      </w:pPr>
      <w:bookmarkStart w:id="154" w:name="_Toc26791795"/>
      <w:r w:rsidRPr="00270CA4">
        <w:lastRenderedPageBreak/>
        <w:t>Rejection Scenario</w:t>
      </w:r>
      <w:bookmarkEnd w:id="154"/>
    </w:p>
    <w:p w14:paraId="0B5D588A" w14:textId="77777777" w:rsidR="00270CA4" w:rsidRPr="00270CA4" w:rsidRDefault="00270CA4" w:rsidP="00725EC8">
      <w:r w:rsidRPr="00270CA4">
        <w:t>Applies when the instruction sent by the Instructing Party is rejected by the Executing/Servicing Party</w:t>
      </w:r>
    </w:p>
    <w:p w14:paraId="68B8C9AB" w14:textId="4E1C7726" w:rsidR="00270CA4" w:rsidRPr="00B662DC" w:rsidRDefault="00000000" w:rsidP="00B662DC">
      <w:pPr>
        <w:pStyle w:val="Graphic"/>
      </w:pPr>
      <w:r>
        <w:pict w14:anchorId="48E78D03">
          <v:group id="Area di disegno 299" o:spid="_x0000_s2093" editas="canvas" style="width:429.05pt;height:166.6pt;mso-position-horizontal-relative:char;mso-position-vertical-relative:line" coordsize="54489,21158">
            <v:shape id="_x0000_s2094" type="#_x0000_t75" style="position:absolute;width:54489;height:21158;visibility:visible;mso-wrap-style:square">
              <v:fill o:detectmouseclick="t"/>
              <v:path o:connecttype="none"/>
            </v:shape>
            <v:shape id="Text Box 46" o:spid="_x0000_s2095" type="#_x0000_t202" style="position:absolute;left:14717;top:5301;width:2683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" filled="f" fillcolor="#bbe0e3" stroked="f">
              <v:textbox>
                <w:txbxContent>
                  <w:p w14:paraId="7C088D97" w14:textId="77777777" w:rsidR="00270CA4" w:rsidRPr="0087180B" w:rsidRDefault="00270CA4" w:rsidP="00270CA4">
                    <w:pPr>
                      <w:autoSpaceDE w:val="0"/>
                      <w:autoSpaceDN w:val="0"/>
                      <w:adjustRightInd w:val="0"/>
                      <w:spacing w:before="0"/>
                      <w:rPr>
                        <w:rFonts w:cs="Arial"/>
                        <w:sz w:val="18"/>
                        <w:szCs w:val="18"/>
                      </w:rPr>
                    </w:pPr>
                    <w:r w:rsidRPr="00DA5B92">
                      <w:rPr>
                        <w:rFonts w:cs="Arial"/>
                        <w:sz w:val="18"/>
                        <w:szCs w:val="18"/>
                      </w:rPr>
                      <w:t>Securities Account Deletion Request (reda.032</w:t>
                    </w:r>
                    <w:r>
                      <w:rPr>
                        <w:rFonts w:cs="Arial"/>
                        <w:sz w:val="18"/>
                        <w:szCs w:val="18"/>
                      </w:rPr>
                      <w:t>)</w:t>
                    </w:r>
                  </w:p>
                </w:txbxContent>
              </v:textbox>
            </v:shape>
            <v:shape id="Text Box 48" o:spid="_x0000_s2096" type="#_x0000_t202" style="position:absolute;left:9394;top:2416;width:1327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" filled="f" fillcolor="#bbe0e3" stroked="f">
              <v:textbox>
                <w:txbxContent>
                  <w:p w14:paraId="264EC7DB" w14:textId="77777777" w:rsidR="00270CA4" w:rsidRDefault="00270CA4" w:rsidP="00270CA4">
                    <w:pPr>
                      <w:autoSpaceDE w:val="0"/>
                      <w:autoSpaceDN w:val="0"/>
                      <w:adjustRightInd w:val="0"/>
                      <w:spacing w:before="0"/>
                      <w:rPr>
                        <w:rFonts w:cs="Arial"/>
                        <w:b/>
                        <w:bCs/>
                        <w:i/>
                        <w:iCs/>
                        <w:color w:val="000000"/>
                        <w:sz w:val="18"/>
                        <w:szCs w:val="18"/>
                        <w:u w:val="single"/>
                      </w:rPr>
                    </w:pPr>
                    <w:r>
                      <w:rPr>
                        <w:rFonts w:cs="Arial"/>
                        <w:b/>
                        <w:bCs/>
                        <w:i/>
                        <w:iCs/>
                        <w:color w:val="000000"/>
                        <w:sz w:val="18"/>
                        <w:szCs w:val="18"/>
                        <w:u w:val="single"/>
                      </w:rPr>
                      <w:t>Deletion process</w:t>
                    </w:r>
                  </w:p>
                </w:txbxContent>
              </v:textbox>
            </v:shape>
            <v:line id="Line 49" o:spid="_x0000_s2097" style="position:absolute;flip:y;visibility:visible;mso-wrap-style:square" from="41550,6551" to="45450,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">
              <v:stroke endarrow="block"/>
            </v:line>
            <v:line id="Line 50" o:spid="_x0000_s2098" style="position:absolute;flip:x;visibility:visible;mso-wrap-style:square" from="8683,6582" to="15165,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"/>
            <v:shape id="Picture 56" o:spid="_x0000_s2099" type="#_x0000_t75" style="position:absolute;width:8876;height:209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" fillcolor="#bbe0e3">
              <v:imagedata r:id="rId36" o:title=""/>
            </v:shape>
            <v:shape id="Picture 57" o:spid="_x0000_s2100" type="#_x0000_t75" style="position:absolute;left:45411;top:92;width:9078;height:210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" fillcolor="#bbe0e3">
              <v:imagedata r:id="rId37" o:title=""/>
            </v:shape>
            <v:shape id="Text Box 58" o:spid="_x0000_s2101" type="#_x0000_t202" style="position:absolute;left:13890;top:13095;width:30212;height:28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" filled="f" fillcolor="#bbe0e3" stroked="f">
              <v:textbox>
                <w:txbxContent>
                  <w:p w14:paraId="7254385A" w14:textId="77777777" w:rsidR="00270CA4" w:rsidRDefault="00270CA4" w:rsidP="00270CA4">
                    <w:pPr>
                      <w:autoSpaceDE w:val="0"/>
                      <w:autoSpaceDN w:val="0"/>
                      <w:adjustRightInd w:val="0"/>
                      <w:spacing w:before="0"/>
                      <w:rPr>
                        <w:rFonts w:cs="Arial"/>
                        <w:color w:val="000000"/>
                        <w:sz w:val="18"/>
                        <w:szCs w:val="18"/>
                      </w:rPr>
                    </w:pPr>
                    <w:r w:rsidRPr="00DA5B92">
                      <w:rPr>
                        <w:rFonts w:cs="Arial"/>
                        <w:color w:val="000000"/>
                        <w:sz w:val="18"/>
                        <w:szCs w:val="18"/>
                      </w:rPr>
                      <w:t>Securities Account Status Advice (reda.020)</w:t>
                    </w:r>
                    <w:r>
                      <w:rPr>
                        <w:rFonts w:cs="Arial"/>
                        <w:color w:val="000000"/>
                        <w:sz w:val="18"/>
                        <w:szCs w:val="18"/>
                      </w:rPr>
                      <w:t>: QUEUED</w:t>
                    </w:r>
                  </w:p>
                </w:txbxContent>
              </v:textbox>
            </v:shape>
            <v:line id="Line 59" o:spid="_x0000_s2102" style="position:absolute;flip:x;visibility:visible;mso-wrap-style:square" from="43013,14253" to="45411,14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">
              <v:stroke dashstyle="dash"/>
            </v:line>
            <v:line id="Line 60" o:spid="_x0000_s2103" style="position:absolute;flip:x y;visibility:visible;mso-wrap-style:square" from="8876,14353" to="14640,14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">
              <v:stroke dashstyle="dash" endarrow="block"/>
            </v:line>
            <v:shape id="Text Box 61" o:spid="_x0000_s2104" type="#_x0000_t202" style="position:absolute;left:11575;top:15972;width:32937;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" filled="f" fillcolor="#bbe0e3" stroked="f">
              <v:textbox>
                <w:txbxContent>
                  <w:p w14:paraId="1AC297E9" w14:textId="77777777" w:rsidR="00270CA4" w:rsidRDefault="00270CA4" w:rsidP="00270CA4">
                    <w:pPr>
                      <w:autoSpaceDE w:val="0"/>
                      <w:autoSpaceDN w:val="0"/>
                      <w:adjustRightInd w:val="0"/>
                      <w:spacing w:before="0"/>
                      <w:rPr>
                        <w:rFonts w:cs="Arial"/>
                        <w:color w:val="000000"/>
                        <w:sz w:val="18"/>
                        <w:szCs w:val="18"/>
                      </w:rPr>
                    </w:pPr>
                    <w:r w:rsidRPr="00DA5B92">
                      <w:rPr>
                        <w:rFonts w:cs="Arial"/>
                        <w:color w:val="000000"/>
                        <w:sz w:val="18"/>
                        <w:szCs w:val="18"/>
                      </w:rPr>
                      <w:t>Securities Account Status Advice (reda.020)</w:t>
                    </w:r>
                    <w:r>
                      <w:rPr>
                        <w:rFonts w:cs="Arial"/>
                        <w:color w:val="000000"/>
                        <w:sz w:val="18"/>
                        <w:szCs w:val="18"/>
                      </w:rPr>
                      <w:t>:  REJECTED</w:t>
                    </w:r>
                  </w:p>
                </w:txbxContent>
              </v:textbox>
            </v:shape>
            <v:line id="Line 62" o:spid="_x0000_s2105" style="position:absolute;flip:x;visibility:visible;mso-wrap-style:square" from="43711,17253" to="45411,17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"/>
            <v:line id="Line 63" o:spid="_x0000_s2106" style="position:absolute;flip:x;visibility:visible;mso-wrap-style:square" from="8845,17253" to="12051,17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">
              <v:stroke endarrow="block"/>
            </v:line>
            <w10:anchorlock/>
          </v:group>
        </w:pict>
      </w:r>
    </w:p>
    <w:p w14:paraId="0C4C80C8" w14:textId="77777777" w:rsidR="00B662DC" w:rsidRPr="00B662DC" w:rsidRDefault="00270CA4" w:rsidP="00B662DC">
      <w:pPr>
        <w:pStyle w:val="BlockLabel"/>
      </w:pPr>
      <w:r w:rsidRPr="00270CA4">
        <w:t>Securities Account Deletion Request</w:t>
      </w:r>
    </w:p>
    <w:p w14:paraId="4FE937FF" w14:textId="6DF53B31" w:rsidR="00270CA4" w:rsidRPr="00270CA4" w:rsidRDefault="00270CA4" w:rsidP="00B662DC">
      <w:r w:rsidRPr="00270CA4">
        <w:t xml:space="preserve">The Instruction Party sends an instruction to the Executing/Servicing Party to delete a securities account. </w:t>
      </w:r>
    </w:p>
    <w:p w14:paraId="74B1A062" w14:textId="77777777" w:rsidR="00B662DC" w:rsidRPr="00B662DC" w:rsidRDefault="00270CA4" w:rsidP="00B662DC">
      <w:pPr>
        <w:pStyle w:val="BlockLabel"/>
      </w:pPr>
      <w:r w:rsidRPr="00270CA4">
        <w:t>Securities Account Status Advice</w:t>
      </w:r>
    </w:p>
    <w:p w14:paraId="0766C61D" w14:textId="5D62D4E6" w:rsidR="00270CA4" w:rsidRDefault="00270CA4" w:rsidP="00B662DC">
      <w:r w:rsidRPr="00270CA4">
        <w:t>The Executing/Servicing Party informs the Instructing Party about the lifecycle of its instruction with the following statuses:</w:t>
      </w:r>
    </w:p>
    <w:p w14:paraId="7180616E" w14:textId="77777777" w:rsidR="00B662DC" w:rsidRPr="00270CA4" w:rsidRDefault="00B662DC" w:rsidP="00B662DC"/>
    <w:p w14:paraId="064E9E7E" w14:textId="77777777" w:rsidR="00725EC8" w:rsidRPr="00725EC8" w:rsidRDefault="00270CA4" w:rsidP="00725EC8">
      <w:pPr>
        <w:pStyle w:val="TableBullet"/>
      </w:pPr>
      <w:r w:rsidRPr="00270CA4">
        <w:t>Rejected</w:t>
      </w:r>
    </w:p>
    <w:p w14:paraId="1989ECD4" w14:textId="77777777" w:rsidR="00725EC8" w:rsidRPr="00725EC8" w:rsidRDefault="00270CA4" w:rsidP="00B662DC">
      <w:pPr>
        <w:pStyle w:val="TableBullet"/>
        <w:numPr>
          <w:ilvl w:val="0"/>
          <w:numId w:val="0"/>
        </w:numPr>
        <w:ind w:left="284"/>
      </w:pPr>
      <w:r w:rsidRPr="00270CA4">
        <w:t>The instruction did not pass validation, some reasons could be:</w:t>
      </w:r>
    </w:p>
    <w:p w14:paraId="05EC972D" w14:textId="7050D058" w:rsidR="00270CA4" w:rsidRPr="00270CA4" w:rsidRDefault="00270CA4" w:rsidP="00B662DC">
      <w:pPr>
        <w:pStyle w:val="ListBullet2"/>
      </w:pPr>
      <w:r w:rsidRPr="00270CA4">
        <w:t>the mandatory information is not present or incorrect,</w:t>
      </w:r>
    </w:p>
    <w:p w14:paraId="6070554A" w14:textId="4BDA5E12" w:rsidR="00270CA4" w:rsidRPr="00270CA4" w:rsidRDefault="00270CA4" w:rsidP="00B662DC">
      <w:pPr>
        <w:pStyle w:val="ListBullet2"/>
      </w:pPr>
      <w:r w:rsidRPr="00270CA4">
        <w:t>the Instructing Party does not have the right to delete securities account,</w:t>
      </w:r>
    </w:p>
    <w:p w14:paraId="5084DDB6" w14:textId="107D13E4" w:rsidR="00270CA4" w:rsidRPr="00270CA4" w:rsidRDefault="00270CA4" w:rsidP="00B662DC">
      <w:pPr>
        <w:pStyle w:val="ListBullet2"/>
      </w:pPr>
      <w:r w:rsidRPr="00270CA4">
        <w:t xml:space="preserve">the instruction has already been received and is being processed. </w:t>
      </w:r>
    </w:p>
    <w:p w14:paraId="6BA66194" w14:textId="77777777" w:rsidR="00725EC8" w:rsidRDefault="00270CA4" w:rsidP="00B662DC">
      <w:pPr>
        <w:pStyle w:val="TableBullet"/>
        <w:numPr>
          <w:ilvl w:val="0"/>
          <w:numId w:val="0"/>
        </w:numPr>
        <w:ind w:left="284"/>
      </w:pPr>
      <w:r w:rsidRPr="00270CA4">
        <w:t>This instruction contains information that identifies the status and the reasons why the instruction is rejected. It is possible to have more than one reason for this status.</w:t>
      </w:r>
    </w:p>
    <w:p w14:paraId="4F90FF11" w14:textId="77777777" w:rsidR="00725EC8" w:rsidRPr="00725EC8" w:rsidRDefault="00725EC8" w:rsidP="00B662DC">
      <w:pPr>
        <w:pStyle w:val="TableBullet"/>
        <w:numPr>
          <w:ilvl w:val="0"/>
          <w:numId w:val="0"/>
        </w:numPr>
        <w:ind w:left="284"/>
      </w:pPr>
    </w:p>
    <w:p w14:paraId="14A82AAA" w14:textId="77777777" w:rsidR="00725EC8" w:rsidRPr="00725EC8" w:rsidRDefault="00270CA4" w:rsidP="00725EC8">
      <w:pPr>
        <w:pStyle w:val="TableBullet"/>
      </w:pPr>
      <w:r w:rsidRPr="00270CA4">
        <w:t>Queued</w:t>
      </w:r>
    </w:p>
    <w:p w14:paraId="6D7A9D10" w14:textId="77777777" w:rsidR="00725EC8" w:rsidRDefault="00270CA4" w:rsidP="00B662DC">
      <w:pPr>
        <w:pStyle w:val="TableBullet"/>
        <w:numPr>
          <w:ilvl w:val="0"/>
          <w:numId w:val="0"/>
        </w:numPr>
        <w:ind w:left="284"/>
      </w:pPr>
      <w:r w:rsidRPr="00270CA4">
        <w:t xml:space="preserve">The Executing/Servicing Party might inform the Instructing party that the processing of the Delete Securities Account instruction has been delayed. In case of </w:t>
      </w:r>
      <w:proofErr w:type="gramStart"/>
      <w:r w:rsidRPr="00270CA4">
        <w:t>e.g.</w:t>
      </w:r>
      <w:proofErr w:type="gramEnd"/>
      <w:r w:rsidRPr="00270CA4">
        <w:t xml:space="preserve"> a night-time cycle is running.</w:t>
      </w:r>
    </w:p>
    <w:p w14:paraId="6858A66D" w14:textId="77777777" w:rsidR="00725EC8" w:rsidRPr="00725EC8" w:rsidRDefault="00725EC8" w:rsidP="00B662DC">
      <w:pPr>
        <w:pStyle w:val="TableBullet"/>
        <w:numPr>
          <w:ilvl w:val="0"/>
          <w:numId w:val="0"/>
        </w:numPr>
        <w:ind w:left="284"/>
      </w:pPr>
    </w:p>
    <w:p w14:paraId="75258584" w14:textId="77777777" w:rsidR="00725EC8" w:rsidRPr="00725EC8" w:rsidRDefault="00270CA4" w:rsidP="00725EC8">
      <w:pPr>
        <w:pStyle w:val="TableBullet"/>
      </w:pPr>
      <w:r w:rsidRPr="00270CA4">
        <w:t>Rejected</w:t>
      </w:r>
    </w:p>
    <w:p w14:paraId="4B4FB7D9" w14:textId="77777777" w:rsidR="00725EC8" w:rsidRPr="00725EC8" w:rsidRDefault="00270CA4" w:rsidP="00B662DC">
      <w:pPr>
        <w:pStyle w:val="TableBullet"/>
        <w:numPr>
          <w:ilvl w:val="0"/>
          <w:numId w:val="0"/>
        </w:numPr>
        <w:ind w:left="284"/>
      </w:pPr>
      <w:r w:rsidRPr="00270CA4">
        <w:t>After the re-validation of the instruction, with the new set of data the current instruction did not pass validation, some reasons could be:</w:t>
      </w:r>
    </w:p>
    <w:p w14:paraId="58D98C47" w14:textId="1242F01C" w:rsidR="00270CA4" w:rsidRPr="00270CA4" w:rsidRDefault="00270CA4" w:rsidP="00725EC8">
      <w:pPr>
        <w:pStyle w:val="ListBullet2"/>
      </w:pPr>
      <w:r w:rsidRPr="00270CA4">
        <w:t>the mandatory information is not present or incorrect,</w:t>
      </w:r>
    </w:p>
    <w:p w14:paraId="2CE7616D" w14:textId="3DB86654" w:rsidR="00270CA4" w:rsidRPr="00270CA4" w:rsidRDefault="00270CA4" w:rsidP="00725EC8">
      <w:pPr>
        <w:pStyle w:val="ListBullet2"/>
      </w:pPr>
      <w:r w:rsidRPr="00270CA4">
        <w:t>the securities account cannot be deleted,</w:t>
      </w:r>
    </w:p>
    <w:p w14:paraId="43916013" w14:textId="47825302" w:rsidR="00270CA4" w:rsidRPr="00270CA4" w:rsidRDefault="00270CA4" w:rsidP="00725EC8">
      <w:pPr>
        <w:pStyle w:val="ListBullet2"/>
      </w:pPr>
      <w:r w:rsidRPr="00270CA4">
        <w:t>the Instructing Party does not have the right to delete securities account,</w:t>
      </w:r>
    </w:p>
    <w:p w14:paraId="3B1F8BB3" w14:textId="2126252F" w:rsidR="00270CA4" w:rsidRPr="00270CA4" w:rsidRDefault="00270CA4" w:rsidP="00725EC8">
      <w:pPr>
        <w:pStyle w:val="ListBullet2"/>
      </w:pPr>
      <w:r w:rsidRPr="00270CA4">
        <w:t xml:space="preserve">the instruction has already been received and is being </w:t>
      </w:r>
      <w:proofErr w:type="gramStart"/>
      <w:r w:rsidRPr="00270CA4">
        <w:t>processed</w:t>
      </w:r>
      <w:proofErr w:type="gramEnd"/>
      <w:r w:rsidRPr="00270CA4">
        <w:t xml:space="preserve"> </w:t>
      </w:r>
    </w:p>
    <w:p w14:paraId="3885D4AE" w14:textId="77777777" w:rsidR="00725EC8" w:rsidRPr="00725EC8" w:rsidRDefault="00270CA4" w:rsidP="00B662DC">
      <w:pPr>
        <w:pStyle w:val="TableBullet"/>
        <w:numPr>
          <w:ilvl w:val="0"/>
          <w:numId w:val="0"/>
        </w:numPr>
        <w:ind w:left="284"/>
      </w:pPr>
      <w:r w:rsidRPr="00270CA4">
        <w:t>This instruction contains information that identifies the status and the reasons why the instruction is rejected. It is possible to have more than one reason for this status.</w:t>
      </w:r>
    </w:p>
    <w:p w14:paraId="4D041640" w14:textId="77777777" w:rsidR="00270CA4" w:rsidRPr="00270CA4" w:rsidRDefault="00270CA4" w:rsidP="00270CA4"/>
    <w:p w14:paraId="30D67921" w14:textId="77777777" w:rsidR="00270CA4" w:rsidRPr="00270CA4" w:rsidRDefault="00270CA4" w:rsidP="00B662DC">
      <w:pPr>
        <w:pStyle w:val="Heading2newpage"/>
      </w:pPr>
      <w:bookmarkStart w:id="155" w:name="_Toc26791796"/>
      <w:bookmarkStart w:id="156" w:name="_Toc161581652"/>
      <w:r w:rsidRPr="00270CA4">
        <w:lastRenderedPageBreak/>
        <w:t>Query/Response Process</w:t>
      </w:r>
      <w:bookmarkEnd w:id="155"/>
      <w:bookmarkEnd w:id="156"/>
    </w:p>
    <w:p w14:paraId="2EF1C5B3" w14:textId="77777777" w:rsidR="00270CA4" w:rsidRPr="00270CA4" w:rsidRDefault="00270CA4" w:rsidP="00270CA4">
      <w:pPr>
        <w:pStyle w:val="Heading3"/>
      </w:pPr>
      <w:bookmarkStart w:id="157" w:name="_Toc26791797"/>
      <w:r w:rsidRPr="00270CA4">
        <w:t>Securities Account Query/Securities Account Report Scenario</w:t>
      </w:r>
      <w:bookmarkEnd w:id="157"/>
    </w:p>
    <w:p w14:paraId="0C3A2E49" w14:textId="77777777" w:rsidR="00270CA4" w:rsidRPr="00270CA4" w:rsidRDefault="00270CA4" w:rsidP="00270CA4"/>
    <w:p w14:paraId="2F0E5A39" w14:textId="3D643463" w:rsidR="00270CA4" w:rsidRPr="00B662DC" w:rsidRDefault="00000000" w:rsidP="00B662DC">
      <w:pPr>
        <w:pStyle w:val="Graphic"/>
      </w:pPr>
      <w:r>
        <w:pict w14:anchorId="4AA16C18">
          <v:group id="Area di disegno 329" o:spid="_x0000_s2079" editas="canvas" style="width:423.1pt;height:115.5pt;mso-position-horizontal-relative:char;mso-position-vertical-relative:line" coordsize="53733,14668">
            <v:shape id="_x0000_s2080" type="#_x0000_t75" style="position:absolute;width:53733;height:14668;visibility:visible;mso-wrap-style:square">
              <v:fill o:detectmouseclick="t"/>
              <v:path o:connecttype="none"/>
            </v:shape>
            <v:shape id="Picture 87" o:spid="_x0000_s2081" type="#_x0000_t75" style="position:absolute;width:8869;height:138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" fillcolor="#bbe0e3">
              <v:imagedata r:id="rId38" o:title=""/>
            </v:shape>
            <v:shape id="Picture 88" o:spid="_x0000_s2082" type="#_x0000_t75" style="position:absolute;left:44655;top:721;width:9078;height:139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" fillcolor="#bbe0e3">
              <v:imagedata r:id="rId39" o:title=""/>
            </v:shape>
            <v:shape id="Text Box 89" o:spid="_x0000_s2083" type="#_x0000_t202" style="position:absolute;left:12964;top:3605;width:2303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" filled="f" fillcolor="#bbe0e3" stroked="f">
              <v:textbox style="mso-next-textbox:#Text Box 89">
                <w:txbxContent>
                  <w:p w14:paraId="61F5CD5B" w14:textId="77777777" w:rsidR="00270CA4" w:rsidRPr="00957EA0" w:rsidRDefault="00270CA4" w:rsidP="00270CA4">
                    <w:pPr>
                      <w:autoSpaceDE w:val="0"/>
                      <w:autoSpaceDN w:val="0"/>
                      <w:adjustRightInd w:val="0"/>
                      <w:spacing w:before="0"/>
                      <w:rPr>
                        <w:rFonts w:cs="Arial"/>
                        <w:sz w:val="18"/>
                        <w:szCs w:val="18"/>
                      </w:rPr>
                    </w:pPr>
                    <w:r w:rsidRPr="005E3C1F">
                      <w:rPr>
                        <w:rFonts w:cs="Arial"/>
                        <w:sz w:val="18"/>
                        <w:szCs w:val="18"/>
                      </w:rPr>
                      <w:t>Securities Account Query (reda.019)</w:t>
                    </w:r>
                  </w:p>
                </w:txbxContent>
              </v:textbox>
            </v:shape>
            <v:line id="Line 90" o:spid="_x0000_s2084" style="position:absolute;visibility:visible;mso-wrap-style:square" from="33942,5048" to="44655,50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">
              <v:stroke endarrow="block"/>
            </v:line>
            <v:line id="Line 91" o:spid="_x0000_s2085" style="position:absolute;flip:x;visibility:visible;mso-wrap-style:square" from="8645,4886" to="13667,48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"/>
            <v:shape id="Text Box 92" o:spid="_x0000_s2086" type="#_x0000_t202" style="position:absolute;left:10097;top:721;width:21907;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" filled="f" fillcolor="#bbe0e3" stroked="f">
              <v:textbox style="mso-next-textbox:#Text Box 92">
                <w:txbxContent>
                  <w:p w14:paraId="38875EFA" w14:textId="77777777" w:rsidR="00270CA4" w:rsidRDefault="00270CA4" w:rsidP="00270CA4">
                    <w:pPr>
                      <w:autoSpaceDE w:val="0"/>
                      <w:autoSpaceDN w:val="0"/>
                      <w:adjustRightInd w:val="0"/>
                      <w:spacing w:before="0"/>
                      <w:rPr>
                        <w:rFonts w:cs="Arial"/>
                        <w:b/>
                        <w:bCs/>
                        <w:i/>
                        <w:iCs/>
                        <w:color w:val="000000"/>
                        <w:sz w:val="18"/>
                        <w:szCs w:val="18"/>
                        <w:u w:val="single"/>
                      </w:rPr>
                    </w:pPr>
                    <w:r>
                      <w:rPr>
                        <w:rFonts w:cs="Arial"/>
                        <w:b/>
                        <w:bCs/>
                        <w:i/>
                        <w:iCs/>
                        <w:color w:val="000000"/>
                        <w:sz w:val="18"/>
                        <w:szCs w:val="18"/>
                        <w:u w:val="single"/>
                      </w:rPr>
                      <w:t>Query/Report Process</w:t>
                    </w:r>
                  </w:p>
                </w:txbxContent>
              </v:textbox>
            </v:shape>
            <v:shape id="Text Box 93" o:spid="_x0000_s2087" type="#_x0000_t202" style="position:absolute;left:12964;top:6022;width:2806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" filled="f" fillcolor="#bbe0e3" stroked="f">
              <v:textbox style="mso-next-textbox:#Text Box 93">
                <w:txbxContent>
                  <w:p w14:paraId="66EDFABB" w14:textId="77777777" w:rsidR="00270CA4" w:rsidRDefault="00270CA4" w:rsidP="00270CA4">
                    <w:pPr>
                      <w:autoSpaceDE w:val="0"/>
                      <w:autoSpaceDN w:val="0"/>
                      <w:adjustRightInd w:val="0"/>
                      <w:spacing w:before="0"/>
                      <w:rPr>
                        <w:rFonts w:cs="Arial"/>
                        <w:color w:val="000000"/>
                        <w:sz w:val="18"/>
                        <w:szCs w:val="18"/>
                      </w:rPr>
                    </w:pPr>
                    <w:r w:rsidRPr="005E3C1F">
                      <w:rPr>
                        <w:rFonts w:cs="Arial"/>
                        <w:color w:val="000000"/>
                        <w:sz w:val="18"/>
                        <w:szCs w:val="18"/>
                      </w:rPr>
                      <w:t>Securities Account Report (reda.021)</w:t>
                    </w:r>
                    <w:r>
                      <w:rPr>
                        <w:rFonts w:cs="Arial"/>
                        <w:color w:val="000000"/>
                        <w:sz w:val="18"/>
                        <w:szCs w:val="18"/>
                      </w:rPr>
                      <w:t>: ERROR</w:t>
                    </w:r>
                  </w:p>
                </w:txbxContent>
              </v:textbox>
            </v:shape>
            <v:line id="Line 94" o:spid="_x0000_s2088" style="position:absolute;flip:x;visibility:visible;mso-wrap-style:square" from="38624,7081" to="44624,70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">
              <v:stroke dashstyle="dash"/>
            </v:line>
            <v:line id="Line 95" o:spid="_x0000_s2089" style="position:absolute;flip:x;visibility:visible;mso-wrap-style:square" from="8614,7203" to="13667,72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">
              <v:stroke dashstyle="dash" endarrow="block"/>
            </v:line>
            <v:shape id="Text Box 96" o:spid="_x0000_s2090" type="#_x0000_t202" style="position:absolute;left:12964;top:8508;width:2806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" filled="f" fillcolor="#bbe0e3" stroked="f">
              <v:textbox style="mso-next-textbox:#Text Box 96">
                <w:txbxContent>
                  <w:p w14:paraId="16403FCC" w14:textId="77777777" w:rsidR="00270CA4" w:rsidRDefault="00270CA4" w:rsidP="00270CA4">
                    <w:pPr>
                      <w:autoSpaceDE w:val="0"/>
                      <w:autoSpaceDN w:val="0"/>
                      <w:adjustRightInd w:val="0"/>
                      <w:spacing w:before="0"/>
                      <w:rPr>
                        <w:rFonts w:cs="Arial"/>
                        <w:color w:val="000000"/>
                        <w:sz w:val="18"/>
                        <w:szCs w:val="18"/>
                      </w:rPr>
                    </w:pPr>
                    <w:r w:rsidRPr="005E3C1F">
                      <w:rPr>
                        <w:rFonts w:cs="Arial"/>
                        <w:color w:val="000000"/>
                        <w:sz w:val="18"/>
                        <w:szCs w:val="18"/>
                      </w:rPr>
                      <w:t>Securities Account Report (reda.021)</w:t>
                    </w:r>
                  </w:p>
                </w:txbxContent>
              </v:textbox>
            </v:shape>
            <v:line id="Line 97" o:spid="_x0000_s2091" style="position:absolute;flip:x;visibility:visible;mso-wrap-style:square" from="33942,9750" to="44655,97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"/>
            <v:line id="Line 98" o:spid="_x0000_s2092" style="position:absolute;flip:x;visibility:visible;mso-wrap-style:square" from="8645,9796" to="13667,97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">
              <v:stroke endarrow="block"/>
            </v:line>
            <w10:anchorlock/>
          </v:group>
        </w:pict>
      </w:r>
    </w:p>
    <w:p w14:paraId="54A7FCEB" w14:textId="77777777" w:rsidR="00270CA4" w:rsidRPr="00270CA4" w:rsidRDefault="00270CA4" w:rsidP="00B662DC"/>
    <w:p w14:paraId="2710BE86" w14:textId="77777777" w:rsidR="00B662DC" w:rsidRPr="00B662DC" w:rsidRDefault="00270CA4" w:rsidP="00B662DC">
      <w:pPr>
        <w:pStyle w:val="BlockLabel"/>
      </w:pPr>
      <w:r w:rsidRPr="00270CA4">
        <w:t>Securities Account Query</w:t>
      </w:r>
    </w:p>
    <w:p w14:paraId="22D62631" w14:textId="4869EC80" w:rsidR="00270CA4" w:rsidRPr="00270CA4" w:rsidRDefault="00270CA4" w:rsidP="00B662DC">
      <w:r w:rsidRPr="00270CA4">
        <w:t>The Instructing Party sends an instruction to the Executing/Servicing Party to run a query according to specified criteria.</w:t>
      </w:r>
    </w:p>
    <w:p w14:paraId="49D4B120" w14:textId="77777777" w:rsidR="00B662DC" w:rsidRPr="00B662DC" w:rsidRDefault="00270CA4" w:rsidP="00B662DC">
      <w:pPr>
        <w:pStyle w:val="BlockLabel"/>
      </w:pPr>
      <w:r w:rsidRPr="00270CA4">
        <w:t xml:space="preserve">Securities Account Report </w:t>
      </w:r>
    </w:p>
    <w:p w14:paraId="3B4152CC" w14:textId="7F9BE6C6" w:rsidR="00270CA4" w:rsidRPr="00270CA4" w:rsidRDefault="00270CA4" w:rsidP="00B662DC">
      <w:proofErr w:type="gramStart"/>
      <w:r w:rsidRPr="00270CA4">
        <w:t>Depending on the query criteria, it</w:t>
      </w:r>
      <w:proofErr w:type="gramEnd"/>
      <w:r w:rsidRPr="00270CA4">
        <w:t xml:space="preserve"> is possible that the processing will take more than a certain </w:t>
      </w:r>
      <w:proofErr w:type="spellStart"/>
      <w:r w:rsidRPr="00270CA4">
        <w:t>timeor</w:t>
      </w:r>
      <w:proofErr w:type="spellEnd"/>
      <w:r w:rsidRPr="00270CA4">
        <w:t xml:space="preserve"> that the result of the query will be empty due to wrong combination of criteria or no result set. In this case, an error message within a query response message is sent to the Instructing Party.</w:t>
      </w:r>
    </w:p>
    <w:p w14:paraId="3ECE366C" w14:textId="77777777" w:rsidR="00B662DC" w:rsidRPr="00B662DC" w:rsidRDefault="00270CA4" w:rsidP="00B662DC">
      <w:pPr>
        <w:pStyle w:val="BlockLabel"/>
      </w:pPr>
      <w:r w:rsidRPr="00270CA4">
        <w:t xml:space="preserve">Securities Account Report </w:t>
      </w:r>
    </w:p>
    <w:p w14:paraId="47C357A5" w14:textId="2648E0B6" w:rsidR="00270CA4" w:rsidRPr="00270CA4" w:rsidRDefault="00270CA4" w:rsidP="00270CA4">
      <w:r w:rsidRPr="00270CA4">
        <w:t>The Executing/Servicing Party sends a query response that meets the specified criteria to the Instructing Party.</w:t>
      </w:r>
    </w:p>
    <w:p w14:paraId="2C063D9E" w14:textId="77777777" w:rsidR="00270CA4" w:rsidRPr="00270CA4" w:rsidRDefault="00270CA4" w:rsidP="00B662DC">
      <w:pPr>
        <w:pStyle w:val="Heading3newpage"/>
      </w:pPr>
      <w:bookmarkStart w:id="158" w:name="_Toc26791798"/>
      <w:r w:rsidRPr="00270CA4">
        <w:lastRenderedPageBreak/>
        <w:t>Securities Account Audit Trail Query/Securities Account Audit Trail Report Scenario</w:t>
      </w:r>
      <w:bookmarkEnd w:id="158"/>
    </w:p>
    <w:p w14:paraId="0676A6BA" w14:textId="7C0D5021" w:rsidR="00270CA4" w:rsidRPr="00270CA4" w:rsidRDefault="00000000" w:rsidP="00B662DC">
      <w:pPr>
        <w:pStyle w:val="Graphic"/>
      </w:pPr>
      <w:r>
        <w:pict w14:anchorId="5DFA7EDA">
          <v:group id="Area di disegno 17" o:spid="_x0000_s2064" editas="canvas" style="width:423.15pt;height:115.5pt;mso-position-horizontal-relative:char;mso-position-vertical-relative:line" coordsize="53740,14668">
            <v:shape id="_x0000_s2065" type="#_x0000_t75" style="position:absolute;width:53740;height:14668;visibility:visible;mso-wrap-style:square">
              <v:fill o:detectmouseclick="t"/>
              <v:path o:connecttype="none"/>
            </v:shape>
            <v:rect id="AutoShape 103" o:spid="_x0000_s2066" style="position:absolute;width:53740;height:14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" filled="f" stroked="f">
              <o:lock v:ext="edit" aspectratio="t"/>
            </v:rect>
            <v:shape id="Picture 104" o:spid="_x0000_s2067" type="#_x0000_t75" style="position:absolute;width:8876;height:138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" fillcolor="#bbe0e3">
              <v:imagedata r:id="rId38" o:title=""/>
            </v:shape>
            <v:shape id="Picture 105" o:spid="_x0000_s2068" type="#_x0000_t75" style="position:absolute;left:44662;top:721;width:9078;height:139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" fillcolor="#bbe0e3">
              <v:imagedata r:id="rId39" o:title=""/>
            </v:shape>
            <v:shape id="Text Box 106" o:spid="_x0000_s2069" type="#_x0000_t202" style="position:absolute;left:13674;top:3009;width:25803;height:3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" filled="f" fillcolor="#bbe0e3" stroked="f">
              <v:textbox style="mso-next-textbox:#Text Box 106">
                <w:txbxContent>
                  <w:p w14:paraId="50891795" w14:textId="77777777" w:rsidR="00270CA4" w:rsidRPr="00957EA0" w:rsidRDefault="00270CA4" w:rsidP="00270CA4">
                    <w:pPr>
                      <w:autoSpaceDE w:val="0"/>
                      <w:autoSpaceDN w:val="0"/>
                      <w:adjustRightInd w:val="0"/>
                      <w:rPr>
                        <w:rFonts w:cs="Arial"/>
                        <w:sz w:val="36"/>
                        <w:szCs w:val="36"/>
                      </w:rPr>
                    </w:pPr>
                    <w:r w:rsidRPr="00967587">
                      <w:rPr>
                        <w:rFonts w:cs="Arial"/>
                        <w:sz w:val="18"/>
                        <w:szCs w:val="18"/>
                      </w:rPr>
                      <w:t>Securities Account Audit Trail Query (reda.036)</w:t>
                    </w:r>
                  </w:p>
                </w:txbxContent>
              </v:textbox>
            </v:shape>
            <v:line id="Line 107" o:spid="_x0000_s2070" style="position:absolute;visibility:visible;mso-wrap-style:square" from="40233,5048" to="44662,50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">
              <v:stroke endarrow="block"/>
            </v:line>
            <v:line id="Line 108" o:spid="_x0000_s2071" style="position:absolute;flip:x;visibility:visible;mso-wrap-style:square" from="8652,4886" to="13674,48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"/>
            <v:shape id="Text Box 109" o:spid="_x0000_s2072" type="#_x0000_t202" style="position:absolute;left:10097;top:721;width:15683;height:38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" filled="f" fillcolor="#bbe0e3" stroked="f">
              <v:textbox style="mso-next-textbox:#Text Box 109">
                <w:txbxContent>
                  <w:p w14:paraId="4BB27357" w14:textId="77777777" w:rsidR="00270CA4" w:rsidRDefault="00270CA4" w:rsidP="00270CA4">
                    <w:pPr>
                      <w:autoSpaceDE w:val="0"/>
                      <w:autoSpaceDN w:val="0"/>
                      <w:adjustRightInd w:val="0"/>
                      <w:rPr>
                        <w:rFonts w:cs="Arial"/>
                        <w:color w:val="000000"/>
                        <w:sz w:val="36"/>
                        <w:szCs w:val="36"/>
                      </w:rPr>
                    </w:pPr>
                    <w:r>
                      <w:rPr>
                        <w:rFonts w:cs="Arial"/>
                        <w:b/>
                        <w:bCs/>
                        <w:i/>
                        <w:iCs/>
                        <w:color w:val="000000"/>
                        <w:sz w:val="18"/>
                        <w:szCs w:val="18"/>
                        <w:u w:val="single"/>
                      </w:rPr>
                      <w:t>Query/Response Process</w:t>
                    </w:r>
                  </w:p>
                </w:txbxContent>
              </v:textbox>
            </v:shape>
            <v:shape id="Text Box 110" o:spid="_x0000_s2073" type="#_x0000_t202" style="position:absolute;left:10636;top:5093;width:31741;height:31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" filled="f" fillcolor="#bbe0e3" stroked="f">
              <v:textbox style="mso-next-textbox:#Text Box 110">
                <w:txbxContent>
                  <w:p w14:paraId="48377232" w14:textId="77777777" w:rsidR="00270CA4" w:rsidRDefault="00270CA4" w:rsidP="00270CA4">
                    <w:pPr>
                      <w:autoSpaceDE w:val="0"/>
                      <w:autoSpaceDN w:val="0"/>
                      <w:adjustRightInd w:val="0"/>
                      <w:rPr>
                        <w:rFonts w:cs="Arial"/>
                        <w:color w:val="000000"/>
                        <w:sz w:val="36"/>
                        <w:szCs w:val="36"/>
                      </w:rPr>
                    </w:pPr>
                    <w:r w:rsidRPr="00967587">
                      <w:rPr>
                        <w:rFonts w:cs="Arial"/>
                        <w:color w:val="000000"/>
                        <w:sz w:val="18"/>
                        <w:szCs w:val="18"/>
                      </w:rPr>
                      <w:t>Securities Account Audit Trail Report (reda.037)</w:t>
                    </w:r>
                    <w:r>
                      <w:rPr>
                        <w:rFonts w:cs="Arial"/>
                        <w:color w:val="000000"/>
                        <w:sz w:val="18"/>
                        <w:szCs w:val="18"/>
                      </w:rPr>
                      <w:t>: ERROR</w:t>
                    </w:r>
                  </w:p>
                </w:txbxContent>
              </v:textbox>
            </v:shape>
            <v:line id="Line 111" o:spid="_x0000_s2074" style="position:absolute;flip:x;visibility:visible;mso-wrap-style:square" from="41404,7081" to="44631,70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">
              <v:stroke dashstyle="dash"/>
            </v:line>
            <v:line id="Line 112" o:spid="_x0000_s2075" style="position:absolute;flip:x;visibility:visible;mso-wrap-style:square" from="8621,7203" to="11045,72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">
              <v:stroke dashstyle="dash" endarrow="block"/>
            </v:line>
            <v:shape id="Text Box 113" o:spid="_x0000_s2076" type="#_x0000_t202" style="position:absolute;left:10982;top:7904;width:28067;height:40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" filled="f" fillcolor="#bbe0e3" stroked="f">
              <v:textbox style="mso-next-textbox:#Text Box 113">
                <w:txbxContent>
                  <w:p w14:paraId="270E13B8" w14:textId="77777777" w:rsidR="00270CA4" w:rsidRDefault="00270CA4" w:rsidP="00270CA4">
                    <w:pPr>
                      <w:autoSpaceDE w:val="0"/>
                      <w:autoSpaceDN w:val="0"/>
                      <w:adjustRightInd w:val="0"/>
                      <w:rPr>
                        <w:rFonts w:cs="Arial"/>
                        <w:color w:val="000000"/>
                        <w:sz w:val="36"/>
                        <w:szCs w:val="36"/>
                      </w:rPr>
                    </w:pPr>
                    <w:r w:rsidRPr="00967587">
                      <w:rPr>
                        <w:rFonts w:cs="Arial"/>
                        <w:color w:val="000000"/>
                        <w:sz w:val="18"/>
                        <w:szCs w:val="18"/>
                      </w:rPr>
                      <w:t>Securities Account Audit Trail Report (reda.037)</w:t>
                    </w:r>
                  </w:p>
                </w:txbxContent>
              </v:textbox>
            </v:shape>
            <v:line id="Line 114" o:spid="_x0000_s2077" style="position:absolute;flip:x;visibility:visible;mso-wrap-style:square" from="37453,9750" to="44662,97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"/>
            <v:line id="Line 115" o:spid="_x0000_s2078" style="position:absolute;flip:x;visibility:visible;mso-wrap-style:square" from="8652,9796" to="11484,97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">
              <v:stroke endarrow="block"/>
            </v:line>
            <w10:anchorlock/>
          </v:group>
        </w:pict>
      </w:r>
    </w:p>
    <w:p w14:paraId="10E6D642" w14:textId="77777777" w:rsidR="00270CA4" w:rsidRPr="00270CA4" w:rsidRDefault="00270CA4" w:rsidP="00270CA4"/>
    <w:p w14:paraId="7C76D389" w14:textId="77777777" w:rsidR="00B662DC" w:rsidRPr="00B662DC" w:rsidRDefault="00270CA4" w:rsidP="00B662DC">
      <w:pPr>
        <w:pStyle w:val="BlockLabel"/>
      </w:pPr>
      <w:r w:rsidRPr="00270CA4">
        <w:t>Securities Account Audit Trail Query</w:t>
      </w:r>
    </w:p>
    <w:p w14:paraId="3C77E3A4" w14:textId="759E27B3" w:rsidR="00270CA4" w:rsidRPr="00270CA4" w:rsidRDefault="00270CA4" w:rsidP="00B662DC">
      <w:r w:rsidRPr="00270CA4">
        <w:t xml:space="preserve">The Instructing Party sends an instruction to the Executing/Servicing Party to run a query according to specified </w:t>
      </w:r>
      <w:proofErr w:type="gramStart"/>
      <w:r w:rsidRPr="00270CA4">
        <w:t>criteria’s</w:t>
      </w:r>
      <w:proofErr w:type="gramEnd"/>
      <w:r w:rsidRPr="00270CA4">
        <w:t xml:space="preserve"> to retrieve the complete audit trail on a specific securities account.</w:t>
      </w:r>
    </w:p>
    <w:p w14:paraId="5EFD56E5" w14:textId="77777777" w:rsidR="00B662DC" w:rsidRPr="00B662DC" w:rsidRDefault="00270CA4" w:rsidP="00B662DC">
      <w:pPr>
        <w:pStyle w:val="BlockLabel"/>
      </w:pPr>
      <w:r w:rsidRPr="00270CA4">
        <w:t>Securities Account Audit Trail Report</w:t>
      </w:r>
    </w:p>
    <w:p w14:paraId="6739A89B" w14:textId="37FB7D43" w:rsidR="00270CA4" w:rsidRPr="00270CA4" w:rsidRDefault="00270CA4" w:rsidP="00B662DC">
      <w:proofErr w:type="gramStart"/>
      <w:r w:rsidRPr="00270CA4">
        <w:t>Depending on the query criteria, it</w:t>
      </w:r>
      <w:proofErr w:type="gramEnd"/>
      <w:r w:rsidRPr="00270CA4">
        <w:t xml:space="preserve"> is possible that the processing will take more than a certain </w:t>
      </w:r>
      <w:proofErr w:type="spellStart"/>
      <w:r w:rsidRPr="00270CA4">
        <w:t>timeor</w:t>
      </w:r>
      <w:proofErr w:type="spellEnd"/>
      <w:r w:rsidRPr="00270CA4">
        <w:t xml:space="preserve"> that the result of the query will be empty due to wrong combination of criteria or no result set. In this case, an error message within a query response message is sent to the Instructing Party.</w:t>
      </w:r>
    </w:p>
    <w:p w14:paraId="67FC6B90" w14:textId="77777777" w:rsidR="00B662DC" w:rsidRPr="00B662DC" w:rsidRDefault="00270CA4" w:rsidP="00B662DC">
      <w:pPr>
        <w:pStyle w:val="BlockLabel"/>
      </w:pPr>
      <w:r w:rsidRPr="00270CA4">
        <w:t>Securities Account Audit Trail Report</w:t>
      </w:r>
    </w:p>
    <w:p w14:paraId="4BFC8F5A" w14:textId="77777777" w:rsidR="00270CA4" w:rsidRPr="00270CA4" w:rsidRDefault="00270CA4" w:rsidP="00B662DC">
      <w:bookmarkStart w:id="159" w:name="_Toc491193436"/>
      <w:r w:rsidRPr="00270CA4">
        <w:t>The Executing/Servicing Party sends a query response that meets the specified criteria to the Instructing Party.</w:t>
      </w:r>
      <w:bookmarkEnd w:id="159"/>
    </w:p>
    <w:p w14:paraId="2EFF1FCB" w14:textId="77777777" w:rsidR="00270CA4" w:rsidRDefault="00270CA4" w:rsidP="00B662DC">
      <w:pPr>
        <w:pStyle w:val="Heading2newpage"/>
      </w:pPr>
      <w:bookmarkStart w:id="160" w:name="_Toc26791799"/>
      <w:bookmarkStart w:id="161" w:name="_Toc161581653"/>
      <w:r w:rsidRPr="00270CA4">
        <w:lastRenderedPageBreak/>
        <w:t>Statement Process</w:t>
      </w:r>
      <w:bookmarkEnd w:id="160"/>
      <w:bookmarkEnd w:id="161"/>
    </w:p>
    <w:p w14:paraId="0E264A62" w14:textId="77777777" w:rsidR="00B662DC" w:rsidRPr="00B662DC" w:rsidRDefault="00B662DC" w:rsidP="00B662DC"/>
    <w:p w14:paraId="0C737688" w14:textId="0F730F96" w:rsidR="00270CA4" w:rsidRPr="00270CA4" w:rsidRDefault="00000000" w:rsidP="00B662DC">
      <w:pPr>
        <w:pStyle w:val="Graphic"/>
      </w:pPr>
      <w:r>
        <w:pict w14:anchorId="1F4C8156">
          <v:group id="Area di disegno 378" o:spid="_x0000_s2056" editas="canvas" style="width:423.1pt;height:115.5pt;mso-position-horizontal-relative:char;mso-position-vertical-relative:line" coordsize="53733,14668">
            <v:shape id="_x0000_s2057" type="#_x0000_t75" style="position:absolute;width:53733;height:14668;visibility:visible;mso-wrap-style:square">
              <v:fill o:detectmouseclick="t"/>
              <v:path o:connecttype="none"/>
            </v:shape>
            <v:shape id="Picture 118" o:spid="_x0000_s2058" type="#_x0000_t75" style="position:absolute;width:8869;height:138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" fillcolor="#bbe0e3">
              <v:imagedata r:id="rId38" o:title=""/>
            </v:shape>
            <v:shape id="Picture 119" o:spid="_x0000_s2059" type="#_x0000_t75" style="position:absolute;left:44655;top:721;width:9078;height:139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" fillcolor="#bbe0e3">
              <v:imagedata r:id="rId39" o:title=""/>
            </v:shape>
            <v:shape id="Text Box 120" o:spid="_x0000_s2060" type="#_x0000_t202" style="position:absolute;left:15786;top:6417;width:26427;height:32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" filled="f" fillcolor="#bbe0e3" stroked="f">
              <v:textbox style="mso-next-textbox:#Text Box 120">
                <w:txbxContent>
                  <w:p w14:paraId="3068BAFC" w14:textId="77777777" w:rsidR="00270CA4" w:rsidRPr="0065592C" w:rsidRDefault="00270CA4" w:rsidP="00270CA4">
                    <w:pPr>
                      <w:autoSpaceDE w:val="0"/>
                      <w:autoSpaceDN w:val="0"/>
                      <w:adjustRightInd w:val="0"/>
                      <w:rPr>
                        <w:rFonts w:cs="Arial"/>
                        <w:sz w:val="18"/>
                        <w:szCs w:val="18"/>
                      </w:rPr>
                    </w:pPr>
                    <w:r w:rsidRPr="002A425E">
                      <w:rPr>
                        <w:rFonts w:cs="Arial"/>
                        <w:sz w:val="18"/>
                        <w:szCs w:val="18"/>
                      </w:rPr>
                      <w:t>Securities Account Activity Advice (reda.035)</w:t>
                    </w:r>
                  </w:p>
                </w:txbxContent>
              </v:textbox>
            </v:shape>
            <v:line id="Line 121" o:spid="_x0000_s2061" style="position:absolute;flip:x;visibility:visible;mso-wrap-style:square" from="39867,8446" to="44655,84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"/>
            <v:shape id="Text Box 122" o:spid="_x0000_s2062" type="#_x0000_t202" style="position:absolute;left:9363;top:3605;width:1668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" filled="f" fillcolor="#bbe0e3" stroked="f">
              <v:textbox style="mso-next-textbox:#Text Box 122">
                <w:txbxContent>
                  <w:p w14:paraId="1858E626" w14:textId="77777777" w:rsidR="00270CA4" w:rsidRDefault="00270CA4" w:rsidP="00270CA4">
                    <w:pPr>
                      <w:autoSpaceDE w:val="0"/>
                      <w:autoSpaceDN w:val="0"/>
                      <w:adjustRightInd w:val="0"/>
                      <w:spacing w:before="0"/>
                      <w:rPr>
                        <w:rFonts w:cs="Arial"/>
                        <w:b/>
                        <w:bCs/>
                        <w:i/>
                        <w:iCs/>
                        <w:color w:val="000000"/>
                        <w:sz w:val="18"/>
                        <w:szCs w:val="18"/>
                        <w:u w:val="single"/>
                      </w:rPr>
                    </w:pPr>
                    <w:r>
                      <w:rPr>
                        <w:rFonts w:cs="Arial"/>
                        <w:b/>
                        <w:bCs/>
                        <w:i/>
                        <w:iCs/>
                        <w:color w:val="000000"/>
                        <w:sz w:val="18"/>
                        <w:szCs w:val="18"/>
                        <w:u w:val="single"/>
                      </w:rPr>
                      <w:t>Statement Process</w:t>
                    </w:r>
                  </w:p>
                </w:txbxContent>
              </v:textbox>
            </v:shape>
            <v:line id="Line 123" o:spid="_x0000_s2063" style="position:absolute;flip:x;visibility:visible;mso-wrap-style:square" from="8645,8638" to="15786,86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">
              <v:stroke endarrow="block"/>
            </v:line>
            <w10:anchorlock/>
          </v:group>
        </w:pict>
      </w:r>
    </w:p>
    <w:p w14:paraId="4496F355" w14:textId="77777777" w:rsidR="00270CA4" w:rsidRPr="00270CA4" w:rsidRDefault="00270CA4" w:rsidP="00B662DC"/>
    <w:p w14:paraId="2A610B2A" w14:textId="77777777" w:rsidR="00B662DC" w:rsidRPr="00B662DC" w:rsidRDefault="00270CA4" w:rsidP="00B662DC">
      <w:pPr>
        <w:pStyle w:val="BlockLabel"/>
      </w:pPr>
      <w:r w:rsidRPr="00270CA4">
        <w:t xml:space="preserve">Securities Account Activity Advice </w:t>
      </w:r>
    </w:p>
    <w:p w14:paraId="0D5F4EDA" w14:textId="77777777" w:rsidR="00B662DC" w:rsidRDefault="00270CA4" w:rsidP="00B662DC">
      <w:r w:rsidRPr="00270CA4">
        <w:t xml:space="preserve">The Executing/Servicing Party sends a statement to the Instructing Party containing information on changes occurred for securities account reference data during the business </w:t>
      </w:r>
      <w:proofErr w:type="gramStart"/>
      <w:r w:rsidRPr="00270CA4">
        <w:t>day</w:t>
      </w:r>
      <w:proofErr w:type="gramEnd"/>
    </w:p>
    <w:p w14:paraId="0051734B" w14:textId="19C934AE" w:rsidR="00270CA4" w:rsidRPr="00270CA4" w:rsidRDefault="00270CA4" w:rsidP="00B662DC">
      <w:r w:rsidRPr="00270CA4">
        <w:t>The statement is sent unilaterally in an unsolicited manner.</w:t>
      </w:r>
    </w:p>
    <w:p w14:paraId="4DA599E5" w14:textId="77777777" w:rsidR="000E53BB" w:rsidRDefault="00B5372E" w:rsidP="00A8050C">
      <w:pPr>
        <w:pStyle w:val="Heading1"/>
      </w:pPr>
      <w:bookmarkStart w:id="162" w:name="_Toc161581654"/>
      <w:r>
        <w:lastRenderedPageBreak/>
        <w:t>Business Examples</w:t>
      </w:r>
      <w:bookmarkEnd w:id="162"/>
    </w:p>
    <w:bookmarkEnd w:id="4"/>
    <w:p w14:paraId="4C479E8C" w14:textId="77777777" w:rsidR="00BF6218" w:rsidRPr="002E1CB1" w:rsidRDefault="00BF6218" w:rsidP="00BF6218">
      <w:r w:rsidRPr="002E1CB1">
        <w:t xml:space="preserve">This section describes business examples of the use of the various </w:t>
      </w:r>
      <w:proofErr w:type="spellStart"/>
      <w:r w:rsidRPr="002E1CB1">
        <w:t>MessageDefinitions</w:t>
      </w:r>
      <w:proofErr w:type="spellEnd"/>
      <w:r w:rsidRPr="002E1CB1">
        <w:t>.</w:t>
      </w:r>
    </w:p>
    <w:p w14:paraId="5961042F" w14:textId="77777777" w:rsidR="00B87DD5" w:rsidRPr="00B87DD5" w:rsidRDefault="00B87DD5" w:rsidP="00B87DD5">
      <w:pPr>
        <w:pStyle w:val="Heading2"/>
      </w:pPr>
      <w:bookmarkStart w:id="163" w:name="_Toc161581655"/>
      <w:r w:rsidRPr="00B87DD5">
        <w:t>Securities Account Creation Request - reda.018.001.01</w:t>
      </w:r>
      <w:bookmarkEnd w:id="163"/>
    </w:p>
    <w:p w14:paraId="233AA626" w14:textId="77777777" w:rsidR="00BF6218" w:rsidRDefault="00BF6218" w:rsidP="00BF6218">
      <w:pPr>
        <w:pStyle w:val="BlockLabel"/>
      </w:pPr>
      <w:r>
        <w:t>Description</w:t>
      </w:r>
    </w:p>
    <w:p w14:paraId="5347AD72" w14:textId="77777777" w:rsidR="00B87DD5" w:rsidRPr="00B87DD5" w:rsidRDefault="00B87DD5" w:rsidP="00B87DD5">
      <w:r w:rsidRPr="00B87DD5">
        <w:t>The instructing Party wants to create a new securities account with the following information:</w:t>
      </w:r>
    </w:p>
    <w:p w14:paraId="7FD5D67C" w14:textId="77777777" w:rsidR="00B87DD5" w:rsidRPr="00B87DD5" w:rsidRDefault="00B87DD5" w:rsidP="00B87DD5">
      <w:pPr>
        <w:pStyle w:val="ListBullet"/>
      </w:pPr>
      <w:r w:rsidRPr="00B87DD5">
        <w:t>Account owner Parent BIC: CSDAXXYYAAA</w:t>
      </w:r>
    </w:p>
    <w:p w14:paraId="49925EB7" w14:textId="77777777" w:rsidR="00B87DD5" w:rsidRPr="00B87DD5" w:rsidRDefault="00B87DD5" w:rsidP="00B87DD5">
      <w:pPr>
        <w:pStyle w:val="ListBullet"/>
      </w:pPr>
      <w:r w:rsidRPr="00B87DD5">
        <w:t xml:space="preserve">Account owner Party BIC: CSDPXXYYAAA </w:t>
      </w:r>
    </w:p>
    <w:p w14:paraId="0F485C23" w14:textId="77777777" w:rsidR="00B87DD5" w:rsidRPr="00B87DD5" w:rsidRDefault="00B87DD5" w:rsidP="00B87DD5">
      <w:pPr>
        <w:pStyle w:val="ListBullet"/>
      </w:pPr>
      <w:r w:rsidRPr="00B87DD5">
        <w:t>Security account identification: SECACCCSDPXXYYAAA</w:t>
      </w:r>
    </w:p>
    <w:p w14:paraId="66037365" w14:textId="77777777" w:rsidR="00B87DD5" w:rsidRPr="00B87DD5" w:rsidRDefault="00B87DD5" w:rsidP="00B87DD5">
      <w:pPr>
        <w:pStyle w:val="ListBullet"/>
      </w:pPr>
      <w:r w:rsidRPr="00B87DD5">
        <w:t>Account Type: CSDP</w:t>
      </w:r>
    </w:p>
    <w:p w14:paraId="2D6ECAE0" w14:textId="77777777" w:rsidR="00B87DD5" w:rsidRPr="00B87DD5" w:rsidRDefault="00B87DD5" w:rsidP="00B87DD5">
      <w:pPr>
        <w:pStyle w:val="ListBullet"/>
      </w:pPr>
      <w:r w:rsidRPr="00B87DD5">
        <w:t>Opening date: 2019-01-01</w:t>
      </w:r>
    </w:p>
    <w:p w14:paraId="0E69BD68" w14:textId="77777777" w:rsidR="00B87DD5" w:rsidRPr="00B87DD5" w:rsidRDefault="00B87DD5" w:rsidP="00B87DD5">
      <w:pPr>
        <w:pStyle w:val="ListBullet"/>
      </w:pPr>
      <w:r w:rsidRPr="00B87DD5">
        <w:t xml:space="preserve">Hold indicator: </w:t>
      </w:r>
      <w:proofErr w:type="gramStart"/>
      <w:r w:rsidRPr="00B87DD5">
        <w:t>true</w:t>
      </w:r>
      <w:proofErr w:type="gramEnd"/>
    </w:p>
    <w:p w14:paraId="099403F2" w14:textId="77777777" w:rsidR="00B87DD5" w:rsidRPr="00B87DD5" w:rsidRDefault="00B87DD5" w:rsidP="00B87DD5">
      <w:pPr>
        <w:pStyle w:val="ListBullet"/>
      </w:pPr>
      <w:r w:rsidRPr="00B87DD5">
        <w:t>Negative position indicator: false</w:t>
      </w:r>
    </w:p>
    <w:p w14:paraId="0E680121" w14:textId="77777777" w:rsidR="00B87DD5" w:rsidRPr="00B87DD5" w:rsidRDefault="00B87DD5" w:rsidP="00B87DD5">
      <w:pPr>
        <w:pStyle w:val="ListBullet"/>
      </w:pPr>
      <w:r w:rsidRPr="00B87DD5">
        <w:t>End investor flag: NONE</w:t>
      </w:r>
    </w:p>
    <w:p w14:paraId="47001AE4" w14:textId="77777777" w:rsidR="00B87DD5" w:rsidRPr="00B87DD5" w:rsidRDefault="00B87DD5" w:rsidP="00B87DD5">
      <w:pPr>
        <w:pStyle w:val="ListBullet"/>
      </w:pPr>
      <w:r w:rsidRPr="00B87DD5">
        <w:t>Pricing scheme: SACC</w:t>
      </w:r>
    </w:p>
    <w:p w14:paraId="6E445464" w14:textId="77777777" w:rsidR="00BF6218" w:rsidRPr="00F307D3" w:rsidRDefault="00BF6218" w:rsidP="00BF6218">
      <w:pPr>
        <w:pStyle w:val="BlockLabel"/>
      </w:pPr>
      <w:r w:rsidRPr="00F307D3">
        <w:t>Message Instance</w:t>
      </w:r>
    </w:p>
    <w:p w14:paraId="4E6681E1" w14:textId="77777777" w:rsidR="00BF6218" w:rsidRPr="00F307D3" w:rsidRDefault="00BF6218" w:rsidP="00BF6218">
      <w:pPr>
        <w:pStyle w:val="XMLCode"/>
        <w:rPr>
          <w:highlight w:val="white"/>
        </w:rPr>
      </w:pPr>
      <w:r w:rsidRPr="00F307D3">
        <w:rPr>
          <w:highlight w:val="white"/>
        </w:rPr>
        <w:t>&lt;Document&gt;</w:t>
      </w:r>
    </w:p>
    <w:p w14:paraId="279826D3" w14:textId="77777777" w:rsidR="00B87DD5" w:rsidRPr="00B87DD5" w:rsidRDefault="00B87DD5" w:rsidP="00B87DD5">
      <w:pPr>
        <w:pStyle w:val="XMLCode"/>
      </w:pPr>
      <w:r w:rsidRPr="00B87DD5">
        <w:t>&lt;Document&gt;</w:t>
      </w:r>
    </w:p>
    <w:p w14:paraId="13163868" w14:textId="77777777" w:rsidR="00B87DD5" w:rsidRPr="00B87DD5" w:rsidRDefault="00B87DD5" w:rsidP="00B87DD5">
      <w:pPr>
        <w:pStyle w:val="XMLCode"/>
      </w:pPr>
      <w:r w:rsidRPr="00B87DD5">
        <w:tab/>
        <w:t>&lt;</w:t>
      </w:r>
      <w:proofErr w:type="spellStart"/>
      <w:r w:rsidRPr="00B87DD5">
        <w:t>SctiesAcctCreReq</w:t>
      </w:r>
      <w:proofErr w:type="spellEnd"/>
      <w:r w:rsidRPr="00B87DD5">
        <w:t>&gt;</w:t>
      </w:r>
    </w:p>
    <w:p w14:paraId="567EB9C2" w14:textId="77777777" w:rsidR="00B87DD5" w:rsidRPr="00B87DD5" w:rsidRDefault="00B87DD5" w:rsidP="00B87DD5">
      <w:pPr>
        <w:pStyle w:val="XMLCode"/>
      </w:pPr>
      <w:r w:rsidRPr="00B87DD5">
        <w:tab/>
      </w:r>
      <w:r w:rsidRPr="00B87DD5">
        <w:tab/>
        <w:t>&lt;</w:t>
      </w:r>
      <w:proofErr w:type="spellStart"/>
      <w:r w:rsidRPr="00B87DD5">
        <w:t>MsgHdr</w:t>
      </w:r>
      <w:proofErr w:type="spellEnd"/>
      <w:r w:rsidRPr="00B87DD5">
        <w:t>&gt;</w:t>
      </w:r>
    </w:p>
    <w:p w14:paraId="56A9285C" w14:textId="77777777" w:rsidR="00B87DD5" w:rsidRPr="00B87DD5" w:rsidRDefault="00B87DD5" w:rsidP="00B87DD5">
      <w:pPr>
        <w:pStyle w:val="XMLCode"/>
      </w:pPr>
      <w:r w:rsidRPr="00B87DD5">
        <w:tab/>
      </w:r>
      <w:r w:rsidRPr="00B87DD5">
        <w:tab/>
      </w:r>
      <w:r w:rsidRPr="00B87DD5">
        <w:tab/>
        <w:t>&lt;</w:t>
      </w:r>
      <w:proofErr w:type="spellStart"/>
      <w:r w:rsidRPr="00B87DD5">
        <w:t>MsgId</w:t>
      </w:r>
      <w:proofErr w:type="spellEnd"/>
      <w:r w:rsidRPr="00B87DD5">
        <w:t>&gt;SAMPLECRESAC&lt;/</w:t>
      </w:r>
      <w:proofErr w:type="spellStart"/>
      <w:r w:rsidRPr="00B87DD5">
        <w:t>MsgId</w:t>
      </w:r>
      <w:proofErr w:type="spellEnd"/>
      <w:r w:rsidRPr="00B87DD5">
        <w:t>&gt;</w:t>
      </w:r>
    </w:p>
    <w:p w14:paraId="327E25F1" w14:textId="77777777" w:rsidR="00B87DD5" w:rsidRPr="00B87DD5" w:rsidRDefault="00B87DD5" w:rsidP="00B87DD5">
      <w:pPr>
        <w:pStyle w:val="XMLCode"/>
      </w:pPr>
      <w:r w:rsidRPr="00B87DD5">
        <w:tab/>
      </w:r>
      <w:r w:rsidRPr="00B87DD5">
        <w:tab/>
        <w:t>&lt;/</w:t>
      </w:r>
      <w:proofErr w:type="spellStart"/>
      <w:r w:rsidRPr="00B87DD5">
        <w:t>MsgHdr</w:t>
      </w:r>
      <w:proofErr w:type="spellEnd"/>
      <w:r w:rsidRPr="00B87DD5">
        <w:t>&gt;</w:t>
      </w:r>
    </w:p>
    <w:p w14:paraId="2C826432" w14:textId="77777777" w:rsidR="00B87DD5" w:rsidRPr="00B87DD5" w:rsidRDefault="00B87DD5" w:rsidP="00B87DD5">
      <w:pPr>
        <w:pStyle w:val="XMLCode"/>
      </w:pPr>
      <w:r w:rsidRPr="00B87DD5">
        <w:tab/>
      </w:r>
      <w:r w:rsidRPr="00B87DD5">
        <w:tab/>
        <w:t>&lt;</w:t>
      </w:r>
      <w:proofErr w:type="spellStart"/>
      <w:r w:rsidRPr="00B87DD5">
        <w:t>SctiesAcct</w:t>
      </w:r>
      <w:proofErr w:type="spellEnd"/>
      <w:r w:rsidRPr="00B87DD5">
        <w:t>&gt;</w:t>
      </w:r>
    </w:p>
    <w:p w14:paraId="214A9D3F" w14:textId="77777777" w:rsidR="00B87DD5" w:rsidRPr="00B87DD5" w:rsidRDefault="00B87DD5" w:rsidP="00B87DD5">
      <w:pPr>
        <w:pStyle w:val="XMLCode"/>
      </w:pPr>
      <w:r w:rsidRPr="00B87DD5">
        <w:tab/>
      </w:r>
      <w:r w:rsidRPr="00B87DD5">
        <w:tab/>
      </w:r>
      <w:r w:rsidRPr="00B87DD5">
        <w:tab/>
        <w:t>&lt;</w:t>
      </w:r>
      <w:proofErr w:type="spellStart"/>
      <w:r w:rsidRPr="00B87DD5">
        <w:t>AcctOwnr</w:t>
      </w:r>
      <w:proofErr w:type="spellEnd"/>
      <w:r w:rsidRPr="00B87DD5">
        <w:t>&gt;</w:t>
      </w:r>
    </w:p>
    <w:p w14:paraId="467F2D83" w14:textId="77777777" w:rsidR="00B87DD5" w:rsidRPr="00B87DD5" w:rsidRDefault="00B87DD5" w:rsidP="00B87DD5">
      <w:pPr>
        <w:pStyle w:val="XMLCode"/>
      </w:pPr>
      <w:r w:rsidRPr="00B87DD5">
        <w:tab/>
      </w:r>
      <w:r w:rsidRPr="00B87DD5">
        <w:tab/>
      </w:r>
      <w:r w:rsidRPr="00B87DD5">
        <w:tab/>
      </w:r>
      <w:r w:rsidRPr="00B87DD5">
        <w:tab/>
        <w:t>&lt;Id&gt;</w:t>
      </w:r>
    </w:p>
    <w:p w14:paraId="1801DA33" w14:textId="77777777" w:rsidR="00B87DD5" w:rsidRPr="00B87DD5" w:rsidRDefault="00B87DD5" w:rsidP="00B87DD5">
      <w:pPr>
        <w:pStyle w:val="XMLCode"/>
      </w:pPr>
      <w:r w:rsidRPr="00B87DD5">
        <w:tab/>
      </w:r>
      <w:r w:rsidRPr="00B87DD5">
        <w:tab/>
      </w:r>
      <w:r w:rsidRPr="00B87DD5">
        <w:tab/>
      </w:r>
      <w:r w:rsidRPr="00B87DD5">
        <w:tab/>
      </w:r>
      <w:r w:rsidRPr="00B87DD5">
        <w:tab/>
        <w:t>&lt;Id&gt;</w:t>
      </w:r>
    </w:p>
    <w:p w14:paraId="1A1CA7AD" w14:textId="77777777" w:rsidR="00B87DD5" w:rsidRPr="00B87DD5" w:rsidRDefault="00B87DD5" w:rsidP="00B87DD5">
      <w:pPr>
        <w:pStyle w:val="XMLCode"/>
      </w:pPr>
      <w:r w:rsidRPr="00B87DD5">
        <w:tab/>
      </w:r>
      <w:r w:rsidRPr="00B87DD5">
        <w:tab/>
      </w:r>
      <w:r w:rsidRPr="00B87DD5">
        <w:tab/>
      </w:r>
      <w:r w:rsidRPr="00B87DD5">
        <w:tab/>
      </w:r>
      <w:r w:rsidRPr="00B87DD5">
        <w:tab/>
      </w:r>
      <w:r w:rsidRPr="00B87DD5">
        <w:tab/>
        <w:t>&lt;</w:t>
      </w:r>
      <w:proofErr w:type="spellStart"/>
      <w:r w:rsidRPr="00B87DD5">
        <w:t>AnyBIC</w:t>
      </w:r>
      <w:proofErr w:type="spellEnd"/>
      <w:r w:rsidRPr="00B87DD5">
        <w:t>&gt;CSDPXXYYAAA&lt;/</w:t>
      </w:r>
      <w:proofErr w:type="spellStart"/>
      <w:r w:rsidRPr="00B87DD5">
        <w:t>AnyBIC</w:t>
      </w:r>
      <w:proofErr w:type="spellEnd"/>
      <w:r w:rsidRPr="00B87DD5">
        <w:t>&gt;</w:t>
      </w:r>
    </w:p>
    <w:p w14:paraId="585966D2" w14:textId="77777777" w:rsidR="00B87DD5" w:rsidRPr="00B87DD5" w:rsidRDefault="00B87DD5" w:rsidP="00B87DD5">
      <w:pPr>
        <w:pStyle w:val="XMLCode"/>
      </w:pPr>
      <w:r w:rsidRPr="00B87DD5">
        <w:tab/>
      </w:r>
      <w:r w:rsidRPr="00B87DD5">
        <w:tab/>
      </w:r>
      <w:r w:rsidRPr="00B87DD5">
        <w:tab/>
      </w:r>
      <w:r w:rsidRPr="00B87DD5">
        <w:tab/>
      </w:r>
      <w:r w:rsidRPr="00B87DD5">
        <w:tab/>
        <w:t>&lt;/Id&gt;</w:t>
      </w:r>
    </w:p>
    <w:p w14:paraId="78CA715C" w14:textId="77777777" w:rsidR="00B87DD5" w:rsidRPr="00B87DD5" w:rsidRDefault="00B87DD5" w:rsidP="00B87DD5">
      <w:pPr>
        <w:pStyle w:val="XMLCode"/>
      </w:pPr>
      <w:r w:rsidRPr="00B87DD5">
        <w:tab/>
      </w:r>
      <w:r w:rsidRPr="00B87DD5">
        <w:tab/>
      </w:r>
      <w:r w:rsidRPr="00B87DD5">
        <w:tab/>
      </w:r>
      <w:r w:rsidRPr="00B87DD5">
        <w:tab/>
        <w:t>&lt;/Id&gt;</w:t>
      </w:r>
    </w:p>
    <w:p w14:paraId="096BC5EB" w14:textId="77777777" w:rsidR="00B87DD5" w:rsidRPr="00B87DD5" w:rsidRDefault="00B87DD5" w:rsidP="00B87DD5">
      <w:pPr>
        <w:pStyle w:val="XMLCode"/>
      </w:pPr>
      <w:r w:rsidRPr="00B87DD5">
        <w:tab/>
      </w:r>
      <w:r w:rsidRPr="00B87DD5">
        <w:tab/>
      </w:r>
      <w:r w:rsidRPr="00B87DD5">
        <w:tab/>
      </w:r>
      <w:r w:rsidRPr="00B87DD5">
        <w:tab/>
        <w:t>&lt;</w:t>
      </w:r>
      <w:proofErr w:type="spellStart"/>
      <w:r w:rsidRPr="00B87DD5">
        <w:t>RspnsblPtyId</w:t>
      </w:r>
      <w:proofErr w:type="spellEnd"/>
      <w:r w:rsidRPr="00B87DD5">
        <w:t>&gt;</w:t>
      </w:r>
    </w:p>
    <w:p w14:paraId="069486A4" w14:textId="77777777" w:rsidR="00B87DD5" w:rsidRPr="00B87DD5" w:rsidRDefault="00B87DD5" w:rsidP="00B87DD5">
      <w:pPr>
        <w:pStyle w:val="XMLCode"/>
      </w:pPr>
      <w:r w:rsidRPr="00B87DD5">
        <w:tab/>
      </w:r>
      <w:r w:rsidRPr="00B87DD5">
        <w:tab/>
      </w:r>
      <w:r w:rsidRPr="00B87DD5">
        <w:tab/>
      </w:r>
      <w:r w:rsidRPr="00B87DD5">
        <w:tab/>
      </w:r>
      <w:r w:rsidRPr="00B87DD5">
        <w:tab/>
        <w:t>&lt;Id&gt;</w:t>
      </w:r>
    </w:p>
    <w:p w14:paraId="0AFDF2E2" w14:textId="77777777" w:rsidR="00B87DD5" w:rsidRPr="00B87DD5" w:rsidRDefault="00B87DD5" w:rsidP="00B87DD5">
      <w:pPr>
        <w:pStyle w:val="XMLCode"/>
      </w:pPr>
      <w:r w:rsidRPr="00B87DD5">
        <w:tab/>
      </w:r>
      <w:r w:rsidRPr="00B87DD5">
        <w:tab/>
      </w:r>
      <w:r w:rsidRPr="00B87DD5">
        <w:tab/>
      </w:r>
      <w:r w:rsidRPr="00B87DD5">
        <w:tab/>
      </w:r>
      <w:r w:rsidRPr="00B87DD5">
        <w:tab/>
      </w:r>
      <w:r w:rsidRPr="00B87DD5">
        <w:tab/>
        <w:t>&lt;</w:t>
      </w:r>
      <w:proofErr w:type="spellStart"/>
      <w:r w:rsidRPr="00B87DD5">
        <w:t>AnyBIC</w:t>
      </w:r>
      <w:proofErr w:type="spellEnd"/>
      <w:r w:rsidRPr="00B87DD5">
        <w:t>&gt;CSDAXXYYAAA&lt;/</w:t>
      </w:r>
      <w:proofErr w:type="spellStart"/>
      <w:r w:rsidRPr="00B87DD5">
        <w:t>AnyBIC</w:t>
      </w:r>
      <w:proofErr w:type="spellEnd"/>
      <w:r w:rsidRPr="00B87DD5">
        <w:t>&gt;</w:t>
      </w:r>
    </w:p>
    <w:p w14:paraId="4B5B8F82" w14:textId="77777777" w:rsidR="00B87DD5" w:rsidRPr="00B87DD5" w:rsidRDefault="00B87DD5" w:rsidP="00B87DD5">
      <w:pPr>
        <w:pStyle w:val="XMLCode"/>
      </w:pPr>
      <w:r w:rsidRPr="00B87DD5">
        <w:tab/>
      </w:r>
      <w:r w:rsidRPr="00B87DD5">
        <w:tab/>
      </w:r>
      <w:r w:rsidRPr="00B87DD5">
        <w:tab/>
      </w:r>
      <w:r w:rsidRPr="00B87DD5">
        <w:tab/>
      </w:r>
      <w:r w:rsidRPr="00B87DD5">
        <w:tab/>
        <w:t>&lt;/Id&gt;</w:t>
      </w:r>
    </w:p>
    <w:p w14:paraId="129D4C0A" w14:textId="77777777" w:rsidR="00B87DD5" w:rsidRPr="00B87DD5" w:rsidRDefault="00B87DD5" w:rsidP="00B87DD5">
      <w:pPr>
        <w:pStyle w:val="XMLCode"/>
      </w:pPr>
      <w:r w:rsidRPr="00B87DD5">
        <w:tab/>
      </w:r>
      <w:r w:rsidRPr="00B87DD5">
        <w:tab/>
      </w:r>
      <w:r w:rsidRPr="00B87DD5">
        <w:tab/>
      </w:r>
      <w:r w:rsidRPr="00B87DD5">
        <w:tab/>
        <w:t>&lt;/</w:t>
      </w:r>
      <w:proofErr w:type="spellStart"/>
      <w:r w:rsidRPr="00B87DD5">
        <w:t>RspnsblPtyId</w:t>
      </w:r>
      <w:proofErr w:type="spellEnd"/>
      <w:r w:rsidRPr="00B87DD5">
        <w:t>&gt;</w:t>
      </w:r>
    </w:p>
    <w:p w14:paraId="377ADEFF" w14:textId="77777777" w:rsidR="00B87DD5" w:rsidRPr="00B87DD5" w:rsidRDefault="00B87DD5" w:rsidP="00B87DD5">
      <w:pPr>
        <w:pStyle w:val="XMLCode"/>
      </w:pPr>
      <w:r w:rsidRPr="00B87DD5">
        <w:tab/>
      </w:r>
      <w:r w:rsidRPr="00B87DD5">
        <w:tab/>
      </w:r>
      <w:r w:rsidRPr="00B87DD5">
        <w:tab/>
        <w:t>&lt;/</w:t>
      </w:r>
      <w:proofErr w:type="spellStart"/>
      <w:r w:rsidRPr="00B87DD5">
        <w:t>AcctOwnr</w:t>
      </w:r>
      <w:proofErr w:type="spellEnd"/>
      <w:r w:rsidRPr="00B87DD5">
        <w:t>&gt;</w:t>
      </w:r>
    </w:p>
    <w:p w14:paraId="7FC99B6C" w14:textId="77777777" w:rsidR="00B87DD5" w:rsidRPr="00B87DD5" w:rsidRDefault="00B87DD5" w:rsidP="00B87DD5">
      <w:pPr>
        <w:pStyle w:val="XMLCode"/>
      </w:pPr>
      <w:r w:rsidRPr="00B87DD5">
        <w:tab/>
      </w:r>
      <w:r w:rsidRPr="00B87DD5">
        <w:tab/>
      </w:r>
      <w:r w:rsidRPr="00B87DD5">
        <w:tab/>
        <w:t>&lt;Id&gt;SECACCCSDPXXYYAAA&lt;/Id&gt;</w:t>
      </w:r>
    </w:p>
    <w:p w14:paraId="745C86AD" w14:textId="77777777" w:rsidR="00B87DD5" w:rsidRPr="00B87DD5" w:rsidRDefault="00B87DD5" w:rsidP="00B87DD5">
      <w:pPr>
        <w:pStyle w:val="XMLCode"/>
      </w:pPr>
      <w:r w:rsidRPr="00B87DD5">
        <w:lastRenderedPageBreak/>
        <w:tab/>
      </w:r>
      <w:r w:rsidRPr="00B87DD5">
        <w:tab/>
      </w:r>
      <w:r w:rsidRPr="00B87DD5">
        <w:tab/>
        <w:t>&lt;</w:t>
      </w:r>
      <w:proofErr w:type="spellStart"/>
      <w:r w:rsidRPr="00B87DD5">
        <w:t>Tp</w:t>
      </w:r>
      <w:proofErr w:type="spellEnd"/>
      <w:r w:rsidRPr="00B87DD5">
        <w:t>&gt;</w:t>
      </w:r>
    </w:p>
    <w:p w14:paraId="1CA79236" w14:textId="77777777" w:rsidR="00B87DD5" w:rsidRPr="00B87DD5" w:rsidRDefault="00B87DD5" w:rsidP="00B87DD5">
      <w:pPr>
        <w:pStyle w:val="XMLCode"/>
      </w:pPr>
      <w:r w:rsidRPr="00B87DD5">
        <w:tab/>
      </w:r>
      <w:r w:rsidRPr="00B87DD5">
        <w:tab/>
      </w:r>
      <w:r w:rsidRPr="00B87DD5">
        <w:tab/>
      </w:r>
      <w:r w:rsidRPr="00B87DD5">
        <w:tab/>
        <w:t>&lt;Cd&gt;CSDP&lt;/Cd&gt;</w:t>
      </w:r>
    </w:p>
    <w:p w14:paraId="63A0E2BA" w14:textId="77777777" w:rsidR="00B87DD5" w:rsidRPr="00B87DD5" w:rsidRDefault="00B87DD5" w:rsidP="00B87DD5">
      <w:pPr>
        <w:pStyle w:val="XMLCode"/>
      </w:pPr>
      <w:r w:rsidRPr="00B87DD5">
        <w:tab/>
      </w:r>
      <w:r w:rsidRPr="00B87DD5">
        <w:tab/>
      </w:r>
      <w:r w:rsidRPr="00B87DD5">
        <w:tab/>
        <w:t>&lt;/</w:t>
      </w:r>
      <w:proofErr w:type="spellStart"/>
      <w:r w:rsidRPr="00B87DD5">
        <w:t>Tp</w:t>
      </w:r>
      <w:proofErr w:type="spellEnd"/>
      <w:r w:rsidRPr="00B87DD5">
        <w:t>&gt;</w:t>
      </w:r>
    </w:p>
    <w:p w14:paraId="2E26F3DB" w14:textId="77777777" w:rsidR="00B87DD5" w:rsidRPr="00B87DD5" w:rsidRDefault="00B87DD5" w:rsidP="00B87DD5">
      <w:pPr>
        <w:pStyle w:val="XMLCode"/>
      </w:pPr>
      <w:r w:rsidRPr="00B87DD5">
        <w:tab/>
      </w:r>
      <w:r w:rsidRPr="00B87DD5">
        <w:tab/>
      </w:r>
      <w:r w:rsidRPr="00B87DD5">
        <w:tab/>
        <w:t>&lt;</w:t>
      </w:r>
      <w:proofErr w:type="spellStart"/>
      <w:r w:rsidRPr="00B87DD5">
        <w:t>OpngDt</w:t>
      </w:r>
      <w:proofErr w:type="spellEnd"/>
      <w:r w:rsidRPr="00B87DD5">
        <w:t>&gt;2019-01-01&lt;/</w:t>
      </w:r>
      <w:proofErr w:type="spellStart"/>
      <w:r w:rsidRPr="00B87DD5">
        <w:t>OpngDt</w:t>
      </w:r>
      <w:proofErr w:type="spellEnd"/>
      <w:r w:rsidRPr="00B87DD5">
        <w:t>&gt;</w:t>
      </w:r>
    </w:p>
    <w:p w14:paraId="2765DCD2" w14:textId="77777777" w:rsidR="00B87DD5" w:rsidRPr="00B87DD5" w:rsidRDefault="00B87DD5" w:rsidP="00B87DD5">
      <w:pPr>
        <w:pStyle w:val="XMLCode"/>
      </w:pPr>
      <w:r w:rsidRPr="00B87DD5">
        <w:tab/>
      </w:r>
      <w:r w:rsidRPr="00B87DD5">
        <w:tab/>
      </w:r>
      <w:r w:rsidRPr="00B87DD5">
        <w:tab/>
        <w:t>&lt;</w:t>
      </w:r>
      <w:proofErr w:type="spellStart"/>
      <w:r w:rsidRPr="00B87DD5">
        <w:t>HldInd</w:t>
      </w:r>
      <w:proofErr w:type="spellEnd"/>
      <w:r w:rsidRPr="00B87DD5">
        <w:t>&gt;true&lt;/</w:t>
      </w:r>
      <w:proofErr w:type="spellStart"/>
      <w:r w:rsidRPr="00B87DD5">
        <w:t>HldInd</w:t>
      </w:r>
      <w:proofErr w:type="spellEnd"/>
      <w:r w:rsidRPr="00B87DD5">
        <w:t>&gt;</w:t>
      </w:r>
    </w:p>
    <w:p w14:paraId="09D529FA" w14:textId="77777777" w:rsidR="00B87DD5" w:rsidRPr="00B87DD5" w:rsidRDefault="00B87DD5" w:rsidP="00B87DD5">
      <w:pPr>
        <w:pStyle w:val="XMLCode"/>
      </w:pPr>
      <w:r w:rsidRPr="00B87DD5">
        <w:tab/>
      </w:r>
      <w:r w:rsidRPr="00B87DD5">
        <w:tab/>
      </w:r>
      <w:r w:rsidRPr="00B87DD5">
        <w:tab/>
        <w:t>&lt;</w:t>
      </w:r>
      <w:proofErr w:type="spellStart"/>
      <w:r w:rsidRPr="00B87DD5">
        <w:t>NegPos</w:t>
      </w:r>
      <w:proofErr w:type="spellEnd"/>
      <w:r w:rsidRPr="00B87DD5">
        <w:t>&gt;false&lt;/</w:t>
      </w:r>
      <w:proofErr w:type="spellStart"/>
      <w:r w:rsidRPr="00B87DD5">
        <w:t>NegPos</w:t>
      </w:r>
      <w:proofErr w:type="spellEnd"/>
      <w:r w:rsidRPr="00B87DD5">
        <w:t>&gt;</w:t>
      </w:r>
    </w:p>
    <w:p w14:paraId="51B80C73" w14:textId="77777777" w:rsidR="00B87DD5" w:rsidRPr="00B87DD5" w:rsidRDefault="00B87DD5" w:rsidP="00B87DD5">
      <w:pPr>
        <w:pStyle w:val="XMLCode"/>
      </w:pPr>
      <w:r w:rsidRPr="00B87DD5">
        <w:tab/>
      </w:r>
      <w:r w:rsidRPr="00B87DD5">
        <w:tab/>
      </w:r>
      <w:r w:rsidRPr="00B87DD5">
        <w:tab/>
        <w:t>&lt;</w:t>
      </w:r>
      <w:proofErr w:type="spellStart"/>
      <w:r w:rsidRPr="00B87DD5">
        <w:t>EndInvstrFlg</w:t>
      </w:r>
      <w:proofErr w:type="spellEnd"/>
      <w:r w:rsidRPr="00B87DD5">
        <w:t>&gt;NONE&lt;/</w:t>
      </w:r>
      <w:proofErr w:type="spellStart"/>
      <w:r w:rsidRPr="00B87DD5">
        <w:t>EndInvstrFlg</w:t>
      </w:r>
      <w:proofErr w:type="spellEnd"/>
      <w:r w:rsidRPr="00B87DD5">
        <w:t>&gt;</w:t>
      </w:r>
    </w:p>
    <w:p w14:paraId="1CC26D33" w14:textId="77777777" w:rsidR="00B87DD5" w:rsidRPr="00B87DD5" w:rsidRDefault="00B87DD5" w:rsidP="00B87DD5">
      <w:pPr>
        <w:pStyle w:val="XMLCode"/>
      </w:pPr>
      <w:r w:rsidRPr="00B87DD5">
        <w:tab/>
      </w:r>
      <w:r w:rsidRPr="00B87DD5">
        <w:tab/>
      </w:r>
      <w:r w:rsidRPr="00B87DD5">
        <w:tab/>
        <w:t>&lt;</w:t>
      </w:r>
      <w:proofErr w:type="spellStart"/>
      <w:r w:rsidRPr="00B87DD5">
        <w:t>PricgSchme</w:t>
      </w:r>
      <w:proofErr w:type="spellEnd"/>
      <w:r w:rsidRPr="00B87DD5">
        <w:t>&gt;SACC&lt;/</w:t>
      </w:r>
      <w:proofErr w:type="spellStart"/>
      <w:r w:rsidRPr="00B87DD5">
        <w:t>PricgSchme</w:t>
      </w:r>
      <w:proofErr w:type="spellEnd"/>
      <w:r w:rsidRPr="00B87DD5">
        <w:t>&gt;</w:t>
      </w:r>
    </w:p>
    <w:p w14:paraId="69E3F3B3" w14:textId="77777777" w:rsidR="00B87DD5" w:rsidRPr="00B87DD5" w:rsidRDefault="00B87DD5" w:rsidP="00B87DD5">
      <w:pPr>
        <w:pStyle w:val="XMLCode"/>
      </w:pPr>
      <w:r w:rsidRPr="00B87DD5">
        <w:tab/>
      </w:r>
      <w:r w:rsidRPr="00B87DD5">
        <w:tab/>
        <w:t>&lt;/</w:t>
      </w:r>
      <w:proofErr w:type="spellStart"/>
      <w:r w:rsidRPr="00B87DD5">
        <w:t>SctiesAcct</w:t>
      </w:r>
      <w:proofErr w:type="spellEnd"/>
      <w:r w:rsidRPr="00B87DD5">
        <w:t>&gt;</w:t>
      </w:r>
    </w:p>
    <w:p w14:paraId="69090061" w14:textId="77777777" w:rsidR="00B87DD5" w:rsidRPr="00B87DD5" w:rsidRDefault="00B87DD5" w:rsidP="00B87DD5">
      <w:pPr>
        <w:pStyle w:val="XMLCode"/>
      </w:pPr>
      <w:r w:rsidRPr="00B87DD5">
        <w:tab/>
        <w:t>&lt;/</w:t>
      </w:r>
      <w:proofErr w:type="spellStart"/>
      <w:r w:rsidRPr="00B87DD5">
        <w:t>SctiesAcctCreReq</w:t>
      </w:r>
      <w:proofErr w:type="spellEnd"/>
      <w:r w:rsidRPr="00B87DD5">
        <w:t>&gt;</w:t>
      </w:r>
    </w:p>
    <w:p w14:paraId="4221C75C" w14:textId="196067BA" w:rsidR="00BF6218" w:rsidRPr="00F307D3" w:rsidRDefault="00B87DD5" w:rsidP="00B87DD5">
      <w:pPr>
        <w:pStyle w:val="XMLCode"/>
        <w:rPr>
          <w:highlight w:val="white"/>
        </w:rPr>
      </w:pPr>
      <w:r w:rsidRPr="00B87DD5">
        <w:t>&lt;/Document&gt;</w:t>
      </w:r>
      <w:r w:rsidR="00BF6218" w:rsidRPr="00F307D3">
        <w:rPr>
          <w:highlight w:val="white"/>
        </w:rPr>
        <w:t>&lt;/Document&gt;</w:t>
      </w:r>
    </w:p>
    <w:p w14:paraId="24E9DC6E" w14:textId="2403CDB2" w:rsidR="00BF6218" w:rsidRPr="00F307D3" w:rsidRDefault="00B87DD5" w:rsidP="00BF6218">
      <w:pPr>
        <w:pStyle w:val="Heading2"/>
      </w:pPr>
      <w:bookmarkStart w:id="164" w:name="_Toc26791802"/>
      <w:bookmarkStart w:id="165" w:name="_Toc161581656"/>
      <w:r>
        <w:t xml:space="preserve">Securities Account </w:t>
      </w:r>
      <w:r w:rsidRPr="00CC06F8">
        <w:t xml:space="preserve">Modification Request </w:t>
      </w:r>
      <w:r>
        <w:t>- r</w:t>
      </w:r>
      <w:r w:rsidRPr="00CC06F8">
        <w:t>eda.02</w:t>
      </w:r>
      <w:r>
        <w:t>3</w:t>
      </w:r>
      <w:r w:rsidRPr="00CC06F8">
        <w:t>.001.01</w:t>
      </w:r>
      <w:bookmarkEnd w:id="164"/>
      <w:bookmarkEnd w:id="165"/>
    </w:p>
    <w:p w14:paraId="3ABA30CB" w14:textId="77777777" w:rsidR="00BF6218" w:rsidRPr="00F307D3" w:rsidRDefault="00BF6218" w:rsidP="00BF6218">
      <w:pPr>
        <w:pStyle w:val="BlockLabel"/>
      </w:pPr>
      <w:r w:rsidRPr="00F307D3">
        <w:t>Description</w:t>
      </w:r>
    </w:p>
    <w:p w14:paraId="28B3E8B3" w14:textId="77777777" w:rsidR="00B87DD5" w:rsidRPr="00B87DD5" w:rsidRDefault="00B87DD5" w:rsidP="00B87DD5">
      <w:r w:rsidRPr="00B87DD5">
        <w:t>In this example, the instructing party wants to update the negative position flag of the securities account SECACCCSDPXXYYAAA.</w:t>
      </w:r>
    </w:p>
    <w:p w14:paraId="18F2D819" w14:textId="77777777" w:rsidR="00B87DD5" w:rsidRPr="00B87DD5" w:rsidRDefault="00B87DD5" w:rsidP="00B87DD5">
      <w:pPr>
        <w:pStyle w:val="ListBullet"/>
      </w:pPr>
      <w:r w:rsidRPr="00B87DD5">
        <w:t>Securities Account Identification: SECACCCSDPXXYYAAA</w:t>
      </w:r>
    </w:p>
    <w:p w14:paraId="3758EBFB" w14:textId="77777777" w:rsidR="00B87DD5" w:rsidRPr="00B87DD5" w:rsidRDefault="00B87DD5" w:rsidP="00B87DD5">
      <w:pPr>
        <w:pStyle w:val="ListBullet"/>
      </w:pPr>
      <w:r w:rsidRPr="00B87DD5">
        <w:t>Negative position flag: true</w:t>
      </w:r>
    </w:p>
    <w:p w14:paraId="17C61808" w14:textId="77777777" w:rsidR="00BF6218" w:rsidRPr="008D4E65" w:rsidRDefault="00BF6218" w:rsidP="00BF6218"/>
    <w:p w14:paraId="792A07B7" w14:textId="77777777" w:rsidR="00BF6218" w:rsidRPr="00B87DD5" w:rsidRDefault="00BF6218" w:rsidP="00BF6218">
      <w:pPr>
        <w:pStyle w:val="BlockLabel"/>
        <w:rPr>
          <w:lang w:val="fr-FR"/>
        </w:rPr>
      </w:pPr>
      <w:r w:rsidRPr="00B87DD5">
        <w:rPr>
          <w:lang w:val="fr-FR"/>
        </w:rPr>
        <w:t>Message Instance</w:t>
      </w:r>
    </w:p>
    <w:p w14:paraId="5C76F356" w14:textId="77777777" w:rsidR="00BF6218" w:rsidRPr="00B87DD5" w:rsidRDefault="00BF6218" w:rsidP="00BF6218">
      <w:pPr>
        <w:pStyle w:val="XMLCode"/>
        <w:rPr>
          <w:highlight w:val="white"/>
          <w:lang w:val="fr-FR"/>
        </w:rPr>
      </w:pPr>
      <w:r w:rsidRPr="00B87DD5">
        <w:rPr>
          <w:highlight w:val="white"/>
          <w:lang w:val="fr-FR"/>
        </w:rPr>
        <w:t>&lt;Document&gt;</w:t>
      </w:r>
    </w:p>
    <w:p w14:paraId="3F8DCD4F" w14:textId="5BEBCC3F" w:rsidR="00B87DD5" w:rsidRPr="00B87DD5" w:rsidRDefault="00B87DD5" w:rsidP="00B87DD5">
      <w:pPr>
        <w:pStyle w:val="XMLCode"/>
        <w:rPr>
          <w:lang w:val="fr-FR"/>
        </w:rPr>
      </w:pPr>
      <w:r>
        <w:tab/>
      </w:r>
      <w:r w:rsidRPr="00B87DD5">
        <w:rPr>
          <w:lang w:val="fr-FR"/>
        </w:rPr>
        <w:t>&lt;</w:t>
      </w:r>
      <w:proofErr w:type="spellStart"/>
      <w:r w:rsidRPr="00B87DD5">
        <w:rPr>
          <w:lang w:val="fr-FR"/>
        </w:rPr>
        <w:t>SctiesAcctModReq</w:t>
      </w:r>
      <w:proofErr w:type="spellEnd"/>
      <w:r w:rsidRPr="00B87DD5">
        <w:rPr>
          <w:lang w:val="fr-FR"/>
        </w:rPr>
        <w:t>&gt;</w:t>
      </w:r>
    </w:p>
    <w:p w14:paraId="3E0A2F02" w14:textId="4F4FC1DE" w:rsidR="00B87DD5" w:rsidRPr="00B87DD5" w:rsidRDefault="00B87DD5" w:rsidP="00B87DD5">
      <w:pPr>
        <w:pStyle w:val="XMLCode"/>
        <w:rPr>
          <w:lang w:val="fr-FR"/>
        </w:rPr>
      </w:pPr>
      <w:r w:rsidRPr="00B87DD5">
        <w:rPr>
          <w:lang w:val="fr-FR"/>
        </w:rPr>
        <w:tab/>
      </w:r>
      <w:r>
        <w:tab/>
      </w:r>
      <w:r w:rsidRPr="00B87DD5">
        <w:rPr>
          <w:lang w:val="fr-FR"/>
        </w:rPr>
        <w:t>&lt;</w:t>
      </w:r>
      <w:proofErr w:type="spellStart"/>
      <w:r w:rsidRPr="00B87DD5">
        <w:rPr>
          <w:lang w:val="fr-FR"/>
        </w:rPr>
        <w:t>MsgHdr</w:t>
      </w:r>
      <w:proofErr w:type="spellEnd"/>
      <w:r w:rsidRPr="00B87DD5">
        <w:rPr>
          <w:lang w:val="fr-FR"/>
        </w:rPr>
        <w:t>&gt;</w:t>
      </w:r>
    </w:p>
    <w:p w14:paraId="27BA3B5E" w14:textId="56C89897" w:rsidR="00B87DD5" w:rsidRPr="00B87DD5" w:rsidRDefault="00B87DD5" w:rsidP="00B87DD5">
      <w:pPr>
        <w:pStyle w:val="XMLCode"/>
      </w:pPr>
      <w:r w:rsidRPr="00B87DD5">
        <w:rPr>
          <w:lang w:val="fr-FR"/>
        </w:rPr>
        <w:tab/>
      </w:r>
      <w:r>
        <w:tab/>
      </w:r>
      <w:r w:rsidRPr="00B87DD5">
        <w:rPr>
          <w:lang w:val="fr-FR"/>
        </w:rPr>
        <w:tab/>
      </w:r>
      <w:r w:rsidRPr="00B87DD5">
        <w:t>&lt;</w:t>
      </w:r>
      <w:proofErr w:type="spellStart"/>
      <w:r w:rsidRPr="00B87DD5">
        <w:t>MsgId</w:t>
      </w:r>
      <w:proofErr w:type="spellEnd"/>
      <w:r w:rsidRPr="00B87DD5">
        <w:t>&gt;SAMPLESACUPDATE&lt;/</w:t>
      </w:r>
      <w:proofErr w:type="spellStart"/>
      <w:r w:rsidRPr="00B87DD5">
        <w:t>MsgId</w:t>
      </w:r>
      <w:proofErr w:type="spellEnd"/>
      <w:r w:rsidRPr="00B87DD5">
        <w:t>&gt;</w:t>
      </w:r>
    </w:p>
    <w:p w14:paraId="2E843E3F" w14:textId="5CCECBF0" w:rsidR="00B87DD5" w:rsidRPr="00B87DD5" w:rsidRDefault="00B87DD5" w:rsidP="00B87DD5">
      <w:pPr>
        <w:pStyle w:val="XMLCode"/>
      </w:pPr>
      <w:r w:rsidRPr="00B87DD5">
        <w:tab/>
      </w:r>
      <w:r>
        <w:tab/>
      </w:r>
      <w:r w:rsidRPr="00B87DD5">
        <w:t>&lt;/</w:t>
      </w:r>
      <w:proofErr w:type="spellStart"/>
      <w:r w:rsidRPr="00B87DD5">
        <w:t>MsgHdr</w:t>
      </w:r>
      <w:proofErr w:type="spellEnd"/>
      <w:r w:rsidRPr="00B87DD5">
        <w:t>&gt;</w:t>
      </w:r>
      <w:r w:rsidRPr="00B87DD5">
        <w:tab/>
      </w:r>
    </w:p>
    <w:p w14:paraId="2254BA19" w14:textId="42BE741E" w:rsidR="00B87DD5" w:rsidRPr="00B87DD5" w:rsidRDefault="00B87DD5" w:rsidP="00B87DD5">
      <w:pPr>
        <w:pStyle w:val="XMLCode"/>
      </w:pPr>
      <w:r>
        <w:tab/>
      </w:r>
      <w:r w:rsidRPr="00B87DD5">
        <w:tab/>
        <w:t>&lt;</w:t>
      </w:r>
      <w:proofErr w:type="spellStart"/>
      <w:r w:rsidRPr="00B87DD5">
        <w:t>AcctId</w:t>
      </w:r>
      <w:proofErr w:type="spellEnd"/>
      <w:r w:rsidRPr="00B87DD5">
        <w:t>&gt;</w:t>
      </w:r>
    </w:p>
    <w:p w14:paraId="2774284D" w14:textId="57176E7F" w:rsidR="00B87DD5" w:rsidRPr="00B87DD5" w:rsidRDefault="00B87DD5" w:rsidP="00B87DD5">
      <w:pPr>
        <w:pStyle w:val="XMLCode"/>
      </w:pPr>
      <w:r>
        <w:tab/>
      </w:r>
      <w:r w:rsidRPr="00B87DD5">
        <w:tab/>
      </w:r>
      <w:r w:rsidRPr="00B87DD5">
        <w:tab/>
        <w:t>&lt;Id&gt;SECACCCSDPXXYYAAA&lt;/Id&gt;</w:t>
      </w:r>
    </w:p>
    <w:p w14:paraId="2E3AD5EF" w14:textId="5DD4968F" w:rsidR="00B87DD5" w:rsidRPr="00B87DD5" w:rsidRDefault="00B87DD5" w:rsidP="00B87DD5">
      <w:pPr>
        <w:pStyle w:val="XMLCode"/>
      </w:pPr>
      <w:r>
        <w:tab/>
      </w:r>
      <w:r w:rsidRPr="00B87DD5">
        <w:tab/>
        <w:t>&lt;/</w:t>
      </w:r>
      <w:proofErr w:type="spellStart"/>
      <w:r w:rsidRPr="00B87DD5">
        <w:t>AcctId</w:t>
      </w:r>
      <w:proofErr w:type="spellEnd"/>
      <w:r w:rsidRPr="00B87DD5">
        <w:t>&gt;</w:t>
      </w:r>
    </w:p>
    <w:p w14:paraId="222E0200" w14:textId="40A430D4" w:rsidR="00B87DD5" w:rsidRPr="00B87DD5" w:rsidRDefault="00B87DD5" w:rsidP="00B87DD5">
      <w:pPr>
        <w:pStyle w:val="XMLCode"/>
      </w:pPr>
      <w:r>
        <w:tab/>
      </w:r>
      <w:r w:rsidRPr="00B87DD5">
        <w:tab/>
        <w:t>&lt;Mod&gt;</w:t>
      </w:r>
    </w:p>
    <w:p w14:paraId="5A0F7B1D" w14:textId="73674F52" w:rsidR="00B87DD5" w:rsidRPr="00B87DD5" w:rsidRDefault="00B87DD5" w:rsidP="00B87DD5">
      <w:pPr>
        <w:pStyle w:val="XMLCode"/>
      </w:pPr>
      <w:r>
        <w:tab/>
      </w:r>
      <w:r w:rsidRPr="00B87DD5">
        <w:tab/>
      </w:r>
      <w:r w:rsidRPr="00B87DD5">
        <w:tab/>
        <w:t>&lt;</w:t>
      </w:r>
      <w:proofErr w:type="spellStart"/>
      <w:r w:rsidRPr="00B87DD5">
        <w:t>ScpIndctn</w:t>
      </w:r>
      <w:proofErr w:type="spellEnd"/>
      <w:r w:rsidRPr="00B87DD5">
        <w:t>&gt;UPDT&lt;/</w:t>
      </w:r>
      <w:proofErr w:type="spellStart"/>
      <w:r w:rsidRPr="00B87DD5">
        <w:t>ScpIndctn</w:t>
      </w:r>
      <w:proofErr w:type="spellEnd"/>
      <w:r w:rsidRPr="00B87DD5">
        <w:t>&gt;</w:t>
      </w:r>
    </w:p>
    <w:p w14:paraId="1EF2DB75" w14:textId="4049DCC1" w:rsidR="00B87DD5" w:rsidRPr="00B87DD5" w:rsidRDefault="00B87DD5" w:rsidP="00B87DD5">
      <w:pPr>
        <w:pStyle w:val="XMLCode"/>
      </w:pPr>
      <w:r>
        <w:tab/>
      </w:r>
      <w:r w:rsidRPr="00B87DD5">
        <w:tab/>
      </w:r>
      <w:r w:rsidRPr="00B87DD5">
        <w:tab/>
        <w:t>&lt;</w:t>
      </w:r>
      <w:proofErr w:type="spellStart"/>
      <w:r w:rsidRPr="00B87DD5">
        <w:t>ReqdMod</w:t>
      </w:r>
      <w:proofErr w:type="spellEnd"/>
      <w:r w:rsidRPr="00B87DD5">
        <w:t>&gt;</w:t>
      </w:r>
    </w:p>
    <w:p w14:paraId="65D9DBC3" w14:textId="39EC4DF0" w:rsidR="00B87DD5" w:rsidRPr="00B87DD5" w:rsidRDefault="00B87DD5" w:rsidP="00B87DD5">
      <w:pPr>
        <w:pStyle w:val="XMLCode"/>
      </w:pPr>
      <w:r>
        <w:tab/>
      </w:r>
      <w:r w:rsidRPr="00B87DD5">
        <w:tab/>
      </w:r>
      <w:r w:rsidRPr="00B87DD5">
        <w:tab/>
      </w:r>
      <w:r w:rsidRPr="00B87DD5">
        <w:tab/>
        <w:t>&lt;</w:t>
      </w:r>
      <w:proofErr w:type="spellStart"/>
      <w:r w:rsidRPr="00B87DD5">
        <w:t>SysSctiesAcct</w:t>
      </w:r>
      <w:proofErr w:type="spellEnd"/>
      <w:r w:rsidRPr="00B87DD5">
        <w:t>&gt;</w:t>
      </w:r>
    </w:p>
    <w:p w14:paraId="71D0B3E2" w14:textId="1EDEA250" w:rsidR="00B87DD5" w:rsidRPr="00B87DD5" w:rsidRDefault="00B87DD5" w:rsidP="00B87DD5">
      <w:pPr>
        <w:pStyle w:val="XMLCode"/>
      </w:pPr>
      <w:r>
        <w:tab/>
      </w:r>
      <w:r w:rsidRPr="00B87DD5">
        <w:tab/>
      </w:r>
      <w:r w:rsidRPr="00B87DD5">
        <w:tab/>
      </w:r>
      <w:r w:rsidRPr="00B87DD5">
        <w:tab/>
      </w:r>
      <w:r w:rsidRPr="00B87DD5">
        <w:tab/>
        <w:t>&lt;</w:t>
      </w:r>
      <w:proofErr w:type="spellStart"/>
      <w:r w:rsidRPr="00B87DD5">
        <w:t>NegPos</w:t>
      </w:r>
      <w:proofErr w:type="spellEnd"/>
      <w:r w:rsidRPr="00B87DD5">
        <w:t>&gt;true&lt;/</w:t>
      </w:r>
      <w:proofErr w:type="spellStart"/>
      <w:r w:rsidRPr="00B87DD5">
        <w:t>NegPos</w:t>
      </w:r>
      <w:proofErr w:type="spellEnd"/>
      <w:r w:rsidRPr="00B87DD5">
        <w:t>&gt;</w:t>
      </w:r>
    </w:p>
    <w:p w14:paraId="6E91E274" w14:textId="402AF18A" w:rsidR="00B87DD5" w:rsidRPr="00B87DD5" w:rsidRDefault="00B87DD5" w:rsidP="00B87DD5">
      <w:pPr>
        <w:pStyle w:val="XMLCode"/>
      </w:pPr>
      <w:r>
        <w:tab/>
      </w:r>
      <w:r w:rsidRPr="00B87DD5">
        <w:tab/>
      </w:r>
      <w:r w:rsidRPr="00B87DD5">
        <w:tab/>
      </w:r>
      <w:r w:rsidRPr="00B87DD5">
        <w:tab/>
        <w:t>&lt;/</w:t>
      </w:r>
      <w:proofErr w:type="spellStart"/>
      <w:r w:rsidRPr="00B87DD5">
        <w:t>SysSctiesAcct</w:t>
      </w:r>
      <w:proofErr w:type="spellEnd"/>
      <w:r w:rsidRPr="00B87DD5">
        <w:t>&gt;</w:t>
      </w:r>
    </w:p>
    <w:p w14:paraId="6DA977FF" w14:textId="46F851BE" w:rsidR="00B87DD5" w:rsidRPr="00B87DD5" w:rsidRDefault="00B87DD5" w:rsidP="00B87DD5">
      <w:pPr>
        <w:pStyle w:val="XMLCode"/>
      </w:pPr>
      <w:r>
        <w:tab/>
      </w:r>
      <w:r w:rsidRPr="00B87DD5">
        <w:tab/>
      </w:r>
      <w:r w:rsidRPr="00B87DD5">
        <w:tab/>
        <w:t>&lt;/</w:t>
      </w:r>
      <w:proofErr w:type="spellStart"/>
      <w:r w:rsidRPr="00B87DD5">
        <w:t>ReqdMod</w:t>
      </w:r>
      <w:proofErr w:type="spellEnd"/>
      <w:r w:rsidRPr="00B87DD5">
        <w:t>&gt;</w:t>
      </w:r>
    </w:p>
    <w:p w14:paraId="196D5538" w14:textId="75214384" w:rsidR="00B87DD5" w:rsidRPr="00B87DD5" w:rsidRDefault="00B87DD5" w:rsidP="00B87DD5">
      <w:pPr>
        <w:pStyle w:val="XMLCode"/>
      </w:pPr>
      <w:r>
        <w:tab/>
      </w:r>
      <w:r w:rsidRPr="00B87DD5">
        <w:tab/>
        <w:t>&lt;/Mod&gt;</w:t>
      </w:r>
    </w:p>
    <w:p w14:paraId="12D98E64" w14:textId="77777777" w:rsidR="00B87DD5" w:rsidRDefault="00B87DD5" w:rsidP="00B87DD5">
      <w:pPr>
        <w:pStyle w:val="XMLCode"/>
      </w:pPr>
      <w:r>
        <w:tab/>
      </w:r>
      <w:r w:rsidRPr="00B87DD5">
        <w:t>&lt;/</w:t>
      </w:r>
      <w:proofErr w:type="spellStart"/>
      <w:r w:rsidRPr="00B87DD5">
        <w:t>SctiesAcctModReq</w:t>
      </w:r>
      <w:proofErr w:type="spellEnd"/>
      <w:r w:rsidRPr="00B87DD5">
        <w:t>&gt;</w:t>
      </w:r>
    </w:p>
    <w:p w14:paraId="4CC6ED0B" w14:textId="3C653CC8" w:rsidR="00BF6218" w:rsidRPr="00F307D3" w:rsidRDefault="00BF6218" w:rsidP="00B87DD5">
      <w:pPr>
        <w:pStyle w:val="XMLCode"/>
      </w:pPr>
      <w:r w:rsidRPr="00F307D3">
        <w:rPr>
          <w:highlight w:val="white"/>
        </w:rPr>
        <w:t>&lt;/Document&gt;</w:t>
      </w:r>
    </w:p>
    <w:p w14:paraId="3D722FCC" w14:textId="77777777" w:rsidR="00B87DD5" w:rsidRPr="00B87DD5" w:rsidRDefault="00B87DD5" w:rsidP="00B87DD5">
      <w:pPr>
        <w:pStyle w:val="Heading2"/>
      </w:pPr>
      <w:bookmarkStart w:id="166" w:name="_Toc26791803"/>
      <w:bookmarkStart w:id="167" w:name="_Toc161581657"/>
      <w:r>
        <w:lastRenderedPageBreak/>
        <w:t xml:space="preserve">Securities Account </w:t>
      </w:r>
      <w:r w:rsidRPr="00B87DD5">
        <w:t>Deletion Request - reda.032.001.01</w:t>
      </w:r>
      <w:bookmarkEnd w:id="166"/>
      <w:bookmarkEnd w:id="167"/>
    </w:p>
    <w:p w14:paraId="7D1D98C8" w14:textId="77777777" w:rsidR="00BF6218" w:rsidRDefault="00BF6218" w:rsidP="00BF6218">
      <w:pPr>
        <w:pStyle w:val="BlockLabel"/>
      </w:pPr>
      <w:r>
        <w:t>Description</w:t>
      </w:r>
    </w:p>
    <w:p w14:paraId="1B441053" w14:textId="77777777" w:rsidR="00B87DD5" w:rsidRPr="00B87DD5" w:rsidRDefault="00B87DD5" w:rsidP="00B87DD5">
      <w:r w:rsidRPr="00B87DD5">
        <w:t xml:space="preserve">This example message is sent </w:t>
      </w:r>
      <w:proofErr w:type="gramStart"/>
      <w:r w:rsidRPr="00B87DD5">
        <w:t>in order to</w:t>
      </w:r>
      <w:proofErr w:type="gramEnd"/>
      <w:r w:rsidRPr="00B87DD5">
        <w:t xml:space="preserve"> delete the securities account SECACCCSDPXXYYAAA:</w:t>
      </w:r>
    </w:p>
    <w:p w14:paraId="3B0AE535" w14:textId="4285A8FB" w:rsidR="00BF6218" w:rsidRPr="00F307D3" w:rsidRDefault="00B87DD5" w:rsidP="00B87DD5">
      <w:pPr>
        <w:pStyle w:val="ListBullet"/>
      </w:pPr>
      <w:r w:rsidRPr="00B87DD5">
        <w:t>Securities Account Identification: SECACCCSDPXXYYAAA</w:t>
      </w:r>
    </w:p>
    <w:p w14:paraId="2C07EADC" w14:textId="77777777" w:rsidR="00BF6218" w:rsidRPr="00B87DD5" w:rsidRDefault="00BF6218" w:rsidP="00BF6218">
      <w:pPr>
        <w:pStyle w:val="BlockLabel"/>
        <w:rPr>
          <w:lang w:val="fr-FR"/>
        </w:rPr>
      </w:pPr>
      <w:r w:rsidRPr="00B87DD5">
        <w:rPr>
          <w:lang w:val="fr-FR"/>
        </w:rPr>
        <w:t>Message Instance</w:t>
      </w:r>
    </w:p>
    <w:p w14:paraId="46C9D423" w14:textId="77777777" w:rsidR="00BF6218" w:rsidRPr="00B87DD5" w:rsidRDefault="00BF6218" w:rsidP="00BF6218">
      <w:pPr>
        <w:pStyle w:val="XMLCode"/>
        <w:rPr>
          <w:highlight w:val="white"/>
          <w:lang w:val="fr-FR"/>
        </w:rPr>
      </w:pPr>
      <w:r w:rsidRPr="00B87DD5">
        <w:rPr>
          <w:highlight w:val="white"/>
          <w:lang w:val="fr-FR"/>
        </w:rPr>
        <w:t>&lt;Document&gt;</w:t>
      </w:r>
    </w:p>
    <w:p w14:paraId="0B50E248" w14:textId="7AC2112C" w:rsidR="00B87DD5" w:rsidRPr="00B87DD5" w:rsidRDefault="00B87DD5" w:rsidP="00B87DD5">
      <w:pPr>
        <w:pStyle w:val="XMLCode"/>
        <w:rPr>
          <w:lang w:val="en-US"/>
        </w:rPr>
      </w:pPr>
      <w:r>
        <w:tab/>
      </w:r>
      <w:r w:rsidRPr="00B87DD5">
        <w:rPr>
          <w:lang w:val="en-US"/>
        </w:rPr>
        <w:t>&lt;</w:t>
      </w:r>
      <w:proofErr w:type="spellStart"/>
      <w:r w:rsidRPr="00B87DD5">
        <w:rPr>
          <w:lang w:val="en-US"/>
        </w:rPr>
        <w:t>SctiesAcctDeltnReq</w:t>
      </w:r>
      <w:proofErr w:type="spellEnd"/>
      <w:r w:rsidRPr="00B87DD5">
        <w:rPr>
          <w:lang w:val="en-US"/>
        </w:rPr>
        <w:t>&gt;</w:t>
      </w:r>
    </w:p>
    <w:p w14:paraId="390598AF" w14:textId="71B04CAD" w:rsidR="00B87DD5" w:rsidRPr="00B87DD5" w:rsidRDefault="00B87DD5" w:rsidP="00B87DD5">
      <w:pPr>
        <w:pStyle w:val="XMLCode"/>
        <w:rPr>
          <w:lang w:val="en-US"/>
        </w:rPr>
      </w:pPr>
      <w:r>
        <w:tab/>
      </w:r>
      <w:r w:rsidRPr="00B87DD5">
        <w:rPr>
          <w:lang w:val="en-US"/>
        </w:rPr>
        <w:tab/>
        <w:t>&lt;</w:t>
      </w:r>
      <w:proofErr w:type="spellStart"/>
      <w:r w:rsidRPr="00B87DD5">
        <w:rPr>
          <w:lang w:val="en-US"/>
        </w:rPr>
        <w:t>MsgHdr</w:t>
      </w:r>
      <w:proofErr w:type="spellEnd"/>
      <w:r w:rsidRPr="00B87DD5">
        <w:rPr>
          <w:lang w:val="en-US"/>
        </w:rPr>
        <w:t>&gt;</w:t>
      </w:r>
    </w:p>
    <w:p w14:paraId="26BF31B7" w14:textId="1F23B281" w:rsidR="00B87DD5" w:rsidRPr="00B87DD5" w:rsidRDefault="00B87DD5" w:rsidP="00B87DD5">
      <w:pPr>
        <w:pStyle w:val="XMLCode"/>
        <w:rPr>
          <w:lang w:val="en-US"/>
        </w:rPr>
      </w:pPr>
      <w:r>
        <w:tab/>
      </w:r>
      <w:r w:rsidRPr="00B87DD5">
        <w:rPr>
          <w:lang w:val="en-US"/>
        </w:rPr>
        <w:tab/>
      </w:r>
      <w:r w:rsidRPr="00B87DD5">
        <w:rPr>
          <w:lang w:val="en-US"/>
        </w:rPr>
        <w:tab/>
        <w:t>&lt;</w:t>
      </w:r>
      <w:proofErr w:type="spellStart"/>
      <w:r w:rsidRPr="00B87DD5">
        <w:rPr>
          <w:lang w:val="en-US"/>
        </w:rPr>
        <w:t>MsgId</w:t>
      </w:r>
      <w:proofErr w:type="spellEnd"/>
      <w:r w:rsidRPr="00B87DD5">
        <w:rPr>
          <w:lang w:val="en-US"/>
        </w:rPr>
        <w:t>&gt;SAMPLESACDELETE&lt;/</w:t>
      </w:r>
      <w:proofErr w:type="spellStart"/>
      <w:r w:rsidRPr="00B87DD5">
        <w:rPr>
          <w:lang w:val="en-US"/>
        </w:rPr>
        <w:t>MsgId</w:t>
      </w:r>
      <w:proofErr w:type="spellEnd"/>
      <w:r w:rsidRPr="00B87DD5">
        <w:rPr>
          <w:lang w:val="en-US"/>
        </w:rPr>
        <w:t>&gt;</w:t>
      </w:r>
    </w:p>
    <w:p w14:paraId="0FE2FF8B" w14:textId="239CD54C" w:rsidR="00B87DD5" w:rsidRPr="00B87DD5" w:rsidRDefault="00B87DD5" w:rsidP="00B87DD5">
      <w:pPr>
        <w:pStyle w:val="XMLCode"/>
        <w:rPr>
          <w:lang w:val="en-US"/>
        </w:rPr>
      </w:pPr>
      <w:r>
        <w:tab/>
      </w:r>
      <w:r w:rsidRPr="00B87DD5">
        <w:rPr>
          <w:lang w:val="en-US"/>
        </w:rPr>
        <w:tab/>
        <w:t>&lt;/</w:t>
      </w:r>
      <w:proofErr w:type="spellStart"/>
      <w:r w:rsidRPr="00B87DD5">
        <w:rPr>
          <w:lang w:val="en-US"/>
        </w:rPr>
        <w:t>MsgHdr</w:t>
      </w:r>
      <w:proofErr w:type="spellEnd"/>
      <w:r w:rsidRPr="00B87DD5">
        <w:rPr>
          <w:lang w:val="en-US"/>
        </w:rPr>
        <w:t>&gt;</w:t>
      </w:r>
    </w:p>
    <w:p w14:paraId="1272249B" w14:textId="0782C1E3" w:rsidR="00B87DD5" w:rsidRPr="00B87DD5" w:rsidRDefault="00B87DD5" w:rsidP="00B87DD5">
      <w:pPr>
        <w:pStyle w:val="XMLCode"/>
        <w:rPr>
          <w:lang w:val="en-US"/>
        </w:rPr>
      </w:pPr>
      <w:r>
        <w:tab/>
      </w:r>
      <w:r w:rsidRPr="00B87DD5">
        <w:rPr>
          <w:lang w:val="en-US"/>
        </w:rPr>
        <w:tab/>
        <w:t>&lt;</w:t>
      </w:r>
      <w:proofErr w:type="spellStart"/>
      <w:r w:rsidRPr="00B87DD5">
        <w:rPr>
          <w:lang w:val="en-US"/>
        </w:rPr>
        <w:t>AcctId</w:t>
      </w:r>
      <w:proofErr w:type="spellEnd"/>
      <w:r w:rsidRPr="00B87DD5">
        <w:rPr>
          <w:lang w:val="en-US"/>
        </w:rPr>
        <w:t>&gt;</w:t>
      </w:r>
    </w:p>
    <w:p w14:paraId="3FF30F1F" w14:textId="7E33ECEE" w:rsidR="00B87DD5" w:rsidRPr="00B87DD5" w:rsidRDefault="00B87DD5" w:rsidP="00B87DD5">
      <w:pPr>
        <w:pStyle w:val="XMLCode"/>
        <w:rPr>
          <w:lang w:val="en-US"/>
        </w:rPr>
      </w:pPr>
      <w:r>
        <w:tab/>
      </w:r>
      <w:r w:rsidRPr="00B87DD5">
        <w:rPr>
          <w:lang w:val="en-US"/>
        </w:rPr>
        <w:tab/>
      </w:r>
      <w:r w:rsidRPr="00B87DD5">
        <w:rPr>
          <w:lang w:val="en-US"/>
        </w:rPr>
        <w:tab/>
        <w:t>&lt;Id&gt;SECACCCSDPXXYYAAA&lt;/Id&gt;</w:t>
      </w:r>
    </w:p>
    <w:p w14:paraId="6A97F6AB" w14:textId="37038CBD" w:rsidR="00B87DD5" w:rsidRPr="00B87DD5" w:rsidRDefault="00B87DD5" w:rsidP="00B87DD5">
      <w:pPr>
        <w:pStyle w:val="XMLCode"/>
        <w:rPr>
          <w:lang w:val="fr-FR"/>
        </w:rPr>
      </w:pPr>
      <w:r w:rsidRPr="00B87DD5">
        <w:rPr>
          <w:lang w:val="en-US"/>
        </w:rPr>
        <w:tab/>
      </w:r>
      <w:r>
        <w:tab/>
      </w:r>
      <w:r w:rsidRPr="00B87DD5">
        <w:rPr>
          <w:lang w:val="fr-FR"/>
        </w:rPr>
        <w:t>&lt;/</w:t>
      </w:r>
      <w:proofErr w:type="spellStart"/>
      <w:r w:rsidRPr="00B87DD5">
        <w:rPr>
          <w:lang w:val="fr-FR"/>
        </w:rPr>
        <w:t>AcctId</w:t>
      </w:r>
      <w:proofErr w:type="spellEnd"/>
      <w:r w:rsidRPr="00B87DD5">
        <w:rPr>
          <w:lang w:val="fr-FR"/>
        </w:rPr>
        <w:t>&gt;</w:t>
      </w:r>
    </w:p>
    <w:p w14:paraId="2C269DA3" w14:textId="77777777" w:rsidR="00B87DD5" w:rsidRDefault="00B87DD5" w:rsidP="00B87DD5">
      <w:pPr>
        <w:pStyle w:val="XMLCode"/>
        <w:rPr>
          <w:lang w:val="fr-FR"/>
        </w:rPr>
      </w:pPr>
      <w:r>
        <w:tab/>
      </w:r>
      <w:r w:rsidRPr="00B87DD5">
        <w:rPr>
          <w:lang w:val="fr-FR"/>
        </w:rPr>
        <w:t>&lt;/</w:t>
      </w:r>
      <w:proofErr w:type="spellStart"/>
      <w:r w:rsidRPr="00B87DD5">
        <w:rPr>
          <w:lang w:val="fr-FR"/>
        </w:rPr>
        <w:t>SctiesAcctDeltnReq</w:t>
      </w:r>
      <w:proofErr w:type="spellEnd"/>
      <w:r w:rsidRPr="00B87DD5">
        <w:rPr>
          <w:lang w:val="fr-FR"/>
        </w:rPr>
        <w:t>&gt;</w:t>
      </w:r>
    </w:p>
    <w:p w14:paraId="20A4C0D9" w14:textId="1C66BB28" w:rsidR="00BF6218" w:rsidRPr="00F307D3" w:rsidRDefault="00BF6218" w:rsidP="00B87DD5">
      <w:pPr>
        <w:pStyle w:val="XMLCode"/>
      </w:pPr>
      <w:r w:rsidRPr="00F307D3">
        <w:rPr>
          <w:highlight w:val="white"/>
        </w:rPr>
        <w:t>&lt;/Document&gt;</w:t>
      </w:r>
    </w:p>
    <w:p w14:paraId="6B86F9F4" w14:textId="77777777" w:rsidR="00BF6218" w:rsidRPr="006C2C36" w:rsidRDefault="00BF6218" w:rsidP="00BF6218"/>
    <w:p w14:paraId="342FFD87" w14:textId="4C9693B8" w:rsidR="00BF6218" w:rsidRPr="00F307D3" w:rsidRDefault="00B87DD5" w:rsidP="00B87DD5">
      <w:pPr>
        <w:pStyle w:val="Heading2"/>
      </w:pPr>
      <w:bookmarkStart w:id="168" w:name="_Toc26791804"/>
      <w:bookmarkStart w:id="169" w:name="_Toc161581658"/>
      <w:r>
        <w:t xml:space="preserve">Securities Account </w:t>
      </w:r>
      <w:r w:rsidRPr="00957DCF">
        <w:t>Status Advice</w:t>
      </w:r>
      <w:r>
        <w:t xml:space="preserve"> - reda.020</w:t>
      </w:r>
      <w:r w:rsidRPr="00CC06F8">
        <w:t>.001.01</w:t>
      </w:r>
      <w:bookmarkEnd w:id="168"/>
      <w:bookmarkEnd w:id="169"/>
    </w:p>
    <w:p w14:paraId="301DEF7F" w14:textId="77777777" w:rsidR="00BF6218" w:rsidRDefault="00BF6218" w:rsidP="00BF6218">
      <w:pPr>
        <w:pStyle w:val="BlockLabel"/>
      </w:pPr>
      <w:r w:rsidRPr="008D4E65">
        <w:t>Description</w:t>
      </w:r>
    </w:p>
    <w:p w14:paraId="5F0D4A26" w14:textId="77777777" w:rsidR="00B87DD5" w:rsidRPr="00B87DD5" w:rsidRDefault="00B87DD5" w:rsidP="00B87DD5">
      <w:r w:rsidRPr="00B87DD5">
        <w:t>The following examples are referred to the status advice related to the Securities Account Deletion Request of the chapter 7.3. in three different cases:</w:t>
      </w:r>
    </w:p>
    <w:p w14:paraId="1BE27A02" w14:textId="77777777" w:rsidR="00B87DD5" w:rsidRPr="00B87DD5" w:rsidRDefault="00B87DD5" w:rsidP="00B87DD5">
      <w:pPr>
        <w:pStyle w:val="ListBullet"/>
      </w:pPr>
      <w:r w:rsidRPr="00B87DD5">
        <w:t xml:space="preserve">Deletion completed </w:t>
      </w:r>
      <w:proofErr w:type="gramStart"/>
      <w:r w:rsidRPr="00B87DD5">
        <w:t>successfully;</w:t>
      </w:r>
      <w:proofErr w:type="gramEnd"/>
    </w:p>
    <w:p w14:paraId="5A6F6F46" w14:textId="77777777" w:rsidR="00B87DD5" w:rsidRPr="00B87DD5" w:rsidRDefault="00B87DD5" w:rsidP="00B87DD5">
      <w:pPr>
        <w:pStyle w:val="ListBullet"/>
      </w:pPr>
      <w:r w:rsidRPr="00B87DD5">
        <w:t xml:space="preserve">Deletion </w:t>
      </w:r>
      <w:proofErr w:type="gramStart"/>
      <w:r w:rsidRPr="00B87DD5">
        <w:t>queued;</w:t>
      </w:r>
      <w:proofErr w:type="gramEnd"/>
    </w:p>
    <w:p w14:paraId="5E94FB5B" w14:textId="2D53A971" w:rsidR="00BF6218" w:rsidRPr="00F307D3" w:rsidRDefault="00B87DD5" w:rsidP="00B87DD5">
      <w:pPr>
        <w:pStyle w:val="ListBullet"/>
      </w:pPr>
      <w:r w:rsidRPr="00B87DD5">
        <w:t>Deletion rejected.</w:t>
      </w:r>
    </w:p>
    <w:p w14:paraId="45C7E857" w14:textId="4428CC0E" w:rsidR="00B87DD5" w:rsidRPr="00B87DD5" w:rsidRDefault="00B87DD5" w:rsidP="00B87DD5">
      <w:pPr>
        <w:pStyle w:val="Heading3"/>
      </w:pPr>
      <w:bookmarkStart w:id="170" w:name="_Toc26791805"/>
      <w:r w:rsidRPr="00B87DD5">
        <w:t xml:space="preserve">Completed </w:t>
      </w:r>
      <w:proofErr w:type="gramStart"/>
      <w:r w:rsidRPr="00B87DD5">
        <w:t>example</w:t>
      </w:r>
      <w:bookmarkEnd w:id="170"/>
      <w:proofErr w:type="gramEnd"/>
    </w:p>
    <w:p w14:paraId="6516CCFF" w14:textId="77777777" w:rsidR="00B87DD5" w:rsidRDefault="00B87DD5" w:rsidP="00B87DD5">
      <w:pPr>
        <w:pStyle w:val="BlockLabel"/>
      </w:pPr>
      <w:r w:rsidRPr="008D4E65">
        <w:t>Description</w:t>
      </w:r>
    </w:p>
    <w:p w14:paraId="21292381" w14:textId="77777777" w:rsidR="00B87DD5" w:rsidRPr="00B87DD5" w:rsidRDefault="00B87DD5" w:rsidP="00B87DD5">
      <w:r w:rsidRPr="00B87DD5">
        <w:t>In this case the Securities Account Deletion Request has been successfully executed.</w:t>
      </w:r>
    </w:p>
    <w:p w14:paraId="4B8D741D" w14:textId="77777777" w:rsidR="00B87DD5" w:rsidRPr="00B87DD5" w:rsidRDefault="00B87DD5" w:rsidP="00B87DD5">
      <w:pPr>
        <w:pStyle w:val="ListBullet"/>
      </w:pPr>
      <w:r w:rsidRPr="00B87DD5">
        <w:t>Original Message ID: SAMPLESACDELETE</w:t>
      </w:r>
    </w:p>
    <w:p w14:paraId="1208F252" w14:textId="77777777" w:rsidR="00B87DD5" w:rsidRPr="00B87DD5" w:rsidRDefault="00B87DD5" w:rsidP="00B87DD5">
      <w:pPr>
        <w:pStyle w:val="ListBullet"/>
      </w:pPr>
      <w:r w:rsidRPr="00B87DD5">
        <w:t>Securities Account Identification: SECACCCSDPXXYYAAA</w:t>
      </w:r>
    </w:p>
    <w:p w14:paraId="3FDCEE4B" w14:textId="77777777" w:rsidR="00B87DD5" w:rsidRPr="00B87DD5" w:rsidRDefault="00B87DD5" w:rsidP="00B87DD5">
      <w:pPr>
        <w:pStyle w:val="ListBullet"/>
      </w:pPr>
      <w:r w:rsidRPr="00B87DD5">
        <w:t>Status: COMP</w:t>
      </w:r>
    </w:p>
    <w:p w14:paraId="147BC933" w14:textId="0C00A65F" w:rsidR="00BF6218" w:rsidRPr="00B87DD5" w:rsidRDefault="00BF6218" w:rsidP="00BF6218">
      <w:pPr>
        <w:pStyle w:val="BlockLabel"/>
        <w:rPr>
          <w:lang w:val="fr-FR"/>
        </w:rPr>
      </w:pPr>
      <w:r w:rsidRPr="00B87DD5">
        <w:rPr>
          <w:lang w:val="fr-FR"/>
        </w:rPr>
        <w:t>Message Instance</w:t>
      </w:r>
    </w:p>
    <w:p w14:paraId="6BE255A8" w14:textId="77777777" w:rsidR="00BF6218" w:rsidRPr="00B87DD5" w:rsidRDefault="00BF6218" w:rsidP="00BF6218">
      <w:pPr>
        <w:pStyle w:val="XMLCode"/>
        <w:rPr>
          <w:highlight w:val="white"/>
          <w:lang w:val="fr-FR"/>
        </w:rPr>
      </w:pPr>
      <w:r w:rsidRPr="00B87DD5">
        <w:rPr>
          <w:highlight w:val="white"/>
          <w:lang w:val="fr-FR"/>
        </w:rPr>
        <w:t>&lt;Document&gt;</w:t>
      </w:r>
    </w:p>
    <w:p w14:paraId="29CCF70C" w14:textId="3536F2CE" w:rsidR="00B87DD5" w:rsidRPr="00B87DD5" w:rsidRDefault="00B87DD5" w:rsidP="00B87DD5">
      <w:pPr>
        <w:pStyle w:val="XMLCode"/>
        <w:rPr>
          <w:lang w:val="fr-FR"/>
        </w:rPr>
      </w:pPr>
      <w:r>
        <w:tab/>
      </w:r>
      <w:r w:rsidRPr="00B87DD5">
        <w:rPr>
          <w:lang w:val="fr-FR"/>
        </w:rPr>
        <w:t>&lt;</w:t>
      </w:r>
      <w:proofErr w:type="spellStart"/>
      <w:r w:rsidRPr="00B87DD5">
        <w:rPr>
          <w:lang w:val="fr-FR"/>
        </w:rPr>
        <w:t>SctiesAcctStsAdvc</w:t>
      </w:r>
      <w:proofErr w:type="spellEnd"/>
      <w:r w:rsidRPr="00B87DD5">
        <w:rPr>
          <w:lang w:val="fr-FR"/>
        </w:rPr>
        <w:t>&gt;</w:t>
      </w:r>
    </w:p>
    <w:p w14:paraId="372E54E9" w14:textId="44561553" w:rsidR="00B87DD5" w:rsidRPr="00B87DD5" w:rsidRDefault="00B87DD5" w:rsidP="00B87DD5">
      <w:pPr>
        <w:pStyle w:val="XMLCode"/>
        <w:rPr>
          <w:lang w:val="fr-FR"/>
        </w:rPr>
      </w:pPr>
      <w:r>
        <w:tab/>
      </w:r>
      <w:r w:rsidRPr="00B87DD5">
        <w:rPr>
          <w:lang w:val="fr-FR"/>
        </w:rPr>
        <w:tab/>
        <w:t>&lt;</w:t>
      </w:r>
      <w:proofErr w:type="spellStart"/>
      <w:r w:rsidRPr="00B87DD5">
        <w:rPr>
          <w:lang w:val="fr-FR"/>
        </w:rPr>
        <w:t>MsgHdr</w:t>
      </w:r>
      <w:proofErr w:type="spellEnd"/>
      <w:r w:rsidRPr="00B87DD5">
        <w:rPr>
          <w:lang w:val="fr-FR"/>
        </w:rPr>
        <w:t>&gt;</w:t>
      </w:r>
    </w:p>
    <w:p w14:paraId="077C486A" w14:textId="2A5F4619" w:rsidR="00B87DD5" w:rsidRPr="00B87DD5" w:rsidRDefault="00B87DD5" w:rsidP="00B87DD5">
      <w:pPr>
        <w:pStyle w:val="XMLCode"/>
        <w:rPr>
          <w:lang w:val="fr-FR"/>
        </w:rPr>
      </w:pPr>
      <w:r>
        <w:tab/>
      </w:r>
      <w:r w:rsidRPr="00B87DD5">
        <w:rPr>
          <w:lang w:val="fr-FR"/>
        </w:rPr>
        <w:tab/>
      </w:r>
      <w:r w:rsidRPr="00B87DD5">
        <w:rPr>
          <w:lang w:val="fr-FR"/>
        </w:rPr>
        <w:tab/>
        <w:t>&lt;</w:t>
      </w:r>
      <w:proofErr w:type="spellStart"/>
      <w:r w:rsidRPr="00B87DD5">
        <w:rPr>
          <w:lang w:val="fr-FR"/>
        </w:rPr>
        <w:t>MsgId</w:t>
      </w:r>
      <w:proofErr w:type="spellEnd"/>
      <w:r w:rsidRPr="00B87DD5">
        <w:rPr>
          <w:lang w:val="fr-FR"/>
        </w:rPr>
        <w:t>&gt;NONREF&lt;/</w:t>
      </w:r>
      <w:proofErr w:type="spellStart"/>
      <w:r w:rsidRPr="00B87DD5">
        <w:rPr>
          <w:lang w:val="fr-FR"/>
        </w:rPr>
        <w:t>MsgId</w:t>
      </w:r>
      <w:proofErr w:type="spellEnd"/>
      <w:r w:rsidRPr="00B87DD5">
        <w:rPr>
          <w:lang w:val="fr-FR"/>
        </w:rPr>
        <w:t>&gt;</w:t>
      </w:r>
    </w:p>
    <w:p w14:paraId="45F2AED9" w14:textId="76543726" w:rsidR="00B87DD5" w:rsidRPr="00B87DD5" w:rsidRDefault="00B87DD5" w:rsidP="00B87DD5">
      <w:pPr>
        <w:pStyle w:val="XMLCode"/>
        <w:rPr>
          <w:lang w:val="en-US"/>
        </w:rPr>
      </w:pPr>
      <w:r>
        <w:lastRenderedPageBreak/>
        <w:tab/>
      </w:r>
      <w:r w:rsidRPr="00B87DD5">
        <w:rPr>
          <w:lang w:val="fr-FR"/>
        </w:rPr>
        <w:tab/>
      </w:r>
      <w:r w:rsidRPr="00B87DD5">
        <w:rPr>
          <w:lang w:val="fr-FR"/>
        </w:rPr>
        <w:tab/>
      </w:r>
      <w:r w:rsidRPr="00B87DD5">
        <w:rPr>
          <w:lang w:val="en-US"/>
        </w:rPr>
        <w:t>&lt;</w:t>
      </w:r>
      <w:proofErr w:type="spellStart"/>
      <w:r w:rsidRPr="00B87DD5">
        <w:rPr>
          <w:lang w:val="en-US"/>
        </w:rPr>
        <w:t>OrgnlBizInstr</w:t>
      </w:r>
      <w:proofErr w:type="spellEnd"/>
      <w:r w:rsidRPr="00B87DD5">
        <w:rPr>
          <w:lang w:val="en-US"/>
        </w:rPr>
        <w:t>&gt;</w:t>
      </w:r>
    </w:p>
    <w:p w14:paraId="0A2A9859" w14:textId="58EC3CF4" w:rsidR="00B87DD5" w:rsidRPr="00B87DD5" w:rsidRDefault="00B87DD5" w:rsidP="00B87DD5">
      <w:pPr>
        <w:pStyle w:val="XMLCode"/>
        <w:rPr>
          <w:lang w:val="en-US"/>
        </w:rPr>
      </w:pPr>
      <w:r>
        <w:tab/>
      </w:r>
      <w:r w:rsidRPr="00B87DD5">
        <w:rPr>
          <w:lang w:val="en-US"/>
        </w:rPr>
        <w:tab/>
      </w:r>
      <w:r w:rsidRPr="00B87DD5">
        <w:rPr>
          <w:lang w:val="en-US"/>
        </w:rPr>
        <w:tab/>
      </w:r>
      <w:r w:rsidRPr="00B87DD5">
        <w:rPr>
          <w:lang w:val="en-US"/>
        </w:rPr>
        <w:tab/>
        <w:t>&lt;</w:t>
      </w:r>
      <w:proofErr w:type="spellStart"/>
      <w:r w:rsidRPr="00B87DD5">
        <w:rPr>
          <w:lang w:val="en-US"/>
        </w:rPr>
        <w:t>MsgId</w:t>
      </w:r>
      <w:proofErr w:type="spellEnd"/>
      <w:r w:rsidRPr="00B87DD5">
        <w:rPr>
          <w:lang w:val="en-US"/>
        </w:rPr>
        <w:t>&gt;SAMPLESACDELETE&lt;/</w:t>
      </w:r>
      <w:proofErr w:type="spellStart"/>
      <w:r w:rsidRPr="00B87DD5">
        <w:rPr>
          <w:lang w:val="en-US"/>
        </w:rPr>
        <w:t>MsgId</w:t>
      </w:r>
      <w:proofErr w:type="spellEnd"/>
      <w:r w:rsidRPr="00B87DD5">
        <w:rPr>
          <w:lang w:val="en-US"/>
        </w:rPr>
        <w:t>&gt;</w:t>
      </w:r>
    </w:p>
    <w:p w14:paraId="1F2335D2" w14:textId="5B0F4FBD" w:rsidR="00B87DD5" w:rsidRPr="00B87DD5" w:rsidRDefault="00B87DD5" w:rsidP="00B87DD5">
      <w:pPr>
        <w:pStyle w:val="XMLCode"/>
        <w:rPr>
          <w:lang w:val="en-US"/>
        </w:rPr>
      </w:pPr>
      <w:r>
        <w:tab/>
      </w:r>
      <w:r w:rsidRPr="00B87DD5">
        <w:rPr>
          <w:lang w:val="en-US"/>
        </w:rPr>
        <w:tab/>
      </w:r>
      <w:r w:rsidRPr="00B87DD5">
        <w:rPr>
          <w:lang w:val="en-US"/>
        </w:rPr>
        <w:tab/>
        <w:t>&lt;/</w:t>
      </w:r>
      <w:proofErr w:type="spellStart"/>
      <w:r w:rsidRPr="00B87DD5">
        <w:rPr>
          <w:lang w:val="en-US"/>
        </w:rPr>
        <w:t>OrgnlBizInstr</w:t>
      </w:r>
      <w:proofErr w:type="spellEnd"/>
      <w:r w:rsidRPr="00B87DD5">
        <w:rPr>
          <w:lang w:val="en-US"/>
        </w:rPr>
        <w:t>&gt;</w:t>
      </w:r>
    </w:p>
    <w:p w14:paraId="24D48891" w14:textId="2C6DE9A1" w:rsidR="00B87DD5" w:rsidRPr="00B87DD5" w:rsidRDefault="00B87DD5" w:rsidP="00B87DD5">
      <w:pPr>
        <w:pStyle w:val="XMLCode"/>
        <w:rPr>
          <w:lang w:val="en-US"/>
        </w:rPr>
      </w:pPr>
      <w:r>
        <w:tab/>
      </w:r>
      <w:r w:rsidRPr="00B87DD5">
        <w:rPr>
          <w:lang w:val="en-US"/>
        </w:rPr>
        <w:tab/>
        <w:t>&lt;/</w:t>
      </w:r>
      <w:proofErr w:type="spellStart"/>
      <w:r w:rsidRPr="00B87DD5">
        <w:rPr>
          <w:lang w:val="en-US"/>
        </w:rPr>
        <w:t>MsgHdr</w:t>
      </w:r>
      <w:proofErr w:type="spellEnd"/>
      <w:r w:rsidRPr="00B87DD5">
        <w:rPr>
          <w:lang w:val="en-US"/>
        </w:rPr>
        <w:t>&gt;</w:t>
      </w:r>
      <w:r w:rsidRPr="00B87DD5">
        <w:rPr>
          <w:lang w:val="en-US"/>
        </w:rPr>
        <w:tab/>
      </w:r>
    </w:p>
    <w:p w14:paraId="0887DCE6" w14:textId="45353643" w:rsidR="00B87DD5" w:rsidRPr="00B87DD5" w:rsidRDefault="00B87DD5" w:rsidP="00B87DD5">
      <w:pPr>
        <w:pStyle w:val="XMLCode"/>
        <w:rPr>
          <w:lang w:val="en-US"/>
        </w:rPr>
      </w:pPr>
      <w:r>
        <w:tab/>
      </w:r>
      <w:r w:rsidRPr="00B87DD5">
        <w:rPr>
          <w:lang w:val="en-US"/>
        </w:rPr>
        <w:tab/>
        <w:t>&lt;</w:t>
      </w:r>
      <w:proofErr w:type="spellStart"/>
      <w:r w:rsidRPr="00B87DD5">
        <w:rPr>
          <w:lang w:val="en-US"/>
        </w:rPr>
        <w:t>SctiesAcctSts</w:t>
      </w:r>
      <w:proofErr w:type="spellEnd"/>
      <w:r w:rsidRPr="00B87DD5">
        <w:rPr>
          <w:lang w:val="en-US"/>
        </w:rPr>
        <w:t>&gt;</w:t>
      </w:r>
    </w:p>
    <w:p w14:paraId="5F321C33" w14:textId="06966E18" w:rsidR="00B87DD5" w:rsidRPr="00B87DD5" w:rsidRDefault="00B87DD5" w:rsidP="00B87DD5">
      <w:pPr>
        <w:pStyle w:val="XMLCode"/>
        <w:rPr>
          <w:lang w:val="en-US"/>
        </w:rPr>
      </w:pPr>
      <w:r>
        <w:tab/>
      </w:r>
      <w:r w:rsidRPr="00B87DD5">
        <w:rPr>
          <w:lang w:val="en-US"/>
        </w:rPr>
        <w:tab/>
      </w:r>
      <w:r w:rsidRPr="00B87DD5">
        <w:rPr>
          <w:lang w:val="en-US"/>
        </w:rPr>
        <w:tab/>
        <w:t>&lt;</w:t>
      </w:r>
      <w:proofErr w:type="spellStart"/>
      <w:r w:rsidRPr="00B87DD5">
        <w:rPr>
          <w:lang w:val="en-US"/>
        </w:rPr>
        <w:t>RltdSctiesAcct</w:t>
      </w:r>
      <w:proofErr w:type="spellEnd"/>
      <w:r w:rsidRPr="00B87DD5">
        <w:rPr>
          <w:lang w:val="en-US"/>
        </w:rPr>
        <w:t>&gt;</w:t>
      </w:r>
    </w:p>
    <w:p w14:paraId="2070B6A8" w14:textId="1E6364EE" w:rsidR="00B87DD5" w:rsidRPr="00B87DD5" w:rsidRDefault="00B87DD5" w:rsidP="00B87DD5">
      <w:pPr>
        <w:pStyle w:val="XMLCode"/>
        <w:rPr>
          <w:lang w:val="en-US"/>
        </w:rPr>
      </w:pPr>
      <w:r>
        <w:tab/>
      </w:r>
      <w:r w:rsidRPr="00B87DD5">
        <w:rPr>
          <w:lang w:val="en-US"/>
        </w:rPr>
        <w:tab/>
      </w:r>
      <w:r w:rsidRPr="00B87DD5">
        <w:rPr>
          <w:lang w:val="en-US"/>
        </w:rPr>
        <w:tab/>
      </w:r>
      <w:r w:rsidRPr="00B87DD5">
        <w:rPr>
          <w:lang w:val="en-US"/>
        </w:rPr>
        <w:tab/>
        <w:t>&lt;Id&gt;SECACCCSDPXXYYAAA&lt;/Id&gt;</w:t>
      </w:r>
    </w:p>
    <w:p w14:paraId="1F1C149D" w14:textId="2325FE4A" w:rsidR="00B87DD5" w:rsidRPr="00B87DD5" w:rsidRDefault="00B87DD5" w:rsidP="00B87DD5">
      <w:pPr>
        <w:pStyle w:val="XMLCode"/>
        <w:rPr>
          <w:lang w:val="en-US"/>
        </w:rPr>
      </w:pPr>
      <w:r>
        <w:tab/>
      </w:r>
      <w:r w:rsidRPr="00B87DD5">
        <w:rPr>
          <w:lang w:val="en-US"/>
        </w:rPr>
        <w:tab/>
      </w:r>
      <w:r w:rsidRPr="00B87DD5">
        <w:rPr>
          <w:lang w:val="en-US"/>
        </w:rPr>
        <w:tab/>
        <w:t>&lt;/</w:t>
      </w:r>
      <w:proofErr w:type="spellStart"/>
      <w:r w:rsidRPr="00B87DD5">
        <w:rPr>
          <w:lang w:val="en-US"/>
        </w:rPr>
        <w:t>RltdSctiesAcct</w:t>
      </w:r>
      <w:proofErr w:type="spellEnd"/>
      <w:r w:rsidRPr="00B87DD5">
        <w:rPr>
          <w:lang w:val="en-US"/>
        </w:rPr>
        <w:t>&gt;</w:t>
      </w:r>
    </w:p>
    <w:p w14:paraId="134F8CC0" w14:textId="5F145073" w:rsidR="00B87DD5" w:rsidRPr="00B87DD5" w:rsidRDefault="00B87DD5" w:rsidP="00B87DD5">
      <w:pPr>
        <w:pStyle w:val="XMLCode"/>
        <w:rPr>
          <w:lang w:val="en-US"/>
        </w:rPr>
      </w:pPr>
      <w:r>
        <w:tab/>
      </w:r>
      <w:r w:rsidRPr="00B87DD5">
        <w:rPr>
          <w:lang w:val="en-US"/>
        </w:rPr>
        <w:tab/>
      </w:r>
      <w:r w:rsidRPr="00B87DD5">
        <w:rPr>
          <w:lang w:val="en-US"/>
        </w:rPr>
        <w:tab/>
        <w:t>&lt;</w:t>
      </w:r>
      <w:proofErr w:type="spellStart"/>
      <w:r w:rsidRPr="00B87DD5">
        <w:rPr>
          <w:lang w:val="en-US"/>
        </w:rPr>
        <w:t>Sts</w:t>
      </w:r>
      <w:proofErr w:type="spellEnd"/>
      <w:r w:rsidRPr="00B87DD5">
        <w:rPr>
          <w:lang w:val="en-US"/>
        </w:rPr>
        <w:t>&gt;COMP&lt;/</w:t>
      </w:r>
      <w:proofErr w:type="spellStart"/>
      <w:r w:rsidRPr="00B87DD5">
        <w:rPr>
          <w:lang w:val="en-US"/>
        </w:rPr>
        <w:t>Sts</w:t>
      </w:r>
      <w:proofErr w:type="spellEnd"/>
      <w:r w:rsidRPr="00B87DD5">
        <w:rPr>
          <w:lang w:val="en-US"/>
        </w:rPr>
        <w:t>&gt;</w:t>
      </w:r>
    </w:p>
    <w:p w14:paraId="6DD760B0" w14:textId="0FE80D6C" w:rsidR="00B87DD5" w:rsidRPr="00B87DD5" w:rsidRDefault="00B87DD5" w:rsidP="00B87DD5">
      <w:pPr>
        <w:pStyle w:val="XMLCode"/>
        <w:rPr>
          <w:lang w:val="en-US"/>
        </w:rPr>
      </w:pPr>
      <w:r w:rsidRPr="00B87DD5">
        <w:rPr>
          <w:lang w:val="en-US"/>
        </w:rPr>
        <w:tab/>
      </w:r>
      <w:r>
        <w:tab/>
      </w:r>
      <w:r w:rsidRPr="00B87DD5">
        <w:rPr>
          <w:lang w:val="en-US"/>
        </w:rPr>
        <w:t>&lt;/</w:t>
      </w:r>
      <w:proofErr w:type="spellStart"/>
      <w:r w:rsidRPr="00B87DD5">
        <w:rPr>
          <w:lang w:val="en-US"/>
        </w:rPr>
        <w:t>SctiesAcctSts</w:t>
      </w:r>
      <w:proofErr w:type="spellEnd"/>
      <w:r w:rsidRPr="00B87DD5">
        <w:rPr>
          <w:lang w:val="en-US"/>
        </w:rPr>
        <w:t>&gt;</w:t>
      </w:r>
    </w:p>
    <w:p w14:paraId="2C128C60" w14:textId="037C1B71" w:rsidR="00B87DD5" w:rsidRDefault="00B87DD5" w:rsidP="00B87DD5">
      <w:pPr>
        <w:pStyle w:val="XMLCode"/>
        <w:rPr>
          <w:lang w:val="fr-FR"/>
        </w:rPr>
      </w:pPr>
      <w:r>
        <w:tab/>
      </w:r>
      <w:r w:rsidRPr="00B87DD5">
        <w:rPr>
          <w:lang w:val="fr-FR"/>
        </w:rPr>
        <w:t>&lt;/</w:t>
      </w:r>
      <w:proofErr w:type="spellStart"/>
      <w:r w:rsidRPr="00B87DD5">
        <w:rPr>
          <w:lang w:val="fr-FR"/>
        </w:rPr>
        <w:t>SctiesAcctStsAdvc</w:t>
      </w:r>
      <w:proofErr w:type="spellEnd"/>
      <w:r w:rsidRPr="00B87DD5">
        <w:rPr>
          <w:lang w:val="fr-FR"/>
        </w:rPr>
        <w:t>&gt;</w:t>
      </w:r>
    </w:p>
    <w:p w14:paraId="64E69CA0" w14:textId="5294A88A" w:rsidR="00BF6218" w:rsidRPr="00F307D3" w:rsidRDefault="00BF6218" w:rsidP="00B87DD5">
      <w:pPr>
        <w:pStyle w:val="XMLCode"/>
      </w:pPr>
      <w:r w:rsidRPr="00F307D3">
        <w:rPr>
          <w:highlight w:val="white"/>
        </w:rPr>
        <w:t>&lt;/Document&gt;</w:t>
      </w:r>
    </w:p>
    <w:p w14:paraId="7400B69C" w14:textId="7806744C" w:rsidR="00B87DD5" w:rsidRPr="00B87DD5" w:rsidRDefault="00B243F2" w:rsidP="00B87DD5">
      <w:pPr>
        <w:pStyle w:val="Heading3"/>
      </w:pPr>
      <w:r>
        <w:t>Queued</w:t>
      </w:r>
      <w:r w:rsidR="00B87DD5" w:rsidRPr="00B87DD5">
        <w:t xml:space="preserve"> example</w:t>
      </w:r>
    </w:p>
    <w:p w14:paraId="5A6A6C97" w14:textId="77777777" w:rsidR="00B87DD5" w:rsidRDefault="00B87DD5" w:rsidP="00B87DD5">
      <w:pPr>
        <w:pStyle w:val="BlockLabel"/>
      </w:pPr>
      <w:r w:rsidRPr="008D4E65">
        <w:t>Description</w:t>
      </w:r>
    </w:p>
    <w:p w14:paraId="743D1E60" w14:textId="00F8C94B" w:rsidR="00B243F2" w:rsidRPr="00B243F2" w:rsidRDefault="00B243F2" w:rsidP="00B243F2">
      <w:r w:rsidRPr="00B243F2">
        <w:t xml:space="preserve">This example describes the case in which the Securities Account Deletion Request has been delayed. In case of </w:t>
      </w:r>
      <w:r>
        <w:t>for example</w:t>
      </w:r>
      <w:r w:rsidRPr="00B243F2">
        <w:t xml:space="preserve"> a night-time cycle is running.  </w:t>
      </w:r>
    </w:p>
    <w:p w14:paraId="67C34388" w14:textId="77777777" w:rsidR="00B243F2" w:rsidRPr="00B243F2" w:rsidRDefault="00B243F2" w:rsidP="00B243F2">
      <w:pPr>
        <w:pStyle w:val="ListBullet"/>
      </w:pPr>
      <w:r w:rsidRPr="00B243F2">
        <w:t>Original Message ID: SAMPLESACDELETE</w:t>
      </w:r>
    </w:p>
    <w:p w14:paraId="49029F95" w14:textId="77777777" w:rsidR="00B243F2" w:rsidRPr="00B243F2" w:rsidRDefault="00B243F2" w:rsidP="00B243F2">
      <w:pPr>
        <w:pStyle w:val="ListBullet"/>
      </w:pPr>
      <w:r w:rsidRPr="00B243F2">
        <w:t>Status: QUED</w:t>
      </w:r>
    </w:p>
    <w:p w14:paraId="04B0F58B" w14:textId="77777777" w:rsidR="00B243F2" w:rsidRPr="00B243F2" w:rsidRDefault="00B243F2" w:rsidP="00B243F2">
      <w:pPr>
        <w:pStyle w:val="ListBullet"/>
      </w:pPr>
      <w:r w:rsidRPr="00B243F2">
        <w:t>Additional Information: UPDATE QUEUED</w:t>
      </w:r>
    </w:p>
    <w:p w14:paraId="48510DBE" w14:textId="5062AABE" w:rsidR="00B87DD5" w:rsidRPr="00B87DD5" w:rsidRDefault="00B87DD5" w:rsidP="00B87DD5">
      <w:pPr>
        <w:pStyle w:val="ListBullet"/>
      </w:pPr>
    </w:p>
    <w:p w14:paraId="6888FC93" w14:textId="77777777" w:rsidR="00B87DD5" w:rsidRPr="00B87DD5" w:rsidRDefault="00B87DD5" w:rsidP="00B87DD5">
      <w:pPr>
        <w:pStyle w:val="BlockLabel"/>
        <w:rPr>
          <w:lang w:val="fr-FR"/>
        </w:rPr>
      </w:pPr>
      <w:r w:rsidRPr="00B87DD5">
        <w:rPr>
          <w:lang w:val="fr-FR"/>
        </w:rPr>
        <w:t>Message Instance</w:t>
      </w:r>
    </w:p>
    <w:p w14:paraId="6A4E8956" w14:textId="77777777" w:rsidR="00B87DD5" w:rsidRPr="00B87DD5" w:rsidRDefault="00B87DD5" w:rsidP="00B87DD5">
      <w:pPr>
        <w:pStyle w:val="XMLCode"/>
        <w:rPr>
          <w:highlight w:val="white"/>
          <w:lang w:val="fr-FR"/>
        </w:rPr>
      </w:pPr>
      <w:r w:rsidRPr="00B87DD5">
        <w:rPr>
          <w:highlight w:val="white"/>
          <w:lang w:val="fr-FR"/>
        </w:rPr>
        <w:t>&lt;Document&gt;</w:t>
      </w:r>
    </w:p>
    <w:p w14:paraId="4FB836EC" w14:textId="77777777" w:rsidR="00B243F2" w:rsidRPr="00B243F2" w:rsidRDefault="00B87DD5" w:rsidP="00B243F2">
      <w:pPr>
        <w:pStyle w:val="XMLCode"/>
        <w:rPr>
          <w:lang w:val="fr-FR"/>
        </w:rPr>
      </w:pPr>
      <w:r>
        <w:tab/>
      </w:r>
      <w:r w:rsidR="00B243F2" w:rsidRPr="00B243F2">
        <w:rPr>
          <w:lang w:val="fr-FR"/>
        </w:rPr>
        <w:t>&lt;</w:t>
      </w:r>
      <w:proofErr w:type="spellStart"/>
      <w:r w:rsidR="00B243F2" w:rsidRPr="00B243F2">
        <w:rPr>
          <w:lang w:val="fr-FR"/>
        </w:rPr>
        <w:t>SctiesAcctStsAdvc</w:t>
      </w:r>
      <w:proofErr w:type="spellEnd"/>
      <w:r w:rsidR="00B243F2" w:rsidRPr="00B243F2">
        <w:rPr>
          <w:lang w:val="fr-FR"/>
        </w:rPr>
        <w:t>&gt;</w:t>
      </w:r>
    </w:p>
    <w:p w14:paraId="691FCF34" w14:textId="0A7F24C3" w:rsidR="00B243F2" w:rsidRPr="00B243F2" w:rsidRDefault="00B243F2" w:rsidP="00B243F2">
      <w:pPr>
        <w:pStyle w:val="XMLCode"/>
        <w:rPr>
          <w:lang w:val="fr-FR"/>
        </w:rPr>
      </w:pPr>
      <w:r>
        <w:tab/>
      </w:r>
      <w:r w:rsidRPr="00B243F2">
        <w:rPr>
          <w:lang w:val="fr-FR"/>
        </w:rPr>
        <w:tab/>
        <w:t>&lt;</w:t>
      </w:r>
      <w:proofErr w:type="spellStart"/>
      <w:r w:rsidRPr="00B243F2">
        <w:rPr>
          <w:lang w:val="fr-FR"/>
        </w:rPr>
        <w:t>MsgHdr</w:t>
      </w:r>
      <w:proofErr w:type="spellEnd"/>
      <w:r w:rsidRPr="00B243F2">
        <w:rPr>
          <w:lang w:val="fr-FR"/>
        </w:rPr>
        <w:t>&gt;</w:t>
      </w:r>
    </w:p>
    <w:p w14:paraId="045CE512" w14:textId="2E1FDC24" w:rsidR="00B243F2" w:rsidRPr="00B243F2" w:rsidRDefault="00B243F2" w:rsidP="00B243F2">
      <w:pPr>
        <w:pStyle w:val="XMLCode"/>
        <w:rPr>
          <w:lang w:val="fr-FR"/>
        </w:rPr>
      </w:pPr>
      <w:r>
        <w:tab/>
      </w:r>
      <w:r w:rsidRPr="00B243F2">
        <w:rPr>
          <w:lang w:val="fr-FR"/>
        </w:rPr>
        <w:tab/>
      </w:r>
      <w:r w:rsidRPr="00B243F2">
        <w:rPr>
          <w:lang w:val="fr-FR"/>
        </w:rPr>
        <w:tab/>
        <w:t>&lt;</w:t>
      </w:r>
      <w:proofErr w:type="spellStart"/>
      <w:r w:rsidRPr="00B243F2">
        <w:rPr>
          <w:lang w:val="fr-FR"/>
        </w:rPr>
        <w:t>MsgId</w:t>
      </w:r>
      <w:proofErr w:type="spellEnd"/>
      <w:r w:rsidRPr="00B243F2">
        <w:rPr>
          <w:lang w:val="fr-FR"/>
        </w:rPr>
        <w:t>&gt;NONREF&lt;/</w:t>
      </w:r>
      <w:proofErr w:type="spellStart"/>
      <w:r w:rsidRPr="00B243F2">
        <w:rPr>
          <w:lang w:val="fr-FR"/>
        </w:rPr>
        <w:t>MsgId</w:t>
      </w:r>
      <w:proofErr w:type="spellEnd"/>
      <w:r w:rsidRPr="00B243F2">
        <w:rPr>
          <w:lang w:val="fr-FR"/>
        </w:rPr>
        <w:t>&gt;</w:t>
      </w:r>
    </w:p>
    <w:p w14:paraId="7ACC9B95" w14:textId="5082EF3E" w:rsidR="00B243F2" w:rsidRPr="00B243F2" w:rsidRDefault="00B243F2" w:rsidP="00B243F2">
      <w:pPr>
        <w:pStyle w:val="XMLCode"/>
        <w:rPr>
          <w:lang w:val="fr-FR"/>
        </w:rPr>
      </w:pPr>
      <w:r>
        <w:tab/>
      </w:r>
      <w:r w:rsidRPr="00B243F2">
        <w:rPr>
          <w:lang w:val="fr-FR"/>
        </w:rPr>
        <w:tab/>
      </w:r>
      <w:r w:rsidRPr="00B243F2">
        <w:rPr>
          <w:lang w:val="fr-FR"/>
        </w:rPr>
        <w:tab/>
        <w:t>&lt;</w:t>
      </w:r>
      <w:proofErr w:type="spellStart"/>
      <w:r w:rsidRPr="00B243F2">
        <w:rPr>
          <w:lang w:val="fr-FR"/>
        </w:rPr>
        <w:t>OrgnlBizInstr</w:t>
      </w:r>
      <w:proofErr w:type="spellEnd"/>
      <w:r w:rsidRPr="00B243F2">
        <w:rPr>
          <w:lang w:val="fr-FR"/>
        </w:rPr>
        <w:t>&gt;</w:t>
      </w:r>
    </w:p>
    <w:p w14:paraId="16799E3D" w14:textId="44AA0377" w:rsidR="00B243F2" w:rsidRPr="00B243F2" w:rsidRDefault="00B243F2" w:rsidP="00B243F2">
      <w:pPr>
        <w:pStyle w:val="XMLCode"/>
        <w:rPr>
          <w:lang w:val="fr-FR"/>
        </w:rPr>
      </w:pPr>
      <w:r>
        <w:tab/>
      </w:r>
      <w:r w:rsidRPr="00B243F2">
        <w:rPr>
          <w:lang w:val="fr-FR"/>
        </w:rPr>
        <w:tab/>
      </w:r>
      <w:r w:rsidRPr="00B243F2">
        <w:rPr>
          <w:lang w:val="fr-FR"/>
        </w:rPr>
        <w:tab/>
      </w:r>
      <w:r w:rsidRPr="00B243F2">
        <w:rPr>
          <w:lang w:val="fr-FR"/>
        </w:rPr>
        <w:tab/>
        <w:t>&lt;</w:t>
      </w:r>
      <w:proofErr w:type="spellStart"/>
      <w:r w:rsidRPr="00B243F2">
        <w:rPr>
          <w:lang w:val="fr-FR"/>
        </w:rPr>
        <w:t>MsgId</w:t>
      </w:r>
      <w:proofErr w:type="spellEnd"/>
      <w:r w:rsidRPr="00B243F2">
        <w:rPr>
          <w:lang w:val="fr-FR"/>
        </w:rPr>
        <w:t>&gt;SAMPLESACDELETE&lt;/</w:t>
      </w:r>
      <w:proofErr w:type="spellStart"/>
      <w:r w:rsidRPr="00B243F2">
        <w:rPr>
          <w:lang w:val="fr-FR"/>
        </w:rPr>
        <w:t>MsgId</w:t>
      </w:r>
      <w:proofErr w:type="spellEnd"/>
      <w:r w:rsidRPr="00B243F2">
        <w:rPr>
          <w:lang w:val="fr-FR"/>
        </w:rPr>
        <w:t>&gt;</w:t>
      </w:r>
    </w:p>
    <w:p w14:paraId="52B84E6B" w14:textId="674A9E04" w:rsidR="00B243F2" w:rsidRPr="00B243F2" w:rsidRDefault="00B243F2" w:rsidP="00B243F2">
      <w:pPr>
        <w:pStyle w:val="XMLCode"/>
        <w:rPr>
          <w:lang w:val="fr-FR"/>
        </w:rPr>
      </w:pPr>
      <w:r>
        <w:tab/>
      </w:r>
      <w:r w:rsidRPr="00B243F2">
        <w:rPr>
          <w:lang w:val="fr-FR"/>
        </w:rPr>
        <w:tab/>
      </w:r>
      <w:r w:rsidRPr="00B243F2">
        <w:rPr>
          <w:lang w:val="fr-FR"/>
        </w:rPr>
        <w:tab/>
        <w:t>&lt;/</w:t>
      </w:r>
      <w:proofErr w:type="spellStart"/>
      <w:r w:rsidRPr="00B243F2">
        <w:rPr>
          <w:lang w:val="fr-FR"/>
        </w:rPr>
        <w:t>OrgnlBizInstr</w:t>
      </w:r>
      <w:proofErr w:type="spellEnd"/>
      <w:r w:rsidRPr="00B243F2">
        <w:rPr>
          <w:lang w:val="fr-FR"/>
        </w:rPr>
        <w:t>&gt;</w:t>
      </w:r>
    </w:p>
    <w:p w14:paraId="03A54AEC" w14:textId="4428FE92" w:rsidR="00B243F2" w:rsidRPr="00B243F2" w:rsidRDefault="00B243F2" w:rsidP="00B243F2">
      <w:pPr>
        <w:pStyle w:val="XMLCode"/>
        <w:rPr>
          <w:lang w:val="fr-FR"/>
        </w:rPr>
      </w:pPr>
      <w:r>
        <w:tab/>
      </w:r>
      <w:r w:rsidRPr="00B243F2">
        <w:rPr>
          <w:lang w:val="fr-FR"/>
        </w:rPr>
        <w:tab/>
        <w:t>&lt;/</w:t>
      </w:r>
      <w:proofErr w:type="spellStart"/>
      <w:r w:rsidRPr="00B243F2">
        <w:rPr>
          <w:lang w:val="fr-FR"/>
        </w:rPr>
        <w:t>MsgHdr</w:t>
      </w:r>
      <w:proofErr w:type="spellEnd"/>
      <w:r w:rsidRPr="00B243F2">
        <w:rPr>
          <w:lang w:val="fr-FR"/>
        </w:rPr>
        <w:t>&gt;</w:t>
      </w:r>
    </w:p>
    <w:p w14:paraId="7737F05C" w14:textId="77777777" w:rsidR="00B243F2" w:rsidRPr="00B243F2" w:rsidRDefault="00B243F2" w:rsidP="00B243F2">
      <w:pPr>
        <w:pStyle w:val="XMLCode"/>
        <w:rPr>
          <w:lang w:val="fr-FR"/>
        </w:rPr>
      </w:pPr>
      <w:r w:rsidRPr="00B243F2">
        <w:rPr>
          <w:lang w:val="fr-FR"/>
        </w:rPr>
        <w:tab/>
      </w:r>
      <w:r w:rsidRPr="00B243F2">
        <w:rPr>
          <w:lang w:val="fr-FR"/>
        </w:rPr>
        <w:tab/>
        <w:t>&lt;</w:t>
      </w:r>
      <w:proofErr w:type="spellStart"/>
      <w:r w:rsidRPr="00B243F2">
        <w:rPr>
          <w:lang w:val="fr-FR"/>
        </w:rPr>
        <w:t>SctiesAcctSts</w:t>
      </w:r>
      <w:proofErr w:type="spellEnd"/>
      <w:r w:rsidRPr="00B243F2">
        <w:rPr>
          <w:lang w:val="fr-FR"/>
        </w:rPr>
        <w:t>&gt;</w:t>
      </w:r>
    </w:p>
    <w:p w14:paraId="380CF534" w14:textId="77777777" w:rsidR="00B243F2" w:rsidRPr="00B243F2" w:rsidRDefault="00B243F2" w:rsidP="00B243F2">
      <w:pPr>
        <w:pStyle w:val="XMLCode"/>
        <w:rPr>
          <w:lang w:val="fr-FR"/>
        </w:rPr>
      </w:pPr>
      <w:r w:rsidRPr="00B243F2">
        <w:rPr>
          <w:lang w:val="fr-FR"/>
        </w:rPr>
        <w:tab/>
      </w:r>
      <w:r w:rsidRPr="00B243F2">
        <w:rPr>
          <w:lang w:val="fr-FR"/>
        </w:rPr>
        <w:tab/>
      </w:r>
      <w:r w:rsidRPr="00B243F2">
        <w:rPr>
          <w:lang w:val="fr-FR"/>
        </w:rPr>
        <w:tab/>
        <w:t>&lt;Sts&gt;QUED&lt;/Sts&gt;</w:t>
      </w:r>
    </w:p>
    <w:p w14:paraId="6427A86D" w14:textId="77777777" w:rsidR="00B243F2" w:rsidRPr="00B243F2" w:rsidRDefault="00B243F2" w:rsidP="00B243F2">
      <w:pPr>
        <w:pStyle w:val="XMLCode"/>
        <w:rPr>
          <w:lang w:val="fr-FR"/>
        </w:rPr>
      </w:pPr>
      <w:r w:rsidRPr="00B243F2">
        <w:rPr>
          <w:lang w:val="fr-FR"/>
        </w:rPr>
        <w:tab/>
      </w:r>
      <w:r w:rsidRPr="00B243F2">
        <w:rPr>
          <w:lang w:val="fr-FR"/>
        </w:rPr>
        <w:tab/>
      </w:r>
      <w:r w:rsidRPr="00B243F2">
        <w:rPr>
          <w:lang w:val="fr-FR"/>
        </w:rPr>
        <w:tab/>
        <w:t>&lt;</w:t>
      </w:r>
      <w:proofErr w:type="spellStart"/>
      <w:r w:rsidRPr="00B243F2">
        <w:rPr>
          <w:lang w:val="fr-FR"/>
        </w:rPr>
        <w:t>StsRsn</w:t>
      </w:r>
      <w:proofErr w:type="spellEnd"/>
      <w:r w:rsidRPr="00B243F2">
        <w:rPr>
          <w:lang w:val="fr-FR"/>
        </w:rPr>
        <w:t>&gt;</w:t>
      </w:r>
    </w:p>
    <w:p w14:paraId="607543F3" w14:textId="77777777" w:rsidR="00B243F2" w:rsidRPr="00B243F2" w:rsidRDefault="00B243F2" w:rsidP="00B243F2">
      <w:pPr>
        <w:pStyle w:val="XMLCode"/>
        <w:rPr>
          <w:lang w:val="fr-FR"/>
        </w:rPr>
      </w:pPr>
      <w:r w:rsidRPr="00B243F2">
        <w:rPr>
          <w:lang w:val="fr-FR"/>
        </w:rPr>
        <w:tab/>
      </w:r>
      <w:r w:rsidRPr="00B243F2">
        <w:rPr>
          <w:lang w:val="fr-FR"/>
        </w:rPr>
        <w:tab/>
      </w:r>
      <w:r w:rsidRPr="00B243F2">
        <w:rPr>
          <w:lang w:val="fr-FR"/>
        </w:rPr>
        <w:tab/>
      </w:r>
      <w:r w:rsidRPr="00B243F2">
        <w:rPr>
          <w:lang w:val="fr-FR"/>
        </w:rPr>
        <w:tab/>
        <w:t>&lt;</w:t>
      </w:r>
      <w:proofErr w:type="spellStart"/>
      <w:r w:rsidRPr="00B243F2">
        <w:rPr>
          <w:lang w:val="fr-FR"/>
        </w:rPr>
        <w:t>Rsn</w:t>
      </w:r>
      <w:proofErr w:type="spellEnd"/>
      <w:r w:rsidRPr="00B243F2">
        <w:rPr>
          <w:lang w:val="fr-FR"/>
        </w:rPr>
        <w:t>&gt;</w:t>
      </w:r>
    </w:p>
    <w:p w14:paraId="0DBC9FC4" w14:textId="77777777" w:rsidR="00B243F2" w:rsidRPr="00B243F2" w:rsidRDefault="00B243F2" w:rsidP="00B243F2">
      <w:pPr>
        <w:pStyle w:val="XMLCode"/>
        <w:rPr>
          <w:lang w:val="fr-FR"/>
        </w:rPr>
      </w:pPr>
      <w:r w:rsidRPr="00B243F2">
        <w:rPr>
          <w:lang w:val="fr-FR"/>
        </w:rPr>
        <w:tab/>
      </w:r>
      <w:r w:rsidRPr="00B243F2">
        <w:rPr>
          <w:lang w:val="fr-FR"/>
        </w:rPr>
        <w:tab/>
      </w:r>
      <w:r w:rsidRPr="00B243F2">
        <w:rPr>
          <w:lang w:val="fr-FR"/>
        </w:rPr>
        <w:tab/>
      </w:r>
      <w:r w:rsidRPr="00B243F2">
        <w:rPr>
          <w:lang w:val="fr-FR"/>
        </w:rPr>
        <w:tab/>
      </w:r>
      <w:r w:rsidRPr="00B243F2">
        <w:rPr>
          <w:lang w:val="fr-FR"/>
        </w:rPr>
        <w:tab/>
        <w:t>&lt;</w:t>
      </w:r>
      <w:proofErr w:type="spellStart"/>
      <w:r w:rsidRPr="00B243F2">
        <w:rPr>
          <w:lang w:val="fr-FR"/>
        </w:rPr>
        <w:t>Prtry</w:t>
      </w:r>
      <w:proofErr w:type="spellEnd"/>
      <w:r w:rsidRPr="00B243F2">
        <w:rPr>
          <w:lang w:val="fr-FR"/>
        </w:rPr>
        <w:t>&gt;QUED&lt;/</w:t>
      </w:r>
      <w:proofErr w:type="spellStart"/>
      <w:r w:rsidRPr="00B243F2">
        <w:rPr>
          <w:lang w:val="fr-FR"/>
        </w:rPr>
        <w:t>Prtry</w:t>
      </w:r>
      <w:proofErr w:type="spellEnd"/>
      <w:r w:rsidRPr="00B243F2">
        <w:rPr>
          <w:lang w:val="fr-FR"/>
        </w:rPr>
        <w:t>&gt;</w:t>
      </w:r>
    </w:p>
    <w:p w14:paraId="1849D78E" w14:textId="77777777" w:rsidR="00B243F2" w:rsidRPr="00B243F2" w:rsidRDefault="00B243F2" w:rsidP="00B243F2">
      <w:pPr>
        <w:pStyle w:val="XMLCode"/>
        <w:rPr>
          <w:lang w:val="fr-FR"/>
        </w:rPr>
      </w:pPr>
      <w:r w:rsidRPr="00B243F2">
        <w:rPr>
          <w:lang w:val="fr-FR"/>
        </w:rPr>
        <w:tab/>
      </w:r>
      <w:r w:rsidRPr="00B243F2">
        <w:rPr>
          <w:lang w:val="fr-FR"/>
        </w:rPr>
        <w:tab/>
      </w:r>
      <w:r w:rsidRPr="00B243F2">
        <w:rPr>
          <w:lang w:val="fr-FR"/>
        </w:rPr>
        <w:tab/>
      </w:r>
      <w:r w:rsidRPr="00B243F2">
        <w:rPr>
          <w:lang w:val="fr-FR"/>
        </w:rPr>
        <w:tab/>
        <w:t>&lt;/</w:t>
      </w:r>
      <w:proofErr w:type="spellStart"/>
      <w:r w:rsidRPr="00B243F2">
        <w:rPr>
          <w:lang w:val="fr-FR"/>
        </w:rPr>
        <w:t>Rsn</w:t>
      </w:r>
      <w:proofErr w:type="spellEnd"/>
      <w:r w:rsidRPr="00B243F2">
        <w:rPr>
          <w:lang w:val="fr-FR"/>
        </w:rPr>
        <w:t>&gt;</w:t>
      </w:r>
    </w:p>
    <w:p w14:paraId="63DF22A6" w14:textId="77777777" w:rsidR="00B243F2" w:rsidRPr="00B243F2" w:rsidRDefault="00B243F2" w:rsidP="00B243F2">
      <w:pPr>
        <w:pStyle w:val="XMLCode"/>
        <w:rPr>
          <w:lang w:val="fr-FR"/>
        </w:rPr>
      </w:pPr>
      <w:r w:rsidRPr="00B243F2">
        <w:rPr>
          <w:lang w:val="fr-FR"/>
        </w:rPr>
        <w:tab/>
      </w:r>
      <w:r w:rsidRPr="00B243F2">
        <w:rPr>
          <w:lang w:val="fr-FR"/>
        </w:rPr>
        <w:tab/>
      </w:r>
      <w:r w:rsidRPr="00B243F2">
        <w:rPr>
          <w:lang w:val="fr-FR"/>
        </w:rPr>
        <w:tab/>
      </w:r>
      <w:r w:rsidRPr="00B243F2">
        <w:rPr>
          <w:lang w:val="fr-FR"/>
        </w:rPr>
        <w:tab/>
        <w:t>&lt;</w:t>
      </w:r>
      <w:proofErr w:type="spellStart"/>
      <w:r w:rsidRPr="00B243F2">
        <w:rPr>
          <w:lang w:val="fr-FR"/>
        </w:rPr>
        <w:t>AddtlInf</w:t>
      </w:r>
      <w:proofErr w:type="spellEnd"/>
      <w:r w:rsidRPr="00B243F2">
        <w:rPr>
          <w:lang w:val="fr-FR"/>
        </w:rPr>
        <w:t>&gt;UPDATE QUEUED&lt;/</w:t>
      </w:r>
      <w:proofErr w:type="spellStart"/>
      <w:r w:rsidRPr="00B243F2">
        <w:rPr>
          <w:lang w:val="fr-FR"/>
        </w:rPr>
        <w:t>AddtlInf</w:t>
      </w:r>
      <w:proofErr w:type="spellEnd"/>
      <w:r w:rsidRPr="00B243F2">
        <w:rPr>
          <w:lang w:val="fr-FR"/>
        </w:rPr>
        <w:t>&gt;</w:t>
      </w:r>
    </w:p>
    <w:p w14:paraId="02411FC3" w14:textId="77777777" w:rsidR="00B243F2" w:rsidRPr="00B243F2" w:rsidRDefault="00B243F2" w:rsidP="00B243F2">
      <w:pPr>
        <w:pStyle w:val="XMLCode"/>
        <w:rPr>
          <w:lang w:val="fr-FR"/>
        </w:rPr>
      </w:pPr>
      <w:r w:rsidRPr="00B243F2">
        <w:rPr>
          <w:lang w:val="fr-FR"/>
        </w:rPr>
        <w:tab/>
      </w:r>
      <w:r w:rsidRPr="00B243F2">
        <w:rPr>
          <w:lang w:val="fr-FR"/>
        </w:rPr>
        <w:tab/>
      </w:r>
      <w:r w:rsidRPr="00B243F2">
        <w:rPr>
          <w:lang w:val="fr-FR"/>
        </w:rPr>
        <w:tab/>
        <w:t>&lt;/</w:t>
      </w:r>
      <w:proofErr w:type="spellStart"/>
      <w:r w:rsidRPr="00B243F2">
        <w:rPr>
          <w:lang w:val="fr-FR"/>
        </w:rPr>
        <w:t>StsRsn</w:t>
      </w:r>
      <w:proofErr w:type="spellEnd"/>
      <w:r w:rsidRPr="00B243F2">
        <w:rPr>
          <w:lang w:val="fr-FR"/>
        </w:rPr>
        <w:t>&gt;</w:t>
      </w:r>
    </w:p>
    <w:p w14:paraId="176C2D12" w14:textId="77777777" w:rsidR="00B243F2" w:rsidRPr="00B243F2" w:rsidRDefault="00B243F2" w:rsidP="00B243F2">
      <w:pPr>
        <w:pStyle w:val="XMLCode"/>
        <w:rPr>
          <w:lang w:val="fr-FR"/>
        </w:rPr>
      </w:pPr>
      <w:r w:rsidRPr="00B243F2">
        <w:rPr>
          <w:lang w:val="fr-FR"/>
        </w:rPr>
        <w:tab/>
      </w:r>
      <w:r w:rsidRPr="00B243F2">
        <w:rPr>
          <w:lang w:val="fr-FR"/>
        </w:rPr>
        <w:tab/>
        <w:t>&lt;/</w:t>
      </w:r>
      <w:proofErr w:type="spellStart"/>
      <w:r w:rsidRPr="00B243F2">
        <w:rPr>
          <w:lang w:val="fr-FR"/>
        </w:rPr>
        <w:t>SctiesAcctSts</w:t>
      </w:r>
      <w:proofErr w:type="spellEnd"/>
      <w:r w:rsidRPr="00B243F2">
        <w:rPr>
          <w:lang w:val="fr-FR"/>
        </w:rPr>
        <w:t>&gt;</w:t>
      </w:r>
    </w:p>
    <w:p w14:paraId="3E885239" w14:textId="77777777" w:rsidR="00B243F2" w:rsidRDefault="00B243F2" w:rsidP="00B243F2">
      <w:pPr>
        <w:pStyle w:val="XMLCode"/>
        <w:rPr>
          <w:lang w:val="fr-FR"/>
        </w:rPr>
      </w:pPr>
      <w:r>
        <w:lastRenderedPageBreak/>
        <w:tab/>
      </w:r>
      <w:r w:rsidRPr="00B243F2">
        <w:rPr>
          <w:lang w:val="fr-FR"/>
        </w:rPr>
        <w:t>&lt;/</w:t>
      </w:r>
      <w:proofErr w:type="spellStart"/>
      <w:r w:rsidRPr="00B243F2">
        <w:rPr>
          <w:lang w:val="fr-FR"/>
        </w:rPr>
        <w:t>SctiesAcctStsAdvc</w:t>
      </w:r>
      <w:proofErr w:type="spellEnd"/>
      <w:r w:rsidRPr="00B243F2">
        <w:rPr>
          <w:lang w:val="fr-FR"/>
        </w:rPr>
        <w:t>&gt;</w:t>
      </w:r>
    </w:p>
    <w:p w14:paraId="47DA11F3" w14:textId="74A6D00C" w:rsidR="00B87DD5" w:rsidRPr="00F307D3" w:rsidRDefault="00B87DD5" w:rsidP="00B243F2">
      <w:pPr>
        <w:pStyle w:val="XMLCode"/>
      </w:pPr>
      <w:r w:rsidRPr="00F307D3">
        <w:rPr>
          <w:highlight w:val="white"/>
        </w:rPr>
        <w:t>&lt;/Document&gt;</w:t>
      </w:r>
    </w:p>
    <w:p w14:paraId="456950D9" w14:textId="3C571E65" w:rsidR="00B87DD5" w:rsidRPr="00B87DD5" w:rsidRDefault="00B243F2" w:rsidP="00B87DD5">
      <w:pPr>
        <w:pStyle w:val="Heading3"/>
      </w:pPr>
      <w:r>
        <w:t>Rejected</w:t>
      </w:r>
      <w:r w:rsidR="00B87DD5" w:rsidRPr="00B87DD5">
        <w:t xml:space="preserve"> </w:t>
      </w:r>
      <w:proofErr w:type="gramStart"/>
      <w:r w:rsidR="00B87DD5" w:rsidRPr="00B87DD5">
        <w:t>example</w:t>
      </w:r>
      <w:proofErr w:type="gramEnd"/>
    </w:p>
    <w:p w14:paraId="744F61A1" w14:textId="77777777" w:rsidR="00B87DD5" w:rsidRDefault="00B87DD5" w:rsidP="00B87DD5">
      <w:pPr>
        <w:pStyle w:val="BlockLabel"/>
      </w:pPr>
      <w:r w:rsidRPr="008D4E65">
        <w:t>Description</w:t>
      </w:r>
    </w:p>
    <w:p w14:paraId="21DFC82E" w14:textId="329E7E45" w:rsidR="00673FA4" w:rsidRPr="00673FA4" w:rsidRDefault="00673FA4" w:rsidP="00673FA4">
      <w:r w:rsidRPr="00673FA4">
        <w:t>In this example the Securities Account Status Advice reports that the Securities Account Deletion Request has been rejected, specifying the rejection reason.</w:t>
      </w:r>
    </w:p>
    <w:p w14:paraId="210F6042" w14:textId="77777777" w:rsidR="00673FA4" w:rsidRPr="00673FA4" w:rsidRDefault="00673FA4" w:rsidP="00673FA4">
      <w:pPr>
        <w:pStyle w:val="ListBullet"/>
      </w:pPr>
      <w:r w:rsidRPr="00673FA4">
        <w:t>Original Message ID: SAMPLESACDELETE</w:t>
      </w:r>
    </w:p>
    <w:p w14:paraId="65EC8BC2" w14:textId="77777777" w:rsidR="00673FA4" w:rsidRPr="00673FA4" w:rsidRDefault="00673FA4" w:rsidP="00673FA4">
      <w:pPr>
        <w:pStyle w:val="ListBullet"/>
      </w:pPr>
      <w:r w:rsidRPr="00673FA4">
        <w:t>Status. REJT</w:t>
      </w:r>
    </w:p>
    <w:p w14:paraId="3EBA6BC4" w14:textId="77777777" w:rsidR="00673FA4" w:rsidRPr="00673FA4" w:rsidRDefault="00673FA4" w:rsidP="00673FA4">
      <w:pPr>
        <w:pStyle w:val="ListBullet"/>
      </w:pPr>
      <w:r w:rsidRPr="00673FA4">
        <w:t>Additional Information: ABCD000 DELETION REJECTED</w:t>
      </w:r>
    </w:p>
    <w:p w14:paraId="0F924086" w14:textId="77777777" w:rsidR="00B87DD5" w:rsidRPr="00B87DD5" w:rsidRDefault="00B87DD5" w:rsidP="00B87DD5">
      <w:pPr>
        <w:pStyle w:val="BlockLabel"/>
        <w:rPr>
          <w:lang w:val="fr-FR"/>
        </w:rPr>
      </w:pPr>
      <w:r w:rsidRPr="00B87DD5">
        <w:rPr>
          <w:lang w:val="fr-FR"/>
        </w:rPr>
        <w:t>Message Instance</w:t>
      </w:r>
    </w:p>
    <w:p w14:paraId="78C1FC2A" w14:textId="77777777" w:rsidR="00B87DD5" w:rsidRPr="00B87DD5" w:rsidRDefault="00B87DD5" w:rsidP="00B87DD5">
      <w:pPr>
        <w:pStyle w:val="XMLCode"/>
        <w:rPr>
          <w:highlight w:val="white"/>
          <w:lang w:val="fr-FR"/>
        </w:rPr>
      </w:pPr>
      <w:r w:rsidRPr="00B87DD5">
        <w:rPr>
          <w:highlight w:val="white"/>
          <w:lang w:val="fr-FR"/>
        </w:rPr>
        <w:t>&lt;Document&gt;</w:t>
      </w:r>
    </w:p>
    <w:p w14:paraId="37967FFF" w14:textId="7A71CF30" w:rsidR="00673FA4" w:rsidRPr="00673FA4" w:rsidRDefault="00673FA4" w:rsidP="00673FA4">
      <w:pPr>
        <w:pStyle w:val="XMLCode"/>
      </w:pPr>
      <w:r>
        <w:tab/>
      </w:r>
      <w:r w:rsidRPr="00673FA4">
        <w:t>&lt;</w:t>
      </w:r>
      <w:proofErr w:type="spellStart"/>
      <w:r w:rsidRPr="00673FA4">
        <w:t>SctiesAcctStsAdvc</w:t>
      </w:r>
      <w:proofErr w:type="spellEnd"/>
      <w:r w:rsidRPr="00673FA4">
        <w:t>&gt;</w:t>
      </w:r>
    </w:p>
    <w:p w14:paraId="23B92D8F" w14:textId="7C39DBB6" w:rsidR="00673FA4" w:rsidRPr="00673FA4" w:rsidRDefault="00673FA4" w:rsidP="00673FA4">
      <w:pPr>
        <w:pStyle w:val="XMLCode"/>
      </w:pPr>
      <w:r w:rsidRPr="00673FA4">
        <w:tab/>
      </w:r>
      <w:r>
        <w:tab/>
      </w:r>
      <w:r w:rsidRPr="00673FA4">
        <w:t>&lt;</w:t>
      </w:r>
      <w:proofErr w:type="spellStart"/>
      <w:r w:rsidRPr="00673FA4">
        <w:t>MsgHdr</w:t>
      </w:r>
      <w:proofErr w:type="spellEnd"/>
      <w:r w:rsidRPr="00673FA4">
        <w:t>&gt;</w:t>
      </w:r>
    </w:p>
    <w:p w14:paraId="12158B36" w14:textId="6D4257DF" w:rsidR="00673FA4" w:rsidRPr="00673FA4" w:rsidRDefault="00673FA4" w:rsidP="00673FA4">
      <w:pPr>
        <w:pStyle w:val="XMLCode"/>
      </w:pPr>
      <w:r w:rsidRPr="00673FA4">
        <w:tab/>
      </w:r>
      <w:r w:rsidRPr="00673FA4">
        <w:tab/>
      </w:r>
      <w:r>
        <w:tab/>
      </w:r>
      <w:r w:rsidRPr="00673FA4">
        <w:t>&lt;</w:t>
      </w:r>
      <w:proofErr w:type="spellStart"/>
      <w:r w:rsidRPr="00673FA4">
        <w:t>MsgId</w:t>
      </w:r>
      <w:proofErr w:type="spellEnd"/>
      <w:r w:rsidRPr="00673FA4">
        <w:t>&gt;NONREF&lt;/</w:t>
      </w:r>
      <w:proofErr w:type="spellStart"/>
      <w:r w:rsidRPr="00673FA4">
        <w:t>MsgId</w:t>
      </w:r>
      <w:proofErr w:type="spellEnd"/>
      <w:r w:rsidRPr="00673FA4">
        <w:t>&gt;</w:t>
      </w:r>
    </w:p>
    <w:p w14:paraId="5F8A5C4D" w14:textId="1EB2783E" w:rsidR="00673FA4" w:rsidRPr="00673FA4" w:rsidRDefault="00673FA4" w:rsidP="00673FA4">
      <w:pPr>
        <w:pStyle w:val="XMLCode"/>
      </w:pPr>
      <w:r w:rsidRPr="00673FA4">
        <w:tab/>
      </w:r>
      <w:r>
        <w:tab/>
      </w:r>
      <w:r w:rsidRPr="00673FA4">
        <w:tab/>
        <w:t>&lt;</w:t>
      </w:r>
      <w:proofErr w:type="spellStart"/>
      <w:r w:rsidRPr="00673FA4">
        <w:t>OrgnlBizInstr</w:t>
      </w:r>
      <w:proofErr w:type="spellEnd"/>
      <w:r w:rsidRPr="00673FA4">
        <w:t>&gt;</w:t>
      </w:r>
    </w:p>
    <w:p w14:paraId="5A03CCF7" w14:textId="082E2B11" w:rsidR="00673FA4" w:rsidRPr="00673FA4" w:rsidRDefault="00673FA4" w:rsidP="00673FA4">
      <w:pPr>
        <w:pStyle w:val="XMLCode"/>
      </w:pPr>
      <w:r w:rsidRPr="00673FA4">
        <w:tab/>
      </w:r>
      <w:r>
        <w:tab/>
      </w:r>
      <w:r w:rsidRPr="00673FA4">
        <w:tab/>
      </w:r>
      <w:r w:rsidRPr="00673FA4">
        <w:tab/>
        <w:t>&lt;</w:t>
      </w:r>
      <w:proofErr w:type="spellStart"/>
      <w:r w:rsidRPr="00673FA4">
        <w:t>MsgId</w:t>
      </w:r>
      <w:proofErr w:type="spellEnd"/>
      <w:r w:rsidRPr="00673FA4">
        <w:t>&gt;SAMPLESACDELETE&lt;/</w:t>
      </w:r>
      <w:proofErr w:type="spellStart"/>
      <w:r w:rsidRPr="00673FA4">
        <w:t>MsgId</w:t>
      </w:r>
      <w:proofErr w:type="spellEnd"/>
      <w:r w:rsidRPr="00673FA4">
        <w:t>&gt;</w:t>
      </w:r>
    </w:p>
    <w:p w14:paraId="5EDAF526" w14:textId="072157C3" w:rsidR="00673FA4" w:rsidRPr="00673FA4" w:rsidRDefault="00673FA4" w:rsidP="00673FA4">
      <w:pPr>
        <w:pStyle w:val="XMLCode"/>
      </w:pPr>
      <w:r w:rsidRPr="00673FA4">
        <w:tab/>
      </w:r>
      <w:r>
        <w:tab/>
      </w:r>
      <w:r w:rsidRPr="00673FA4">
        <w:tab/>
        <w:t>&lt;/</w:t>
      </w:r>
      <w:proofErr w:type="spellStart"/>
      <w:r w:rsidRPr="00673FA4">
        <w:t>OrgnlBizInstr</w:t>
      </w:r>
      <w:proofErr w:type="spellEnd"/>
      <w:r w:rsidRPr="00673FA4">
        <w:t>&gt;</w:t>
      </w:r>
    </w:p>
    <w:p w14:paraId="10FB8F58" w14:textId="1C27F1C1" w:rsidR="00673FA4" w:rsidRPr="00673FA4" w:rsidRDefault="00673FA4" w:rsidP="00673FA4">
      <w:pPr>
        <w:pStyle w:val="XMLCode"/>
      </w:pPr>
      <w:r w:rsidRPr="00673FA4">
        <w:tab/>
      </w:r>
      <w:r>
        <w:tab/>
      </w:r>
      <w:r w:rsidRPr="00673FA4">
        <w:t>&lt;/</w:t>
      </w:r>
      <w:proofErr w:type="spellStart"/>
      <w:r w:rsidRPr="00673FA4">
        <w:t>MsgHdr</w:t>
      </w:r>
      <w:proofErr w:type="spellEnd"/>
      <w:r w:rsidRPr="00673FA4">
        <w:t>&gt;</w:t>
      </w:r>
    </w:p>
    <w:p w14:paraId="1DB6E2F6" w14:textId="77777777" w:rsidR="00673FA4" w:rsidRPr="00673FA4" w:rsidRDefault="00673FA4" w:rsidP="00673FA4">
      <w:pPr>
        <w:pStyle w:val="XMLCode"/>
      </w:pPr>
      <w:r w:rsidRPr="00673FA4">
        <w:tab/>
      </w:r>
      <w:r w:rsidRPr="00673FA4">
        <w:tab/>
        <w:t>&lt;</w:t>
      </w:r>
      <w:proofErr w:type="spellStart"/>
      <w:r w:rsidRPr="00673FA4">
        <w:t>SctiesAcctSts</w:t>
      </w:r>
      <w:proofErr w:type="spellEnd"/>
      <w:r w:rsidRPr="00673FA4">
        <w:t>&gt;</w:t>
      </w:r>
    </w:p>
    <w:p w14:paraId="0C2DAF7E" w14:textId="77777777" w:rsidR="00673FA4" w:rsidRPr="00673FA4" w:rsidRDefault="00673FA4" w:rsidP="00673FA4">
      <w:pPr>
        <w:pStyle w:val="XMLCode"/>
      </w:pPr>
      <w:r w:rsidRPr="00673FA4">
        <w:tab/>
      </w:r>
      <w:r w:rsidRPr="00673FA4">
        <w:tab/>
      </w:r>
      <w:r w:rsidRPr="00673FA4">
        <w:tab/>
        <w:t>&lt;</w:t>
      </w:r>
      <w:proofErr w:type="spellStart"/>
      <w:r w:rsidRPr="00673FA4">
        <w:t>Sts</w:t>
      </w:r>
      <w:proofErr w:type="spellEnd"/>
      <w:r w:rsidRPr="00673FA4">
        <w:t>&gt;REJT&lt;/</w:t>
      </w:r>
      <w:proofErr w:type="spellStart"/>
      <w:r w:rsidRPr="00673FA4">
        <w:t>Sts</w:t>
      </w:r>
      <w:proofErr w:type="spellEnd"/>
      <w:r w:rsidRPr="00673FA4">
        <w:t>&gt;</w:t>
      </w:r>
    </w:p>
    <w:p w14:paraId="4FB22A1F" w14:textId="77777777" w:rsidR="00673FA4" w:rsidRPr="00673FA4" w:rsidRDefault="00673FA4" w:rsidP="00673FA4">
      <w:pPr>
        <w:pStyle w:val="XMLCode"/>
      </w:pPr>
      <w:r w:rsidRPr="00673FA4">
        <w:tab/>
      </w:r>
      <w:r w:rsidRPr="00673FA4">
        <w:tab/>
      </w:r>
      <w:r w:rsidRPr="00673FA4">
        <w:tab/>
        <w:t>&lt;</w:t>
      </w:r>
      <w:proofErr w:type="spellStart"/>
      <w:r w:rsidRPr="00673FA4">
        <w:t>StsRsn</w:t>
      </w:r>
      <w:proofErr w:type="spellEnd"/>
      <w:r w:rsidRPr="00673FA4">
        <w:t>&gt;</w:t>
      </w:r>
    </w:p>
    <w:p w14:paraId="0106CDB1" w14:textId="77777777" w:rsidR="00673FA4" w:rsidRPr="00673FA4" w:rsidRDefault="00673FA4" w:rsidP="00673FA4">
      <w:pPr>
        <w:pStyle w:val="XMLCode"/>
      </w:pPr>
      <w:r w:rsidRPr="00673FA4">
        <w:tab/>
      </w:r>
      <w:r w:rsidRPr="00673FA4">
        <w:tab/>
      </w:r>
      <w:r w:rsidRPr="00673FA4">
        <w:tab/>
      </w:r>
      <w:r w:rsidRPr="00673FA4">
        <w:tab/>
        <w:t>&lt;</w:t>
      </w:r>
      <w:proofErr w:type="spellStart"/>
      <w:r w:rsidRPr="00673FA4">
        <w:t>Rsn</w:t>
      </w:r>
      <w:proofErr w:type="spellEnd"/>
      <w:r w:rsidRPr="00673FA4">
        <w:t>&gt;</w:t>
      </w:r>
    </w:p>
    <w:p w14:paraId="7D0DBE63" w14:textId="77777777" w:rsidR="00673FA4" w:rsidRPr="00673FA4" w:rsidRDefault="00673FA4" w:rsidP="00673FA4">
      <w:pPr>
        <w:pStyle w:val="XMLCode"/>
      </w:pPr>
      <w:r w:rsidRPr="00673FA4">
        <w:tab/>
      </w:r>
      <w:r w:rsidRPr="00673FA4">
        <w:tab/>
      </w:r>
      <w:r w:rsidRPr="00673FA4">
        <w:tab/>
      </w:r>
      <w:r w:rsidRPr="00673FA4">
        <w:tab/>
      </w:r>
      <w:r w:rsidRPr="00673FA4">
        <w:tab/>
        <w:t>&lt;</w:t>
      </w:r>
      <w:proofErr w:type="spellStart"/>
      <w:r w:rsidRPr="00673FA4">
        <w:t>Prtry</w:t>
      </w:r>
      <w:proofErr w:type="spellEnd"/>
      <w:r w:rsidRPr="00673FA4">
        <w:t>&gt;REJT&lt;/</w:t>
      </w:r>
      <w:proofErr w:type="spellStart"/>
      <w:r w:rsidRPr="00673FA4">
        <w:t>Prtry</w:t>
      </w:r>
      <w:proofErr w:type="spellEnd"/>
      <w:r w:rsidRPr="00673FA4">
        <w:t>&gt;</w:t>
      </w:r>
    </w:p>
    <w:p w14:paraId="134DD9EC" w14:textId="77777777" w:rsidR="00673FA4" w:rsidRPr="00673FA4" w:rsidRDefault="00673FA4" w:rsidP="00673FA4">
      <w:pPr>
        <w:pStyle w:val="XMLCode"/>
      </w:pPr>
      <w:r w:rsidRPr="00673FA4">
        <w:tab/>
      </w:r>
      <w:r w:rsidRPr="00673FA4">
        <w:tab/>
      </w:r>
      <w:r w:rsidRPr="00673FA4">
        <w:tab/>
      </w:r>
      <w:r w:rsidRPr="00673FA4">
        <w:tab/>
        <w:t>&lt;/</w:t>
      </w:r>
      <w:proofErr w:type="spellStart"/>
      <w:r w:rsidRPr="00673FA4">
        <w:t>Rsn</w:t>
      </w:r>
      <w:proofErr w:type="spellEnd"/>
      <w:r w:rsidRPr="00673FA4">
        <w:t>&gt;</w:t>
      </w:r>
    </w:p>
    <w:p w14:paraId="2CADFECA" w14:textId="77777777" w:rsidR="00673FA4" w:rsidRPr="00673FA4" w:rsidRDefault="00673FA4" w:rsidP="00673FA4">
      <w:pPr>
        <w:pStyle w:val="XMLCode"/>
      </w:pPr>
      <w:r w:rsidRPr="00673FA4">
        <w:tab/>
      </w:r>
      <w:r w:rsidRPr="00673FA4">
        <w:tab/>
      </w:r>
      <w:r w:rsidRPr="00673FA4">
        <w:tab/>
      </w:r>
      <w:r w:rsidRPr="00673FA4">
        <w:tab/>
        <w:t>&lt;</w:t>
      </w:r>
      <w:proofErr w:type="spellStart"/>
      <w:r w:rsidRPr="00673FA4">
        <w:t>AddtlInf</w:t>
      </w:r>
      <w:proofErr w:type="spellEnd"/>
      <w:r w:rsidRPr="00673FA4">
        <w:t>&gt;ABCD000 DELETION REJECTED&lt;/</w:t>
      </w:r>
      <w:proofErr w:type="spellStart"/>
      <w:r w:rsidRPr="00673FA4">
        <w:t>AddtlInf</w:t>
      </w:r>
      <w:proofErr w:type="spellEnd"/>
      <w:r w:rsidRPr="00673FA4">
        <w:t>&gt;</w:t>
      </w:r>
    </w:p>
    <w:p w14:paraId="2A144CDF" w14:textId="77777777" w:rsidR="00673FA4" w:rsidRPr="00673FA4" w:rsidRDefault="00673FA4" w:rsidP="00673FA4">
      <w:pPr>
        <w:pStyle w:val="XMLCode"/>
      </w:pPr>
      <w:r w:rsidRPr="00673FA4">
        <w:tab/>
      </w:r>
      <w:r w:rsidRPr="00673FA4">
        <w:tab/>
      </w:r>
      <w:r w:rsidRPr="00673FA4">
        <w:tab/>
        <w:t>&lt;/</w:t>
      </w:r>
      <w:proofErr w:type="spellStart"/>
      <w:r w:rsidRPr="00673FA4">
        <w:t>StsRsn</w:t>
      </w:r>
      <w:proofErr w:type="spellEnd"/>
      <w:r w:rsidRPr="00673FA4">
        <w:t>&gt;</w:t>
      </w:r>
    </w:p>
    <w:p w14:paraId="67D5D768" w14:textId="77777777" w:rsidR="00673FA4" w:rsidRPr="00673FA4" w:rsidRDefault="00673FA4" w:rsidP="00673FA4">
      <w:pPr>
        <w:pStyle w:val="XMLCode"/>
      </w:pPr>
      <w:r w:rsidRPr="00673FA4">
        <w:tab/>
      </w:r>
      <w:r w:rsidRPr="00673FA4">
        <w:tab/>
        <w:t>&lt;/</w:t>
      </w:r>
      <w:proofErr w:type="spellStart"/>
      <w:r w:rsidRPr="00673FA4">
        <w:t>SctiesAcctSts</w:t>
      </w:r>
      <w:proofErr w:type="spellEnd"/>
      <w:r w:rsidRPr="00673FA4">
        <w:t>&gt;</w:t>
      </w:r>
    </w:p>
    <w:p w14:paraId="637991A4" w14:textId="77777777" w:rsidR="00673FA4" w:rsidRDefault="00673FA4" w:rsidP="00673FA4">
      <w:pPr>
        <w:pStyle w:val="XMLCode"/>
      </w:pPr>
      <w:r>
        <w:tab/>
      </w:r>
      <w:r w:rsidRPr="00673FA4">
        <w:t>&lt;/</w:t>
      </w:r>
      <w:proofErr w:type="spellStart"/>
      <w:r w:rsidRPr="00673FA4">
        <w:t>SctiesAcctStsAdvc</w:t>
      </w:r>
      <w:proofErr w:type="spellEnd"/>
      <w:r w:rsidRPr="00673FA4">
        <w:t>&gt;</w:t>
      </w:r>
    </w:p>
    <w:p w14:paraId="0BCF2ED2" w14:textId="0563DF48" w:rsidR="00B87DD5" w:rsidRPr="00F307D3" w:rsidRDefault="00B87DD5" w:rsidP="00673FA4">
      <w:pPr>
        <w:pStyle w:val="XMLCode"/>
      </w:pPr>
      <w:r w:rsidRPr="00F307D3">
        <w:rPr>
          <w:highlight w:val="white"/>
        </w:rPr>
        <w:t>&lt;/Document&gt;</w:t>
      </w:r>
    </w:p>
    <w:p w14:paraId="7E13892D" w14:textId="17E3DCBE" w:rsidR="00BF6218" w:rsidRPr="00F307D3" w:rsidRDefault="00673FA4" w:rsidP="00BF6218">
      <w:pPr>
        <w:pStyle w:val="Heading2"/>
      </w:pPr>
      <w:bookmarkStart w:id="171" w:name="_Toc26791808"/>
      <w:bookmarkStart w:id="172" w:name="_Toc161581659"/>
      <w:r w:rsidRPr="00594629">
        <w:t>Securities Account Query</w:t>
      </w:r>
      <w:r>
        <w:t xml:space="preserve"> - </w:t>
      </w:r>
      <w:r w:rsidRPr="008410BF">
        <w:t>reda.0</w:t>
      </w:r>
      <w:r>
        <w:t>19</w:t>
      </w:r>
      <w:r w:rsidRPr="008410BF">
        <w:t>.001.01</w:t>
      </w:r>
      <w:bookmarkEnd w:id="171"/>
      <w:bookmarkEnd w:id="172"/>
    </w:p>
    <w:p w14:paraId="4E82887F" w14:textId="77777777" w:rsidR="00BF6218" w:rsidRPr="00F307D3" w:rsidRDefault="00BF6218" w:rsidP="00BF6218">
      <w:pPr>
        <w:pStyle w:val="BlockLabel"/>
      </w:pPr>
      <w:r w:rsidRPr="00F307D3">
        <w:t>Description</w:t>
      </w:r>
    </w:p>
    <w:p w14:paraId="1D7916ED" w14:textId="6BAF79F3" w:rsidR="00673FA4" w:rsidRPr="00673FA4" w:rsidRDefault="00673FA4" w:rsidP="00673FA4">
      <w:r w:rsidRPr="00673FA4">
        <w:t>The Securities Account Query message can be used to perform the following queries:</w:t>
      </w:r>
    </w:p>
    <w:p w14:paraId="49714994" w14:textId="77777777" w:rsidR="00673FA4" w:rsidRPr="00673FA4" w:rsidRDefault="00673FA4" w:rsidP="00673FA4">
      <w:pPr>
        <w:pStyle w:val="ListBullet"/>
      </w:pPr>
      <w:r w:rsidRPr="00673FA4">
        <w:t xml:space="preserve">Securities Account Reference Data </w:t>
      </w:r>
      <w:proofErr w:type="gramStart"/>
      <w:r w:rsidRPr="00673FA4">
        <w:t>Query;</w:t>
      </w:r>
      <w:proofErr w:type="gramEnd"/>
    </w:p>
    <w:p w14:paraId="1A20978C" w14:textId="77777777" w:rsidR="00673FA4" w:rsidRPr="00673FA4" w:rsidRDefault="00673FA4" w:rsidP="00673FA4">
      <w:pPr>
        <w:pStyle w:val="ListBullet"/>
      </w:pPr>
      <w:r w:rsidRPr="00673FA4">
        <w:t>Securities Account List Query.</w:t>
      </w:r>
    </w:p>
    <w:p w14:paraId="26AA0CA1" w14:textId="3CAABD01" w:rsidR="00BF6218" w:rsidRPr="00F307D3" w:rsidRDefault="00673FA4" w:rsidP="00673FA4">
      <w:r w:rsidRPr="00673FA4">
        <w:t>In this example the Party CSDAXXYYAAA perform a Securities Account List Query to request a list of securities account.</w:t>
      </w:r>
    </w:p>
    <w:p w14:paraId="64B351DE" w14:textId="77777777" w:rsidR="00BF6218" w:rsidRPr="00673FA4" w:rsidRDefault="00BF6218" w:rsidP="00BF6218">
      <w:pPr>
        <w:pStyle w:val="BlockLabel"/>
        <w:rPr>
          <w:lang w:val="fr-FR"/>
        </w:rPr>
      </w:pPr>
      <w:r w:rsidRPr="00673FA4">
        <w:rPr>
          <w:lang w:val="fr-FR"/>
        </w:rPr>
        <w:lastRenderedPageBreak/>
        <w:t>Message Instance</w:t>
      </w:r>
    </w:p>
    <w:p w14:paraId="4E589DE2" w14:textId="77777777" w:rsidR="00BF6218" w:rsidRPr="00673FA4" w:rsidRDefault="00BF6218" w:rsidP="00BF6218">
      <w:pPr>
        <w:pStyle w:val="XMLCode"/>
        <w:rPr>
          <w:highlight w:val="white"/>
          <w:lang w:val="fr-FR"/>
        </w:rPr>
      </w:pPr>
      <w:r w:rsidRPr="00673FA4">
        <w:rPr>
          <w:highlight w:val="white"/>
          <w:lang w:val="fr-FR"/>
        </w:rPr>
        <w:t>&lt;Document&gt;</w:t>
      </w:r>
    </w:p>
    <w:p w14:paraId="61351696" w14:textId="77777777" w:rsidR="00673FA4" w:rsidRPr="00673FA4" w:rsidRDefault="00673FA4" w:rsidP="00673FA4">
      <w:pPr>
        <w:pStyle w:val="XMLCode"/>
        <w:rPr>
          <w:lang w:val="en-US"/>
        </w:rPr>
      </w:pPr>
      <w:r w:rsidRPr="00673FA4">
        <w:rPr>
          <w:lang w:val="fr-FR"/>
        </w:rPr>
        <w:tab/>
      </w:r>
      <w:r w:rsidRPr="00673FA4">
        <w:rPr>
          <w:lang w:val="en-US"/>
        </w:rPr>
        <w:t>&lt;</w:t>
      </w:r>
      <w:proofErr w:type="spellStart"/>
      <w:r w:rsidRPr="00673FA4">
        <w:rPr>
          <w:lang w:val="en-US"/>
        </w:rPr>
        <w:t>SctiesAcctQry</w:t>
      </w:r>
      <w:proofErr w:type="spellEnd"/>
      <w:r w:rsidRPr="00673FA4">
        <w:rPr>
          <w:lang w:val="en-US"/>
        </w:rPr>
        <w:t>&gt;</w:t>
      </w:r>
    </w:p>
    <w:p w14:paraId="4CB07399" w14:textId="77777777" w:rsidR="00673FA4" w:rsidRPr="00673FA4" w:rsidRDefault="00673FA4" w:rsidP="00673FA4">
      <w:pPr>
        <w:pStyle w:val="XMLCode"/>
        <w:rPr>
          <w:lang w:val="en-US"/>
        </w:rPr>
      </w:pPr>
      <w:r w:rsidRPr="00673FA4">
        <w:rPr>
          <w:lang w:val="en-US"/>
        </w:rPr>
        <w:tab/>
      </w:r>
      <w:r w:rsidRPr="00673FA4">
        <w:rPr>
          <w:lang w:val="en-US"/>
        </w:rPr>
        <w:tab/>
        <w:t>&lt;</w:t>
      </w:r>
      <w:proofErr w:type="spellStart"/>
      <w:r w:rsidRPr="00673FA4">
        <w:rPr>
          <w:lang w:val="en-US"/>
        </w:rPr>
        <w:t>MsgHdr</w:t>
      </w:r>
      <w:proofErr w:type="spellEnd"/>
      <w:r w:rsidRPr="00673FA4">
        <w:rPr>
          <w:lang w:val="en-US"/>
        </w:rPr>
        <w:t>&gt;</w:t>
      </w:r>
    </w:p>
    <w:p w14:paraId="284F9F22" w14:textId="77777777" w:rsidR="00673FA4" w:rsidRPr="00673FA4" w:rsidRDefault="00673FA4" w:rsidP="00673FA4">
      <w:pPr>
        <w:pStyle w:val="XMLCode"/>
        <w:rPr>
          <w:lang w:val="en-US"/>
        </w:rPr>
      </w:pPr>
      <w:r w:rsidRPr="00673FA4">
        <w:rPr>
          <w:lang w:val="en-US"/>
        </w:rPr>
        <w:tab/>
      </w:r>
      <w:r w:rsidRPr="00673FA4">
        <w:rPr>
          <w:lang w:val="en-US"/>
        </w:rPr>
        <w:tab/>
      </w:r>
      <w:r w:rsidRPr="00673FA4">
        <w:rPr>
          <w:lang w:val="en-US"/>
        </w:rPr>
        <w:tab/>
        <w:t>&lt;</w:t>
      </w:r>
      <w:proofErr w:type="spellStart"/>
      <w:r w:rsidRPr="00673FA4">
        <w:rPr>
          <w:lang w:val="en-US"/>
        </w:rPr>
        <w:t>MsgId</w:t>
      </w:r>
      <w:proofErr w:type="spellEnd"/>
      <w:r w:rsidRPr="00673FA4">
        <w:rPr>
          <w:lang w:val="en-US"/>
        </w:rPr>
        <w:t>&gt;SAMPLESALIQUERY&lt;/</w:t>
      </w:r>
      <w:proofErr w:type="spellStart"/>
      <w:r w:rsidRPr="00673FA4">
        <w:rPr>
          <w:lang w:val="en-US"/>
        </w:rPr>
        <w:t>MsgId</w:t>
      </w:r>
      <w:proofErr w:type="spellEnd"/>
      <w:r w:rsidRPr="00673FA4">
        <w:rPr>
          <w:lang w:val="en-US"/>
        </w:rPr>
        <w:t>&gt;</w:t>
      </w:r>
    </w:p>
    <w:p w14:paraId="11989A12" w14:textId="77777777" w:rsidR="00673FA4" w:rsidRPr="00673FA4" w:rsidRDefault="00673FA4" w:rsidP="00673FA4">
      <w:pPr>
        <w:pStyle w:val="XMLCode"/>
        <w:rPr>
          <w:lang w:val="en-US"/>
        </w:rPr>
      </w:pPr>
      <w:r w:rsidRPr="00673FA4">
        <w:rPr>
          <w:lang w:val="en-US"/>
        </w:rPr>
        <w:tab/>
      </w:r>
      <w:r w:rsidRPr="00673FA4">
        <w:rPr>
          <w:lang w:val="en-US"/>
        </w:rPr>
        <w:tab/>
      </w:r>
      <w:r w:rsidRPr="00673FA4">
        <w:rPr>
          <w:lang w:val="en-US"/>
        </w:rPr>
        <w:tab/>
        <w:t>&lt;</w:t>
      </w:r>
      <w:proofErr w:type="spellStart"/>
      <w:r w:rsidRPr="00673FA4">
        <w:rPr>
          <w:lang w:val="en-US"/>
        </w:rPr>
        <w:t>ReqTp</w:t>
      </w:r>
      <w:proofErr w:type="spellEnd"/>
      <w:r w:rsidRPr="00673FA4">
        <w:rPr>
          <w:lang w:val="en-US"/>
        </w:rPr>
        <w:t>&gt;</w:t>
      </w:r>
    </w:p>
    <w:p w14:paraId="265B594A" w14:textId="77777777" w:rsidR="00673FA4" w:rsidRPr="00673FA4" w:rsidRDefault="00673FA4" w:rsidP="00673FA4">
      <w:pPr>
        <w:pStyle w:val="XMLCode"/>
        <w:rPr>
          <w:lang w:val="en-US"/>
        </w:rPr>
      </w:pPr>
      <w:r w:rsidRPr="00673FA4">
        <w:rPr>
          <w:lang w:val="en-US"/>
        </w:rPr>
        <w:tab/>
      </w:r>
      <w:r w:rsidRPr="00673FA4">
        <w:rPr>
          <w:lang w:val="en-US"/>
        </w:rPr>
        <w:tab/>
      </w:r>
      <w:r w:rsidRPr="00673FA4">
        <w:rPr>
          <w:lang w:val="en-US"/>
        </w:rPr>
        <w:tab/>
      </w:r>
      <w:r w:rsidRPr="00673FA4">
        <w:rPr>
          <w:lang w:val="en-US"/>
        </w:rPr>
        <w:tab/>
        <w:t>&lt;</w:t>
      </w:r>
      <w:proofErr w:type="spellStart"/>
      <w:r w:rsidRPr="00673FA4">
        <w:rPr>
          <w:lang w:val="en-US"/>
        </w:rPr>
        <w:t>Prtry</w:t>
      </w:r>
      <w:proofErr w:type="spellEnd"/>
      <w:r w:rsidRPr="00673FA4">
        <w:rPr>
          <w:lang w:val="en-US"/>
        </w:rPr>
        <w:t>&gt;</w:t>
      </w:r>
    </w:p>
    <w:p w14:paraId="197D40EE" w14:textId="77777777" w:rsidR="00673FA4" w:rsidRPr="00673FA4" w:rsidRDefault="00673FA4" w:rsidP="00673FA4">
      <w:pPr>
        <w:pStyle w:val="XMLCode"/>
        <w:rPr>
          <w:lang w:val="en-US"/>
        </w:rPr>
      </w:pPr>
      <w:r w:rsidRPr="00673FA4">
        <w:rPr>
          <w:lang w:val="en-US"/>
        </w:rPr>
        <w:tab/>
      </w:r>
      <w:r w:rsidRPr="00673FA4">
        <w:rPr>
          <w:lang w:val="en-US"/>
        </w:rPr>
        <w:tab/>
      </w:r>
      <w:r w:rsidRPr="00673FA4">
        <w:rPr>
          <w:lang w:val="en-US"/>
        </w:rPr>
        <w:tab/>
      </w:r>
      <w:r w:rsidRPr="00673FA4">
        <w:rPr>
          <w:lang w:val="en-US"/>
        </w:rPr>
        <w:tab/>
      </w:r>
      <w:r w:rsidRPr="00673FA4">
        <w:rPr>
          <w:lang w:val="en-US"/>
        </w:rPr>
        <w:tab/>
        <w:t>&lt;Id&gt;SALI&lt;/Id&gt;</w:t>
      </w:r>
    </w:p>
    <w:p w14:paraId="7530A427" w14:textId="77777777" w:rsidR="00673FA4" w:rsidRPr="00673FA4" w:rsidRDefault="00673FA4" w:rsidP="00673FA4">
      <w:pPr>
        <w:pStyle w:val="XMLCode"/>
        <w:rPr>
          <w:lang w:val="en-US"/>
        </w:rPr>
      </w:pPr>
      <w:r w:rsidRPr="00673FA4">
        <w:rPr>
          <w:lang w:val="en-US"/>
        </w:rPr>
        <w:tab/>
      </w:r>
      <w:r w:rsidRPr="00673FA4">
        <w:rPr>
          <w:lang w:val="en-US"/>
        </w:rPr>
        <w:tab/>
      </w:r>
      <w:r w:rsidRPr="00673FA4">
        <w:rPr>
          <w:lang w:val="en-US"/>
        </w:rPr>
        <w:tab/>
      </w:r>
      <w:r w:rsidRPr="00673FA4">
        <w:rPr>
          <w:lang w:val="en-US"/>
        </w:rPr>
        <w:tab/>
      </w:r>
      <w:r w:rsidRPr="00673FA4">
        <w:rPr>
          <w:lang w:val="en-US"/>
        </w:rPr>
        <w:tab/>
        <w:t>&lt;</w:t>
      </w:r>
      <w:proofErr w:type="spellStart"/>
      <w:r w:rsidRPr="00673FA4">
        <w:rPr>
          <w:lang w:val="en-US"/>
        </w:rPr>
        <w:t>SchmeNm</w:t>
      </w:r>
      <w:proofErr w:type="spellEnd"/>
      <w:r w:rsidRPr="00673FA4">
        <w:rPr>
          <w:lang w:val="en-US"/>
        </w:rPr>
        <w:t>&gt;SACQ&lt;/</w:t>
      </w:r>
      <w:proofErr w:type="spellStart"/>
      <w:r w:rsidRPr="00673FA4">
        <w:rPr>
          <w:lang w:val="en-US"/>
        </w:rPr>
        <w:t>SchmeNm</w:t>
      </w:r>
      <w:proofErr w:type="spellEnd"/>
      <w:r w:rsidRPr="00673FA4">
        <w:rPr>
          <w:lang w:val="en-US"/>
        </w:rPr>
        <w:t>&gt;</w:t>
      </w:r>
    </w:p>
    <w:p w14:paraId="66166720" w14:textId="77777777" w:rsidR="00673FA4" w:rsidRPr="00673FA4" w:rsidRDefault="00673FA4" w:rsidP="00673FA4">
      <w:pPr>
        <w:pStyle w:val="XMLCode"/>
        <w:rPr>
          <w:lang w:val="en-US"/>
        </w:rPr>
      </w:pPr>
      <w:r w:rsidRPr="00673FA4">
        <w:rPr>
          <w:lang w:val="en-US"/>
        </w:rPr>
        <w:tab/>
      </w:r>
      <w:r w:rsidRPr="00673FA4">
        <w:rPr>
          <w:lang w:val="en-US"/>
        </w:rPr>
        <w:tab/>
      </w:r>
      <w:r w:rsidRPr="00673FA4">
        <w:rPr>
          <w:lang w:val="en-US"/>
        </w:rPr>
        <w:tab/>
      </w:r>
      <w:r w:rsidRPr="00673FA4">
        <w:rPr>
          <w:lang w:val="en-US"/>
        </w:rPr>
        <w:tab/>
      </w:r>
      <w:r w:rsidRPr="00673FA4">
        <w:rPr>
          <w:lang w:val="en-US"/>
        </w:rPr>
        <w:tab/>
        <w:t>&lt;</w:t>
      </w:r>
      <w:proofErr w:type="spellStart"/>
      <w:r w:rsidRPr="00673FA4">
        <w:rPr>
          <w:lang w:val="en-US"/>
        </w:rPr>
        <w:t>Issr</w:t>
      </w:r>
      <w:proofErr w:type="spellEnd"/>
      <w:r w:rsidRPr="00673FA4">
        <w:rPr>
          <w:lang w:val="en-US"/>
        </w:rPr>
        <w:t>&gt;T2S&lt;/</w:t>
      </w:r>
      <w:proofErr w:type="spellStart"/>
      <w:r w:rsidRPr="00673FA4">
        <w:rPr>
          <w:lang w:val="en-US"/>
        </w:rPr>
        <w:t>Issr</w:t>
      </w:r>
      <w:proofErr w:type="spellEnd"/>
      <w:r w:rsidRPr="00673FA4">
        <w:rPr>
          <w:lang w:val="en-US"/>
        </w:rPr>
        <w:t>&gt;</w:t>
      </w:r>
    </w:p>
    <w:p w14:paraId="047F1351" w14:textId="77777777" w:rsidR="00673FA4" w:rsidRPr="00673FA4" w:rsidRDefault="00673FA4" w:rsidP="00673FA4">
      <w:pPr>
        <w:pStyle w:val="XMLCode"/>
        <w:rPr>
          <w:lang w:val="en-US"/>
        </w:rPr>
      </w:pPr>
      <w:r w:rsidRPr="00673FA4">
        <w:rPr>
          <w:lang w:val="en-US"/>
        </w:rPr>
        <w:tab/>
      </w:r>
      <w:r w:rsidRPr="00673FA4">
        <w:rPr>
          <w:lang w:val="en-US"/>
        </w:rPr>
        <w:tab/>
      </w:r>
      <w:r w:rsidRPr="00673FA4">
        <w:rPr>
          <w:lang w:val="en-US"/>
        </w:rPr>
        <w:tab/>
      </w:r>
      <w:r w:rsidRPr="00673FA4">
        <w:rPr>
          <w:lang w:val="en-US"/>
        </w:rPr>
        <w:tab/>
        <w:t>&lt;/</w:t>
      </w:r>
      <w:proofErr w:type="spellStart"/>
      <w:r w:rsidRPr="00673FA4">
        <w:rPr>
          <w:lang w:val="en-US"/>
        </w:rPr>
        <w:t>Prtry</w:t>
      </w:r>
      <w:proofErr w:type="spellEnd"/>
      <w:r w:rsidRPr="00673FA4">
        <w:rPr>
          <w:lang w:val="en-US"/>
        </w:rPr>
        <w:t>&gt;</w:t>
      </w:r>
    </w:p>
    <w:p w14:paraId="1A14B1FE" w14:textId="77777777" w:rsidR="00673FA4" w:rsidRPr="00673FA4" w:rsidRDefault="00673FA4" w:rsidP="00673FA4">
      <w:pPr>
        <w:pStyle w:val="XMLCode"/>
        <w:rPr>
          <w:lang w:val="en-US"/>
        </w:rPr>
      </w:pPr>
      <w:r w:rsidRPr="00673FA4">
        <w:rPr>
          <w:lang w:val="en-US"/>
        </w:rPr>
        <w:tab/>
      </w:r>
      <w:r w:rsidRPr="00673FA4">
        <w:rPr>
          <w:lang w:val="en-US"/>
        </w:rPr>
        <w:tab/>
      </w:r>
      <w:r w:rsidRPr="00673FA4">
        <w:rPr>
          <w:lang w:val="en-US"/>
        </w:rPr>
        <w:tab/>
        <w:t>&lt;/</w:t>
      </w:r>
      <w:proofErr w:type="spellStart"/>
      <w:r w:rsidRPr="00673FA4">
        <w:rPr>
          <w:lang w:val="en-US"/>
        </w:rPr>
        <w:t>ReqTp</w:t>
      </w:r>
      <w:proofErr w:type="spellEnd"/>
      <w:r w:rsidRPr="00673FA4">
        <w:rPr>
          <w:lang w:val="en-US"/>
        </w:rPr>
        <w:t>&gt;</w:t>
      </w:r>
    </w:p>
    <w:p w14:paraId="26FD0D28" w14:textId="77777777" w:rsidR="00673FA4" w:rsidRPr="00673FA4" w:rsidRDefault="00673FA4" w:rsidP="00673FA4">
      <w:pPr>
        <w:pStyle w:val="XMLCode"/>
        <w:rPr>
          <w:lang w:val="en-US"/>
        </w:rPr>
      </w:pPr>
      <w:r w:rsidRPr="00673FA4">
        <w:rPr>
          <w:lang w:val="en-US"/>
        </w:rPr>
        <w:tab/>
      </w:r>
      <w:r w:rsidRPr="00673FA4">
        <w:rPr>
          <w:lang w:val="en-US"/>
        </w:rPr>
        <w:tab/>
        <w:t>&lt;/</w:t>
      </w:r>
      <w:proofErr w:type="spellStart"/>
      <w:r w:rsidRPr="00673FA4">
        <w:rPr>
          <w:lang w:val="en-US"/>
        </w:rPr>
        <w:t>MsgHdr</w:t>
      </w:r>
      <w:proofErr w:type="spellEnd"/>
      <w:r w:rsidRPr="00673FA4">
        <w:rPr>
          <w:lang w:val="en-US"/>
        </w:rPr>
        <w:t>&gt;</w:t>
      </w:r>
    </w:p>
    <w:p w14:paraId="54EE6DA1" w14:textId="77777777" w:rsidR="00673FA4" w:rsidRPr="00673FA4" w:rsidRDefault="00673FA4" w:rsidP="00673FA4">
      <w:pPr>
        <w:pStyle w:val="XMLCode"/>
        <w:rPr>
          <w:lang w:val="en-US"/>
        </w:rPr>
      </w:pPr>
      <w:r w:rsidRPr="00673FA4">
        <w:rPr>
          <w:lang w:val="en-US"/>
        </w:rPr>
        <w:tab/>
      </w:r>
      <w:r w:rsidRPr="00673FA4">
        <w:rPr>
          <w:lang w:val="en-US"/>
        </w:rPr>
        <w:tab/>
        <w:t>&lt;</w:t>
      </w:r>
      <w:proofErr w:type="spellStart"/>
      <w:r w:rsidRPr="00673FA4">
        <w:rPr>
          <w:lang w:val="en-US"/>
        </w:rPr>
        <w:t>SchCrit</w:t>
      </w:r>
      <w:proofErr w:type="spellEnd"/>
      <w:r w:rsidRPr="00673FA4">
        <w:rPr>
          <w:lang w:val="en-US"/>
        </w:rPr>
        <w:t>&gt;</w:t>
      </w:r>
    </w:p>
    <w:p w14:paraId="59F098DF" w14:textId="77777777" w:rsidR="00673FA4" w:rsidRPr="00673FA4" w:rsidRDefault="00673FA4" w:rsidP="00673FA4">
      <w:pPr>
        <w:pStyle w:val="XMLCode"/>
        <w:rPr>
          <w:lang w:val="en-US"/>
        </w:rPr>
      </w:pPr>
      <w:r w:rsidRPr="00673FA4">
        <w:rPr>
          <w:lang w:val="en-US"/>
        </w:rPr>
        <w:tab/>
      </w:r>
      <w:r w:rsidRPr="00673FA4">
        <w:rPr>
          <w:lang w:val="en-US"/>
        </w:rPr>
        <w:tab/>
      </w:r>
      <w:r w:rsidRPr="00673FA4">
        <w:rPr>
          <w:lang w:val="en-US"/>
        </w:rPr>
        <w:tab/>
        <w:t>&lt;</w:t>
      </w:r>
      <w:proofErr w:type="spellStart"/>
      <w:r w:rsidRPr="00673FA4">
        <w:rPr>
          <w:lang w:val="en-US"/>
        </w:rPr>
        <w:t>AcctSvcr</w:t>
      </w:r>
      <w:proofErr w:type="spellEnd"/>
      <w:r w:rsidRPr="00673FA4">
        <w:rPr>
          <w:lang w:val="en-US"/>
        </w:rPr>
        <w:t>&gt;</w:t>
      </w:r>
    </w:p>
    <w:p w14:paraId="7E25859D" w14:textId="77777777" w:rsidR="00673FA4" w:rsidRPr="00673FA4" w:rsidRDefault="00673FA4" w:rsidP="00673FA4">
      <w:pPr>
        <w:pStyle w:val="XMLCode"/>
        <w:rPr>
          <w:lang w:val="en-US"/>
        </w:rPr>
      </w:pPr>
      <w:r w:rsidRPr="00673FA4">
        <w:rPr>
          <w:lang w:val="en-US"/>
        </w:rPr>
        <w:tab/>
      </w:r>
      <w:r w:rsidRPr="00673FA4">
        <w:rPr>
          <w:lang w:val="en-US"/>
        </w:rPr>
        <w:tab/>
      </w:r>
      <w:r w:rsidRPr="00673FA4">
        <w:rPr>
          <w:lang w:val="en-US"/>
        </w:rPr>
        <w:tab/>
      </w:r>
      <w:r w:rsidRPr="00673FA4">
        <w:rPr>
          <w:lang w:val="en-US"/>
        </w:rPr>
        <w:tab/>
        <w:t>&lt;Id&gt;</w:t>
      </w:r>
    </w:p>
    <w:p w14:paraId="0083D9BD" w14:textId="77777777" w:rsidR="00673FA4" w:rsidRPr="00673FA4" w:rsidRDefault="00673FA4" w:rsidP="00673FA4">
      <w:pPr>
        <w:pStyle w:val="XMLCode"/>
        <w:rPr>
          <w:lang w:val="en-US"/>
        </w:rPr>
      </w:pPr>
      <w:r w:rsidRPr="00673FA4">
        <w:rPr>
          <w:lang w:val="en-US"/>
        </w:rPr>
        <w:tab/>
      </w:r>
      <w:r w:rsidRPr="00673FA4">
        <w:rPr>
          <w:lang w:val="en-US"/>
        </w:rPr>
        <w:tab/>
      </w:r>
      <w:r w:rsidRPr="00673FA4">
        <w:rPr>
          <w:lang w:val="en-US"/>
        </w:rPr>
        <w:tab/>
      </w:r>
      <w:r w:rsidRPr="00673FA4">
        <w:rPr>
          <w:lang w:val="en-US"/>
        </w:rPr>
        <w:tab/>
      </w:r>
      <w:r w:rsidRPr="00673FA4">
        <w:rPr>
          <w:lang w:val="en-US"/>
        </w:rPr>
        <w:tab/>
        <w:t>&lt;</w:t>
      </w:r>
      <w:proofErr w:type="spellStart"/>
      <w:r w:rsidRPr="00673FA4">
        <w:rPr>
          <w:lang w:val="en-US"/>
        </w:rPr>
        <w:t>AnyBIC</w:t>
      </w:r>
      <w:proofErr w:type="spellEnd"/>
      <w:r w:rsidRPr="00673FA4">
        <w:rPr>
          <w:lang w:val="en-US"/>
        </w:rPr>
        <w:t>&gt;CSDAXXYYAAA&lt;/</w:t>
      </w:r>
      <w:proofErr w:type="spellStart"/>
      <w:r w:rsidRPr="00673FA4">
        <w:rPr>
          <w:lang w:val="en-US"/>
        </w:rPr>
        <w:t>AnyBIC</w:t>
      </w:r>
      <w:proofErr w:type="spellEnd"/>
      <w:r w:rsidRPr="00673FA4">
        <w:rPr>
          <w:lang w:val="en-US"/>
        </w:rPr>
        <w:t>&gt;</w:t>
      </w:r>
    </w:p>
    <w:p w14:paraId="5D44EB52" w14:textId="77777777" w:rsidR="00673FA4" w:rsidRPr="00673FA4" w:rsidRDefault="00673FA4" w:rsidP="00673FA4">
      <w:pPr>
        <w:pStyle w:val="XMLCode"/>
        <w:rPr>
          <w:lang w:val="en-US"/>
        </w:rPr>
      </w:pPr>
      <w:r w:rsidRPr="00673FA4">
        <w:rPr>
          <w:lang w:val="en-US"/>
        </w:rPr>
        <w:tab/>
      </w:r>
      <w:r w:rsidRPr="00673FA4">
        <w:rPr>
          <w:lang w:val="en-US"/>
        </w:rPr>
        <w:tab/>
      </w:r>
      <w:r w:rsidRPr="00673FA4">
        <w:rPr>
          <w:lang w:val="en-US"/>
        </w:rPr>
        <w:tab/>
      </w:r>
      <w:r w:rsidRPr="00673FA4">
        <w:rPr>
          <w:lang w:val="en-US"/>
        </w:rPr>
        <w:tab/>
        <w:t>&lt;/Id&gt;</w:t>
      </w:r>
    </w:p>
    <w:p w14:paraId="38048374" w14:textId="77777777" w:rsidR="00673FA4" w:rsidRPr="00673FA4" w:rsidRDefault="00673FA4" w:rsidP="00673FA4">
      <w:pPr>
        <w:pStyle w:val="XMLCode"/>
        <w:rPr>
          <w:lang w:val="fr-FR"/>
        </w:rPr>
      </w:pPr>
      <w:r w:rsidRPr="00673FA4">
        <w:rPr>
          <w:lang w:val="en-US"/>
        </w:rPr>
        <w:tab/>
      </w:r>
      <w:r w:rsidRPr="00673FA4">
        <w:rPr>
          <w:lang w:val="en-US"/>
        </w:rPr>
        <w:tab/>
      </w:r>
      <w:r w:rsidRPr="00673FA4">
        <w:rPr>
          <w:lang w:val="en-US"/>
        </w:rPr>
        <w:tab/>
      </w:r>
      <w:r w:rsidRPr="00673FA4">
        <w:rPr>
          <w:lang w:val="fr-FR"/>
        </w:rPr>
        <w:t>&lt;/</w:t>
      </w:r>
      <w:proofErr w:type="spellStart"/>
      <w:r w:rsidRPr="00673FA4">
        <w:rPr>
          <w:lang w:val="fr-FR"/>
        </w:rPr>
        <w:t>AcctSvcr</w:t>
      </w:r>
      <w:proofErr w:type="spellEnd"/>
      <w:r w:rsidRPr="00673FA4">
        <w:rPr>
          <w:lang w:val="fr-FR"/>
        </w:rPr>
        <w:t>&gt;</w:t>
      </w:r>
    </w:p>
    <w:p w14:paraId="2033D634" w14:textId="77777777" w:rsidR="00673FA4" w:rsidRPr="00673FA4" w:rsidRDefault="00673FA4" w:rsidP="00673FA4">
      <w:pPr>
        <w:pStyle w:val="XMLCode"/>
        <w:rPr>
          <w:lang w:val="fr-FR"/>
        </w:rPr>
      </w:pPr>
      <w:r w:rsidRPr="00673FA4">
        <w:rPr>
          <w:lang w:val="fr-FR"/>
        </w:rPr>
        <w:tab/>
      </w:r>
      <w:r w:rsidRPr="00673FA4">
        <w:rPr>
          <w:lang w:val="fr-FR"/>
        </w:rPr>
        <w:tab/>
        <w:t>&lt;/</w:t>
      </w:r>
      <w:proofErr w:type="spellStart"/>
      <w:r w:rsidRPr="00673FA4">
        <w:rPr>
          <w:lang w:val="fr-FR"/>
        </w:rPr>
        <w:t>SchCrit</w:t>
      </w:r>
      <w:proofErr w:type="spellEnd"/>
      <w:r w:rsidRPr="00673FA4">
        <w:rPr>
          <w:lang w:val="fr-FR"/>
        </w:rPr>
        <w:t>&gt;</w:t>
      </w:r>
    </w:p>
    <w:p w14:paraId="398522D2" w14:textId="77777777" w:rsidR="00673FA4" w:rsidRDefault="00673FA4" w:rsidP="00673FA4">
      <w:pPr>
        <w:pStyle w:val="XMLCode"/>
        <w:rPr>
          <w:lang w:val="fr-FR"/>
        </w:rPr>
      </w:pPr>
      <w:r w:rsidRPr="00673FA4">
        <w:rPr>
          <w:lang w:val="fr-FR"/>
        </w:rPr>
        <w:tab/>
        <w:t>&lt;/</w:t>
      </w:r>
      <w:proofErr w:type="spellStart"/>
      <w:r w:rsidRPr="00673FA4">
        <w:rPr>
          <w:lang w:val="fr-FR"/>
        </w:rPr>
        <w:t>SctiesAcctQry</w:t>
      </w:r>
      <w:proofErr w:type="spellEnd"/>
      <w:r w:rsidRPr="00673FA4">
        <w:rPr>
          <w:lang w:val="fr-FR"/>
        </w:rPr>
        <w:t>&gt;</w:t>
      </w:r>
    </w:p>
    <w:p w14:paraId="2577BA43" w14:textId="7A9B7930" w:rsidR="00BF6218" w:rsidRPr="00F307D3" w:rsidRDefault="00BF6218" w:rsidP="00673FA4">
      <w:pPr>
        <w:pStyle w:val="XMLCode"/>
        <w:rPr>
          <w:highlight w:val="white"/>
        </w:rPr>
      </w:pPr>
      <w:r w:rsidRPr="00F307D3">
        <w:rPr>
          <w:highlight w:val="white"/>
        </w:rPr>
        <w:t>&lt;/Document&gt;</w:t>
      </w:r>
    </w:p>
    <w:p w14:paraId="7D316A90" w14:textId="712A9503" w:rsidR="00BF6218" w:rsidRPr="00F307D3" w:rsidRDefault="00673FA4" w:rsidP="00BF6218">
      <w:pPr>
        <w:pStyle w:val="Heading2"/>
      </w:pPr>
      <w:bookmarkStart w:id="173" w:name="_Toc161581660"/>
      <w:r w:rsidRPr="00673FA4">
        <w:t>Securities Account Report - reda.021.001.01</w:t>
      </w:r>
      <w:bookmarkEnd w:id="173"/>
    </w:p>
    <w:p w14:paraId="6BD2086D" w14:textId="77777777" w:rsidR="00BF6218" w:rsidRPr="00F307D3" w:rsidRDefault="00BF6218" w:rsidP="00BF6218">
      <w:pPr>
        <w:pStyle w:val="BlockLabel"/>
      </w:pPr>
      <w:r w:rsidRPr="00F307D3">
        <w:t>Description</w:t>
      </w:r>
    </w:p>
    <w:p w14:paraId="1BD5D14B" w14:textId="77777777" w:rsidR="00673FA4" w:rsidRPr="00673FA4" w:rsidRDefault="00673FA4" w:rsidP="00673FA4">
      <w:r w:rsidRPr="00673FA4">
        <w:t>The Securities Account Report message can be used as answer for:</w:t>
      </w:r>
    </w:p>
    <w:p w14:paraId="74CADA92" w14:textId="77777777" w:rsidR="00673FA4" w:rsidRPr="00673FA4" w:rsidRDefault="00673FA4" w:rsidP="00673FA4">
      <w:pPr>
        <w:pStyle w:val="ListBullet"/>
      </w:pPr>
      <w:r w:rsidRPr="00673FA4">
        <w:t xml:space="preserve">Securities Account Reference Data </w:t>
      </w:r>
      <w:proofErr w:type="gramStart"/>
      <w:r w:rsidRPr="00673FA4">
        <w:t>Query;</w:t>
      </w:r>
      <w:proofErr w:type="gramEnd"/>
    </w:p>
    <w:p w14:paraId="25301950" w14:textId="77777777" w:rsidR="00673FA4" w:rsidRPr="00673FA4" w:rsidRDefault="00673FA4" w:rsidP="00673FA4">
      <w:pPr>
        <w:pStyle w:val="ListBullet"/>
      </w:pPr>
      <w:r w:rsidRPr="00673FA4">
        <w:t>Securities Account List Query.</w:t>
      </w:r>
    </w:p>
    <w:p w14:paraId="4147D8B8" w14:textId="77777777" w:rsidR="00673FA4" w:rsidRPr="00673FA4" w:rsidRDefault="00673FA4" w:rsidP="00673FA4">
      <w:r w:rsidRPr="00673FA4">
        <w:t>performed using the Securities Account Query. This example shows the answer to the Securities Account List Query described in the chapter 7.5. The query returns only one securities account:</w:t>
      </w:r>
    </w:p>
    <w:p w14:paraId="7C51EFB2" w14:textId="77777777" w:rsidR="00673FA4" w:rsidRPr="00673FA4" w:rsidRDefault="00673FA4" w:rsidP="00673FA4">
      <w:pPr>
        <w:pStyle w:val="ListBullet"/>
      </w:pPr>
      <w:r w:rsidRPr="00673FA4">
        <w:t>Securities Account Identification: SECACCCSDPXXYYAAA</w:t>
      </w:r>
    </w:p>
    <w:p w14:paraId="6E656C3C" w14:textId="77777777" w:rsidR="00673FA4" w:rsidRPr="00673FA4" w:rsidRDefault="00673FA4" w:rsidP="00673FA4">
      <w:pPr>
        <w:pStyle w:val="ListBullet"/>
      </w:pPr>
      <w:r w:rsidRPr="00673FA4">
        <w:t>Account owner Parent BIC: CSDAXXYYAAA</w:t>
      </w:r>
    </w:p>
    <w:p w14:paraId="43F61B47" w14:textId="77777777" w:rsidR="00673FA4" w:rsidRPr="00673FA4" w:rsidRDefault="00673FA4" w:rsidP="00673FA4">
      <w:pPr>
        <w:pStyle w:val="ListBullet"/>
      </w:pPr>
      <w:r w:rsidRPr="00673FA4">
        <w:t xml:space="preserve">Account owner Party BIC: CSDPXXYYAAA </w:t>
      </w:r>
    </w:p>
    <w:p w14:paraId="538158C5" w14:textId="77777777" w:rsidR="00673FA4" w:rsidRPr="00673FA4" w:rsidRDefault="00673FA4" w:rsidP="00673FA4">
      <w:pPr>
        <w:pStyle w:val="ListBullet"/>
      </w:pPr>
      <w:r w:rsidRPr="00673FA4">
        <w:t>End investor flag: NONE</w:t>
      </w:r>
    </w:p>
    <w:p w14:paraId="33DF3D22" w14:textId="24375F93" w:rsidR="00BF6218" w:rsidRPr="00F307D3" w:rsidRDefault="00673FA4" w:rsidP="00673FA4">
      <w:pPr>
        <w:pStyle w:val="ListBullet"/>
      </w:pPr>
      <w:r w:rsidRPr="00673FA4">
        <w:t>Pricing scheme: SACC</w:t>
      </w:r>
    </w:p>
    <w:p w14:paraId="16390C22" w14:textId="77777777" w:rsidR="00BF6218" w:rsidRPr="00F307D3" w:rsidRDefault="00BF6218" w:rsidP="00BF6218"/>
    <w:p w14:paraId="4FEDFE11" w14:textId="77777777" w:rsidR="00BF6218" w:rsidRPr="00F307D3" w:rsidRDefault="00BF6218" w:rsidP="00BF6218">
      <w:pPr>
        <w:pStyle w:val="BlockLabel"/>
      </w:pPr>
      <w:r w:rsidRPr="00F307D3">
        <w:t>Message Instance</w:t>
      </w:r>
    </w:p>
    <w:p w14:paraId="7838B707" w14:textId="77777777" w:rsidR="00BF6218" w:rsidRPr="00F307D3" w:rsidRDefault="00BF6218" w:rsidP="00BF6218">
      <w:pPr>
        <w:pStyle w:val="XMLCode"/>
        <w:rPr>
          <w:highlight w:val="white"/>
        </w:rPr>
      </w:pPr>
      <w:r w:rsidRPr="00F307D3">
        <w:rPr>
          <w:highlight w:val="white"/>
        </w:rPr>
        <w:t>&lt;Document&gt;</w:t>
      </w:r>
    </w:p>
    <w:p w14:paraId="5C2711F9" w14:textId="25512212" w:rsidR="00673FA4" w:rsidRPr="00673FA4" w:rsidRDefault="00673FA4" w:rsidP="00673FA4">
      <w:pPr>
        <w:pStyle w:val="XMLCode"/>
      </w:pPr>
      <w:r>
        <w:tab/>
      </w:r>
      <w:r w:rsidRPr="00673FA4">
        <w:t>&lt;</w:t>
      </w:r>
      <w:proofErr w:type="spellStart"/>
      <w:r w:rsidRPr="00673FA4">
        <w:t>SctiesAcctRpt</w:t>
      </w:r>
      <w:proofErr w:type="spellEnd"/>
      <w:r w:rsidRPr="00673FA4">
        <w:t>&gt;</w:t>
      </w:r>
    </w:p>
    <w:p w14:paraId="61E952B9" w14:textId="52DF8840" w:rsidR="00673FA4" w:rsidRPr="00673FA4" w:rsidRDefault="00673FA4" w:rsidP="00673FA4">
      <w:pPr>
        <w:pStyle w:val="XMLCode"/>
      </w:pPr>
      <w:r>
        <w:lastRenderedPageBreak/>
        <w:tab/>
      </w:r>
      <w:r>
        <w:tab/>
      </w:r>
      <w:r w:rsidRPr="00673FA4">
        <w:t>&lt;</w:t>
      </w:r>
      <w:proofErr w:type="spellStart"/>
      <w:r w:rsidRPr="00673FA4">
        <w:t>MsgHdr</w:t>
      </w:r>
      <w:proofErr w:type="spellEnd"/>
      <w:r w:rsidRPr="00673FA4">
        <w:t>&gt;</w:t>
      </w:r>
    </w:p>
    <w:p w14:paraId="4F17782B" w14:textId="13F681FF" w:rsidR="00673FA4" w:rsidRPr="00673FA4" w:rsidRDefault="00673FA4" w:rsidP="00673FA4">
      <w:pPr>
        <w:pStyle w:val="XMLCode"/>
      </w:pPr>
      <w:r>
        <w:tab/>
      </w:r>
      <w:r>
        <w:tab/>
      </w:r>
      <w:r>
        <w:tab/>
      </w:r>
      <w:r w:rsidRPr="00673FA4">
        <w:t>&lt;</w:t>
      </w:r>
      <w:proofErr w:type="spellStart"/>
      <w:r w:rsidRPr="00673FA4">
        <w:t>MsgId</w:t>
      </w:r>
      <w:proofErr w:type="spellEnd"/>
      <w:r w:rsidRPr="00673FA4">
        <w:t>&gt;NONREF&lt;/</w:t>
      </w:r>
      <w:proofErr w:type="spellStart"/>
      <w:r w:rsidRPr="00673FA4">
        <w:t>MsgId</w:t>
      </w:r>
      <w:proofErr w:type="spellEnd"/>
      <w:r w:rsidRPr="00673FA4">
        <w:t>&gt;</w:t>
      </w:r>
    </w:p>
    <w:p w14:paraId="5269F837" w14:textId="56310E0A" w:rsidR="00673FA4" w:rsidRPr="00673FA4" w:rsidRDefault="00673FA4" w:rsidP="00673FA4">
      <w:pPr>
        <w:pStyle w:val="XMLCode"/>
      </w:pPr>
      <w:r>
        <w:tab/>
      </w:r>
      <w:r>
        <w:tab/>
      </w:r>
      <w:r>
        <w:tab/>
      </w:r>
      <w:r w:rsidRPr="00673FA4">
        <w:t>&lt;</w:t>
      </w:r>
      <w:proofErr w:type="spellStart"/>
      <w:r w:rsidRPr="00673FA4">
        <w:t>OrgnlBizQry</w:t>
      </w:r>
      <w:proofErr w:type="spellEnd"/>
      <w:r w:rsidRPr="00673FA4">
        <w:t>&gt;</w:t>
      </w:r>
    </w:p>
    <w:p w14:paraId="466433B7" w14:textId="499A9341" w:rsidR="00673FA4" w:rsidRPr="00673FA4" w:rsidRDefault="00673FA4" w:rsidP="00673FA4">
      <w:pPr>
        <w:pStyle w:val="XMLCode"/>
      </w:pPr>
      <w:r>
        <w:tab/>
      </w:r>
      <w:r>
        <w:tab/>
      </w:r>
      <w:r>
        <w:tab/>
      </w:r>
      <w:r>
        <w:tab/>
      </w:r>
      <w:r w:rsidRPr="00673FA4">
        <w:t>&lt;</w:t>
      </w:r>
      <w:proofErr w:type="spellStart"/>
      <w:r w:rsidRPr="00673FA4">
        <w:t>MsgId</w:t>
      </w:r>
      <w:proofErr w:type="spellEnd"/>
      <w:r w:rsidRPr="00673FA4">
        <w:t>&gt;SAMPLESALIQUERY&lt;/</w:t>
      </w:r>
      <w:proofErr w:type="spellStart"/>
      <w:r w:rsidRPr="00673FA4">
        <w:t>MsgId</w:t>
      </w:r>
      <w:proofErr w:type="spellEnd"/>
      <w:r w:rsidRPr="00673FA4">
        <w:t>&gt;</w:t>
      </w:r>
    </w:p>
    <w:p w14:paraId="0D20D63D" w14:textId="42B53F4A" w:rsidR="00673FA4" w:rsidRPr="00673FA4" w:rsidRDefault="00673FA4" w:rsidP="00673FA4">
      <w:pPr>
        <w:pStyle w:val="XMLCode"/>
      </w:pPr>
      <w:r>
        <w:tab/>
      </w:r>
      <w:r>
        <w:tab/>
      </w:r>
      <w:r>
        <w:tab/>
      </w:r>
      <w:r w:rsidRPr="00673FA4">
        <w:t>&lt;/</w:t>
      </w:r>
      <w:proofErr w:type="spellStart"/>
      <w:r w:rsidRPr="00673FA4">
        <w:t>OrgnlBizQry</w:t>
      </w:r>
      <w:proofErr w:type="spellEnd"/>
      <w:r w:rsidRPr="00673FA4">
        <w:t>&gt;</w:t>
      </w:r>
    </w:p>
    <w:p w14:paraId="3FC7A512" w14:textId="1DE7215E" w:rsidR="00673FA4" w:rsidRPr="00673FA4" w:rsidRDefault="00673FA4" w:rsidP="00673FA4">
      <w:pPr>
        <w:pStyle w:val="XMLCode"/>
      </w:pPr>
      <w:r>
        <w:tab/>
      </w:r>
      <w:r>
        <w:tab/>
      </w:r>
      <w:r w:rsidRPr="00673FA4">
        <w:t>&lt;/</w:t>
      </w:r>
      <w:proofErr w:type="spellStart"/>
      <w:r w:rsidRPr="00673FA4">
        <w:t>MsgHdr</w:t>
      </w:r>
      <w:proofErr w:type="spellEnd"/>
      <w:r w:rsidRPr="00673FA4">
        <w:t>&gt;</w:t>
      </w:r>
    </w:p>
    <w:p w14:paraId="6914853E" w14:textId="5C32C95A" w:rsidR="00673FA4" w:rsidRPr="00673FA4" w:rsidRDefault="00673FA4" w:rsidP="00673FA4">
      <w:pPr>
        <w:pStyle w:val="XMLCode"/>
      </w:pPr>
      <w:r>
        <w:tab/>
      </w:r>
      <w:r>
        <w:tab/>
      </w:r>
      <w:r w:rsidRPr="00673FA4">
        <w:t>&lt;</w:t>
      </w:r>
      <w:proofErr w:type="spellStart"/>
      <w:r w:rsidRPr="00673FA4">
        <w:t>Pgntn</w:t>
      </w:r>
      <w:proofErr w:type="spellEnd"/>
      <w:r w:rsidRPr="00673FA4">
        <w:t>&gt;</w:t>
      </w:r>
    </w:p>
    <w:p w14:paraId="53489654" w14:textId="75A122F2" w:rsidR="00673FA4" w:rsidRPr="00673FA4" w:rsidRDefault="00673FA4" w:rsidP="00673FA4">
      <w:pPr>
        <w:pStyle w:val="XMLCode"/>
      </w:pPr>
      <w:r>
        <w:tab/>
      </w:r>
      <w:r>
        <w:tab/>
      </w:r>
      <w:r>
        <w:tab/>
      </w:r>
      <w:r w:rsidRPr="00673FA4">
        <w:t>&lt;</w:t>
      </w:r>
      <w:proofErr w:type="spellStart"/>
      <w:r w:rsidRPr="00673FA4">
        <w:t>PgNb</w:t>
      </w:r>
      <w:proofErr w:type="spellEnd"/>
      <w:r w:rsidRPr="00673FA4">
        <w:t>&gt;1&lt;/</w:t>
      </w:r>
      <w:proofErr w:type="spellStart"/>
      <w:r w:rsidRPr="00673FA4">
        <w:t>PgNb</w:t>
      </w:r>
      <w:proofErr w:type="spellEnd"/>
      <w:r w:rsidRPr="00673FA4">
        <w:t>&gt;</w:t>
      </w:r>
    </w:p>
    <w:p w14:paraId="22BC098E" w14:textId="752904FC" w:rsidR="00673FA4" w:rsidRPr="00673FA4" w:rsidRDefault="00673FA4" w:rsidP="00673FA4">
      <w:pPr>
        <w:pStyle w:val="XMLCode"/>
      </w:pPr>
      <w:r>
        <w:tab/>
      </w:r>
      <w:r>
        <w:tab/>
      </w:r>
      <w:r>
        <w:tab/>
      </w:r>
      <w:r w:rsidRPr="00673FA4">
        <w:t>&lt;</w:t>
      </w:r>
      <w:proofErr w:type="spellStart"/>
      <w:r w:rsidRPr="00673FA4">
        <w:t>LastPgInd</w:t>
      </w:r>
      <w:proofErr w:type="spellEnd"/>
      <w:r w:rsidRPr="00673FA4">
        <w:t>&gt;true&lt;/</w:t>
      </w:r>
      <w:proofErr w:type="spellStart"/>
      <w:r w:rsidRPr="00673FA4">
        <w:t>LastPgInd</w:t>
      </w:r>
      <w:proofErr w:type="spellEnd"/>
      <w:r w:rsidRPr="00673FA4">
        <w:t>&gt;</w:t>
      </w:r>
    </w:p>
    <w:p w14:paraId="22C75BCA" w14:textId="3F8E46E3" w:rsidR="00673FA4" w:rsidRPr="00673FA4" w:rsidRDefault="00673FA4" w:rsidP="00673FA4">
      <w:pPr>
        <w:pStyle w:val="XMLCode"/>
      </w:pPr>
      <w:r>
        <w:tab/>
      </w:r>
      <w:r>
        <w:tab/>
      </w:r>
      <w:r w:rsidRPr="00673FA4">
        <w:t>&lt;/</w:t>
      </w:r>
      <w:proofErr w:type="spellStart"/>
      <w:r w:rsidRPr="00673FA4">
        <w:t>Pgntn</w:t>
      </w:r>
      <w:proofErr w:type="spellEnd"/>
      <w:r w:rsidRPr="00673FA4">
        <w:t>&gt;</w:t>
      </w:r>
    </w:p>
    <w:p w14:paraId="551907A2" w14:textId="011CF5C4" w:rsidR="00673FA4" w:rsidRPr="00673FA4" w:rsidRDefault="00673FA4" w:rsidP="00673FA4">
      <w:pPr>
        <w:pStyle w:val="XMLCode"/>
      </w:pPr>
      <w:r>
        <w:tab/>
      </w:r>
      <w:r>
        <w:tab/>
      </w:r>
      <w:r w:rsidRPr="00673FA4">
        <w:t>&lt;</w:t>
      </w:r>
      <w:proofErr w:type="spellStart"/>
      <w:r w:rsidRPr="00673FA4">
        <w:t>RptOrErr</w:t>
      </w:r>
      <w:proofErr w:type="spellEnd"/>
      <w:r w:rsidRPr="00673FA4">
        <w:t>&gt;</w:t>
      </w:r>
    </w:p>
    <w:p w14:paraId="3C46B4FB" w14:textId="6F881623" w:rsidR="00673FA4" w:rsidRPr="00673FA4" w:rsidRDefault="00673FA4" w:rsidP="00673FA4">
      <w:pPr>
        <w:pStyle w:val="XMLCode"/>
      </w:pPr>
      <w:r>
        <w:tab/>
      </w:r>
      <w:r>
        <w:tab/>
      </w:r>
      <w:r>
        <w:tab/>
      </w:r>
      <w:r w:rsidRPr="00673FA4">
        <w:t>&lt;</w:t>
      </w:r>
      <w:proofErr w:type="spellStart"/>
      <w:r w:rsidRPr="00673FA4">
        <w:t>SctiesAcctRpt</w:t>
      </w:r>
      <w:proofErr w:type="spellEnd"/>
      <w:r w:rsidRPr="00673FA4">
        <w:t>&gt;</w:t>
      </w:r>
    </w:p>
    <w:p w14:paraId="7F99E6EF" w14:textId="4C80D6DD" w:rsidR="00673FA4" w:rsidRPr="00673FA4" w:rsidRDefault="00673FA4" w:rsidP="00673FA4">
      <w:pPr>
        <w:pStyle w:val="XMLCode"/>
      </w:pPr>
      <w:r>
        <w:tab/>
      </w:r>
      <w:r>
        <w:tab/>
      </w:r>
      <w:r>
        <w:tab/>
      </w:r>
      <w:r>
        <w:tab/>
      </w:r>
      <w:r w:rsidRPr="00673FA4">
        <w:t>&lt;</w:t>
      </w:r>
      <w:proofErr w:type="spellStart"/>
      <w:r w:rsidRPr="00673FA4">
        <w:t>SctiesAcctId</w:t>
      </w:r>
      <w:proofErr w:type="spellEnd"/>
      <w:r w:rsidRPr="00673FA4">
        <w:t>&gt;</w:t>
      </w:r>
    </w:p>
    <w:p w14:paraId="4E3D524A" w14:textId="32E7DEDD" w:rsidR="00673FA4" w:rsidRPr="00673FA4" w:rsidRDefault="00673FA4" w:rsidP="00673FA4">
      <w:pPr>
        <w:pStyle w:val="XMLCode"/>
      </w:pPr>
      <w:r>
        <w:tab/>
      </w:r>
      <w:r>
        <w:tab/>
      </w:r>
      <w:r>
        <w:tab/>
      </w:r>
      <w:r>
        <w:tab/>
      </w:r>
      <w:r>
        <w:tab/>
      </w:r>
      <w:r w:rsidRPr="00673FA4">
        <w:t>&lt;Id&gt;SECACCCSDPXXYYAAA&lt;/Id&gt;</w:t>
      </w:r>
    </w:p>
    <w:p w14:paraId="218AB747" w14:textId="77FC7E08" w:rsidR="00673FA4" w:rsidRPr="00673FA4" w:rsidRDefault="00673FA4" w:rsidP="00673FA4">
      <w:pPr>
        <w:pStyle w:val="XMLCode"/>
      </w:pPr>
      <w:r>
        <w:tab/>
      </w:r>
      <w:r>
        <w:tab/>
      </w:r>
      <w:r>
        <w:tab/>
      </w:r>
      <w:r>
        <w:tab/>
      </w:r>
      <w:r w:rsidRPr="00673FA4">
        <w:t>&lt;/</w:t>
      </w:r>
      <w:proofErr w:type="spellStart"/>
      <w:r w:rsidRPr="00673FA4">
        <w:t>SctiesAcctId</w:t>
      </w:r>
      <w:proofErr w:type="spellEnd"/>
      <w:r w:rsidRPr="00673FA4">
        <w:t>&gt;</w:t>
      </w:r>
    </w:p>
    <w:p w14:paraId="61A5E2D3" w14:textId="13A6DB78" w:rsidR="00673FA4" w:rsidRPr="00673FA4" w:rsidRDefault="00673FA4" w:rsidP="00673FA4">
      <w:pPr>
        <w:pStyle w:val="XMLCode"/>
      </w:pPr>
      <w:r>
        <w:tab/>
      </w:r>
      <w:r>
        <w:tab/>
      </w:r>
      <w:r>
        <w:tab/>
      </w:r>
      <w:r>
        <w:tab/>
      </w:r>
      <w:r w:rsidRPr="00673FA4">
        <w:t>&lt;</w:t>
      </w:r>
      <w:proofErr w:type="spellStart"/>
      <w:r w:rsidRPr="00673FA4">
        <w:t>SctiesAcctOrErr</w:t>
      </w:r>
      <w:proofErr w:type="spellEnd"/>
      <w:r w:rsidRPr="00673FA4">
        <w:t>&gt;</w:t>
      </w:r>
    </w:p>
    <w:p w14:paraId="33FBB629" w14:textId="17DDF30A" w:rsidR="00673FA4" w:rsidRPr="00673FA4" w:rsidRDefault="00673FA4" w:rsidP="00673FA4">
      <w:pPr>
        <w:pStyle w:val="XMLCode"/>
      </w:pPr>
      <w:r>
        <w:tab/>
      </w:r>
      <w:r>
        <w:tab/>
      </w:r>
      <w:r>
        <w:tab/>
      </w:r>
      <w:r>
        <w:tab/>
      </w:r>
      <w:r>
        <w:tab/>
      </w:r>
      <w:r w:rsidRPr="00673FA4">
        <w:t>&lt;</w:t>
      </w:r>
      <w:proofErr w:type="spellStart"/>
      <w:r w:rsidRPr="00673FA4">
        <w:t>SctiesAcct</w:t>
      </w:r>
      <w:proofErr w:type="spellEnd"/>
      <w:r w:rsidRPr="00673FA4">
        <w:t>&gt;</w:t>
      </w:r>
    </w:p>
    <w:p w14:paraId="5A87FFE3" w14:textId="2C50EB80" w:rsidR="00673FA4" w:rsidRPr="00673FA4" w:rsidRDefault="00673FA4" w:rsidP="00673FA4">
      <w:pPr>
        <w:pStyle w:val="XMLCode"/>
      </w:pPr>
      <w:r>
        <w:tab/>
      </w:r>
      <w:r>
        <w:tab/>
      </w:r>
      <w:r>
        <w:tab/>
      </w:r>
      <w:r>
        <w:tab/>
      </w:r>
      <w:r>
        <w:tab/>
      </w:r>
      <w:r>
        <w:tab/>
      </w:r>
      <w:r w:rsidRPr="00673FA4">
        <w:t>&lt;</w:t>
      </w:r>
      <w:proofErr w:type="spellStart"/>
      <w:r w:rsidRPr="00673FA4">
        <w:t>AcctOwnr</w:t>
      </w:r>
      <w:proofErr w:type="spellEnd"/>
      <w:r w:rsidRPr="00673FA4">
        <w:t>&gt;</w:t>
      </w:r>
    </w:p>
    <w:p w14:paraId="2E707BC3" w14:textId="42555F28" w:rsidR="00673FA4" w:rsidRPr="00673FA4" w:rsidRDefault="00673FA4" w:rsidP="00673FA4">
      <w:pPr>
        <w:pStyle w:val="XMLCode"/>
      </w:pPr>
      <w:r w:rsidRPr="00673FA4">
        <w:tab/>
      </w:r>
      <w:r>
        <w:tab/>
      </w:r>
      <w:r>
        <w:tab/>
      </w:r>
      <w:r>
        <w:tab/>
      </w:r>
      <w:r>
        <w:tab/>
      </w:r>
      <w:r>
        <w:tab/>
      </w:r>
      <w:r w:rsidRPr="00673FA4">
        <w:tab/>
        <w:t>&lt;Id&gt;</w:t>
      </w:r>
    </w:p>
    <w:p w14:paraId="2C48A894" w14:textId="43484AEC" w:rsidR="00673FA4" w:rsidRPr="00673FA4" w:rsidRDefault="00673FA4" w:rsidP="00673FA4">
      <w:pPr>
        <w:pStyle w:val="XMLCode"/>
      </w:pPr>
      <w:r w:rsidRPr="00673FA4">
        <w:tab/>
      </w:r>
      <w:r w:rsidRPr="00673FA4">
        <w:tab/>
      </w:r>
      <w:r>
        <w:tab/>
      </w:r>
      <w:r>
        <w:tab/>
      </w:r>
      <w:r>
        <w:tab/>
      </w:r>
      <w:r>
        <w:tab/>
      </w:r>
      <w:r>
        <w:tab/>
      </w:r>
      <w:r w:rsidRPr="00673FA4">
        <w:tab/>
        <w:t>&lt;Id&gt;</w:t>
      </w:r>
    </w:p>
    <w:p w14:paraId="7A780D34" w14:textId="69A59858" w:rsidR="00673FA4" w:rsidRPr="00673FA4" w:rsidRDefault="00673FA4" w:rsidP="00673FA4">
      <w:pPr>
        <w:pStyle w:val="XMLCode"/>
      </w:pPr>
      <w:r w:rsidRPr="00673FA4">
        <w:tab/>
      </w:r>
      <w:r w:rsidRPr="00673FA4">
        <w:tab/>
      </w:r>
      <w:r w:rsidRPr="00673FA4">
        <w:tab/>
      </w:r>
      <w:r>
        <w:tab/>
      </w:r>
      <w:r>
        <w:tab/>
      </w:r>
      <w:r>
        <w:tab/>
      </w:r>
      <w:r>
        <w:tab/>
      </w:r>
      <w:r>
        <w:tab/>
      </w:r>
      <w:r w:rsidRPr="00673FA4">
        <w:tab/>
        <w:t>&lt;</w:t>
      </w:r>
      <w:proofErr w:type="spellStart"/>
      <w:r w:rsidRPr="00673FA4">
        <w:t>AnyBIC</w:t>
      </w:r>
      <w:proofErr w:type="spellEnd"/>
      <w:r w:rsidRPr="00673FA4">
        <w:t>&gt;CSDPXXYYAAA&lt;/</w:t>
      </w:r>
      <w:proofErr w:type="spellStart"/>
      <w:r w:rsidRPr="00673FA4">
        <w:t>AnyBIC</w:t>
      </w:r>
      <w:proofErr w:type="spellEnd"/>
      <w:r w:rsidRPr="00673FA4">
        <w:t>&gt;</w:t>
      </w:r>
    </w:p>
    <w:p w14:paraId="6A9F831E" w14:textId="40A69C19" w:rsidR="00673FA4" w:rsidRPr="00673FA4" w:rsidRDefault="00673FA4" w:rsidP="00673FA4">
      <w:pPr>
        <w:pStyle w:val="XMLCode"/>
      </w:pPr>
      <w:r w:rsidRPr="00673FA4">
        <w:tab/>
      </w:r>
      <w:r w:rsidRPr="00673FA4">
        <w:tab/>
      </w:r>
      <w:r>
        <w:tab/>
      </w:r>
      <w:r>
        <w:tab/>
      </w:r>
      <w:r>
        <w:tab/>
      </w:r>
      <w:r>
        <w:tab/>
      </w:r>
      <w:r>
        <w:tab/>
      </w:r>
      <w:r w:rsidRPr="00673FA4">
        <w:tab/>
        <w:t>&lt;/Id&gt;</w:t>
      </w:r>
    </w:p>
    <w:p w14:paraId="0476003A" w14:textId="03FB5DD0" w:rsidR="00673FA4" w:rsidRPr="00673FA4" w:rsidRDefault="00673FA4" w:rsidP="00673FA4">
      <w:pPr>
        <w:pStyle w:val="XMLCode"/>
      </w:pPr>
      <w:r w:rsidRPr="00673FA4">
        <w:tab/>
      </w:r>
      <w:r w:rsidRPr="00673FA4">
        <w:tab/>
      </w:r>
      <w:r>
        <w:tab/>
      </w:r>
      <w:r>
        <w:tab/>
      </w:r>
      <w:r>
        <w:tab/>
      </w:r>
      <w:r>
        <w:tab/>
      </w:r>
      <w:r>
        <w:tab/>
      </w:r>
      <w:r w:rsidRPr="00673FA4">
        <w:t>&lt;/Id&gt;</w:t>
      </w:r>
    </w:p>
    <w:p w14:paraId="3DF35AE1" w14:textId="05A6DB95" w:rsidR="00673FA4" w:rsidRPr="00673FA4" w:rsidRDefault="00673FA4" w:rsidP="00673FA4">
      <w:pPr>
        <w:pStyle w:val="XMLCode"/>
      </w:pPr>
      <w:r w:rsidRPr="00673FA4">
        <w:tab/>
      </w:r>
      <w:r w:rsidRPr="00673FA4">
        <w:tab/>
      </w:r>
      <w:r>
        <w:tab/>
      </w:r>
      <w:r>
        <w:tab/>
      </w:r>
      <w:r>
        <w:tab/>
      </w:r>
      <w:r>
        <w:tab/>
      </w:r>
      <w:r>
        <w:tab/>
      </w:r>
      <w:r w:rsidRPr="00673FA4">
        <w:t>&lt;</w:t>
      </w:r>
      <w:proofErr w:type="spellStart"/>
      <w:r w:rsidRPr="00673FA4">
        <w:t>RspnsblPtyId</w:t>
      </w:r>
      <w:proofErr w:type="spellEnd"/>
      <w:r w:rsidRPr="00673FA4">
        <w:t>&gt;</w:t>
      </w:r>
    </w:p>
    <w:p w14:paraId="3BF25137" w14:textId="1D4CF9FB" w:rsidR="00673FA4" w:rsidRPr="00673FA4" w:rsidRDefault="00673FA4" w:rsidP="00673FA4">
      <w:pPr>
        <w:pStyle w:val="XMLCode"/>
      </w:pPr>
      <w:r w:rsidRPr="00673FA4">
        <w:tab/>
      </w:r>
      <w:r w:rsidRPr="00673FA4">
        <w:tab/>
      </w:r>
      <w:r w:rsidRPr="00673FA4">
        <w:tab/>
      </w:r>
      <w:r>
        <w:tab/>
      </w:r>
      <w:r>
        <w:tab/>
      </w:r>
      <w:r>
        <w:tab/>
      </w:r>
      <w:r>
        <w:tab/>
      </w:r>
      <w:r>
        <w:tab/>
      </w:r>
      <w:r w:rsidRPr="00673FA4">
        <w:t>&lt;Id&gt;</w:t>
      </w:r>
    </w:p>
    <w:p w14:paraId="5A227EE6" w14:textId="2482F148" w:rsidR="00673FA4" w:rsidRPr="00673FA4" w:rsidRDefault="00673FA4" w:rsidP="00673FA4">
      <w:pPr>
        <w:pStyle w:val="XMLCode"/>
      </w:pPr>
      <w:r w:rsidRPr="00673FA4">
        <w:tab/>
      </w:r>
      <w:r w:rsidRPr="00673FA4">
        <w:tab/>
      </w:r>
      <w:r w:rsidRPr="00673FA4">
        <w:tab/>
      </w:r>
      <w:r w:rsidRPr="00673FA4">
        <w:tab/>
      </w:r>
      <w:r>
        <w:tab/>
      </w:r>
      <w:r>
        <w:tab/>
      </w:r>
      <w:r>
        <w:tab/>
      </w:r>
      <w:r>
        <w:tab/>
      </w:r>
      <w:r>
        <w:tab/>
      </w:r>
      <w:r w:rsidRPr="00673FA4">
        <w:t>&lt;</w:t>
      </w:r>
      <w:proofErr w:type="spellStart"/>
      <w:r w:rsidRPr="00673FA4">
        <w:t>AnyBIC</w:t>
      </w:r>
      <w:proofErr w:type="spellEnd"/>
      <w:r w:rsidRPr="00673FA4">
        <w:t>&gt;CSDAXXYYAAA&lt;/</w:t>
      </w:r>
      <w:proofErr w:type="spellStart"/>
      <w:r w:rsidRPr="00673FA4">
        <w:t>AnyBIC</w:t>
      </w:r>
      <w:proofErr w:type="spellEnd"/>
      <w:r w:rsidRPr="00673FA4">
        <w:t>&gt;</w:t>
      </w:r>
    </w:p>
    <w:p w14:paraId="786B282D" w14:textId="7229AB52" w:rsidR="00673FA4" w:rsidRPr="00673FA4" w:rsidRDefault="00673FA4" w:rsidP="00673FA4">
      <w:pPr>
        <w:pStyle w:val="XMLCode"/>
      </w:pPr>
      <w:r w:rsidRPr="00673FA4">
        <w:tab/>
      </w:r>
      <w:r w:rsidRPr="00673FA4">
        <w:tab/>
      </w:r>
      <w:r w:rsidRPr="00673FA4">
        <w:tab/>
      </w:r>
      <w:r>
        <w:tab/>
      </w:r>
      <w:r>
        <w:tab/>
      </w:r>
      <w:r>
        <w:tab/>
      </w:r>
      <w:r>
        <w:tab/>
      </w:r>
      <w:r>
        <w:tab/>
      </w:r>
      <w:r w:rsidRPr="00673FA4">
        <w:t>&lt;/Id&gt;</w:t>
      </w:r>
    </w:p>
    <w:p w14:paraId="41F13265" w14:textId="4D6F1DA5" w:rsidR="00673FA4" w:rsidRPr="00673FA4" w:rsidRDefault="00673FA4" w:rsidP="00673FA4">
      <w:pPr>
        <w:pStyle w:val="XMLCode"/>
      </w:pPr>
      <w:r w:rsidRPr="00673FA4">
        <w:tab/>
      </w:r>
      <w:r w:rsidRPr="00673FA4">
        <w:tab/>
      </w:r>
      <w:r>
        <w:tab/>
      </w:r>
      <w:r>
        <w:tab/>
      </w:r>
      <w:r>
        <w:tab/>
      </w:r>
      <w:r>
        <w:tab/>
      </w:r>
      <w:r>
        <w:tab/>
      </w:r>
      <w:r w:rsidRPr="00673FA4">
        <w:t>&lt;/</w:t>
      </w:r>
      <w:proofErr w:type="spellStart"/>
      <w:r w:rsidRPr="00673FA4">
        <w:t>RspnsblPtyId</w:t>
      </w:r>
      <w:proofErr w:type="spellEnd"/>
      <w:r w:rsidRPr="00673FA4">
        <w:t>&gt;</w:t>
      </w:r>
    </w:p>
    <w:p w14:paraId="5D2723D5" w14:textId="60E6D17D" w:rsidR="00673FA4" w:rsidRPr="00673FA4" w:rsidRDefault="00673FA4" w:rsidP="00673FA4">
      <w:pPr>
        <w:pStyle w:val="XMLCode"/>
      </w:pPr>
      <w:r w:rsidRPr="00673FA4">
        <w:tab/>
      </w:r>
      <w:r w:rsidRPr="00673FA4">
        <w:tab/>
      </w:r>
      <w:r>
        <w:tab/>
      </w:r>
      <w:r>
        <w:tab/>
      </w:r>
      <w:r>
        <w:tab/>
      </w:r>
      <w:r>
        <w:tab/>
      </w:r>
      <w:r w:rsidRPr="00673FA4">
        <w:t>&lt;/</w:t>
      </w:r>
      <w:proofErr w:type="spellStart"/>
      <w:r w:rsidRPr="00673FA4">
        <w:t>AcctOwnr</w:t>
      </w:r>
      <w:proofErr w:type="spellEnd"/>
      <w:r w:rsidRPr="00673FA4">
        <w:t>&gt;</w:t>
      </w:r>
    </w:p>
    <w:p w14:paraId="419685BC" w14:textId="4AC6F8A0" w:rsidR="00673FA4" w:rsidRPr="00673FA4" w:rsidRDefault="00673FA4" w:rsidP="00673FA4">
      <w:pPr>
        <w:pStyle w:val="XMLCode"/>
      </w:pPr>
      <w:r>
        <w:tab/>
      </w:r>
      <w:r>
        <w:tab/>
      </w:r>
      <w:r>
        <w:tab/>
      </w:r>
      <w:r>
        <w:tab/>
      </w:r>
      <w:r>
        <w:tab/>
      </w:r>
      <w:r>
        <w:tab/>
      </w:r>
      <w:r w:rsidRPr="00673FA4">
        <w:t>&lt;</w:t>
      </w:r>
      <w:proofErr w:type="spellStart"/>
      <w:r w:rsidRPr="00673FA4">
        <w:t>EndInvstrFlg</w:t>
      </w:r>
      <w:proofErr w:type="spellEnd"/>
      <w:r w:rsidRPr="00673FA4">
        <w:t>&gt;NONE&lt;/</w:t>
      </w:r>
      <w:proofErr w:type="spellStart"/>
      <w:r w:rsidRPr="00673FA4">
        <w:t>EndInvstrFlg</w:t>
      </w:r>
      <w:proofErr w:type="spellEnd"/>
      <w:r w:rsidRPr="00673FA4">
        <w:t>&gt;</w:t>
      </w:r>
    </w:p>
    <w:p w14:paraId="46955197" w14:textId="0C6AD3FE" w:rsidR="00673FA4" w:rsidRPr="00673FA4" w:rsidRDefault="00673FA4" w:rsidP="00673FA4">
      <w:pPr>
        <w:pStyle w:val="XMLCode"/>
      </w:pPr>
      <w:r>
        <w:tab/>
      </w:r>
      <w:r>
        <w:tab/>
      </w:r>
      <w:r>
        <w:tab/>
      </w:r>
      <w:r>
        <w:tab/>
      </w:r>
      <w:r>
        <w:tab/>
      </w:r>
      <w:r>
        <w:tab/>
      </w:r>
      <w:r w:rsidRPr="00673FA4">
        <w:t>&lt;</w:t>
      </w:r>
      <w:proofErr w:type="spellStart"/>
      <w:r w:rsidRPr="00673FA4">
        <w:t>PricgSchme</w:t>
      </w:r>
      <w:proofErr w:type="spellEnd"/>
      <w:r w:rsidRPr="00673FA4">
        <w:t>&gt;SACC&lt;/</w:t>
      </w:r>
      <w:proofErr w:type="spellStart"/>
      <w:r w:rsidRPr="00673FA4">
        <w:t>PricgSchme</w:t>
      </w:r>
      <w:proofErr w:type="spellEnd"/>
      <w:r w:rsidRPr="00673FA4">
        <w:t>&gt;</w:t>
      </w:r>
    </w:p>
    <w:p w14:paraId="6967F4F4" w14:textId="0495868D" w:rsidR="00673FA4" w:rsidRPr="00673FA4" w:rsidRDefault="00673FA4" w:rsidP="00673FA4">
      <w:pPr>
        <w:pStyle w:val="XMLCode"/>
      </w:pPr>
      <w:r>
        <w:tab/>
      </w:r>
      <w:r>
        <w:tab/>
      </w:r>
      <w:r>
        <w:tab/>
      </w:r>
      <w:r>
        <w:tab/>
      </w:r>
      <w:r>
        <w:tab/>
      </w:r>
      <w:r w:rsidRPr="00673FA4">
        <w:t>&lt;/</w:t>
      </w:r>
      <w:proofErr w:type="spellStart"/>
      <w:r w:rsidRPr="00673FA4">
        <w:t>SctiesAcct</w:t>
      </w:r>
      <w:proofErr w:type="spellEnd"/>
      <w:r w:rsidRPr="00673FA4">
        <w:t>&gt;</w:t>
      </w:r>
    </w:p>
    <w:p w14:paraId="542D3272" w14:textId="176315BE" w:rsidR="00673FA4" w:rsidRPr="00673FA4" w:rsidRDefault="00673FA4" w:rsidP="00673FA4">
      <w:pPr>
        <w:pStyle w:val="XMLCode"/>
      </w:pPr>
      <w:r>
        <w:tab/>
      </w:r>
      <w:r>
        <w:tab/>
      </w:r>
      <w:r>
        <w:tab/>
      </w:r>
      <w:r>
        <w:tab/>
      </w:r>
      <w:r w:rsidRPr="00673FA4">
        <w:t>&lt;/</w:t>
      </w:r>
      <w:proofErr w:type="spellStart"/>
      <w:r w:rsidRPr="00673FA4">
        <w:t>SctiesAcctOrErr</w:t>
      </w:r>
      <w:proofErr w:type="spellEnd"/>
      <w:r w:rsidRPr="00673FA4">
        <w:t>&gt;</w:t>
      </w:r>
    </w:p>
    <w:p w14:paraId="64F51847" w14:textId="23F07990" w:rsidR="00673FA4" w:rsidRPr="00673FA4" w:rsidRDefault="00673FA4" w:rsidP="00673FA4">
      <w:pPr>
        <w:pStyle w:val="XMLCode"/>
      </w:pPr>
      <w:r>
        <w:tab/>
      </w:r>
      <w:r>
        <w:tab/>
      </w:r>
      <w:r>
        <w:tab/>
      </w:r>
      <w:r w:rsidRPr="00673FA4">
        <w:t>&lt;/</w:t>
      </w:r>
      <w:proofErr w:type="spellStart"/>
      <w:r w:rsidRPr="00673FA4">
        <w:t>SctiesAcctRpt</w:t>
      </w:r>
      <w:proofErr w:type="spellEnd"/>
      <w:r w:rsidRPr="00673FA4">
        <w:t>&gt;</w:t>
      </w:r>
    </w:p>
    <w:p w14:paraId="29B145F8" w14:textId="1999A41F" w:rsidR="00673FA4" w:rsidRPr="00673FA4" w:rsidRDefault="00673FA4" w:rsidP="00673FA4">
      <w:pPr>
        <w:pStyle w:val="XMLCode"/>
      </w:pPr>
      <w:r>
        <w:tab/>
      </w:r>
      <w:r>
        <w:tab/>
      </w:r>
      <w:r w:rsidRPr="00673FA4">
        <w:t>&lt;/</w:t>
      </w:r>
      <w:proofErr w:type="spellStart"/>
      <w:r w:rsidRPr="00673FA4">
        <w:t>RptOrErr</w:t>
      </w:r>
      <w:proofErr w:type="spellEnd"/>
      <w:r w:rsidRPr="00673FA4">
        <w:t>&gt;</w:t>
      </w:r>
    </w:p>
    <w:p w14:paraId="22289EF2" w14:textId="77777777" w:rsidR="00673FA4" w:rsidRDefault="00673FA4" w:rsidP="00673FA4">
      <w:pPr>
        <w:pStyle w:val="XMLCode"/>
      </w:pPr>
      <w:r>
        <w:tab/>
      </w:r>
      <w:r w:rsidRPr="00673FA4">
        <w:t>&lt;/</w:t>
      </w:r>
      <w:proofErr w:type="spellStart"/>
      <w:r w:rsidRPr="00673FA4">
        <w:t>SctiesAcctRpt</w:t>
      </w:r>
      <w:proofErr w:type="spellEnd"/>
      <w:r w:rsidRPr="00673FA4">
        <w:t>&gt;</w:t>
      </w:r>
    </w:p>
    <w:p w14:paraId="43FD6727" w14:textId="7A296C31" w:rsidR="00BF6218" w:rsidRPr="00F307D3" w:rsidRDefault="00BF6218" w:rsidP="00673FA4">
      <w:pPr>
        <w:pStyle w:val="XMLCode"/>
        <w:rPr>
          <w:highlight w:val="white"/>
        </w:rPr>
      </w:pPr>
      <w:r w:rsidRPr="00F307D3">
        <w:rPr>
          <w:highlight w:val="white"/>
        </w:rPr>
        <w:t>&lt;/Document&gt;</w:t>
      </w:r>
    </w:p>
    <w:p w14:paraId="6B6B1583" w14:textId="77777777" w:rsidR="00BF6218" w:rsidRPr="00F307D3" w:rsidRDefault="00BF6218" w:rsidP="00BF6218"/>
    <w:p w14:paraId="06253456" w14:textId="4D43DCE9" w:rsidR="00BF6218" w:rsidRPr="00F307D3" w:rsidRDefault="00673FA4" w:rsidP="00673FA4">
      <w:pPr>
        <w:pStyle w:val="Heading2"/>
      </w:pPr>
      <w:bookmarkStart w:id="174" w:name="_Toc26791810"/>
      <w:bookmarkStart w:id="175" w:name="_Toc161581661"/>
      <w:r>
        <w:lastRenderedPageBreak/>
        <w:t xml:space="preserve">Securities Account Activity Advice - </w:t>
      </w:r>
      <w:r w:rsidRPr="008410BF">
        <w:t>reda.0</w:t>
      </w:r>
      <w:r>
        <w:t>35</w:t>
      </w:r>
      <w:r w:rsidRPr="008410BF">
        <w:t>.001.01</w:t>
      </w:r>
      <w:bookmarkEnd w:id="174"/>
      <w:bookmarkEnd w:id="175"/>
    </w:p>
    <w:p w14:paraId="5C557087" w14:textId="77777777" w:rsidR="00BF6218" w:rsidRDefault="00BF6218" w:rsidP="00BF6218">
      <w:pPr>
        <w:pStyle w:val="BlockLabel"/>
      </w:pPr>
      <w:r>
        <w:t>Description</w:t>
      </w:r>
    </w:p>
    <w:p w14:paraId="06F94A89" w14:textId="77777777" w:rsidR="00673FA4" w:rsidRPr="00673FA4" w:rsidRDefault="00673FA4" w:rsidP="00673FA4">
      <w:r w:rsidRPr="00673FA4">
        <w:t>The Securities Account Activity Advice message provides information on changes occurred for securities account reference data during the business day. In this example, it shows one change occurred on 2019-02-01 to the securities account SECACCCSDPXXYYAAA regarding the hold indicator value.</w:t>
      </w:r>
    </w:p>
    <w:p w14:paraId="24AD2CFB" w14:textId="77777777" w:rsidR="00673FA4" w:rsidRPr="00673FA4" w:rsidRDefault="00673FA4" w:rsidP="00673FA4">
      <w:pPr>
        <w:pStyle w:val="ListBullet"/>
      </w:pPr>
      <w:r w:rsidRPr="00673FA4">
        <w:t>System date: 2019-02-01</w:t>
      </w:r>
    </w:p>
    <w:p w14:paraId="22A37067" w14:textId="77777777" w:rsidR="00673FA4" w:rsidRPr="00673FA4" w:rsidRDefault="00673FA4" w:rsidP="00673FA4">
      <w:pPr>
        <w:pStyle w:val="ListBullet"/>
      </w:pPr>
      <w:r w:rsidRPr="00673FA4">
        <w:t>Securities Account Identification ID: SECACCCSDPXXYYAAA</w:t>
      </w:r>
    </w:p>
    <w:p w14:paraId="731BE360" w14:textId="77777777" w:rsidR="00673FA4" w:rsidRPr="00673FA4" w:rsidRDefault="00673FA4" w:rsidP="00673FA4">
      <w:pPr>
        <w:pStyle w:val="ListBullet"/>
      </w:pPr>
      <w:r w:rsidRPr="00673FA4">
        <w:t xml:space="preserve">Field changed: </w:t>
      </w:r>
      <w:proofErr w:type="spellStart"/>
      <w:proofErr w:type="gramStart"/>
      <w:r w:rsidRPr="00673FA4">
        <w:t>HoldReleaseDefault</w:t>
      </w:r>
      <w:proofErr w:type="spellEnd"/>
      <w:proofErr w:type="gramEnd"/>
    </w:p>
    <w:p w14:paraId="0FEED06A" w14:textId="77777777" w:rsidR="00673FA4" w:rsidRPr="00673FA4" w:rsidRDefault="00673FA4" w:rsidP="00673FA4">
      <w:pPr>
        <w:pStyle w:val="ListBullet"/>
      </w:pPr>
      <w:r w:rsidRPr="00673FA4">
        <w:t>Old Filed Value: False</w:t>
      </w:r>
    </w:p>
    <w:p w14:paraId="57BE33C5" w14:textId="77777777" w:rsidR="00673FA4" w:rsidRPr="00673FA4" w:rsidRDefault="00673FA4" w:rsidP="00673FA4">
      <w:pPr>
        <w:pStyle w:val="ListBullet"/>
      </w:pPr>
      <w:r w:rsidRPr="00673FA4">
        <w:t>New Field Value: True</w:t>
      </w:r>
    </w:p>
    <w:p w14:paraId="540B1CBC" w14:textId="0D499FA0" w:rsidR="00BF6218" w:rsidRPr="00F307D3" w:rsidRDefault="00673FA4" w:rsidP="00673FA4">
      <w:pPr>
        <w:pStyle w:val="ListBullet"/>
      </w:pPr>
      <w:r w:rsidRPr="00673FA4">
        <w:t>Timestamp of the Update performed: 2019-02-01T16:10:10</w:t>
      </w:r>
    </w:p>
    <w:p w14:paraId="495A3D13" w14:textId="77777777" w:rsidR="00BF6218" w:rsidRPr="00673FA4" w:rsidRDefault="00BF6218" w:rsidP="00BF6218">
      <w:pPr>
        <w:pStyle w:val="BlockLabel"/>
        <w:rPr>
          <w:lang w:val="fr-FR"/>
        </w:rPr>
      </w:pPr>
      <w:r w:rsidRPr="00673FA4">
        <w:rPr>
          <w:lang w:val="fr-FR"/>
        </w:rPr>
        <w:t>Message Instance</w:t>
      </w:r>
    </w:p>
    <w:p w14:paraId="25E5E782" w14:textId="77777777" w:rsidR="00BF6218" w:rsidRPr="00673FA4" w:rsidRDefault="00BF6218" w:rsidP="00BF6218">
      <w:pPr>
        <w:pStyle w:val="XMLCode"/>
        <w:rPr>
          <w:highlight w:val="white"/>
          <w:lang w:val="fr-FR"/>
        </w:rPr>
      </w:pPr>
      <w:r w:rsidRPr="00673FA4">
        <w:rPr>
          <w:highlight w:val="white"/>
          <w:lang w:val="fr-FR"/>
        </w:rPr>
        <w:t>&lt;Document&gt;</w:t>
      </w:r>
    </w:p>
    <w:p w14:paraId="4CE1CA73" w14:textId="076300A1" w:rsidR="00673FA4" w:rsidRPr="00673FA4" w:rsidRDefault="00673FA4" w:rsidP="00673FA4">
      <w:pPr>
        <w:pStyle w:val="XMLCode"/>
        <w:rPr>
          <w:lang w:val="fr-FR"/>
        </w:rPr>
      </w:pPr>
      <w:r>
        <w:rPr>
          <w:lang w:val="fr-FR"/>
        </w:rPr>
        <w:tab/>
      </w:r>
      <w:r w:rsidRPr="00673FA4">
        <w:rPr>
          <w:lang w:val="fr-FR"/>
        </w:rPr>
        <w:t>&lt;</w:t>
      </w:r>
      <w:proofErr w:type="spellStart"/>
      <w:r w:rsidRPr="00673FA4">
        <w:rPr>
          <w:lang w:val="fr-FR"/>
        </w:rPr>
        <w:t>SctiesAcctActvtyAdvc</w:t>
      </w:r>
      <w:proofErr w:type="spellEnd"/>
      <w:r w:rsidRPr="00673FA4">
        <w:rPr>
          <w:lang w:val="fr-FR"/>
        </w:rPr>
        <w:t>&gt;</w:t>
      </w:r>
    </w:p>
    <w:p w14:paraId="0D208555" w14:textId="0C1D0B4D" w:rsidR="00673FA4" w:rsidRPr="00673FA4" w:rsidRDefault="00673FA4" w:rsidP="00673FA4">
      <w:pPr>
        <w:pStyle w:val="XMLCode"/>
        <w:rPr>
          <w:lang w:val="fr-FR"/>
        </w:rPr>
      </w:pPr>
      <w:r>
        <w:rPr>
          <w:lang w:val="fr-FR"/>
        </w:rPr>
        <w:tab/>
      </w:r>
      <w:r>
        <w:rPr>
          <w:lang w:val="fr-FR"/>
        </w:rPr>
        <w:tab/>
      </w:r>
      <w:r w:rsidRPr="00673FA4">
        <w:rPr>
          <w:lang w:val="fr-FR"/>
        </w:rPr>
        <w:t>&lt;</w:t>
      </w:r>
      <w:proofErr w:type="spellStart"/>
      <w:r w:rsidRPr="00673FA4">
        <w:rPr>
          <w:lang w:val="fr-FR"/>
        </w:rPr>
        <w:t>MsgHdr</w:t>
      </w:r>
      <w:proofErr w:type="spellEnd"/>
      <w:r w:rsidRPr="00673FA4">
        <w:rPr>
          <w:lang w:val="fr-FR"/>
        </w:rPr>
        <w:t>&gt;</w:t>
      </w:r>
    </w:p>
    <w:p w14:paraId="33A7C268" w14:textId="34DAFF97" w:rsidR="00673FA4" w:rsidRPr="00673FA4" w:rsidRDefault="00673FA4" w:rsidP="00673FA4">
      <w:pPr>
        <w:pStyle w:val="XMLCode"/>
      </w:pPr>
      <w:r>
        <w:tab/>
      </w:r>
      <w:r>
        <w:tab/>
      </w:r>
      <w:r w:rsidRPr="00673FA4">
        <w:rPr>
          <w:lang w:val="fr-FR"/>
        </w:rPr>
        <w:tab/>
      </w:r>
      <w:r w:rsidRPr="00673FA4">
        <w:t>&lt;</w:t>
      </w:r>
      <w:proofErr w:type="spellStart"/>
      <w:r w:rsidRPr="00673FA4">
        <w:t>MsgId</w:t>
      </w:r>
      <w:proofErr w:type="spellEnd"/>
      <w:r w:rsidRPr="00673FA4">
        <w:t>&gt;SAMPLESACSTA&lt;/</w:t>
      </w:r>
      <w:proofErr w:type="spellStart"/>
      <w:r w:rsidRPr="00673FA4">
        <w:t>MsgId</w:t>
      </w:r>
      <w:proofErr w:type="spellEnd"/>
      <w:r w:rsidRPr="00673FA4">
        <w:t>&gt;</w:t>
      </w:r>
    </w:p>
    <w:p w14:paraId="45D9CFEB" w14:textId="16BD28BD" w:rsidR="00673FA4" w:rsidRPr="00673FA4" w:rsidRDefault="00673FA4" w:rsidP="00673FA4">
      <w:pPr>
        <w:pStyle w:val="XMLCode"/>
      </w:pPr>
      <w:r>
        <w:tab/>
      </w:r>
      <w:r>
        <w:tab/>
      </w:r>
      <w:r w:rsidRPr="00673FA4">
        <w:t>&lt;/</w:t>
      </w:r>
      <w:proofErr w:type="spellStart"/>
      <w:r w:rsidRPr="00673FA4">
        <w:t>MsgHdr</w:t>
      </w:r>
      <w:proofErr w:type="spellEnd"/>
      <w:r w:rsidRPr="00673FA4">
        <w:t>&gt;</w:t>
      </w:r>
    </w:p>
    <w:p w14:paraId="500A56CB" w14:textId="6E31CAA7" w:rsidR="00673FA4" w:rsidRPr="00673FA4" w:rsidRDefault="00673FA4" w:rsidP="00673FA4">
      <w:pPr>
        <w:pStyle w:val="XMLCode"/>
      </w:pPr>
      <w:r>
        <w:tab/>
      </w:r>
      <w:r>
        <w:tab/>
      </w:r>
      <w:r w:rsidRPr="00673FA4">
        <w:t>&lt;</w:t>
      </w:r>
      <w:proofErr w:type="spellStart"/>
      <w:r w:rsidRPr="00673FA4">
        <w:t>Pgntn</w:t>
      </w:r>
      <w:proofErr w:type="spellEnd"/>
      <w:r w:rsidRPr="00673FA4">
        <w:t>&gt;</w:t>
      </w:r>
    </w:p>
    <w:p w14:paraId="37B07D38" w14:textId="075614CA" w:rsidR="00673FA4" w:rsidRPr="00673FA4" w:rsidRDefault="00673FA4" w:rsidP="00673FA4">
      <w:pPr>
        <w:pStyle w:val="XMLCode"/>
      </w:pPr>
      <w:r>
        <w:tab/>
      </w:r>
      <w:r>
        <w:tab/>
      </w:r>
      <w:r w:rsidRPr="00673FA4">
        <w:tab/>
        <w:t>&lt;</w:t>
      </w:r>
      <w:proofErr w:type="spellStart"/>
      <w:r w:rsidRPr="00673FA4">
        <w:t>PgNb</w:t>
      </w:r>
      <w:proofErr w:type="spellEnd"/>
      <w:r w:rsidRPr="00673FA4">
        <w:t>&gt;1&lt;/</w:t>
      </w:r>
      <w:proofErr w:type="spellStart"/>
      <w:r w:rsidRPr="00673FA4">
        <w:t>PgNb</w:t>
      </w:r>
      <w:proofErr w:type="spellEnd"/>
      <w:r w:rsidRPr="00673FA4">
        <w:t>&gt;</w:t>
      </w:r>
    </w:p>
    <w:p w14:paraId="08C08E29" w14:textId="2BF38FFD" w:rsidR="00673FA4" w:rsidRPr="00673FA4" w:rsidRDefault="00673FA4" w:rsidP="00673FA4">
      <w:pPr>
        <w:pStyle w:val="XMLCode"/>
      </w:pPr>
      <w:r>
        <w:tab/>
      </w:r>
      <w:r>
        <w:tab/>
      </w:r>
      <w:r w:rsidRPr="00673FA4">
        <w:tab/>
        <w:t>&lt;</w:t>
      </w:r>
      <w:proofErr w:type="spellStart"/>
      <w:r w:rsidRPr="00673FA4">
        <w:t>LastPgInd</w:t>
      </w:r>
      <w:proofErr w:type="spellEnd"/>
      <w:r w:rsidRPr="00673FA4">
        <w:t>&gt;true&lt;/</w:t>
      </w:r>
      <w:proofErr w:type="spellStart"/>
      <w:r w:rsidRPr="00673FA4">
        <w:t>LastPgInd</w:t>
      </w:r>
      <w:proofErr w:type="spellEnd"/>
      <w:r w:rsidRPr="00673FA4">
        <w:t>&gt;</w:t>
      </w:r>
    </w:p>
    <w:p w14:paraId="5E1A72F0" w14:textId="2F074FDB" w:rsidR="00673FA4" w:rsidRPr="00673FA4" w:rsidRDefault="00673FA4" w:rsidP="00673FA4">
      <w:pPr>
        <w:pStyle w:val="XMLCode"/>
      </w:pPr>
      <w:r>
        <w:tab/>
      </w:r>
      <w:r>
        <w:tab/>
      </w:r>
      <w:r w:rsidRPr="00673FA4">
        <w:t>&lt;/</w:t>
      </w:r>
      <w:proofErr w:type="spellStart"/>
      <w:r w:rsidRPr="00673FA4">
        <w:t>Pgntn</w:t>
      </w:r>
      <w:proofErr w:type="spellEnd"/>
      <w:r w:rsidRPr="00673FA4">
        <w:t>&gt;</w:t>
      </w:r>
    </w:p>
    <w:p w14:paraId="37B85C4C" w14:textId="1FFF28D9" w:rsidR="00673FA4" w:rsidRPr="00673FA4" w:rsidRDefault="00673FA4" w:rsidP="00673FA4">
      <w:pPr>
        <w:pStyle w:val="XMLCode"/>
      </w:pPr>
      <w:r>
        <w:tab/>
      </w:r>
      <w:r>
        <w:tab/>
      </w:r>
      <w:r w:rsidRPr="00673FA4">
        <w:t>&lt;</w:t>
      </w:r>
      <w:proofErr w:type="spellStart"/>
      <w:r w:rsidRPr="00673FA4">
        <w:t>SctiesAcctActvty</w:t>
      </w:r>
      <w:proofErr w:type="spellEnd"/>
      <w:r w:rsidRPr="00673FA4">
        <w:t>&gt;</w:t>
      </w:r>
    </w:p>
    <w:p w14:paraId="36B993CC" w14:textId="668CA748" w:rsidR="00673FA4" w:rsidRPr="00673FA4" w:rsidRDefault="00673FA4" w:rsidP="00673FA4">
      <w:pPr>
        <w:pStyle w:val="XMLCode"/>
      </w:pPr>
      <w:r>
        <w:tab/>
      </w:r>
      <w:r>
        <w:tab/>
      </w:r>
      <w:r>
        <w:tab/>
      </w:r>
      <w:r w:rsidRPr="00673FA4">
        <w:t>&lt;</w:t>
      </w:r>
      <w:proofErr w:type="spellStart"/>
      <w:r w:rsidRPr="00673FA4">
        <w:t>SysDt</w:t>
      </w:r>
      <w:proofErr w:type="spellEnd"/>
      <w:r w:rsidRPr="00673FA4">
        <w:t>&gt;2019-02-01&lt;/</w:t>
      </w:r>
      <w:proofErr w:type="spellStart"/>
      <w:r w:rsidRPr="00673FA4">
        <w:t>SysDt</w:t>
      </w:r>
      <w:proofErr w:type="spellEnd"/>
      <w:r w:rsidRPr="00673FA4">
        <w:t>&gt;</w:t>
      </w:r>
    </w:p>
    <w:p w14:paraId="0867B7D4" w14:textId="59CEFF53" w:rsidR="00673FA4" w:rsidRPr="00673FA4" w:rsidRDefault="00673FA4" w:rsidP="00673FA4">
      <w:pPr>
        <w:pStyle w:val="XMLCode"/>
      </w:pPr>
      <w:r>
        <w:tab/>
      </w:r>
      <w:r>
        <w:tab/>
      </w:r>
      <w:r>
        <w:tab/>
      </w:r>
      <w:r w:rsidRPr="00673FA4">
        <w:t>&lt;Chng&gt;</w:t>
      </w:r>
    </w:p>
    <w:p w14:paraId="0E03F4C5" w14:textId="1014D7A1" w:rsidR="00673FA4" w:rsidRPr="00673FA4" w:rsidRDefault="00673FA4" w:rsidP="00673FA4">
      <w:pPr>
        <w:pStyle w:val="XMLCode"/>
      </w:pPr>
      <w:r>
        <w:tab/>
      </w:r>
      <w:r>
        <w:tab/>
      </w:r>
      <w:r>
        <w:tab/>
      </w:r>
      <w:r>
        <w:tab/>
      </w:r>
      <w:r w:rsidRPr="00673FA4">
        <w:t>&lt;</w:t>
      </w:r>
      <w:proofErr w:type="spellStart"/>
      <w:r w:rsidRPr="00673FA4">
        <w:t>SctiesAcctId</w:t>
      </w:r>
      <w:proofErr w:type="spellEnd"/>
      <w:r w:rsidRPr="00673FA4">
        <w:t>&gt;</w:t>
      </w:r>
    </w:p>
    <w:p w14:paraId="48D1D83F" w14:textId="018F7132" w:rsidR="00673FA4" w:rsidRPr="00673FA4" w:rsidRDefault="00673FA4" w:rsidP="00673FA4">
      <w:pPr>
        <w:pStyle w:val="XMLCode"/>
      </w:pPr>
      <w:r>
        <w:tab/>
      </w:r>
      <w:r>
        <w:tab/>
      </w:r>
      <w:r>
        <w:tab/>
      </w:r>
      <w:r>
        <w:tab/>
      </w:r>
      <w:r>
        <w:tab/>
      </w:r>
      <w:r w:rsidRPr="00673FA4">
        <w:t>&lt;Id&gt;SECACCCSDPXXYYAAA&lt;/Id&gt;</w:t>
      </w:r>
    </w:p>
    <w:p w14:paraId="3561C8F2" w14:textId="646A329B" w:rsidR="00673FA4" w:rsidRPr="00673FA4" w:rsidRDefault="00673FA4" w:rsidP="00673FA4">
      <w:pPr>
        <w:pStyle w:val="XMLCode"/>
      </w:pPr>
      <w:r>
        <w:tab/>
      </w:r>
      <w:r>
        <w:tab/>
      </w:r>
      <w:r>
        <w:tab/>
      </w:r>
      <w:r>
        <w:tab/>
      </w:r>
      <w:r w:rsidRPr="00673FA4">
        <w:t>&lt;/</w:t>
      </w:r>
      <w:proofErr w:type="spellStart"/>
      <w:r w:rsidRPr="00673FA4">
        <w:t>SctiesAcctId</w:t>
      </w:r>
      <w:proofErr w:type="spellEnd"/>
      <w:r w:rsidRPr="00673FA4">
        <w:t>&gt;</w:t>
      </w:r>
    </w:p>
    <w:p w14:paraId="0366C083" w14:textId="0051DB6F" w:rsidR="00673FA4" w:rsidRPr="00673FA4" w:rsidRDefault="00673FA4" w:rsidP="00673FA4">
      <w:pPr>
        <w:pStyle w:val="XMLCode"/>
      </w:pPr>
      <w:r>
        <w:tab/>
      </w:r>
      <w:r>
        <w:tab/>
      </w:r>
      <w:r>
        <w:tab/>
      </w:r>
      <w:r>
        <w:tab/>
      </w:r>
      <w:r w:rsidRPr="00673FA4">
        <w:t>&lt;</w:t>
      </w:r>
      <w:proofErr w:type="spellStart"/>
      <w:r w:rsidRPr="00673FA4">
        <w:t>FldNm</w:t>
      </w:r>
      <w:proofErr w:type="spellEnd"/>
      <w:r w:rsidRPr="00673FA4">
        <w:t>&gt;</w:t>
      </w:r>
      <w:proofErr w:type="spellStart"/>
      <w:r w:rsidRPr="00673FA4">
        <w:t>HoldReleaseDefault</w:t>
      </w:r>
      <w:proofErr w:type="spellEnd"/>
      <w:r w:rsidRPr="00673FA4">
        <w:t>&lt;/</w:t>
      </w:r>
      <w:proofErr w:type="spellStart"/>
      <w:r w:rsidRPr="00673FA4">
        <w:t>FldNm</w:t>
      </w:r>
      <w:proofErr w:type="spellEnd"/>
      <w:r w:rsidRPr="00673FA4">
        <w:t>&gt;</w:t>
      </w:r>
    </w:p>
    <w:p w14:paraId="17F417D7" w14:textId="0325F01F" w:rsidR="00673FA4" w:rsidRPr="00673FA4" w:rsidRDefault="00673FA4" w:rsidP="00673FA4">
      <w:pPr>
        <w:pStyle w:val="XMLCode"/>
      </w:pPr>
      <w:r>
        <w:tab/>
      </w:r>
      <w:r>
        <w:tab/>
      </w:r>
      <w:r>
        <w:tab/>
      </w:r>
      <w:r>
        <w:tab/>
      </w:r>
      <w:r w:rsidRPr="00673FA4">
        <w:t>&lt;</w:t>
      </w:r>
      <w:proofErr w:type="spellStart"/>
      <w:r w:rsidRPr="00673FA4">
        <w:t>OdFldVal</w:t>
      </w:r>
      <w:proofErr w:type="spellEnd"/>
      <w:r w:rsidRPr="00673FA4">
        <w:t>&gt;False&lt;/</w:t>
      </w:r>
      <w:proofErr w:type="spellStart"/>
      <w:r w:rsidRPr="00673FA4">
        <w:t>OdFldVal</w:t>
      </w:r>
      <w:proofErr w:type="spellEnd"/>
      <w:r w:rsidRPr="00673FA4">
        <w:t>&gt;</w:t>
      </w:r>
    </w:p>
    <w:p w14:paraId="0A435A11" w14:textId="569DB8FE" w:rsidR="00673FA4" w:rsidRPr="00673FA4" w:rsidRDefault="00673FA4" w:rsidP="00673FA4">
      <w:pPr>
        <w:pStyle w:val="XMLCode"/>
      </w:pPr>
      <w:r>
        <w:tab/>
      </w:r>
      <w:r>
        <w:tab/>
      </w:r>
      <w:r>
        <w:tab/>
      </w:r>
      <w:r>
        <w:tab/>
      </w:r>
      <w:r w:rsidRPr="00673FA4">
        <w:t>&lt;</w:t>
      </w:r>
      <w:proofErr w:type="spellStart"/>
      <w:r w:rsidRPr="00673FA4">
        <w:t>NewFldVal</w:t>
      </w:r>
      <w:proofErr w:type="spellEnd"/>
      <w:r w:rsidRPr="00673FA4">
        <w:t>&gt;True&lt;/</w:t>
      </w:r>
      <w:proofErr w:type="spellStart"/>
      <w:r w:rsidRPr="00673FA4">
        <w:t>NewFldVal</w:t>
      </w:r>
      <w:proofErr w:type="spellEnd"/>
      <w:r w:rsidRPr="00673FA4">
        <w:t>&gt;</w:t>
      </w:r>
    </w:p>
    <w:p w14:paraId="54E2F22D" w14:textId="572BD2AF" w:rsidR="00673FA4" w:rsidRPr="00673FA4" w:rsidRDefault="00673FA4" w:rsidP="00673FA4">
      <w:pPr>
        <w:pStyle w:val="XMLCode"/>
      </w:pPr>
      <w:r>
        <w:tab/>
      </w:r>
      <w:r>
        <w:tab/>
      </w:r>
      <w:r>
        <w:tab/>
      </w:r>
      <w:r>
        <w:tab/>
      </w:r>
      <w:r w:rsidRPr="00673FA4">
        <w:t>&lt;</w:t>
      </w:r>
      <w:proofErr w:type="spellStart"/>
      <w:r w:rsidRPr="00673FA4">
        <w:t>OprTmStmp</w:t>
      </w:r>
      <w:proofErr w:type="spellEnd"/>
      <w:r w:rsidRPr="00673FA4">
        <w:t>&gt;2019-02-01T16:10:10&lt;/</w:t>
      </w:r>
      <w:proofErr w:type="spellStart"/>
      <w:r w:rsidRPr="00673FA4">
        <w:t>OprTmStmp</w:t>
      </w:r>
      <w:proofErr w:type="spellEnd"/>
      <w:r w:rsidRPr="00673FA4">
        <w:t>&gt;</w:t>
      </w:r>
    </w:p>
    <w:p w14:paraId="21718470" w14:textId="21C6C753" w:rsidR="00673FA4" w:rsidRPr="00673FA4" w:rsidRDefault="00673FA4" w:rsidP="00673FA4">
      <w:pPr>
        <w:pStyle w:val="XMLCode"/>
      </w:pPr>
      <w:r>
        <w:tab/>
      </w:r>
      <w:r>
        <w:tab/>
      </w:r>
      <w:r>
        <w:tab/>
      </w:r>
      <w:r w:rsidRPr="00673FA4">
        <w:t>&lt;/Chng&gt;</w:t>
      </w:r>
    </w:p>
    <w:p w14:paraId="1AF2793B" w14:textId="5088E3EF" w:rsidR="00673FA4" w:rsidRPr="00673FA4" w:rsidRDefault="00673FA4" w:rsidP="00673FA4">
      <w:pPr>
        <w:pStyle w:val="XMLCode"/>
      </w:pPr>
      <w:r>
        <w:tab/>
      </w:r>
      <w:r>
        <w:tab/>
      </w:r>
      <w:r w:rsidRPr="00673FA4">
        <w:t>&lt;/</w:t>
      </w:r>
      <w:proofErr w:type="spellStart"/>
      <w:r w:rsidRPr="00673FA4">
        <w:t>SctiesAcctActvty</w:t>
      </w:r>
      <w:proofErr w:type="spellEnd"/>
      <w:r w:rsidRPr="00673FA4">
        <w:t>&gt;</w:t>
      </w:r>
    </w:p>
    <w:p w14:paraId="10AB1EF1" w14:textId="5F26B126" w:rsidR="00673FA4" w:rsidRDefault="00673FA4" w:rsidP="00673FA4">
      <w:pPr>
        <w:pStyle w:val="XMLCode"/>
      </w:pPr>
      <w:r>
        <w:tab/>
      </w:r>
      <w:r w:rsidRPr="00673FA4">
        <w:t>&lt;/</w:t>
      </w:r>
      <w:proofErr w:type="spellStart"/>
      <w:r w:rsidRPr="00673FA4">
        <w:t>SctiesAcctActvtyAdvc</w:t>
      </w:r>
      <w:proofErr w:type="spellEnd"/>
      <w:r w:rsidRPr="00673FA4">
        <w:t>&gt;</w:t>
      </w:r>
    </w:p>
    <w:p w14:paraId="54031863" w14:textId="1E6B2D07" w:rsidR="00BF6218" w:rsidRPr="00F307D3" w:rsidRDefault="00BF6218" w:rsidP="00673FA4">
      <w:pPr>
        <w:pStyle w:val="XMLCode"/>
        <w:rPr>
          <w:highlight w:val="white"/>
        </w:rPr>
      </w:pPr>
      <w:r w:rsidRPr="00F307D3">
        <w:rPr>
          <w:highlight w:val="white"/>
        </w:rPr>
        <w:t>&lt;/Document&gt;</w:t>
      </w:r>
    </w:p>
    <w:p w14:paraId="15CB694E" w14:textId="77777777" w:rsidR="00BF6218" w:rsidRPr="00F307D3" w:rsidRDefault="00BF6218" w:rsidP="00BF6218"/>
    <w:p w14:paraId="3F6B414F" w14:textId="77777777" w:rsidR="00A67DEB" w:rsidRPr="00A67DEB" w:rsidRDefault="00A67DEB" w:rsidP="00A67DEB">
      <w:pPr>
        <w:pStyle w:val="Heading2"/>
      </w:pPr>
      <w:bookmarkStart w:id="176" w:name="_Toc26791811"/>
      <w:bookmarkStart w:id="177" w:name="_Toc161581662"/>
      <w:r>
        <w:lastRenderedPageBreak/>
        <w:t xml:space="preserve">Securities Account </w:t>
      </w:r>
      <w:r w:rsidRPr="00A67DEB">
        <w:t>Audit Trail Query - reda.036.001.01</w:t>
      </w:r>
      <w:bookmarkEnd w:id="176"/>
      <w:bookmarkEnd w:id="177"/>
    </w:p>
    <w:p w14:paraId="345E696E" w14:textId="77777777" w:rsidR="00BF6218" w:rsidRDefault="00BF6218" w:rsidP="00BF6218">
      <w:pPr>
        <w:pStyle w:val="BlockLabel"/>
      </w:pPr>
      <w:r>
        <w:t>Description</w:t>
      </w:r>
    </w:p>
    <w:p w14:paraId="44AC8E9A" w14:textId="78D0B80F" w:rsidR="00BF6218" w:rsidRPr="00F307D3" w:rsidRDefault="00A67DEB" w:rsidP="00A67DEB">
      <w:r w:rsidRPr="00A67DEB">
        <w:t>The following Securities Account Audit Trail Query message</w:t>
      </w:r>
      <w:r>
        <w:t xml:space="preserve"> </w:t>
      </w:r>
      <w:r w:rsidRPr="00A67DEB">
        <w:t>is used to query all the audit trail records regarding the securities account with identification SECACCCSDPXXYYAAA in the period between 2019-01-01 and 2019-01-05</w:t>
      </w:r>
      <w:r>
        <w:t>.</w:t>
      </w:r>
    </w:p>
    <w:p w14:paraId="2AE78596" w14:textId="77777777" w:rsidR="00BF6218" w:rsidRPr="00A67DEB" w:rsidRDefault="00BF6218" w:rsidP="00BF6218">
      <w:pPr>
        <w:pStyle w:val="BlockLabel"/>
        <w:rPr>
          <w:lang w:val="fr-FR"/>
        </w:rPr>
      </w:pPr>
      <w:r w:rsidRPr="00A67DEB">
        <w:rPr>
          <w:lang w:val="fr-FR"/>
        </w:rPr>
        <w:t>Message Instance</w:t>
      </w:r>
    </w:p>
    <w:p w14:paraId="0EFC8497" w14:textId="77777777" w:rsidR="00BF6218" w:rsidRPr="00A67DEB" w:rsidRDefault="00BF6218" w:rsidP="00BF6218">
      <w:pPr>
        <w:pStyle w:val="XMLCode"/>
        <w:rPr>
          <w:highlight w:val="white"/>
          <w:lang w:val="fr-FR"/>
        </w:rPr>
      </w:pPr>
      <w:r w:rsidRPr="00A67DEB">
        <w:rPr>
          <w:highlight w:val="white"/>
          <w:lang w:val="fr-FR"/>
        </w:rPr>
        <w:t>&lt;Document&gt;</w:t>
      </w:r>
    </w:p>
    <w:p w14:paraId="4BC46532" w14:textId="377E8A2C" w:rsidR="00A67DEB" w:rsidRPr="00A67DEB" w:rsidRDefault="00A67DEB" w:rsidP="00A67DEB">
      <w:pPr>
        <w:pStyle w:val="XMLCode"/>
        <w:rPr>
          <w:lang w:val="fr-FR"/>
        </w:rPr>
      </w:pPr>
      <w:r>
        <w:rPr>
          <w:lang w:val="fr-FR"/>
        </w:rPr>
        <w:tab/>
      </w:r>
      <w:r w:rsidRPr="00A67DEB">
        <w:rPr>
          <w:lang w:val="fr-FR"/>
        </w:rPr>
        <w:t>&lt;</w:t>
      </w:r>
      <w:proofErr w:type="spellStart"/>
      <w:r w:rsidRPr="00A67DEB">
        <w:rPr>
          <w:lang w:val="fr-FR"/>
        </w:rPr>
        <w:t>SctiesAcctAudtTrlQry</w:t>
      </w:r>
      <w:proofErr w:type="spellEnd"/>
      <w:r w:rsidRPr="00A67DEB">
        <w:rPr>
          <w:lang w:val="fr-FR"/>
        </w:rPr>
        <w:t>&gt;</w:t>
      </w:r>
    </w:p>
    <w:p w14:paraId="486AFB24" w14:textId="0EA37507" w:rsidR="00A67DEB" w:rsidRPr="00A67DEB" w:rsidRDefault="00A67DEB" w:rsidP="00A67DEB">
      <w:pPr>
        <w:pStyle w:val="XMLCode"/>
        <w:rPr>
          <w:lang w:val="fr-FR"/>
        </w:rPr>
      </w:pPr>
      <w:r>
        <w:rPr>
          <w:lang w:val="fr-FR"/>
        </w:rPr>
        <w:tab/>
      </w:r>
      <w:r>
        <w:rPr>
          <w:lang w:val="fr-FR"/>
        </w:rPr>
        <w:tab/>
      </w:r>
      <w:r w:rsidRPr="00A67DEB">
        <w:rPr>
          <w:lang w:val="fr-FR"/>
        </w:rPr>
        <w:t>&lt;</w:t>
      </w:r>
      <w:proofErr w:type="spellStart"/>
      <w:r w:rsidRPr="00A67DEB">
        <w:rPr>
          <w:lang w:val="fr-FR"/>
        </w:rPr>
        <w:t>MsgHdr</w:t>
      </w:r>
      <w:proofErr w:type="spellEnd"/>
      <w:r w:rsidRPr="00A67DEB">
        <w:rPr>
          <w:lang w:val="fr-FR"/>
        </w:rPr>
        <w:t>&gt;</w:t>
      </w:r>
    </w:p>
    <w:p w14:paraId="4B3174F6" w14:textId="033ECE7A" w:rsidR="00A67DEB" w:rsidRPr="00A67DEB" w:rsidRDefault="00A67DEB" w:rsidP="00A67DEB">
      <w:pPr>
        <w:pStyle w:val="XMLCode"/>
        <w:rPr>
          <w:lang w:val="fr-FR"/>
        </w:rPr>
      </w:pPr>
      <w:r w:rsidRPr="00A67DEB">
        <w:rPr>
          <w:lang w:val="fr-FR"/>
        </w:rPr>
        <w:tab/>
      </w:r>
      <w:r>
        <w:tab/>
      </w:r>
      <w:r>
        <w:tab/>
      </w:r>
      <w:r w:rsidRPr="00A67DEB">
        <w:rPr>
          <w:lang w:val="fr-FR"/>
        </w:rPr>
        <w:t>&lt;</w:t>
      </w:r>
      <w:proofErr w:type="spellStart"/>
      <w:r w:rsidRPr="00A67DEB">
        <w:rPr>
          <w:lang w:val="fr-FR"/>
        </w:rPr>
        <w:t>MsgId</w:t>
      </w:r>
      <w:proofErr w:type="spellEnd"/>
      <w:r w:rsidRPr="00A67DEB">
        <w:rPr>
          <w:lang w:val="fr-FR"/>
        </w:rPr>
        <w:t>&gt;SAMPLESACATRQUE&lt;/</w:t>
      </w:r>
      <w:proofErr w:type="spellStart"/>
      <w:r w:rsidRPr="00A67DEB">
        <w:rPr>
          <w:lang w:val="fr-FR"/>
        </w:rPr>
        <w:t>MsgId</w:t>
      </w:r>
      <w:proofErr w:type="spellEnd"/>
      <w:r w:rsidRPr="00A67DEB">
        <w:rPr>
          <w:lang w:val="fr-FR"/>
        </w:rPr>
        <w:t>&gt;</w:t>
      </w:r>
    </w:p>
    <w:p w14:paraId="4360D5E3" w14:textId="6C568FB4" w:rsidR="00A67DEB" w:rsidRPr="00A67DEB" w:rsidRDefault="00A67DEB" w:rsidP="00A67DEB">
      <w:pPr>
        <w:pStyle w:val="XMLCode"/>
        <w:rPr>
          <w:lang w:val="fr-FR"/>
        </w:rPr>
      </w:pPr>
      <w:r>
        <w:rPr>
          <w:lang w:val="fr-FR"/>
        </w:rPr>
        <w:tab/>
      </w:r>
      <w:r>
        <w:rPr>
          <w:lang w:val="fr-FR"/>
        </w:rPr>
        <w:tab/>
      </w:r>
      <w:r w:rsidRPr="00A67DEB">
        <w:rPr>
          <w:lang w:val="fr-FR"/>
        </w:rPr>
        <w:t>&lt;/</w:t>
      </w:r>
      <w:proofErr w:type="spellStart"/>
      <w:r w:rsidRPr="00A67DEB">
        <w:rPr>
          <w:lang w:val="fr-FR"/>
        </w:rPr>
        <w:t>MsgHdr</w:t>
      </w:r>
      <w:proofErr w:type="spellEnd"/>
      <w:r w:rsidRPr="00A67DEB">
        <w:rPr>
          <w:lang w:val="fr-FR"/>
        </w:rPr>
        <w:t>&gt;</w:t>
      </w:r>
    </w:p>
    <w:p w14:paraId="74FA3B1B" w14:textId="3EB9966C" w:rsidR="00A67DEB" w:rsidRPr="00A67DEB" w:rsidRDefault="00A67DEB" w:rsidP="00A67DEB">
      <w:pPr>
        <w:pStyle w:val="XMLCode"/>
        <w:rPr>
          <w:lang w:val="fr-FR"/>
        </w:rPr>
      </w:pPr>
      <w:r>
        <w:rPr>
          <w:lang w:val="fr-FR"/>
        </w:rPr>
        <w:tab/>
      </w:r>
      <w:r>
        <w:rPr>
          <w:lang w:val="fr-FR"/>
        </w:rPr>
        <w:tab/>
      </w:r>
      <w:r w:rsidRPr="00A67DEB">
        <w:rPr>
          <w:lang w:val="fr-FR"/>
        </w:rPr>
        <w:t>&lt;</w:t>
      </w:r>
      <w:proofErr w:type="spellStart"/>
      <w:r w:rsidRPr="00A67DEB">
        <w:rPr>
          <w:lang w:val="fr-FR"/>
        </w:rPr>
        <w:t>SchCrit</w:t>
      </w:r>
      <w:proofErr w:type="spellEnd"/>
      <w:r w:rsidRPr="00A67DEB">
        <w:rPr>
          <w:lang w:val="fr-FR"/>
        </w:rPr>
        <w:t>&gt;</w:t>
      </w:r>
    </w:p>
    <w:p w14:paraId="3EBA6C40" w14:textId="41DD5BB1" w:rsidR="00A67DEB" w:rsidRPr="00A67DEB" w:rsidRDefault="00A67DEB" w:rsidP="00A67DEB">
      <w:pPr>
        <w:pStyle w:val="XMLCode"/>
        <w:rPr>
          <w:lang w:val="fr-FR"/>
        </w:rPr>
      </w:pPr>
      <w:r>
        <w:rPr>
          <w:lang w:val="fr-FR"/>
        </w:rPr>
        <w:tab/>
      </w:r>
      <w:r>
        <w:rPr>
          <w:lang w:val="fr-FR"/>
        </w:rPr>
        <w:tab/>
      </w:r>
      <w:r>
        <w:rPr>
          <w:lang w:val="fr-FR"/>
        </w:rPr>
        <w:tab/>
      </w:r>
      <w:r w:rsidRPr="00A67DEB">
        <w:rPr>
          <w:lang w:val="fr-FR"/>
        </w:rPr>
        <w:t>&lt;</w:t>
      </w:r>
      <w:proofErr w:type="spellStart"/>
      <w:r w:rsidRPr="00A67DEB">
        <w:rPr>
          <w:lang w:val="fr-FR"/>
        </w:rPr>
        <w:t>SctiesAcctId</w:t>
      </w:r>
      <w:proofErr w:type="spellEnd"/>
      <w:r w:rsidRPr="00A67DEB">
        <w:rPr>
          <w:lang w:val="fr-FR"/>
        </w:rPr>
        <w:t>&gt;</w:t>
      </w:r>
    </w:p>
    <w:p w14:paraId="10D7AD64" w14:textId="19B02822" w:rsidR="00A67DEB" w:rsidRPr="00A67DEB" w:rsidRDefault="00A67DEB" w:rsidP="00A67DEB">
      <w:pPr>
        <w:pStyle w:val="XMLCode"/>
        <w:rPr>
          <w:lang w:val="fr-FR"/>
        </w:rPr>
      </w:pPr>
      <w:r>
        <w:rPr>
          <w:lang w:val="fr-FR"/>
        </w:rPr>
        <w:tab/>
      </w:r>
      <w:r>
        <w:rPr>
          <w:lang w:val="fr-FR"/>
        </w:rPr>
        <w:tab/>
      </w:r>
      <w:r>
        <w:rPr>
          <w:lang w:val="fr-FR"/>
        </w:rPr>
        <w:tab/>
      </w:r>
      <w:r>
        <w:rPr>
          <w:lang w:val="fr-FR"/>
        </w:rPr>
        <w:tab/>
      </w:r>
      <w:r w:rsidRPr="00A67DEB">
        <w:rPr>
          <w:lang w:val="fr-FR"/>
        </w:rPr>
        <w:t>&lt;Id&gt;SECACCCSDPXXYYAAA&lt;/Id&gt;</w:t>
      </w:r>
    </w:p>
    <w:p w14:paraId="3D239C83" w14:textId="06F34EFB" w:rsidR="00A67DEB" w:rsidRPr="00A67DEB" w:rsidRDefault="00A67DEB" w:rsidP="00A67DEB">
      <w:pPr>
        <w:pStyle w:val="XMLCode"/>
      </w:pPr>
      <w:r>
        <w:rPr>
          <w:lang w:val="fr-FR"/>
        </w:rPr>
        <w:tab/>
      </w:r>
      <w:r>
        <w:rPr>
          <w:lang w:val="fr-FR"/>
        </w:rPr>
        <w:tab/>
      </w:r>
      <w:r>
        <w:rPr>
          <w:lang w:val="fr-FR"/>
        </w:rPr>
        <w:tab/>
      </w:r>
      <w:r w:rsidRPr="00A67DEB">
        <w:t>&lt;/</w:t>
      </w:r>
      <w:proofErr w:type="spellStart"/>
      <w:r w:rsidRPr="00A67DEB">
        <w:t>SctiesAcctId</w:t>
      </w:r>
      <w:proofErr w:type="spellEnd"/>
      <w:r w:rsidRPr="00A67DEB">
        <w:t>&gt;</w:t>
      </w:r>
    </w:p>
    <w:p w14:paraId="1A38167F" w14:textId="4F1ECCA3" w:rsidR="00A67DEB" w:rsidRPr="00A67DEB" w:rsidRDefault="00A67DEB" w:rsidP="00A67DEB">
      <w:pPr>
        <w:pStyle w:val="XMLCode"/>
      </w:pPr>
      <w:r>
        <w:tab/>
      </w:r>
      <w:r>
        <w:tab/>
      </w:r>
      <w:r>
        <w:tab/>
      </w:r>
      <w:r w:rsidRPr="00A67DEB">
        <w:t>&lt;</w:t>
      </w:r>
      <w:proofErr w:type="spellStart"/>
      <w:r w:rsidRPr="00A67DEB">
        <w:t>DtPrd</w:t>
      </w:r>
      <w:proofErr w:type="spellEnd"/>
      <w:r w:rsidRPr="00A67DEB">
        <w:t>&gt;</w:t>
      </w:r>
    </w:p>
    <w:p w14:paraId="74C3D5DC" w14:textId="3E95CAFC" w:rsidR="00A67DEB" w:rsidRPr="00A67DEB" w:rsidRDefault="00A67DEB" w:rsidP="00A67DEB">
      <w:pPr>
        <w:pStyle w:val="XMLCode"/>
      </w:pPr>
      <w:r w:rsidRPr="00A67DEB">
        <w:tab/>
      </w:r>
      <w:r>
        <w:tab/>
      </w:r>
      <w:r>
        <w:tab/>
      </w:r>
      <w:r w:rsidRPr="00A67DEB">
        <w:t>&lt;</w:t>
      </w:r>
      <w:proofErr w:type="spellStart"/>
      <w:r w:rsidRPr="00A67DEB">
        <w:t>FrToDt</w:t>
      </w:r>
      <w:proofErr w:type="spellEnd"/>
      <w:r w:rsidRPr="00A67DEB">
        <w:t>&gt;</w:t>
      </w:r>
    </w:p>
    <w:p w14:paraId="17F03CF4" w14:textId="6F22CF4A" w:rsidR="00A67DEB" w:rsidRPr="00A67DEB" w:rsidRDefault="00A67DEB" w:rsidP="00A67DEB">
      <w:pPr>
        <w:pStyle w:val="XMLCode"/>
      </w:pPr>
      <w:r w:rsidRPr="00A67DEB">
        <w:tab/>
      </w:r>
      <w:r w:rsidRPr="00A67DEB">
        <w:tab/>
      </w:r>
      <w:r>
        <w:tab/>
      </w:r>
      <w:r w:rsidRPr="00A67DEB">
        <w:t>&lt;</w:t>
      </w:r>
      <w:proofErr w:type="spellStart"/>
      <w:r w:rsidRPr="00A67DEB">
        <w:t>FrDt</w:t>
      </w:r>
      <w:proofErr w:type="spellEnd"/>
      <w:r w:rsidRPr="00A67DEB">
        <w:t>&gt;2019-01-01&lt;/</w:t>
      </w:r>
      <w:proofErr w:type="spellStart"/>
      <w:r w:rsidRPr="00A67DEB">
        <w:t>FrDt</w:t>
      </w:r>
      <w:proofErr w:type="spellEnd"/>
      <w:r w:rsidRPr="00A67DEB">
        <w:t>&gt;</w:t>
      </w:r>
    </w:p>
    <w:p w14:paraId="765F22FF" w14:textId="6B8D494F" w:rsidR="00A67DEB" w:rsidRPr="00A67DEB" w:rsidRDefault="00A67DEB" w:rsidP="00A67DEB">
      <w:pPr>
        <w:pStyle w:val="XMLCode"/>
      </w:pPr>
      <w:r w:rsidRPr="00A67DEB">
        <w:tab/>
      </w:r>
      <w:r w:rsidRPr="00A67DEB">
        <w:tab/>
      </w:r>
      <w:r>
        <w:tab/>
      </w:r>
      <w:r w:rsidRPr="00A67DEB">
        <w:t>&lt;</w:t>
      </w:r>
      <w:proofErr w:type="spellStart"/>
      <w:r w:rsidRPr="00A67DEB">
        <w:t>ToDt</w:t>
      </w:r>
      <w:proofErr w:type="spellEnd"/>
      <w:r w:rsidRPr="00A67DEB">
        <w:t>&gt;2019-01-05&lt;/</w:t>
      </w:r>
      <w:proofErr w:type="spellStart"/>
      <w:r w:rsidRPr="00A67DEB">
        <w:t>ToDt</w:t>
      </w:r>
      <w:proofErr w:type="spellEnd"/>
      <w:r w:rsidRPr="00A67DEB">
        <w:t>&gt;</w:t>
      </w:r>
    </w:p>
    <w:p w14:paraId="3ACE7FFB" w14:textId="313933AA" w:rsidR="00A67DEB" w:rsidRPr="00A67DEB" w:rsidRDefault="00A67DEB" w:rsidP="00A67DEB">
      <w:pPr>
        <w:pStyle w:val="XMLCode"/>
      </w:pPr>
      <w:r w:rsidRPr="00A67DEB">
        <w:tab/>
      </w:r>
      <w:r>
        <w:tab/>
      </w:r>
      <w:r>
        <w:tab/>
      </w:r>
      <w:r w:rsidRPr="00A67DEB">
        <w:t>&lt;/</w:t>
      </w:r>
      <w:proofErr w:type="spellStart"/>
      <w:r w:rsidRPr="00A67DEB">
        <w:t>FrToDt</w:t>
      </w:r>
      <w:proofErr w:type="spellEnd"/>
      <w:r w:rsidRPr="00A67DEB">
        <w:t>&gt;</w:t>
      </w:r>
    </w:p>
    <w:p w14:paraId="1F109707" w14:textId="69567242" w:rsidR="00A67DEB" w:rsidRPr="00A67DEB" w:rsidRDefault="00A67DEB" w:rsidP="00A67DEB">
      <w:pPr>
        <w:pStyle w:val="XMLCode"/>
      </w:pPr>
      <w:r>
        <w:tab/>
      </w:r>
      <w:r>
        <w:tab/>
      </w:r>
      <w:r>
        <w:tab/>
      </w:r>
      <w:r w:rsidRPr="00A67DEB">
        <w:t>&lt;/</w:t>
      </w:r>
      <w:proofErr w:type="spellStart"/>
      <w:r w:rsidRPr="00A67DEB">
        <w:t>DtPrd</w:t>
      </w:r>
      <w:proofErr w:type="spellEnd"/>
      <w:r w:rsidRPr="00A67DEB">
        <w:t>&gt;</w:t>
      </w:r>
    </w:p>
    <w:p w14:paraId="5A7EAF06" w14:textId="7D522A76" w:rsidR="00A67DEB" w:rsidRPr="00A67DEB" w:rsidRDefault="00A67DEB" w:rsidP="00A67DEB">
      <w:pPr>
        <w:pStyle w:val="XMLCode"/>
      </w:pPr>
      <w:r>
        <w:tab/>
      </w:r>
      <w:r>
        <w:tab/>
      </w:r>
      <w:r w:rsidRPr="00A67DEB">
        <w:t>&lt;/</w:t>
      </w:r>
      <w:proofErr w:type="spellStart"/>
      <w:r w:rsidRPr="00A67DEB">
        <w:t>SchCrit</w:t>
      </w:r>
      <w:proofErr w:type="spellEnd"/>
      <w:r w:rsidRPr="00A67DEB">
        <w:t>&gt;</w:t>
      </w:r>
    </w:p>
    <w:p w14:paraId="4E8D2F67" w14:textId="77777777" w:rsidR="00A67DEB" w:rsidRDefault="00A67DEB" w:rsidP="00A67DEB">
      <w:pPr>
        <w:pStyle w:val="XMLCode"/>
      </w:pPr>
      <w:r>
        <w:tab/>
      </w:r>
      <w:r w:rsidRPr="00A67DEB">
        <w:t>&lt;/</w:t>
      </w:r>
      <w:proofErr w:type="spellStart"/>
      <w:r w:rsidRPr="00A67DEB">
        <w:t>SctiesAcctAudtTrlQry</w:t>
      </w:r>
      <w:proofErr w:type="spellEnd"/>
      <w:r w:rsidRPr="00A67DEB">
        <w:t>&gt;</w:t>
      </w:r>
    </w:p>
    <w:p w14:paraId="18D2996F" w14:textId="28548C0A" w:rsidR="00BF6218" w:rsidRPr="00F307D3" w:rsidRDefault="00BF6218" w:rsidP="00A67DEB">
      <w:pPr>
        <w:pStyle w:val="XMLCode"/>
        <w:rPr>
          <w:highlight w:val="white"/>
        </w:rPr>
      </w:pPr>
      <w:r w:rsidRPr="00F307D3">
        <w:rPr>
          <w:highlight w:val="white"/>
        </w:rPr>
        <w:t>&lt;/Document&gt;</w:t>
      </w:r>
    </w:p>
    <w:p w14:paraId="39AF6A87" w14:textId="77777777" w:rsidR="00A67DEB" w:rsidRPr="00A67DEB" w:rsidRDefault="00A67DEB" w:rsidP="00A67DEB">
      <w:pPr>
        <w:pStyle w:val="Heading2"/>
      </w:pPr>
      <w:bookmarkStart w:id="178" w:name="_Toc161581663"/>
      <w:r w:rsidRPr="00A67DEB">
        <w:t>Securities Account Audit Trail Report - reda.037.001.01</w:t>
      </w:r>
      <w:bookmarkEnd w:id="178"/>
    </w:p>
    <w:p w14:paraId="6EBDAC45" w14:textId="77777777" w:rsidR="00BF6218" w:rsidRPr="00F307D3" w:rsidRDefault="00BF6218" w:rsidP="00BF6218">
      <w:pPr>
        <w:pStyle w:val="BlockLabel"/>
      </w:pPr>
      <w:r w:rsidRPr="00F307D3">
        <w:t>Description</w:t>
      </w:r>
    </w:p>
    <w:p w14:paraId="38F0A967" w14:textId="4C0928BC" w:rsidR="00BF6218" w:rsidRPr="00F307D3" w:rsidRDefault="00A67DEB" w:rsidP="00A67DEB">
      <w:r w:rsidRPr="00A67DEB">
        <w:t xml:space="preserve">The following Securities Account Audit Trail Report represents the answer to the Securities Account Audit Trail Query described in the chapter 7.8. In this case, the securities account with identification SECACCCSDPXXYYAAA had only one change performed by the user USER1 and approved by the user USER2 on 2019-01-03T17:59:00 regarding the change of the Negative Position from the value False to the new value True. </w:t>
      </w:r>
    </w:p>
    <w:p w14:paraId="039FA3C5" w14:textId="77777777" w:rsidR="00BF6218" w:rsidRPr="00A67DEB" w:rsidRDefault="00BF6218" w:rsidP="00BF6218">
      <w:pPr>
        <w:pStyle w:val="BlockLabel"/>
        <w:rPr>
          <w:lang w:val="fr-FR"/>
        </w:rPr>
      </w:pPr>
      <w:r w:rsidRPr="00A67DEB">
        <w:rPr>
          <w:lang w:val="fr-FR"/>
        </w:rPr>
        <w:t>Message Instance</w:t>
      </w:r>
    </w:p>
    <w:p w14:paraId="1E5A7DC2" w14:textId="77777777" w:rsidR="00BF6218" w:rsidRPr="00A67DEB" w:rsidRDefault="00BF6218" w:rsidP="00BF6218">
      <w:pPr>
        <w:pStyle w:val="XMLCode"/>
        <w:rPr>
          <w:highlight w:val="white"/>
          <w:lang w:val="fr-FR"/>
        </w:rPr>
      </w:pPr>
      <w:r w:rsidRPr="00A67DEB">
        <w:rPr>
          <w:highlight w:val="white"/>
          <w:lang w:val="fr-FR"/>
        </w:rPr>
        <w:t>&lt;Document&gt;</w:t>
      </w:r>
    </w:p>
    <w:p w14:paraId="2B548E5B" w14:textId="2B796E09" w:rsidR="00A67DEB" w:rsidRPr="00A67DEB" w:rsidRDefault="00A67DEB" w:rsidP="00A67DEB">
      <w:pPr>
        <w:pStyle w:val="XMLCode"/>
        <w:rPr>
          <w:lang w:val="fr-FR"/>
        </w:rPr>
      </w:pPr>
      <w:r>
        <w:rPr>
          <w:lang w:val="fr-FR"/>
        </w:rPr>
        <w:tab/>
      </w:r>
      <w:r w:rsidRPr="00A67DEB">
        <w:rPr>
          <w:lang w:val="fr-FR"/>
        </w:rPr>
        <w:t>&lt;</w:t>
      </w:r>
      <w:proofErr w:type="spellStart"/>
      <w:r w:rsidRPr="00A67DEB">
        <w:rPr>
          <w:lang w:val="fr-FR"/>
        </w:rPr>
        <w:t>SctiesAcctAudtTrlRpt</w:t>
      </w:r>
      <w:proofErr w:type="spellEnd"/>
      <w:r w:rsidRPr="00A67DEB">
        <w:rPr>
          <w:lang w:val="fr-FR"/>
        </w:rPr>
        <w:t>&gt;</w:t>
      </w:r>
    </w:p>
    <w:p w14:paraId="65E60EED" w14:textId="5A674297" w:rsidR="00A67DEB" w:rsidRPr="00A67DEB" w:rsidRDefault="00A67DEB" w:rsidP="00A67DEB">
      <w:pPr>
        <w:pStyle w:val="XMLCode"/>
        <w:rPr>
          <w:lang w:val="fr-FR"/>
        </w:rPr>
      </w:pPr>
      <w:r>
        <w:rPr>
          <w:lang w:val="fr-FR"/>
        </w:rPr>
        <w:tab/>
      </w:r>
      <w:r>
        <w:tab/>
      </w:r>
      <w:r w:rsidRPr="00A67DEB">
        <w:rPr>
          <w:lang w:val="fr-FR"/>
        </w:rPr>
        <w:t xml:space="preserve"> &lt;</w:t>
      </w:r>
      <w:proofErr w:type="spellStart"/>
      <w:r w:rsidRPr="00A67DEB">
        <w:rPr>
          <w:lang w:val="fr-FR"/>
        </w:rPr>
        <w:t>MsgHdr</w:t>
      </w:r>
      <w:proofErr w:type="spellEnd"/>
      <w:r w:rsidRPr="00A67DEB">
        <w:rPr>
          <w:lang w:val="fr-FR"/>
        </w:rPr>
        <w:t>&gt;</w:t>
      </w:r>
    </w:p>
    <w:p w14:paraId="45D77A15" w14:textId="15A907FC" w:rsidR="00A67DEB" w:rsidRPr="00A67DEB" w:rsidRDefault="00A67DEB" w:rsidP="00A67DEB">
      <w:pPr>
        <w:pStyle w:val="XMLCode"/>
      </w:pPr>
      <w:r w:rsidRPr="00A67DEB">
        <w:rPr>
          <w:lang w:val="fr-FR"/>
        </w:rPr>
        <w:tab/>
      </w:r>
      <w:r>
        <w:tab/>
      </w:r>
      <w:r>
        <w:tab/>
      </w:r>
      <w:r w:rsidRPr="00A67DEB">
        <w:t>&lt;</w:t>
      </w:r>
      <w:proofErr w:type="spellStart"/>
      <w:r w:rsidRPr="00A67DEB">
        <w:t>MsgId</w:t>
      </w:r>
      <w:proofErr w:type="spellEnd"/>
      <w:r w:rsidRPr="00A67DEB">
        <w:t>&gt;NONREF&lt;/</w:t>
      </w:r>
      <w:proofErr w:type="spellStart"/>
      <w:r w:rsidRPr="00A67DEB">
        <w:t>MsgId</w:t>
      </w:r>
      <w:proofErr w:type="spellEnd"/>
      <w:r w:rsidRPr="00A67DEB">
        <w:t>&gt;</w:t>
      </w:r>
    </w:p>
    <w:p w14:paraId="76734540" w14:textId="5D4EE1AE" w:rsidR="00A67DEB" w:rsidRPr="00A67DEB" w:rsidRDefault="00A67DEB" w:rsidP="00A67DEB">
      <w:pPr>
        <w:pStyle w:val="XMLCode"/>
      </w:pPr>
      <w:r w:rsidRPr="00A67DEB">
        <w:lastRenderedPageBreak/>
        <w:tab/>
      </w:r>
      <w:r>
        <w:tab/>
      </w:r>
      <w:r>
        <w:tab/>
      </w:r>
      <w:r w:rsidRPr="00A67DEB">
        <w:t>&lt;</w:t>
      </w:r>
      <w:proofErr w:type="spellStart"/>
      <w:r w:rsidRPr="00A67DEB">
        <w:t>OrgnlBizInstr</w:t>
      </w:r>
      <w:proofErr w:type="spellEnd"/>
      <w:r w:rsidRPr="00A67DEB">
        <w:t>&gt;</w:t>
      </w:r>
    </w:p>
    <w:p w14:paraId="3F34AF59" w14:textId="236C75EB" w:rsidR="00A67DEB" w:rsidRPr="00A67DEB" w:rsidRDefault="00A67DEB" w:rsidP="00A67DEB">
      <w:pPr>
        <w:pStyle w:val="XMLCode"/>
      </w:pPr>
      <w:r w:rsidRPr="00A67DEB">
        <w:tab/>
      </w:r>
      <w:r w:rsidRPr="00A67DEB">
        <w:tab/>
      </w:r>
      <w:r>
        <w:tab/>
      </w:r>
      <w:r>
        <w:tab/>
      </w:r>
      <w:r w:rsidRPr="00A67DEB">
        <w:t>&lt;</w:t>
      </w:r>
      <w:proofErr w:type="spellStart"/>
      <w:r w:rsidRPr="00A67DEB">
        <w:t>MsgId</w:t>
      </w:r>
      <w:proofErr w:type="spellEnd"/>
      <w:r w:rsidRPr="00A67DEB">
        <w:t>&gt;SAMPLESACATRQUE&lt;/</w:t>
      </w:r>
      <w:proofErr w:type="spellStart"/>
      <w:r w:rsidRPr="00A67DEB">
        <w:t>MsgId</w:t>
      </w:r>
      <w:proofErr w:type="spellEnd"/>
      <w:r w:rsidRPr="00A67DEB">
        <w:t>&gt;</w:t>
      </w:r>
    </w:p>
    <w:p w14:paraId="6337AFFD" w14:textId="0970CB92" w:rsidR="00A67DEB" w:rsidRPr="00A67DEB" w:rsidRDefault="00A67DEB" w:rsidP="00A67DEB">
      <w:pPr>
        <w:pStyle w:val="XMLCode"/>
      </w:pPr>
      <w:r w:rsidRPr="00A67DEB">
        <w:tab/>
      </w:r>
      <w:r>
        <w:tab/>
      </w:r>
      <w:r>
        <w:tab/>
      </w:r>
      <w:r w:rsidRPr="00A67DEB">
        <w:t>&lt;/</w:t>
      </w:r>
      <w:proofErr w:type="spellStart"/>
      <w:r w:rsidRPr="00A67DEB">
        <w:t>OrgnlBizInstr</w:t>
      </w:r>
      <w:proofErr w:type="spellEnd"/>
      <w:r w:rsidRPr="00A67DEB">
        <w:t>&gt;</w:t>
      </w:r>
    </w:p>
    <w:p w14:paraId="6A6761C3" w14:textId="59E340E4" w:rsidR="00A67DEB" w:rsidRPr="00A67DEB" w:rsidRDefault="00A67DEB" w:rsidP="00A67DEB">
      <w:pPr>
        <w:pStyle w:val="XMLCode"/>
      </w:pPr>
      <w:r>
        <w:tab/>
      </w:r>
      <w:r>
        <w:tab/>
      </w:r>
      <w:r w:rsidRPr="00A67DEB">
        <w:t>&lt;/</w:t>
      </w:r>
      <w:proofErr w:type="spellStart"/>
      <w:r w:rsidRPr="00A67DEB">
        <w:t>MsgHdr</w:t>
      </w:r>
      <w:proofErr w:type="spellEnd"/>
      <w:r w:rsidRPr="00A67DEB">
        <w:t>&gt;</w:t>
      </w:r>
    </w:p>
    <w:p w14:paraId="1B1E626A" w14:textId="4FEA8823" w:rsidR="00A67DEB" w:rsidRPr="00A67DEB" w:rsidRDefault="00A67DEB" w:rsidP="00A67DEB">
      <w:pPr>
        <w:pStyle w:val="XMLCode"/>
      </w:pPr>
      <w:r>
        <w:tab/>
      </w:r>
      <w:r>
        <w:tab/>
      </w:r>
      <w:r w:rsidRPr="00A67DEB">
        <w:t>&lt;</w:t>
      </w:r>
      <w:proofErr w:type="spellStart"/>
      <w:r w:rsidRPr="00A67DEB">
        <w:t>RptOrErr</w:t>
      </w:r>
      <w:proofErr w:type="spellEnd"/>
      <w:r w:rsidRPr="00A67DEB">
        <w:t>&gt;</w:t>
      </w:r>
    </w:p>
    <w:p w14:paraId="77B2378C" w14:textId="2BC01362" w:rsidR="00A67DEB" w:rsidRPr="00A67DEB" w:rsidRDefault="00A67DEB" w:rsidP="00A67DEB">
      <w:pPr>
        <w:pStyle w:val="XMLCode"/>
      </w:pPr>
      <w:r>
        <w:tab/>
      </w:r>
      <w:r>
        <w:tab/>
      </w:r>
      <w:r>
        <w:tab/>
      </w:r>
      <w:r w:rsidRPr="00A67DEB">
        <w:t>&lt;</w:t>
      </w:r>
      <w:proofErr w:type="spellStart"/>
      <w:r w:rsidRPr="00A67DEB">
        <w:t>SctiesAcctAudtTrlRpt</w:t>
      </w:r>
      <w:proofErr w:type="spellEnd"/>
      <w:r w:rsidRPr="00A67DEB">
        <w:t>&gt;</w:t>
      </w:r>
    </w:p>
    <w:p w14:paraId="0B09FB29" w14:textId="51EF573B" w:rsidR="00A67DEB" w:rsidRPr="00A67DEB" w:rsidRDefault="00A67DEB" w:rsidP="00A67DEB">
      <w:pPr>
        <w:pStyle w:val="XMLCode"/>
      </w:pPr>
      <w:r>
        <w:tab/>
      </w:r>
      <w:r>
        <w:tab/>
      </w:r>
      <w:r>
        <w:tab/>
      </w:r>
      <w:r>
        <w:tab/>
      </w:r>
      <w:r w:rsidRPr="00A67DEB">
        <w:t>&lt;</w:t>
      </w:r>
      <w:proofErr w:type="spellStart"/>
      <w:r w:rsidRPr="00A67DEB">
        <w:t>SctiesAcctAudtTrlOrErr</w:t>
      </w:r>
      <w:proofErr w:type="spellEnd"/>
      <w:r w:rsidRPr="00A67DEB">
        <w:t>&gt;</w:t>
      </w:r>
    </w:p>
    <w:p w14:paraId="18F50CC5" w14:textId="382799BB" w:rsidR="00A67DEB" w:rsidRPr="00A67DEB" w:rsidRDefault="00A67DEB" w:rsidP="00A67DEB">
      <w:pPr>
        <w:pStyle w:val="XMLCode"/>
      </w:pPr>
      <w:r>
        <w:tab/>
      </w:r>
      <w:r>
        <w:tab/>
      </w:r>
      <w:r>
        <w:tab/>
      </w:r>
      <w:r>
        <w:tab/>
      </w:r>
      <w:r>
        <w:tab/>
      </w:r>
      <w:r w:rsidRPr="00A67DEB">
        <w:t>&lt;</w:t>
      </w:r>
      <w:proofErr w:type="spellStart"/>
      <w:r w:rsidRPr="00A67DEB">
        <w:t>AudtTrl</w:t>
      </w:r>
      <w:proofErr w:type="spellEnd"/>
      <w:r w:rsidRPr="00A67DEB">
        <w:t>&gt;</w:t>
      </w:r>
    </w:p>
    <w:p w14:paraId="0BF78FE0" w14:textId="4C99D389" w:rsidR="00A67DEB" w:rsidRPr="00A67DEB" w:rsidRDefault="00A67DEB" w:rsidP="00A67DEB">
      <w:pPr>
        <w:pStyle w:val="XMLCode"/>
      </w:pPr>
      <w:r>
        <w:tab/>
      </w:r>
      <w:r>
        <w:tab/>
      </w:r>
      <w:r>
        <w:tab/>
      </w:r>
      <w:r>
        <w:tab/>
      </w:r>
      <w:r>
        <w:tab/>
      </w:r>
      <w:r>
        <w:tab/>
      </w:r>
      <w:r w:rsidRPr="00A67DEB">
        <w:t>&lt;</w:t>
      </w:r>
      <w:proofErr w:type="spellStart"/>
      <w:r w:rsidRPr="00A67DEB">
        <w:t>FldNm</w:t>
      </w:r>
      <w:proofErr w:type="spellEnd"/>
      <w:r w:rsidRPr="00A67DEB">
        <w:t>&gt;</w:t>
      </w:r>
      <w:proofErr w:type="spellStart"/>
      <w:r w:rsidRPr="00A67DEB">
        <w:t>NegativePosition</w:t>
      </w:r>
      <w:proofErr w:type="spellEnd"/>
      <w:r w:rsidRPr="00A67DEB">
        <w:t>&lt;/</w:t>
      </w:r>
      <w:proofErr w:type="spellStart"/>
      <w:r w:rsidRPr="00A67DEB">
        <w:t>FldNm</w:t>
      </w:r>
      <w:proofErr w:type="spellEnd"/>
      <w:r w:rsidRPr="00A67DEB">
        <w:t>&gt;</w:t>
      </w:r>
    </w:p>
    <w:p w14:paraId="33574198" w14:textId="77BF1E4C" w:rsidR="00A67DEB" w:rsidRPr="00A67DEB" w:rsidRDefault="00A67DEB" w:rsidP="00A67DEB">
      <w:pPr>
        <w:pStyle w:val="XMLCode"/>
      </w:pPr>
      <w:r>
        <w:tab/>
      </w:r>
      <w:r>
        <w:tab/>
      </w:r>
      <w:r>
        <w:tab/>
      </w:r>
      <w:r>
        <w:tab/>
      </w:r>
      <w:r>
        <w:tab/>
      </w:r>
      <w:r>
        <w:tab/>
      </w:r>
      <w:r w:rsidRPr="00A67DEB">
        <w:t>&lt;</w:t>
      </w:r>
      <w:proofErr w:type="spellStart"/>
      <w:r w:rsidRPr="00A67DEB">
        <w:t>OdFldVal</w:t>
      </w:r>
      <w:proofErr w:type="spellEnd"/>
      <w:r w:rsidRPr="00A67DEB">
        <w:t>&gt;False&lt;/</w:t>
      </w:r>
      <w:proofErr w:type="spellStart"/>
      <w:r w:rsidRPr="00A67DEB">
        <w:t>OdFldVal</w:t>
      </w:r>
      <w:proofErr w:type="spellEnd"/>
      <w:r w:rsidRPr="00A67DEB">
        <w:t>&gt;</w:t>
      </w:r>
    </w:p>
    <w:p w14:paraId="357C270E" w14:textId="4DABBB28" w:rsidR="00A67DEB" w:rsidRPr="00A67DEB" w:rsidRDefault="00A67DEB" w:rsidP="00A67DEB">
      <w:pPr>
        <w:pStyle w:val="XMLCode"/>
      </w:pPr>
      <w:r>
        <w:tab/>
      </w:r>
      <w:r>
        <w:tab/>
      </w:r>
      <w:r>
        <w:tab/>
      </w:r>
      <w:r>
        <w:tab/>
      </w:r>
      <w:r>
        <w:tab/>
      </w:r>
      <w:r>
        <w:tab/>
      </w:r>
      <w:r w:rsidRPr="00A67DEB">
        <w:t>&lt;</w:t>
      </w:r>
      <w:proofErr w:type="spellStart"/>
      <w:r w:rsidRPr="00A67DEB">
        <w:t>NewFldVal</w:t>
      </w:r>
      <w:proofErr w:type="spellEnd"/>
      <w:r w:rsidRPr="00A67DEB">
        <w:t>&gt;True&lt;/</w:t>
      </w:r>
      <w:proofErr w:type="spellStart"/>
      <w:r w:rsidRPr="00A67DEB">
        <w:t>NewFldVal</w:t>
      </w:r>
      <w:proofErr w:type="spellEnd"/>
      <w:r w:rsidRPr="00A67DEB">
        <w:t>&gt;</w:t>
      </w:r>
    </w:p>
    <w:p w14:paraId="76F31ED2" w14:textId="180CBB8E" w:rsidR="00A67DEB" w:rsidRPr="00A67DEB" w:rsidRDefault="00A67DEB" w:rsidP="00A67DEB">
      <w:pPr>
        <w:pStyle w:val="XMLCode"/>
      </w:pPr>
      <w:r>
        <w:tab/>
      </w:r>
      <w:r>
        <w:tab/>
      </w:r>
      <w:r>
        <w:tab/>
      </w:r>
      <w:r>
        <w:tab/>
      </w:r>
      <w:r>
        <w:tab/>
      </w:r>
      <w:r>
        <w:tab/>
      </w:r>
      <w:r w:rsidRPr="00A67DEB">
        <w:t>&lt;</w:t>
      </w:r>
      <w:proofErr w:type="spellStart"/>
      <w:r w:rsidRPr="00A67DEB">
        <w:t>OprTmStmp</w:t>
      </w:r>
      <w:proofErr w:type="spellEnd"/>
      <w:r w:rsidRPr="00A67DEB">
        <w:t>&gt;2019-01-03T17:59:00&lt;/</w:t>
      </w:r>
      <w:proofErr w:type="spellStart"/>
      <w:r w:rsidRPr="00A67DEB">
        <w:t>OprTmStmp</w:t>
      </w:r>
      <w:proofErr w:type="spellEnd"/>
      <w:r w:rsidRPr="00A67DEB">
        <w:t>&gt;</w:t>
      </w:r>
    </w:p>
    <w:p w14:paraId="67F25D37" w14:textId="73B7B589" w:rsidR="00A67DEB" w:rsidRPr="00A67DEB" w:rsidRDefault="00A67DEB" w:rsidP="00A67DEB">
      <w:pPr>
        <w:pStyle w:val="XMLCode"/>
      </w:pPr>
      <w:r>
        <w:tab/>
      </w:r>
      <w:r>
        <w:tab/>
      </w:r>
      <w:r>
        <w:tab/>
      </w:r>
      <w:r>
        <w:tab/>
      </w:r>
      <w:r>
        <w:tab/>
      </w:r>
      <w:r>
        <w:tab/>
      </w:r>
      <w:r w:rsidRPr="00A67DEB">
        <w:t>&lt;</w:t>
      </w:r>
      <w:proofErr w:type="spellStart"/>
      <w:r w:rsidRPr="00A67DEB">
        <w:t>InstgUsr</w:t>
      </w:r>
      <w:proofErr w:type="spellEnd"/>
      <w:r w:rsidRPr="00A67DEB">
        <w:t>&gt;USER1&lt;/</w:t>
      </w:r>
      <w:proofErr w:type="spellStart"/>
      <w:r w:rsidRPr="00A67DEB">
        <w:t>InstgUsr</w:t>
      </w:r>
      <w:proofErr w:type="spellEnd"/>
      <w:r w:rsidRPr="00A67DEB">
        <w:t>&gt;</w:t>
      </w:r>
    </w:p>
    <w:p w14:paraId="57EEFBCB" w14:textId="0AC2B413" w:rsidR="00A67DEB" w:rsidRPr="00A67DEB" w:rsidRDefault="00A67DEB" w:rsidP="00A67DEB">
      <w:pPr>
        <w:pStyle w:val="XMLCode"/>
      </w:pPr>
      <w:r>
        <w:tab/>
      </w:r>
      <w:r>
        <w:tab/>
      </w:r>
      <w:r>
        <w:tab/>
      </w:r>
      <w:r>
        <w:tab/>
      </w:r>
      <w:r>
        <w:tab/>
      </w:r>
      <w:r>
        <w:tab/>
      </w:r>
      <w:r w:rsidRPr="00A67DEB">
        <w:t>&lt;</w:t>
      </w:r>
      <w:proofErr w:type="spellStart"/>
      <w:r w:rsidRPr="00A67DEB">
        <w:t>ApprvgUsr</w:t>
      </w:r>
      <w:proofErr w:type="spellEnd"/>
      <w:r w:rsidRPr="00A67DEB">
        <w:t>&gt;USER2&lt;/</w:t>
      </w:r>
      <w:proofErr w:type="spellStart"/>
      <w:r w:rsidRPr="00A67DEB">
        <w:t>ApprvgUsr</w:t>
      </w:r>
      <w:proofErr w:type="spellEnd"/>
      <w:r w:rsidRPr="00A67DEB">
        <w:t>&gt;</w:t>
      </w:r>
    </w:p>
    <w:p w14:paraId="063E7B68" w14:textId="18FAD939" w:rsidR="00A67DEB" w:rsidRPr="00A67DEB" w:rsidRDefault="00A67DEB" w:rsidP="00A67DEB">
      <w:pPr>
        <w:pStyle w:val="XMLCode"/>
      </w:pPr>
      <w:r>
        <w:tab/>
      </w:r>
      <w:r>
        <w:tab/>
      </w:r>
      <w:r>
        <w:tab/>
      </w:r>
      <w:r>
        <w:tab/>
      </w:r>
      <w:r>
        <w:tab/>
      </w:r>
      <w:r w:rsidRPr="00A67DEB">
        <w:t>&lt;/</w:t>
      </w:r>
      <w:proofErr w:type="spellStart"/>
      <w:r w:rsidRPr="00A67DEB">
        <w:t>AudtTrl</w:t>
      </w:r>
      <w:proofErr w:type="spellEnd"/>
      <w:r w:rsidRPr="00A67DEB">
        <w:t>&gt;</w:t>
      </w:r>
    </w:p>
    <w:p w14:paraId="26110466" w14:textId="7578276A" w:rsidR="00A67DEB" w:rsidRPr="00A67DEB" w:rsidRDefault="00A67DEB" w:rsidP="00A67DEB">
      <w:pPr>
        <w:pStyle w:val="XMLCode"/>
      </w:pPr>
      <w:r>
        <w:tab/>
      </w:r>
      <w:r>
        <w:tab/>
      </w:r>
      <w:r>
        <w:tab/>
      </w:r>
      <w:r>
        <w:tab/>
      </w:r>
      <w:r w:rsidRPr="00A67DEB">
        <w:t>&lt;/</w:t>
      </w:r>
      <w:proofErr w:type="spellStart"/>
      <w:r w:rsidRPr="00A67DEB">
        <w:t>SctiesAcctAudtTrlOrErr</w:t>
      </w:r>
      <w:proofErr w:type="spellEnd"/>
      <w:r w:rsidRPr="00A67DEB">
        <w:t>&gt;</w:t>
      </w:r>
    </w:p>
    <w:p w14:paraId="75E278B2" w14:textId="02B80EE1" w:rsidR="00A67DEB" w:rsidRPr="00A67DEB" w:rsidRDefault="00A67DEB" w:rsidP="00A67DEB">
      <w:pPr>
        <w:pStyle w:val="XMLCode"/>
      </w:pPr>
      <w:r>
        <w:tab/>
      </w:r>
      <w:r>
        <w:tab/>
      </w:r>
      <w:r>
        <w:tab/>
      </w:r>
      <w:r>
        <w:tab/>
      </w:r>
      <w:r w:rsidRPr="00A67DEB">
        <w:t>&lt;</w:t>
      </w:r>
      <w:proofErr w:type="spellStart"/>
      <w:r w:rsidRPr="00A67DEB">
        <w:t>SctiesAcctId</w:t>
      </w:r>
      <w:proofErr w:type="spellEnd"/>
      <w:r w:rsidRPr="00A67DEB">
        <w:t>&gt;</w:t>
      </w:r>
    </w:p>
    <w:p w14:paraId="0C3D34FC" w14:textId="76700FAE" w:rsidR="00A67DEB" w:rsidRPr="00A67DEB" w:rsidRDefault="00A67DEB" w:rsidP="00A67DEB">
      <w:pPr>
        <w:pStyle w:val="XMLCode"/>
      </w:pPr>
      <w:r>
        <w:tab/>
      </w:r>
      <w:r>
        <w:tab/>
      </w:r>
      <w:r>
        <w:tab/>
      </w:r>
      <w:r>
        <w:tab/>
      </w:r>
      <w:r>
        <w:tab/>
      </w:r>
      <w:r w:rsidRPr="00A67DEB">
        <w:t>&lt;Id&gt;SECACCCSDPXXYYAAA&lt;/Id&gt;</w:t>
      </w:r>
    </w:p>
    <w:p w14:paraId="232665D0" w14:textId="3B391E19" w:rsidR="00A67DEB" w:rsidRPr="00A67DEB" w:rsidRDefault="00A67DEB" w:rsidP="00A67DEB">
      <w:pPr>
        <w:pStyle w:val="XMLCode"/>
      </w:pPr>
      <w:r>
        <w:tab/>
      </w:r>
      <w:r>
        <w:tab/>
      </w:r>
      <w:r>
        <w:tab/>
      </w:r>
      <w:r>
        <w:tab/>
      </w:r>
      <w:r w:rsidRPr="00A67DEB">
        <w:t>&lt;/</w:t>
      </w:r>
      <w:proofErr w:type="spellStart"/>
      <w:r w:rsidRPr="00A67DEB">
        <w:t>SctiesAcctId</w:t>
      </w:r>
      <w:proofErr w:type="spellEnd"/>
      <w:r w:rsidRPr="00A67DEB">
        <w:t>&gt;</w:t>
      </w:r>
    </w:p>
    <w:p w14:paraId="131CB43B" w14:textId="125DBDA6" w:rsidR="00A67DEB" w:rsidRPr="00A67DEB" w:rsidRDefault="00A67DEB" w:rsidP="00A67DEB">
      <w:pPr>
        <w:pStyle w:val="XMLCode"/>
      </w:pPr>
      <w:r>
        <w:tab/>
      </w:r>
      <w:r>
        <w:tab/>
      </w:r>
      <w:r>
        <w:tab/>
      </w:r>
      <w:r w:rsidRPr="00A67DEB">
        <w:t>&lt;/</w:t>
      </w:r>
      <w:proofErr w:type="spellStart"/>
      <w:r w:rsidRPr="00A67DEB">
        <w:t>SctiesAcctAudtTrlRpt</w:t>
      </w:r>
      <w:proofErr w:type="spellEnd"/>
      <w:r w:rsidRPr="00A67DEB">
        <w:t>&gt;</w:t>
      </w:r>
    </w:p>
    <w:p w14:paraId="4F3B02D7" w14:textId="3C277399" w:rsidR="00A67DEB" w:rsidRPr="00A67DEB" w:rsidRDefault="00A67DEB" w:rsidP="00A67DEB">
      <w:pPr>
        <w:pStyle w:val="XMLCode"/>
      </w:pPr>
      <w:r>
        <w:tab/>
      </w:r>
      <w:r>
        <w:tab/>
      </w:r>
      <w:r w:rsidRPr="00A67DEB">
        <w:t>&lt;/</w:t>
      </w:r>
      <w:proofErr w:type="spellStart"/>
      <w:r w:rsidRPr="00A67DEB">
        <w:t>RptOrErr</w:t>
      </w:r>
      <w:proofErr w:type="spellEnd"/>
      <w:r w:rsidRPr="00A67DEB">
        <w:t>&gt;</w:t>
      </w:r>
    </w:p>
    <w:p w14:paraId="7EA32D57" w14:textId="77777777" w:rsidR="00A67DEB" w:rsidRDefault="00A67DEB" w:rsidP="00A67DEB">
      <w:pPr>
        <w:pStyle w:val="XMLCode"/>
      </w:pPr>
      <w:r>
        <w:tab/>
      </w:r>
      <w:r w:rsidRPr="00A67DEB">
        <w:t>&lt;/</w:t>
      </w:r>
      <w:proofErr w:type="spellStart"/>
      <w:r w:rsidRPr="00A67DEB">
        <w:t>SctiesAcctAudtTrlRpt</w:t>
      </w:r>
      <w:proofErr w:type="spellEnd"/>
      <w:r w:rsidRPr="00A67DEB">
        <w:t>&gt;</w:t>
      </w:r>
    </w:p>
    <w:p w14:paraId="20A5BD0D" w14:textId="0FAD18F5" w:rsidR="00BF6218" w:rsidRPr="00F307D3" w:rsidRDefault="00BF6218" w:rsidP="00A67DEB">
      <w:pPr>
        <w:pStyle w:val="XMLCode"/>
        <w:rPr>
          <w:highlight w:val="white"/>
        </w:rPr>
      </w:pPr>
      <w:r w:rsidRPr="00F307D3">
        <w:rPr>
          <w:highlight w:val="white"/>
        </w:rPr>
        <w:t>&lt;/Document&gt;</w:t>
      </w:r>
    </w:p>
    <w:p w14:paraId="04E82E4A" w14:textId="77777777" w:rsidR="00D5111F" w:rsidRDefault="00D5111F" w:rsidP="00D24CFE">
      <w:pPr>
        <w:pStyle w:val="XMLCode"/>
      </w:pPr>
    </w:p>
    <w:p w14:paraId="5A448262" w14:textId="77777777" w:rsidR="00176D27" w:rsidRPr="00176D27" w:rsidRDefault="00176D27" w:rsidP="00176D27">
      <w:pPr>
        <w:sectPr w:rsidR="00176D27" w:rsidRPr="00176D27" w:rsidSect="006E0076">
          <w:headerReference w:type="even" r:id="rId40"/>
          <w:headerReference w:type="default" r:id="rId41"/>
          <w:footerReference w:type="even" r:id="rId42"/>
          <w:type w:val="oddPage"/>
          <w:pgSz w:w="11909" w:h="15840" w:code="9"/>
          <w:pgMar w:top="1021" w:right="1304" w:bottom="1701" w:left="1304" w:header="567" w:footer="567" w:gutter="0"/>
          <w:cols w:space="720"/>
        </w:sectPr>
      </w:pPr>
    </w:p>
    <w:p w14:paraId="114ACE99" w14:textId="77777777" w:rsidR="00430B5F" w:rsidRPr="00430B5F" w:rsidRDefault="00430B5F" w:rsidP="00430B5F">
      <w:pPr>
        <w:pStyle w:val="Heading1"/>
      </w:pPr>
      <w:bookmarkStart w:id="179" w:name="_Toc348941504"/>
      <w:bookmarkStart w:id="180" w:name="_Toc447225599"/>
      <w:bookmarkStart w:id="181" w:name="_Toc161581664"/>
      <w:r w:rsidRPr="00430B5F">
        <w:lastRenderedPageBreak/>
        <w:t>Revision Record</w:t>
      </w:r>
      <w:bookmarkEnd w:id="179"/>
      <w:bookmarkEnd w:id="180"/>
      <w:bookmarkEnd w:id="181"/>
    </w:p>
    <w:p w14:paraId="7DE48870" w14:textId="77777777" w:rsidR="00430B5F" w:rsidRPr="00430B5F" w:rsidRDefault="00430B5F" w:rsidP="00430B5F"/>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8"/>
        <w:gridCol w:w="1249"/>
        <w:gridCol w:w="2209"/>
        <w:gridCol w:w="1819"/>
        <w:gridCol w:w="2131"/>
      </w:tblGrid>
      <w:tr w:rsidR="00922455" w:rsidRPr="000A3BA9" w14:paraId="7EB9AB47" w14:textId="77777777" w:rsidTr="00574F69">
        <w:tc>
          <w:tcPr>
            <w:tcW w:w="1008" w:type="dxa"/>
            <w:shd w:val="clear" w:color="auto" w:fill="auto"/>
          </w:tcPr>
          <w:p w14:paraId="43532E1E" w14:textId="77777777" w:rsidR="00430B5F" w:rsidRPr="00430B5F" w:rsidRDefault="00430B5F" w:rsidP="00430B5F">
            <w:pPr>
              <w:pStyle w:val="TableHeading"/>
            </w:pPr>
            <w:r w:rsidRPr="00430B5F">
              <w:t>Revision</w:t>
            </w:r>
          </w:p>
        </w:tc>
        <w:tc>
          <w:tcPr>
            <w:tcW w:w="1249" w:type="dxa"/>
            <w:shd w:val="clear" w:color="auto" w:fill="auto"/>
          </w:tcPr>
          <w:p w14:paraId="691D116F" w14:textId="77777777" w:rsidR="00430B5F" w:rsidRPr="00430B5F" w:rsidRDefault="00430B5F" w:rsidP="00430B5F">
            <w:pPr>
              <w:pStyle w:val="TableHeading"/>
            </w:pPr>
            <w:r w:rsidRPr="00430B5F">
              <w:t>Date</w:t>
            </w:r>
          </w:p>
        </w:tc>
        <w:tc>
          <w:tcPr>
            <w:tcW w:w="2209" w:type="dxa"/>
            <w:shd w:val="clear" w:color="auto" w:fill="auto"/>
          </w:tcPr>
          <w:p w14:paraId="1B32B5AE" w14:textId="77777777" w:rsidR="00430B5F" w:rsidRPr="00430B5F" w:rsidRDefault="00430B5F" w:rsidP="00430B5F">
            <w:pPr>
              <w:pStyle w:val="TableHeading"/>
            </w:pPr>
            <w:r w:rsidRPr="00430B5F">
              <w:t>Author</w:t>
            </w:r>
          </w:p>
        </w:tc>
        <w:tc>
          <w:tcPr>
            <w:tcW w:w="1819" w:type="dxa"/>
            <w:shd w:val="clear" w:color="auto" w:fill="auto"/>
          </w:tcPr>
          <w:p w14:paraId="03708C56" w14:textId="77777777" w:rsidR="00430B5F" w:rsidRPr="00430B5F" w:rsidRDefault="00430B5F" w:rsidP="00430B5F">
            <w:pPr>
              <w:pStyle w:val="TableHeading"/>
            </w:pPr>
            <w:r w:rsidRPr="00430B5F">
              <w:t>Description</w:t>
            </w:r>
          </w:p>
        </w:tc>
        <w:tc>
          <w:tcPr>
            <w:tcW w:w="2131" w:type="dxa"/>
            <w:shd w:val="clear" w:color="auto" w:fill="auto"/>
          </w:tcPr>
          <w:p w14:paraId="0FC47498" w14:textId="77777777" w:rsidR="00430B5F" w:rsidRPr="00430B5F" w:rsidRDefault="00430B5F" w:rsidP="00430B5F">
            <w:pPr>
              <w:pStyle w:val="TableHeading"/>
            </w:pPr>
            <w:r w:rsidRPr="00430B5F">
              <w:t>Sections affected</w:t>
            </w:r>
          </w:p>
        </w:tc>
      </w:tr>
      <w:tr w:rsidR="00574F69" w:rsidRPr="000A3BA9" w14:paraId="7A3DF050" w14:textId="77777777" w:rsidTr="00574F69">
        <w:tc>
          <w:tcPr>
            <w:tcW w:w="1008" w:type="dxa"/>
            <w:shd w:val="clear" w:color="auto" w:fill="auto"/>
          </w:tcPr>
          <w:p w14:paraId="33ECCE9C" w14:textId="3F9DC0D3" w:rsidR="00574F69" w:rsidRPr="00574F69" w:rsidRDefault="00574F69" w:rsidP="00574F69">
            <w:pPr>
              <w:pStyle w:val="TableText"/>
            </w:pPr>
            <w:r>
              <w:t>1.0</w:t>
            </w:r>
          </w:p>
        </w:tc>
        <w:tc>
          <w:tcPr>
            <w:tcW w:w="1249" w:type="dxa"/>
            <w:shd w:val="clear" w:color="auto" w:fill="auto"/>
          </w:tcPr>
          <w:p w14:paraId="1EBF0E6A" w14:textId="5643C38B" w:rsidR="00574F69" w:rsidRPr="00574F69" w:rsidRDefault="00574F69" w:rsidP="00574F69">
            <w:pPr>
              <w:pStyle w:val="TableText"/>
            </w:pPr>
            <w:r>
              <w:t>July</w:t>
            </w:r>
            <w:r w:rsidR="00A67DEB">
              <w:t xml:space="preserve"> 2019</w:t>
            </w:r>
          </w:p>
        </w:tc>
        <w:tc>
          <w:tcPr>
            <w:tcW w:w="2209" w:type="dxa"/>
            <w:shd w:val="clear" w:color="auto" w:fill="auto"/>
          </w:tcPr>
          <w:p w14:paraId="2298C6E3" w14:textId="0690191C" w:rsidR="00574F69" w:rsidRPr="00574F69" w:rsidRDefault="00574F69" w:rsidP="00574F69">
            <w:pPr>
              <w:pStyle w:val="TableText"/>
            </w:pPr>
            <w:r>
              <w:t xml:space="preserve">Banca </w:t>
            </w:r>
            <w:proofErr w:type="spellStart"/>
            <w:r>
              <w:t>d'Italia</w:t>
            </w:r>
            <w:proofErr w:type="spellEnd"/>
            <w:r>
              <w:t xml:space="preserve"> on behalf of the </w:t>
            </w:r>
            <w:r>
              <w:t>4CB</w:t>
            </w:r>
            <w:r>
              <w:t>s</w:t>
            </w:r>
            <w:r>
              <w:t xml:space="preserve"> and S</w:t>
            </w:r>
            <w:r w:rsidRPr="00574F69">
              <w:t>WIFT</w:t>
            </w:r>
          </w:p>
        </w:tc>
        <w:tc>
          <w:tcPr>
            <w:tcW w:w="1819" w:type="dxa"/>
            <w:shd w:val="clear" w:color="auto" w:fill="auto"/>
          </w:tcPr>
          <w:p w14:paraId="5A12A5CA" w14:textId="1F342FFE" w:rsidR="00574F69" w:rsidRPr="00574F69" w:rsidRDefault="00574F69" w:rsidP="00574F69">
            <w:pPr>
              <w:pStyle w:val="TableText"/>
            </w:pPr>
            <w:r w:rsidRPr="00671462">
              <w:t xml:space="preserve">Draft version for SEG </w:t>
            </w:r>
            <w:r w:rsidRPr="00574F69">
              <w:t>review</w:t>
            </w:r>
            <w:r w:rsidR="00A67DEB">
              <w:t>, including revision requested by Evaluation Team</w:t>
            </w:r>
          </w:p>
        </w:tc>
        <w:tc>
          <w:tcPr>
            <w:tcW w:w="2131" w:type="dxa"/>
            <w:shd w:val="clear" w:color="auto" w:fill="auto"/>
          </w:tcPr>
          <w:p w14:paraId="186F207C" w14:textId="0B394AEE" w:rsidR="00574F69" w:rsidRPr="00574F69" w:rsidRDefault="00574F69" w:rsidP="00574F69">
            <w:pPr>
              <w:pStyle w:val="TableText"/>
            </w:pPr>
            <w:r>
              <w:t>A</w:t>
            </w:r>
            <w:r w:rsidRPr="00574F69">
              <w:t>ll</w:t>
            </w:r>
          </w:p>
        </w:tc>
      </w:tr>
      <w:tr w:rsidR="00574F69" w:rsidRPr="000A3BA9" w14:paraId="68A62FEA" w14:textId="77777777" w:rsidTr="00574F69">
        <w:tc>
          <w:tcPr>
            <w:tcW w:w="1008" w:type="dxa"/>
            <w:shd w:val="clear" w:color="auto" w:fill="auto"/>
          </w:tcPr>
          <w:p w14:paraId="353920E7" w14:textId="2FFC506C" w:rsidR="00574F69" w:rsidRPr="00574F69" w:rsidRDefault="00574F69" w:rsidP="00574F69">
            <w:pPr>
              <w:pStyle w:val="TableText"/>
            </w:pPr>
            <w:r>
              <w:t>2.0</w:t>
            </w:r>
          </w:p>
        </w:tc>
        <w:tc>
          <w:tcPr>
            <w:tcW w:w="1249" w:type="dxa"/>
            <w:shd w:val="clear" w:color="auto" w:fill="auto"/>
          </w:tcPr>
          <w:p w14:paraId="6BB010DC" w14:textId="201883F6" w:rsidR="00574F69" w:rsidRPr="00574F69" w:rsidRDefault="00574F69" w:rsidP="00574F69">
            <w:pPr>
              <w:pStyle w:val="TableText"/>
            </w:pPr>
            <w:r>
              <w:t>December 2019</w:t>
            </w:r>
          </w:p>
        </w:tc>
        <w:tc>
          <w:tcPr>
            <w:tcW w:w="2209" w:type="dxa"/>
            <w:shd w:val="clear" w:color="auto" w:fill="auto"/>
          </w:tcPr>
          <w:p w14:paraId="5C83CB0C" w14:textId="66A9F041" w:rsidR="00574F69" w:rsidRPr="00574F69" w:rsidRDefault="00574F69" w:rsidP="00574F69">
            <w:pPr>
              <w:pStyle w:val="TableText"/>
            </w:pPr>
            <w:r>
              <w:t>ISO 20022 RA</w:t>
            </w:r>
          </w:p>
        </w:tc>
        <w:tc>
          <w:tcPr>
            <w:tcW w:w="1819" w:type="dxa"/>
            <w:shd w:val="clear" w:color="auto" w:fill="auto"/>
          </w:tcPr>
          <w:p w14:paraId="47116067" w14:textId="76BDF469" w:rsidR="00574F69" w:rsidRPr="00574F69" w:rsidRDefault="00574F69" w:rsidP="00574F69">
            <w:pPr>
              <w:pStyle w:val="TableText"/>
            </w:pPr>
            <w:r>
              <w:t xml:space="preserve">Approved </w:t>
            </w:r>
            <w:r w:rsidRPr="00574F69">
              <w:t>version</w:t>
            </w:r>
            <w:r>
              <w:t xml:space="preserve"> and conversion into new template</w:t>
            </w:r>
          </w:p>
        </w:tc>
        <w:tc>
          <w:tcPr>
            <w:tcW w:w="2131" w:type="dxa"/>
            <w:shd w:val="clear" w:color="auto" w:fill="auto"/>
          </w:tcPr>
          <w:p w14:paraId="00AC2F7B" w14:textId="733A06AF" w:rsidR="00574F69" w:rsidRPr="00574F69" w:rsidRDefault="00574F69" w:rsidP="00574F69">
            <w:pPr>
              <w:pStyle w:val="TableText"/>
            </w:pPr>
            <w:r>
              <w:t>All</w:t>
            </w:r>
          </w:p>
        </w:tc>
      </w:tr>
      <w:tr w:rsidR="00922455" w:rsidRPr="000A3BA9" w14:paraId="30D94165" w14:textId="77777777" w:rsidTr="00574F69">
        <w:tc>
          <w:tcPr>
            <w:tcW w:w="1008" w:type="dxa"/>
            <w:shd w:val="clear" w:color="auto" w:fill="auto"/>
          </w:tcPr>
          <w:p w14:paraId="1E4EE4D7" w14:textId="77777777" w:rsidR="00430B5F" w:rsidRPr="00430B5F" w:rsidRDefault="00430B5F" w:rsidP="00430B5F">
            <w:pPr>
              <w:pStyle w:val="TableText"/>
              <w:rPr>
                <w:lang w:eastAsia="en-GB"/>
              </w:rPr>
            </w:pPr>
          </w:p>
        </w:tc>
        <w:tc>
          <w:tcPr>
            <w:tcW w:w="1249" w:type="dxa"/>
            <w:shd w:val="clear" w:color="auto" w:fill="auto"/>
          </w:tcPr>
          <w:p w14:paraId="53ADCCFE" w14:textId="77777777" w:rsidR="00430B5F" w:rsidRPr="00430B5F" w:rsidRDefault="00430B5F" w:rsidP="00430B5F">
            <w:pPr>
              <w:pStyle w:val="TableText"/>
              <w:rPr>
                <w:lang w:eastAsia="en-GB"/>
              </w:rPr>
            </w:pPr>
          </w:p>
        </w:tc>
        <w:tc>
          <w:tcPr>
            <w:tcW w:w="2209" w:type="dxa"/>
            <w:shd w:val="clear" w:color="auto" w:fill="auto"/>
          </w:tcPr>
          <w:p w14:paraId="4D9E11A7" w14:textId="77777777" w:rsidR="00430B5F" w:rsidRPr="00430B5F" w:rsidRDefault="00430B5F" w:rsidP="00430B5F">
            <w:pPr>
              <w:pStyle w:val="TableText"/>
              <w:rPr>
                <w:lang w:eastAsia="en-GB"/>
              </w:rPr>
            </w:pPr>
          </w:p>
        </w:tc>
        <w:tc>
          <w:tcPr>
            <w:tcW w:w="1819" w:type="dxa"/>
            <w:shd w:val="clear" w:color="auto" w:fill="auto"/>
          </w:tcPr>
          <w:p w14:paraId="4418044A" w14:textId="77777777" w:rsidR="00430B5F" w:rsidRPr="00430B5F" w:rsidRDefault="00430B5F" w:rsidP="00430B5F">
            <w:pPr>
              <w:pStyle w:val="TableText"/>
              <w:rPr>
                <w:lang w:eastAsia="en-GB"/>
              </w:rPr>
            </w:pPr>
          </w:p>
        </w:tc>
        <w:tc>
          <w:tcPr>
            <w:tcW w:w="2131" w:type="dxa"/>
            <w:shd w:val="clear" w:color="auto" w:fill="auto"/>
          </w:tcPr>
          <w:p w14:paraId="686975CE" w14:textId="77777777" w:rsidR="00430B5F" w:rsidRPr="00430B5F" w:rsidRDefault="00430B5F" w:rsidP="00430B5F">
            <w:pPr>
              <w:pStyle w:val="TableText"/>
              <w:rPr>
                <w:lang w:eastAsia="en-GB"/>
              </w:rPr>
            </w:pPr>
          </w:p>
        </w:tc>
      </w:tr>
      <w:tr w:rsidR="00922455" w:rsidRPr="000A3BA9" w14:paraId="482649CA" w14:textId="77777777" w:rsidTr="00574F69">
        <w:tc>
          <w:tcPr>
            <w:tcW w:w="1008" w:type="dxa"/>
            <w:shd w:val="clear" w:color="auto" w:fill="auto"/>
          </w:tcPr>
          <w:p w14:paraId="19AE8634" w14:textId="77777777" w:rsidR="00430B5F" w:rsidRPr="00430B5F" w:rsidRDefault="00430B5F" w:rsidP="00430B5F">
            <w:pPr>
              <w:pStyle w:val="TableText"/>
              <w:rPr>
                <w:lang w:eastAsia="en-GB"/>
              </w:rPr>
            </w:pPr>
          </w:p>
        </w:tc>
        <w:tc>
          <w:tcPr>
            <w:tcW w:w="1249" w:type="dxa"/>
            <w:shd w:val="clear" w:color="auto" w:fill="auto"/>
          </w:tcPr>
          <w:p w14:paraId="575F2971" w14:textId="77777777" w:rsidR="00430B5F" w:rsidRPr="00430B5F" w:rsidRDefault="00430B5F" w:rsidP="00430B5F">
            <w:pPr>
              <w:pStyle w:val="TableText"/>
              <w:rPr>
                <w:lang w:eastAsia="en-GB"/>
              </w:rPr>
            </w:pPr>
          </w:p>
        </w:tc>
        <w:tc>
          <w:tcPr>
            <w:tcW w:w="2209" w:type="dxa"/>
            <w:shd w:val="clear" w:color="auto" w:fill="auto"/>
          </w:tcPr>
          <w:p w14:paraId="78C5C8DC" w14:textId="77777777" w:rsidR="00430B5F" w:rsidRPr="00430B5F" w:rsidRDefault="00430B5F" w:rsidP="00430B5F">
            <w:pPr>
              <w:pStyle w:val="TableText"/>
              <w:rPr>
                <w:lang w:eastAsia="en-GB"/>
              </w:rPr>
            </w:pPr>
          </w:p>
        </w:tc>
        <w:tc>
          <w:tcPr>
            <w:tcW w:w="1819" w:type="dxa"/>
            <w:shd w:val="clear" w:color="auto" w:fill="auto"/>
          </w:tcPr>
          <w:p w14:paraId="56B7A6F1" w14:textId="77777777" w:rsidR="00430B5F" w:rsidRPr="00430B5F" w:rsidRDefault="00430B5F" w:rsidP="00430B5F">
            <w:pPr>
              <w:pStyle w:val="TableText"/>
              <w:rPr>
                <w:lang w:eastAsia="en-GB"/>
              </w:rPr>
            </w:pPr>
          </w:p>
        </w:tc>
        <w:tc>
          <w:tcPr>
            <w:tcW w:w="2131" w:type="dxa"/>
            <w:shd w:val="clear" w:color="auto" w:fill="auto"/>
          </w:tcPr>
          <w:p w14:paraId="5E8C51AD" w14:textId="77777777" w:rsidR="00430B5F" w:rsidRPr="00430B5F" w:rsidRDefault="00430B5F" w:rsidP="00430B5F">
            <w:pPr>
              <w:pStyle w:val="TableText"/>
              <w:rPr>
                <w:lang w:eastAsia="en-GB"/>
              </w:rPr>
            </w:pPr>
          </w:p>
        </w:tc>
      </w:tr>
      <w:tr w:rsidR="00922455" w:rsidRPr="000A3BA9" w14:paraId="30E68200" w14:textId="77777777" w:rsidTr="00574F69">
        <w:tc>
          <w:tcPr>
            <w:tcW w:w="1008" w:type="dxa"/>
            <w:shd w:val="clear" w:color="auto" w:fill="auto"/>
          </w:tcPr>
          <w:p w14:paraId="7FE9B274" w14:textId="77777777" w:rsidR="00430B5F" w:rsidRPr="00430B5F" w:rsidRDefault="00430B5F" w:rsidP="00430B5F">
            <w:pPr>
              <w:pStyle w:val="TableText"/>
              <w:rPr>
                <w:lang w:eastAsia="en-GB"/>
              </w:rPr>
            </w:pPr>
          </w:p>
        </w:tc>
        <w:tc>
          <w:tcPr>
            <w:tcW w:w="1249" w:type="dxa"/>
            <w:shd w:val="clear" w:color="auto" w:fill="auto"/>
          </w:tcPr>
          <w:p w14:paraId="437017CF" w14:textId="77777777" w:rsidR="00430B5F" w:rsidRPr="00430B5F" w:rsidRDefault="00430B5F" w:rsidP="00430B5F">
            <w:pPr>
              <w:pStyle w:val="TableText"/>
              <w:rPr>
                <w:lang w:eastAsia="en-GB"/>
              </w:rPr>
            </w:pPr>
          </w:p>
        </w:tc>
        <w:tc>
          <w:tcPr>
            <w:tcW w:w="2209" w:type="dxa"/>
            <w:shd w:val="clear" w:color="auto" w:fill="auto"/>
          </w:tcPr>
          <w:p w14:paraId="3E4E29DB" w14:textId="77777777" w:rsidR="00430B5F" w:rsidRPr="00430B5F" w:rsidRDefault="00430B5F" w:rsidP="00430B5F">
            <w:pPr>
              <w:pStyle w:val="TableText"/>
              <w:rPr>
                <w:lang w:eastAsia="en-GB"/>
              </w:rPr>
            </w:pPr>
          </w:p>
        </w:tc>
        <w:tc>
          <w:tcPr>
            <w:tcW w:w="1819" w:type="dxa"/>
            <w:shd w:val="clear" w:color="auto" w:fill="auto"/>
          </w:tcPr>
          <w:p w14:paraId="57A87F3D" w14:textId="77777777" w:rsidR="00430B5F" w:rsidRPr="00430B5F" w:rsidRDefault="00430B5F" w:rsidP="00430B5F">
            <w:pPr>
              <w:pStyle w:val="TableText"/>
              <w:rPr>
                <w:lang w:eastAsia="en-GB"/>
              </w:rPr>
            </w:pPr>
          </w:p>
        </w:tc>
        <w:tc>
          <w:tcPr>
            <w:tcW w:w="2131" w:type="dxa"/>
            <w:shd w:val="clear" w:color="auto" w:fill="auto"/>
          </w:tcPr>
          <w:p w14:paraId="76262857" w14:textId="77777777" w:rsidR="00430B5F" w:rsidRPr="00430B5F" w:rsidRDefault="00430B5F" w:rsidP="00430B5F">
            <w:pPr>
              <w:pStyle w:val="TableText"/>
              <w:rPr>
                <w:lang w:eastAsia="en-GB"/>
              </w:rPr>
            </w:pPr>
          </w:p>
        </w:tc>
      </w:tr>
    </w:tbl>
    <w:p w14:paraId="1615FF29" w14:textId="77777777" w:rsidR="00430B5F" w:rsidRPr="00430B5F" w:rsidRDefault="00430B5F" w:rsidP="00430B5F"/>
    <w:p w14:paraId="64EA9478" w14:textId="77777777" w:rsidR="00430B5F" w:rsidRPr="00430B5F" w:rsidRDefault="00430B5F" w:rsidP="00430B5F">
      <w:pPr>
        <w:pStyle w:val="BlockLabel"/>
      </w:pPr>
      <w:r w:rsidRPr="00430B5F">
        <w:t>Disclaimer:</w:t>
      </w:r>
    </w:p>
    <w:p w14:paraId="164EB1DD" w14:textId="77777777" w:rsidR="00430B5F" w:rsidRPr="00430B5F" w:rsidRDefault="00430B5F" w:rsidP="00430B5F">
      <w:r w:rsidRPr="00430B5F">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w:t>
      </w:r>
      <w:proofErr w:type="gramStart"/>
      <w:r w:rsidRPr="00430B5F">
        <w:t>infringement</w:t>
      </w:r>
      <w:proofErr w:type="gramEnd"/>
      <w:r w:rsidRPr="00430B5F">
        <w:t xml:space="preserve"> and fitness for a particular purpose.</w:t>
      </w:r>
    </w:p>
    <w:p w14:paraId="640A1ED5" w14:textId="77777777" w:rsidR="00430B5F" w:rsidRPr="00430B5F" w:rsidRDefault="00430B5F" w:rsidP="00430B5F">
      <w:r w:rsidRPr="00430B5F">
        <w:t xml:space="preserve">The Registration Authority shall not be liable for any direct, indirect, </w:t>
      </w:r>
      <w:proofErr w:type="gramStart"/>
      <w:r w:rsidRPr="00430B5F">
        <w:t>special</w:t>
      </w:r>
      <w:proofErr w:type="gramEnd"/>
      <w:r w:rsidRPr="00430B5F">
        <w:t xml:space="preserve"> or consequential damages arising out of the use of the information published on the iso20022.org website, even if the Registration Authority has been advised of the possibility of such damages.</w:t>
      </w:r>
    </w:p>
    <w:p w14:paraId="734DD061" w14:textId="77777777" w:rsidR="00430B5F" w:rsidRPr="00430B5F" w:rsidRDefault="00430B5F" w:rsidP="00430B5F"/>
    <w:p w14:paraId="0B4014E0" w14:textId="77777777" w:rsidR="00430B5F" w:rsidRPr="00430B5F" w:rsidRDefault="00430B5F" w:rsidP="00430B5F">
      <w:pPr>
        <w:pStyle w:val="BlockLabel"/>
      </w:pPr>
      <w:r w:rsidRPr="00430B5F">
        <w:t>Intellectual Property Rights:</w:t>
      </w:r>
    </w:p>
    <w:p w14:paraId="346D7DC3" w14:textId="77777777" w:rsidR="003B4A8D" w:rsidRDefault="00430B5F" w:rsidP="00430B5F">
      <w:r w:rsidRPr="00430B5F">
        <w:t xml:space="preserve">The candidate ISO 20022 </w:t>
      </w:r>
      <w:proofErr w:type="spellStart"/>
      <w:r w:rsidRPr="00430B5F">
        <w:t>MessageDefinitions</w:t>
      </w:r>
      <w:proofErr w:type="spellEnd"/>
      <w:r w:rsidRPr="00430B5F">
        <w:t xml:space="preserve"> described in this document were contributed by &lt;</w:t>
      </w:r>
      <w:r w:rsidRPr="00FC3EE2">
        <w:rPr>
          <w:rStyle w:val="Bold"/>
        </w:rPr>
        <w:t>Submitting Organization</w:t>
      </w:r>
      <w:r w:rsidRPr="00430B5F">
        <w:t>&gt;. The ISO 20022 IPR policy is available at www.ISO20022.org &gt; About ISO 20022 &gt; Intellectual Property Rights.</w:t>
      </w:r>
    </w:p>
    <w:p w14:paraId="677E7801" w14:textId="77777777" w:rsidR="00DD3851" w:rsidRDefault="00DD3851" w:rsidP="007E56F0">
      <w:pPr>
        <w:pStyle w:val="ListParagraph1"/>
        <w:ind w:left="0"/>
      </w:pPr>
    </w:p>
    <w:sectPr w:rsidR="00DD3851" w:rsidSect="006E0076">
      <w:headerReference w:type="default" r:id="rId43"/>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E23EF5" w14:textId="77777777" w:rsidR="00D85358" w:rsidRDefault="00D85358" w:rsidP="005A6353">
      <w:r>
        <w:separator/>
      </w:r>
    </w:p>
  </w:endnote>
  <w:endnote w:type="continuationSeparator" w:id="0">
    <w:p w14:paraId="7052A778" w14:textId="77777777" w:rsidR="00D85358" w:rsidRDefault="00D85358"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69B6C" w14:textId="77777777" w:rsidR="00DC44E7" w:rsidRDefault="00DC44E7" w:rsidP="005A6353"/>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DC44E7" w14:paraId="65202C58" w14:textId="77777777" w:rsidTr="00FA65F6">
      <w:trPr>
        <w:cantSplit/>
        <w:trHeight w:hRule="exact" w:val="50"/>
      </w:trPr>
      <w:tc>
        <w:tcPr>
          <w:tcW w:w="9242" w:type="dxa"/>
        </w:tcPr>
        <w:p w14:paraId="18753FE0" w14:textId="77777777" w:rsidR="00DC44E7" w:rsidRDefault="00DC44E7" w:rsidP="005A6353"/>
      </w:tc>
    </w:tr>
  </w:tbl>
  <w:p w14:paraId="1E52201C" w14:textId="77777777" w:rsidR="00DC44E7" w:rsidRDefault="00DC44E7" w:rsidP="005A6353">
    <w:r>
      <w:t xml:space="preserve">&lt;Release date&gt; &lt;Revision number&gt; </w:t>
    </w:r>
    <w:r w:rsidRPr="00ED5BA8">
      <w:t>&lt;Revision date&gt;</w:t>
    </w:r>
    <w:r>
      <w:tab/>
    </w:r>
    <w:r>
      <w:fldChar w:fldCharType="begin"/>
    </w:r>
    <w:r>
      <w:instrText xml:space="preserve"> PAGE </w:instrText>
    </w:r>
    <w:r>
      <w:fldChar w:fldCharType="separate"/>
    </w:r>
    <w:r w:rsidR="0016751F">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BA294" w14:textId="77777777" w:rsidR="00DC44E7" w:rsidRDefault="00DC44E7"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DC44E7" w14:paraId="465DB41E" w14:textId="77777777" w:rsidTr="000E2675">
      <w:trPr>
        <w:cantSplit/>
        <w:trHeight w:hRule="exact" w:val="50"/>
      </w:trPr>
      <w:tc>
        <w:tcPr>
          <w:tcW w:w="9242" w:type="dxa"/>
        </w:tcPr>
        <w:p w14:paraId="3FA8B612" w14:textId="77777777" w:rsidR="00DC44E7" w:rsidRDefault="00DC44E7" w:rsidP="005A6353"/>
      </w:tc>
    </w:tr>
  </w:tbl>
  <w:p w14:paraId="13D3CC1A" w14:textId="77777777" w:rsidR="00DC44E7" w:rsidRPr="00BB3079" w:rsidRDefault="00DC44E7"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111DC" w14:textId="77777777" w:rsidR="00DC44E7" w:rsidRDefault="00DC44E7" w:rsidP="005A756E">
    <w:pPr>
      <w:pStyle w:val="Footerodd"/>
      <w:tabs>
        <w:tab w:val="clear" w:pos="9242"/>
      </w:tabs>
    </w:pPr>
  </w:p>
  <w:tbl>
    <w:tblPr>
      <w:tblW w:w="0" w:type="auto"/>
      <w:tblBorders>
        <w:top w:val="double" w:sz="4"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DC44E7" w14:paraId="109D5518" w14:textId="77777777" w:rsidTr="00922455">
      <w:tc>
        <w:tcPr>
          <w:tcW w:w="4253" w:type="dxa"/>
          <w:shd w:val="clear" w:color="auto" w:fill="auto"/>
        </w:tcPr>
        <w:p w14:paraId="7E0DE6A4" w14:textId="66A251BF" w:rsidR="00DC44E7" w:rsidRPr="006E0076" w:rsidRDefault="0045380F" w:rsidP="007A765D">
          <w:pPr>
            <w:pStyle w:val="Footereven"/>
            <w:suppressAutoHyphens/>
            <w:spacing w:before="40"/>
            <w:rPr>
              <w:lang w:eastAsia="en-GB"/>
            </w:rPr>
          </w:pPr>
          <w:r>
            <w:rPr>
              <w:lang w:eastAsia="en-GB"/>
            </w:rPr>
            <w:fldChar w:fldCharType="begin"/>
          </w:r>
          <w:r>
            <w:rPr>
              <w:lang w:eastAsia="en-GB"/>
            </w:rPr>
            <w:instrText xml:space="preserve"> STYLEREF  "Product Name"  \* MERGEFORMAT </w:instrText>
          </w:r>
          <w:r>
            <w:rPr>
              <w:lang w:eastAsia="en-GB"/>
            </w:rPr>
            <w:fldChar w:fldCharType="separate"/>
          </w:r>
          <w:r w:rsidR="00615537">
            <w:rPr>
              <w:noProof/>
              <w:lang w:eastAsia="en-GB"/>
            </w:rPr>
            <w:t>Target2-Securities - Securities Account Reference Data</w:t>
          </w:r>
          <w:r>
            <w:rPr>
              <w:noProof/>
              <w:lang w:eastAsia="en-GB"/>
            </w:rPr>
            <w:fldChar w:fldCharType="end"/>
          </w:r>
        </w:p>
      </w:tc>
      <w:tc>
        <w:tcPr>
          <w:tcW w:w="567" w:type="dxa"/>
          <w:shd w:val="clear" w:color="auto" w:fill="auto"/>
        </w:tcPr>
        <w:p w14:paraId="76560FCB" w14:textId="77777777" w:rsidR="00DC44E7" w:rsidRDefault="00DC44E7" w:rsidP="00922455">
          <w:pPr>
            <w:pStyle w:val="Footereven"/>
            <w:suppressAutoHyphens/>
            <w:spacing w:before="40"/>
            <w:rPr>
              <w:lang w:eastAsia="en-GB"/>
            </w:rPr>
          </w:pPr>
          <w:r w:rsidRPr="00922455">
            <w:rPr>
              <w:rFonts w:eastAsia="Times"/>
              <w:lang w:eastAsia="en-GB"/>
            </w:rPr>
            <w:fldChar w:fldCharType="begin"/>
          </w:r>
          <w:r w:rsidRPr="00922455">
            <w:rPr>
              <w:rFonts w:eastAsia="Times"/>
              <w:lang w:eastAsia="en-GB"/>
            </w:rPr>
            <w:instrText xml:space="preserve"> PAGE </w:instrText>
          </w:r>
          <w:r w:rsidRPr="00922455">
            <w:rPr>
              <w:rFonts w:eastAsia="Times"/>
              <w:lang w:eastAsia="en-GB"/>
            </w:rPr>
            <w:fldChar w:fldCharType="separate"/>
          </w:r>
          <w:r w:rsidR="00446A54">
            <w:rPr>
              <w:rFonts w:eastAsia="Times"/>
              <w:noProof/>
              <w:lang w:eastAsia="en-GB"/>
            </w:rPr>
            <w:t>15</w:t>
          </w:r>
          <w:r w:rsidRPr="00922455">
            <w:rPr>
              <w:rFonts w:eastAsia="Times"/>
              <w:lang w:eastAsia="en-GB"/>
            </w:rPr>
            <w:fldChar w:fldCharType="end"/>
          </w:r>
        </w:p>
      </w:tc>
      <w:tc>
        <w:tcPr>
          <w:tcW w:w="4394" w:type="dxa"/>
          <w:shd w:val="clear" w:color="auto" w:fill="auto"/>
        </w:tcPr>
        <w:p w14:paraId="5EA8E671" w14:textId="7CB12159" w:rsidR="00DC44E7" w:rsidRDefault="00DC44E7" w:rsidP="00922455">
          <w:pPr>
            <w:pStyle w:val="Footereven"/>
            <w:tabs>
              <w:tab w:val="center" w:pos="2197"/>
              <w:tab w:val="right" w:pos="4394"/>
            </w:tabs>
            <w:suppressAutoHyphens/>
            <w:spacing w:before="40"/>
            <w:rPr>
              <w:lang w:eastAsia="en-GB"/>
            </w:rPr>
          </w:pPr>
          <w:r>
            <w:rPr>
              <w:lang w:eastAsia="en-GB"/>
            </w:rPr>
            <w:tab/>
          </w:r>
          <w:r>
            <w:rPr>
              <w:lang w:eastAsia="en-GB"/>
            </w:rPr>
            <w:tab/>
          </w:r>
          <w:r w:rsidR="009413C8">
            <w:t>December 2019</w:t>
          </w:r>
          <w:r>
            <w:rPr>
              <w:lang w:eastAsia="en-GB"/>
            </w:rPr>
            <w:fldChar w:fldCharType="begin"/>
          </w:r>
          <w:r>
            <w:rPr>
              <w:lang w:eastAsia="en-GB"/>
            </w:rPr>
            <w:instrText xml:space="preserve"> STYLEREF  "Release date"  \* MERGEFORMAT </w:instrText>
          </w:r>
          <w:r>
            <w:rPr>
              <w:lang w:eastAsia="en-GB"/>
            </w:rPr>
            <w:fldChar w:fldCharType="end"/>
          </w:r>
        </w:p>
      </w:tc>
    </w:tr>
  </w:tbl>
  <w:p w14:paraId="7ED63D9A" w14:textId="77777777" w:rsidR="00DC44E7" w:rsidRPr="000017C4" w:rsidRDefault="00DC44E7" w:rsidP="000017C4">
    <w:pPr>
      <w:pStyle w:val="Footereven"/>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E7E2C" w14:textId="77777777" w:rsidR="00DC44E7" w:rsidRDefault="00DC44E7"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DC44E7" w14:paraId="60D26C5B" w14:textId="77777777" w:rsidTr="000E2675">
      <w:trPr>
        <w:cantSplit/>
        <w:trHeight w:hRule="exact" w:val="50"/>
      </w:trPr>
      <w:tc>
        <w:tcPr>
          <w:tcW w:w="9242" w:type="dxa"/>
        </w:tcPr>
        <w:p w14:paraId="7D8B3738" w14:textId="77777777" w:rsidR="00DC44E7" w:rsidRDefault="00DC44E7" w:rsidP="005A6353"/>
      </w:tc>
    </w:tr>
  </w:tbl>
  <w:p w14:paraId="0393D992" w14:textId="77777777" w:rsidR="00DC44E7" w:rsidRPr="00BB3079" w:rsidRDefault="00DC44E7"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8</w:t>
    </w:r>
    <w:r>
      <w:rPr>
        <w:rFonts w:eastAsia="Times"/>
      </w:rPr>
      <w:fldChar w:fldCharType="end"/>
    </w:r>
    <w:r>
      <w:rPr>
        <w:rFonts w:eastAsia="Times"/>
      </w:rPr>
      <w:tab/>
    </w:r>
    <w:r w:rsidR="0045380F">
      <w:fldChar w:fldCharType="begin"/>
    </w:r>
    <w:r w:rsidR="0045380F">
      <w:instrText xml:space="preserve"> TITLE   \* MERGEFORMAT </w:instrText>
    </w:r>
    <w:r w:rsidR="0045380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99530A" w14:textId="77777777" w:rsidR="00D85358" w:rsidRDefault="00D85358" w:rsidP="005A6353">
      <w:r>
        <w:separator/>
      </w:r>
    </w:p>
  </w:footnote>
  <w:footnote w:type="continuationSeparator" w:id="0">
    <w:p w14:paraId="7A2976AC" w14:textId="77777777" w:rsidR="00D85358" w:rsidRDefault="00D85358" w:rsidP="005A6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625E7" w14:textId="77777777" w:rsidR="00DC44E7" w:rsidRDefault="00DC44E7" w:rsidP="00282FC2">
    <w:pPr>
      <w:pStyle w:val="Headereven"/>
    </w:pPr>
    <w:r>
      <w:t>&lt;Product name&gt; - &lt;Release number&gt;</w:t>
    </w:r>
    <w:r>
      <w:tab/>
    </w:r>
    <w:r w:rsidRPr="0021786C">
      <w:rPr>
        <w:color w:val="008000"/>
      </w:rPr>
      <w:t>&lt;CONFIDENTIALITY&gt;</w:t>
    </w:r>
    <w:r w:rsidRPr="00282FC2">
      <w:rPr>
        <w:color w:val="008000"/>
      </w:rPr>
      <w:t xml:space="preserve"> - </w:t>
    </w:r>
    <w:r w:rsidRPr="0021786C">
      <w:rPr>
        <w:color w:val="008000"/>
      </w:rPr>
      <w:t>&lt;REVISION STATUS&gt;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DC44E7" w14:paraId="433724E8" w14:textId="77777777" w:rsidTr="006864CC">
      <w:trPr>
        <w:cantSplit/>
        <w:trHeight w:hRule="exact" w:val="50"/>
      </w:trPr>
      <w:tc>
        <w:tcPr>
          <w:tcW w:w="9242" w:type="dxa"/>
        </w:tcPr>
        <w:p w14:paraId="7CC8ECF3" w14:textId="77777777" w:rsidR="00DC44E7" w:rsidRDefault="00DC44E7" w:rsidP="005A6353"/>
      </w:tc>
    </w:tr>
  </w:tbl>
  <w:p w14:paraId="358FB139" w14:textId="77777777" w:rsidR="00DC44E7" w:rsidRDefault="00DC44E7" w:rsidP="00282FC2">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C3FAE" w14:textId="77777777" w:rsidR="00DC44E7" w:rsidRDefault="00DC44E7" w:rsidP="00282FC2">
    <w:pPr>
      <w:pStyle w:val="Headereven"/>
    </w:pPr>
    <w:r>
      <w:t>&lt;Product name&gt; - &lt;Release number&gt;</w:t>
    </w:r>
    <w:r>
      <w:tab/>
    </w:r>
    <w:fldSimple w:instr=" DOCPROPERTY  Confidentiality  \* MERGEFORMAT ">
      <w:r w:rsidR="009413C8" w:rsidRPr="009413C8">
        <w:rPr>
          <w:color w:val="008000"/>
        </w:rPr>
        <w:t>&lt;CONFIDENTIALITY&gt;</w:t>
      </w:r>
    </w:fldSimple>
    <w:r w:rsidRPr="00282FC2">
      <w:rPr>
        <w:color w:val="008000"/>
      </w:rPr>
      <w:t xml:space="preserve"> - </w:t>
    </w:r>
    <w:fldSimple w:instr=" DOCPROPERTY  &quot;Revision status&quot;  \* MERGEFORMAT ">
      <w:r w:rsidR="009413C8" w:rsidRPr="009413C8">
        <w:rPr>
          <w:color w:val="008000"/>
        </w:rPr>
        <w:t>&lt;REVISION STATUS&gt;</w:t>
      </w:r>
    </w:fldSimple>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DC44E7" w14:paraId="3397D2BB" w14:textId="77777777" w:rsidTr="000E2675">
      <w:trPr>
        <w:cantSplit/>
        <w:trHeight w:hRule="exact" w:val="50"/>
      </w:trPr>
      <w:tc>
        <w:tcPr>
          <w:tcW w:w="9242" w:type="dxa"/>
        </w:tcPr>
        <w:p w14:paraId="1F73ABF0" w14:textId="77777777" w:rsidR="00DC44E7" w:rsidRDefault="00DC44E7" w:rsidP="005A6353"/>
      </w:tc>
    </w:tr>
  </w:tbl>
  <w:p w14:paraId="627C2C48" w14:textId="77777777" w:rsidR="00DC44E7" w:rsidRDefault="00DC44E7" w:rsidP="00282FC2">
    <w:pPr>
      <w:pStyle w:val="Headereven"/>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962A2" w14:textId="77777777" w:rsidR="00DC44E7" w:rsidRDefault="00DC44E7" w:rsidP="00C331E3">
    <w:pPr>
      <w:pStyle w:val="Headerodd"/>
      <w:pBdr>
        <w:bottom w:val="double" w:sz="4" w:space="1" w:color="auto"/>
      </w:pBdr>
      <w:spacing w:before="120" w:line="240" w:lineRule="atLeast"/>
    </w:pPr>
  </w:p>
  <w:p w14:paraId="27E9CB54" w14:textId="6A4D48F6" w:rsidR="00DC44E7" w:rsidRDefault="00000000" w:rsidP="00C331E3">
    <w:pPr>
      <w:pStyle w:val="Headerodd"/>
      <w:pBdr>
        <w:bottom w:val="double" w:sz="4" w:space="1" w:color="auto"/>
      </w:pBdr>
      <w:spacing w:before="120" w:line="240" w:lineRule="atLeast"/>
      <w:rPr>
        <w:noProof/>
      </w:rPr>
    </w:pPr>
    <w:fldSimple w:instr=" STYLEREF  &quot;Document Title&quot;  \* MERGEFORMAT ">
      <w:r w:rsidR="00615537">
        <w:rPr>
          <w:noProof/>
        </w:rPr>
        <w:t>Message Definition Report Part 1</w:t>
      </w:r>
    </w:fldSimple>
    <w:r w:rsidR="00DC44E7">
      <w:rPr>
        <w:noProof/>
      </w:rPr>
      <w:tab/>
    </w:r>
    <w:fldSimple w:instr=" STYLEREF  &quot;Intro Heading&quot;  \* MERGEFORMAT ">
      <w:r w:rsidR="00615537">
        <w:rPr>
          <w:noProof/>
        </w:rPr>
        <w:t>Table of Contents</w:t>
      </w:r>
    </w:fldSimple>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68944" w14:textId="77777777" w:rsidR="00DC44E7" w:rsidRDefault="00DC44E7" w:rsidP="00282FC2">
    <w:pPr>
      <w:pStyle w:val="Headereven"/>
    </w:pPr>
    <w:r>
      <w:tab/>
    </w:r>
    <w:fldSimple w:instr=" STYLEREF  &quot;Intro Heading&quot;  \* MERGEFORMAT ">
      <w:r w:rsidR="009413C8">
        <w:rPr>
          <w:noProof/>
        </w:rPr>
        <w:t>Table of Contents</w:t>
      </w:r>
    </w:fldSimple>
    <w:r>
      <w:t xml:space="preserve"> - Table of Contents</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DC44E7" w14:paraId="627FDA16" w14:textId="77777777" w:rsidTr="000E2675">
      <w:trPr>
        <w:cantSplit/>
        <w:trHeight w:hRule="exact" w:val="50"/>
      </w:trPr>
      <w:tc>
        <w:tcPr>
          <w:tcW w:w="9242" w:type="dxa"/>
        </w:tcPr>
        <w:p w14:paraId="0E2CA9EE" w14:textId="77777777" w:rsidR="00DC44E7" w:rsidRDefault="00DC44E7" w:rsidP="005A6353"/>
      </w:tc>
    </w:tr>
  </w:tbl>
  <w:p w14:paraId="5DDE7AE5" w14:textId="77777777" w:rsidR="00DC44E7" w:rsidRDefault="00DC44E7" w:rsidP="00282FC2">
    <w:pPr>
      <w:pStyle w:val="Headereven"/>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458F0" w14:textId="77777777" w:rsidR="00DC44E7" w:rsidRDefault="00DC44E7" w:rsidP="001C23B2">
    <w:pPr>
      <w:pStyle w:val="Headerodd"/>
      <w:rPr>
        <w:noProof/>
      </w:rPr>
    </w:pPr>
  </w:p>
  <w:tbl>
    <w:tblPr>
      <w:tblW w:w="0" w:type="auto"/>
      <w:tblBorders>
        <w:bottom w:val="double" w:sz="4" w:space="0" w:color="auto"/>
      </w:tblBorders>
      <w:tblLayout w:type="fixed"/>
      <w:tblCellMar>
        <w:left w:w="0" w:type="dxa"/>
        <w:right w:w="0" w:type="dxa"/>
      </w:tblCellMar>
      <w:tblLook w:val="04A0" w:firstRow="1" w:lastRow="0" w:firstColumn="1" w:lastColumn="0" w:noHBand="0" w:noVBand="1"/>
    </w:tblPr>
    <w:tblGrid>
      <w:gridCol w:w="4253"/>
      <w:gridCol w:w="567"/>
      <w:gridCol w:w="4394"/>
    </w:tblGrid>
    <w:tr w:rsidR="00DC44E7" w14:paraId="5D7EF455" w14:textId="77777777" w:rsidTr="00922455">
      <w:tc>
        <w:tcPr>
          <w:tcW w:w="4253" w:type="dxa"/>
          <w:shd w:val="clear" w:color="auto" w:fill="auto"/>
        </w:tcPr>
        <w:p w14:paraId="4834F9A8" w14:textId="0D11EA01" w:rsidR="00DC44E7" w:rsidRDefault="0045380F" w:rsidP="00922455">
          <w:pPr>
            <w:pStyle w:val="Headereven"/>
            <w:tabs>
              <w:tab w:val="clear" w:pos="9242"/>
            </w:tabs>
            <w:suppressAutoHyphens/>
            <w:spacing w:before="40"/>
            <w:rPr>
              <w:lang w:eastAsia="en-GB"/>
            </w:rPr>
          </w:pPr>
          <w:r>
            <w:rPr>
              <w:lang w:eastAsia="en-GB"/>
            </w:rPr>
            <w:fldChar w:fldCharType="begin"/>
          </w:r>
          <w:r>
            <w:rPr>
              <w:lang w:eastAsia="en-GB"/>
            </w:rPr>
            <w:instrText xml:space="preserve"> STYLEREF  "Document Title"  \* MERGEFORMAT </w:instrText>
          </w:r>
          <w:r>
            <w:rPr>
              <w:lang w:eastAsia="en-GB"/>
            </w:rPr>
            <w:fldChar w:fldCharType="separate"/>
          </w:r>
          <w:r w:rsidR="00615537">
            <w:rPr>
              <w:noProof/>
              <w:lang w:eastAsia="en-GB"/>
            </w:rPr>
            <w:t>Message Definition Report Part 1</w:t>
          </w:r>
          <w:r>
            <w:rPr>
              <w:noProof/>
              <w:lang w:eastAsia="en-GB"/>
            </w:rPr>
            <w:fldChar w:fldCharType="end"/>
          </w:r>
        </w:p>
      </w:tc>
      <w:tc>
        <w:tcPr>
          <w:tcW w:w="567" w:type="dxa"/>
          <w:shd w:val="clear" w:color="auto" w:fill="auto"/>
        </w:tcPr>
        <w:p w14:paraId="335A6F49" w14:textId="77777777" w:rsidR="00DC44E7" w:rsidRDefault="00DC44E7" w:rsidP="00922455">
          <w:pPr>
            <w:pStyle w:val="Headereven"/>
            <w:suppressAutoHyphens/>
            <w:spacing w:before="40"/>
            <w:rPr>
              <w:lang w:eastAsia="en-GB"/>
            </w:rPr>
          </w:pPr>
        </w:p>
      </w:tc>
      <w:tc>
        <w:tcPr>
          <w:tcW w:w="4394" w:type="dxa"/>
          <w:shd w:val="clear" w:color="auto" w:fill="auto"/>
        </w:tcPr>
        <w:p w14:paraId="2F6C0169" w14:textId="69A71B5D" w:rsidR="00DC44E7" w:rsidRDefault="0045380F" w:rsidP="00922455">
          <w:pPr>
            <w:pStyle w:val="Headereven"/>
            <w:suppressAutoHyphens/>
            <w:spacing w:before="40"/>
            <w:jc w:val="right"/>
            <w:rPr>
              <w:lang w:eastAsia="en-GB"/>
            </w:rPr>
          </w:pPr>
          <w:r>
            <w:rPr>
              <w:lang w:eastAsia="en-GB"/>
            </w:rPr>
            <w:fldChar w:fldCharType="begin"/>
          </w:r>
          <w:r>
            <w:rPr>
              <w:lang w:eastAsia="en-GB"/>
            </w:rPr>
            <w:instrText xml:space="preserve"> STYLEREF  "Heading 1"  \* MERGEFORMAT </w:instrText>
          </w:r>
          <w:r>
            <w:rPr>
              <w:lang w:eastAsia="en-GB"/>
            </w:rPr>
            <w:fldChar w:fldCharType="separate"/>
          </w:r>
          <w:r w:rsidR="00615537">
            <w:rPr>
              <w:noProof/>
              <w:lang w:eastAsia="en-GB"/>
            </w:rPr>
            <w:t>BusinessTransactions</w:t>
          </w:r>
          <w:r>
            <w:rPr>
              <w:noProof/>
              <w:lang w:eastAsia="en-GB"/>
            </w:rPr>
            <w:fldChar w:fldCharType="end"/>
          </w:r>
        </w:p>
      </w:tc>
    </w:tr>
  </w:tbl>
  <w:p w14:paraId="6A703CE3" w14:textId="77777777" w:rsidR="00DC44E7" w:rsidRDefault="00DC44E7" w:rsidP="00D81FE1">
    <w:pPr>
      <w:pStyle w:val="Headerodd"/>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8DFC9" w14:textId="77777777" w:rsidR="00DC44E7" w:rsidRDefault="00DC44E7" w:rsidP="00E20C1F">
    <w:pPr>
      <w:pStyle w:val="Headerodd"/>
      <w:pBdr>
        <w:bottom w:val="double" w:sz="4" w:space="1" w:color="auto"/>
      </w:pBdr>
      <w:spacing w:line="240" w:lineRule="atLeast"/>
    </w:pPr>
  </w:p>
  <w:p w14:paraId="1C0E2080" w14:textId="5E60FC88" w:rsidR="00DC44E7" w:rsidRDefault="00000000" w:rsidP="00E20C1F">
    <w:pPr>
      <w:pStyle w:val="Headerodd"/>
      <w:pBdr>
        <w:bottom w:val="double" w:sz="4" w:space="1" w:color="auto"/>
      </w:pBdr>
      <w:spacing w:line="240" w:lineRule="atLeast"/>
      <w:rPr>
        <w:noProof/>
      </w:rPr>
    </w:pPr>
    <w:fldSimple w:instr=" STYLEREF  &quot;Document Title&quot;  \* MERGEFORMAT ">
      <w:r w:rsidR="00615537">
        <w:rPr>
          <w:noProof/>
        </w:rPr>
        <w:t>Message Definition Report Part 1</w:t>
      </w:r>
    </w:fldSimple>
    <w:r w:rsidR="00DC44E7">
      <w:rPr>
        <w:noProof/>
      </w:rPr>
      <w:tab/>
    </w:r>
    <w:fldSimple w:instr=" STYLEREF  &quot;Heading 1&quot;  \* MERGEFORMAT ">
      <w:r w:rsidR="00615537">
        <w:rPr>
          <w:noProof/>
        </w:rPr>
        <w:t>Revision Record</w:t>
      </w:r>
    </w:fldSimple>
  </w:p>
  <w:p w14:paraId="6501995A" w14:textId="77777777" w:rsidR="00DC44E7" w:rsidRDefault="00DC44E7" w:rsidP="00D81FE1">
    <w:pPr>
      <w:pStyle w:val="Headerod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15:restartNumberingAfterBreak="0">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15:restartNumberingAfterBreak="0">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7" w15:restartNumberingAfterBreak="0">
    <w:nsid w:val="FFFFFF88"/>
    <w:multiLevelType w:val="singleLevel"/>
    <w:tmpl w:val="872C238A"/>
    <w:lvl w:ilvl="0">
      <w:start w:val="1"/>
      <w:numFmt w:val="decimal"/>
      <w:pStyle w:val="ListNumber"/>
      <w:lvlText w:val="%1."/>
      <w:lvlJc w:val="left"/>
      <w:pPr>
        <w:tabs>
          <w:tab w:val="num" w:pos="1559"/>
        </w:tabs>
        <w:ind w:left="1559" w:hanging="425"/>
      </w:pPr>
      <w:rPr>
        <w:rFonts w:hint="default"/>
      </w:rPr>
    </w:lvl>
  </w:abstractNum>
  <w:abstractNum w:abstractNumId="8" w15:restartNumberingAfterBreak="0">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9" w15:restartNumberingAfterBreak="0">
    <w:nsid w:val="FFFFFFFB"/>
    <w:multiLevelType w:val="multilevel"/>
    <w:tmpl w:val="346EC19E"/>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0" w15:restartNumberingAfterBreak="0">
    <w:nsid w:val="008F2CCF"/>
    <w:multiLevelType w:val="hybridMultilevel"/>
    <w:tmpl w:val="D5B4E678"/>
    <w:lvl w:ilvl="0" w:tplc="E89688E8">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0ED2120"/>
    <w:multiLevelType w:val="multilevel"/>
    <w:tmpl w:val="D82495B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20E52E72"/>
    <w:multiLevelType w:val="hybridMultilevel"/>
    <w:tmpl w:val="FF90BCB8"/>
    <w:lvl w:ilvl="0" w:tplc="D8CA7998">
      <w:numFmt w:val="bullet"/>
      <w:lvlText w:val="-"/>
      <w:lvlJc w:val="left"/>
      <w:pPr>
        <w:tabs>
          <w:tab w:val="num" w:pos="360"/>
        </w:tabs>
        <w:ind w:left="360" w:hanging="360"/>
      </w:pPr>
      <w:rPr>
        <w:rFonts w:ascii="Verdana" w:eastAsia="Times New Roman" w:hAnsi="Verdana" w:cs="Times New Roman" w:hint="default"/>
      </w:rPr>
    </w:lvl>
    <w:lvl w:ilvl="1" w:tplc="04100003" w:tentative="1">
      <w:start w:val="1"/>
      <w:numFmt w:val="bullet"/>
      <w:lvlText w:val="o"/>
      <w:lvlJc w:val="left"/>
      <w:pPr>
        <w:ind w:left="589" w:hanging="360"/>
      </w:pPr>
      <w:rPr>
        <w:rFonts w:ascii="Courier New" w:hAnsi="Courier New" w:cs="Courier New" w:hint="default"/>
      </w:rPr>
    </w:lvl>
    <w:lvl w:ilvl="2" w:tplc="04100005" w:tentative="1">
      <w:start w:val="1"/>
      <w:numFmt w:val="bullet"/>
      <w:lvlText w:val=""/>
      <w:lvlJc w:val="left"/>
      <w:pPr>
        <w:ind w:left="1309" w:hanging="360"/>
      </w:pPr>
      <w:rPr>
        <w:rFonts w:ascii="Wingdings" w:hAnsi="Wingdings" w:hint="default"/>
      </w:rPr>
    </w:lvl>
    <w:lvl w:ilvl="3" w:tplc="04100001" w:tentative="1">
      <w:start w:val="1"/>
      <w:numFmt w:val="bullet"/>
      <w:lvlText w:val=""/>
      <w:lvlJc w:val="left"/>
      <w:pPr>
        <w:ind w:left="2029" w:hanging="360"/>
      </w:pPr>
      <w:rPr>
        <w:rFonts w:ascii="Symbol" w:hAnsi="Symbol" w:hint="default"/>
      </w:rPr>
    </w:lvl>
    <w:lvl w:ilvl="4" w:tplc="04100003" w:tentative="1">
      <w:start w:val="1"/>
      <w:numFmt w:val="bullet"/>
      <w:lvlText w:val="o"/>
      <w:lvlJc w:val="left"/>
      <w:pPr>
        <w:ind w:left="2749" w:hanging="360"/>
      </w:pPr>
      <w:rPr>
        <w:rFonts w:ascii="Courier New" w:hAnsi="Courier New" w:cs="Courier New" w:hint="default"/>
      </w:rPr>
    </w:lvl>
    <w:lvl w:ilvl="5" w:tplc="04100005" w:tentative="1">
      <w:start w:val="1"/>
      <w:numFmt w:val="bullet"/>
      <w:lvlText w:val=""/>
      <w:lvlJc w:val="left"/>
      <w:pPr>
        <w:ind w:left="3469" w:hanging="360"/>
      </w:pPr>
      <w:rPr>
        <w:rFonts w:ascii="Wingdings" w:hAnsi="Wingdings" w:hint="default"/>
      </w:rPr>
    </w:lvl>
    <w:lvl w:ilvl="6" w:tplc="04100001" w:tentative="1">
      <w:start w:val="1"/>
      <w:numFmt w:val="bullet"/>
      <w:lvlText w:val=""/>
      <w:lvlJc w:val="left"/>
      <w:pPr>
        <w:ind w:left="4189" w:hanging="360"/>
      </w:pPr>
      <w:rPr>
        <w:rFonts w:ascii="Symbol" w:hAnsi="Symbol" w:hint="default"/>
      </w:rPr>
    </w:lvl>
    <w:lvl w:ilvl="7" w:tplc="04100003" w:tentative="1">
      <w:start w:val="1"/>
      <w:numFmt w:val="bullet"/>
      <w:lvlText w:val="o"/>
      <w:lvlJc w:val="left"/>
      <w:pPr>
        <w:ind w:left="4909" w:hanging="360"/>
      </w:pPr>
      <w:rPr>
        <w:rFonts w:ascii="Courier New" w:hAnsi="Courier New" w:cs="Courier New" w:hint="default"/>
      </w:rPr>
    </w:lvl>
    <w:lvl w:ilvl="8" w:tplc="04100005" w:tentative="1">
      <w:start w:val="1"/>
      <w:numFmt w:val="bullet"/>
      <w:lvlText w:val=""/>
      <w:lvlJc w:val="left"/>
      <w:pPr>
        <w:ind w:left="5629" w:hanging="360"/>
      </w:pPr>
      <w:rPr>
        <w:rFonts w:ascii="Wingdings" w:hAnsi="Wingdings" w:hint="default"/>
      </w:rPr>
    </w:lvl>
  </w:abstractNum>
  <w:abstractNum w:abstractNumId="14" w15:restartNumberingAfterBreak="0">
    <w:nsid w:val="25125DAB"/>
    <w:multiLevelType w:val="hybridMultilevel"/>
    <w:tmpl w:val="59AA22C2"/>
    <w:lvl w:ilvl="0" w:tplc="74EAAB3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6" w15:restartNumberingAfterBreak="0">
    <w:nsid w:val="2F5922A0"/>
    <w:multiLevelType w:val="hybridMultilevel"/>
    <w:tmpl w:val="CE32D1F8"/>
    <w:lvl w:ilvl="0" w:tplc="C108FE98">
      <w:start w:val="1"/>
      <w:numFmt w:val="decimal"/>
      <w:lvlText w:val="%1)"/>
      <w:lvlJc w:val="left"/>
      <w:pPr>
        <w:ind w:left="720" w:hanging="360"/>
      </w:pPr>
      <w:rPr>
        <w:rFonts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18" w15:restartNumberingAfterBreak="0">
    <w:nsid w:val="372127BF"/>
    <w:multiLevelType w:val="hybridMultilevel"/>
    <w:tmpl w:val="3D705716"/>
    <w:lvl w:ilvl="0" w:tplc="AA760A02">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308491B"/>
    <w:multiLevelType w:val="hybridMultilevel"/>
    <w:tmpl w:val="21CE1FE0"/>
    <w:lvl w:ilvl="0" w:tplc="E0268E5E">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21" w15:restartNumberingAfterBreak="0">
    <w:nsid w:val="638237B4"/>
    <w:multiLevelType w:val="hybridMultilevel"/>
    <w:tmpl w:val="712AD948"/>
    <w:lvl w:ilvl="0" w:tplc="D8CA7998">
      <w:numFmt w:val="bullet"/>
      <w:lvlText w:val="-"/>
      <w:lvlJc w:val="left"/>
      <w:pPr>
        <w:tabs>
          <w:tab w:val="num" w:pos="360"/>
        </w:tabs>
        <w:ind w:left="360" w:hanging="360"/>
      </w:pPr>
      <w:rPr>
        <w:rFonts w:ascii="Verdana" w:eastAsia="Times New Roman" w:hAnsi="Verdana" w:cs="Times New Roman" w:hint="default"/>
      </w:rPr>
    </w:lvl>
    <w:lvl w:ilvl="1" w:tplc="04100003" w:tentative="1">
      <w:start w:val="1"/>
      <w:numFmt w:val="bullet"/>
      <w:lvlText w:val="o"/>
      <w:lvlJc w:val="left"/>
      <w:pPr>
        <w:ind w:left="589" w:hanging="360"/>
      </w:pPr>
      <w:rPr>
        <w:rFonts w:ascii="Courier New" w:hAnsi="Courier New" w:cs="Courier New" w:hint="default"/>
      </w:rPr>
    </w:lvl>
    <w:lvl w:ilvl="2" w:tplc="04100005" w:tentative="1">
      <w:start w:val="1"/>
      <w:numFmt w:val="bullet"/>
      <w:lvlText w:val=""/>
      <w:lvlJc w:val="left"/>
      <w:pPr>
        <w:ind w:left="1309" w:hanging="360"/>
      </w:pPr>
      <w:rPr>
        <w:rFonts w:ascii="Wingdings" w:hAnsi="Wingdings" w:hint="default"/>
      </w:rPr>
    </w:lvl>
    <w:lvl w:ilvl="3" w:tplc="04100001" w:tentative="1">
      <w:start w:val="1"/>
      <w:numFmt w:val="bullet"/>
      <w:lvlText w:val=""/>
      <w:lvlJc w:val="left"/>
      <w:pPr>
        <w:ind w:left="2029" w:hanging="360"/>
      </w:pPr>
      <w:rPr>
        <w:rFonts w:ascii="Symbol" w:hAnsi="Symbol" w:hint="default"/>
      </w:rPr>
    </w:lvl>
    <w:lvl w:ilvl="4" w:tplc="04100003" w:tentative="1">
      <w:start w:val="1"/>
      <w:numFmt w:val="bullet"/>
      <w:lvlText w:val="o"/>
      <w:lvlJc w:val="left"/>
      <w:pPr>
        <w:ind w:left="2749" w:hanging="360"/>
      </w:pPr>
      <w:rPr>
        <w:rFonts w:ascii="Courier New" w:hAnsi="Courier New" w:cs="Courier New" w:hint="default"/>
      </w:rPr>
    </w:lvl>
    <w:lvl w:ilvl="5" w:tplc="04100005" w:tentative="1">
      <w:start w:val="1"/>
      <w:numFmt w:val="bullet"/>
      <w:lvlText w:val=""/>
      <w:lvlJc w:val="left"/>
      <w:pPr>
        <w:ind w:left="3469" w:hanging="360"/>
      </w:pPr>
      <w:rPr>
        <w:rFonts w:ascii="Wingdings" w:hAnsi="Wingdings" w:hint="default"/>
      </w:rPr>
    </w:lvl>
    <w:lvl w:ilvl="6" w:tplc="04100001" w:tentative="1">
      <w:start w:val="1"/>
      <w:numFmt w:val="bullet"/>
      <w:lvlText w:val=""/>
      <w:lvlJc w:val="left"/>
      <w:pPr>
        <w:ind w:left="4189" w:hanging="360"/>
      </w:pPr>
      <w:rPr>
        <w:rFonts w:ascii="Symbol" w:hAnsi="Symbol" w:hint="default"/>
      </w:rPr>
    </w:lvl>
    <w:lvl w:ilvl="7" w:tplc="04100003" w:tentative="1">
      <w:start w:val="1"/>
      <w:numFmt w:val="bullet"/>
      <w:lvlText w:val="o"/>
      <w:lvlJc w:val="left"/>
      <w:pPr>
        <w:ind w:left="4909" w:hanging="360"/>
      </w:pPr>
      <w:rPr>
        <w:rFonts w:ascii="Courier New" w:hAnsi="Courier New" w:cs="Courier New" w:hint="default"/>
      </w:rPr>
    </w:lvl>
    <w:lvl w:ilvl="8" w:tplc="04100005" w:tentative="1">
      <w:start w:val="1"/>
      <w:numFmt w:val="bullet"/>
      <w:lvlText w:val=""/>
      <w:lvlJc w:val="left"/>
      <w:pPr>
        <w:ind w:left="5629" w:hanging="360"/>
      </w:pPr>
      <w:rPr>
        <w:rFonts w:ascii="Wingdings" w:hAnsi="Wingdings" w:hint="default"/>
      </w:rPr>
    </w:lvl>
  </w:abstractNum>
  <w:abstractNum w:abstractNumId="22"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23"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24"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25" w15:restartNumberingAfterBreak="0">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16cid:durableId="359084892">
    <w:abstractNumId w:val="23"/>
  </w:num>
  <w:num w:numId="2" w16cid:durableId="356128580">
    <w:abstractNumId w:val="22"/>
  </w:num>
  <w:num w:numId="3" w16cid:durableId="1005933828">
    <w:abstractNumId w:val="17"/>
  </w:num>
  <w:num w:numId="4" w16cid:durableId="851261387">
    <w:abstractNumId w:val="24"/>
  </w:num>
  <w:num w:numId="5" w16cid:durableId="879900015">
    <w:abstractNumId w:val="8"/>
  </w:num>
  <w:num w:numId="6" w16cid:durableId="696202289">
    <w:abstractNumId w:val="6"/>
  </w:num>
  <w:num w:numId="7" w16cid:durableId="191769225">
    <w:abstractNumId w:val="5"/>
  </w:num>
  <w:num w:numId="8" w16cid:durableId="2040547922">
    <w:abstractNumId w:val="4"/>
  </w:num>
  <w:num w:numId="9" w16cid:durableId="55129043">
    <w:abstractNumId w:val="3"/>
  </w:num>
  <w:num w:numId="10" w16cid:durableId="1590696238">
    <w:abstractNumId w:val="7"/>
  </w:num>
  <w:num w:numId="11" w16cid:durableId="654456252">
    <w:abstractNumId w:val="1"/>
  </w:num>
  <w:num w:numId="12" w16cid:durableId="488207923">
    <w:abstractNumId w:val="0"/>
  </w:num>
  <w:num w:numId="13" w16cid:durableId="1553426664">
    <w:abstractNumId w:val="20"/>
  </w:num>
  <w:num w:numId="14" w16cid:durableId="1807620197">
    <w:abstractNumId w:val="25"/>
  </w:num>
  <w:num w:numId="15" w16cid:durableId="2105807647">
    <w:abstractNumId w:val="2"/>
  </w:num>
  <w:num w:numId="16" w16cid:durableId="1259605842">
    <w:abstractNumId w:val="12"/>
  </w:num>
  <w:num w:numId="17" w16cid:durableId="2097900144">
    <w:abstractNumId w:val="11"/>
  </w:num>
  <w:num w:numId="18" w16cid:durableId="258566429">
    <w:abstractNumId w:val="15"/>
  </w:num>
  <w:num w:numId="19" w16cid:durableId="1573199425">
    <w:abstractNumId w:val="10"/>
  </w:num>
  <w:num w:numId="20" w16cid:durableId="1303344370">
    <w:abstractNumId w:val="18"/>
  </w:num>
  <w:num w:numId="21" w16cid:durableId="945385083">
    <w:abstractNumId w:val="19"/>
  </w:num>
  <w:num w:numId="22" w16cid:durableId="794834190">
    <w:abstractNumId w:val="7"/>
    <w:lvlOverride w:ilvl="0">
      <w:startOverride w:val="1"/>
    </w:lvlOverride>
  </w:num>
  <w:num w:numId="23" w16cid:durableId="218981810">
    <w:abstractNumId w:val="7"/>
    <w:lvlOverride w:ilvl="0">
      <w:startOverride w:val="1"/>
    </w:lvlOverride>
  </w:num>
  <w:num w:numId="24" w16cid:durableId="716440057">
    <w:abstractNumId w:val="7"/>
    <w:lvlOverride w:ilvl="0">
      <w:startOverride w:val="1"/>
    </w:lvlOverride>
  </w:num>
  <w:num w:numId="25" w16cid:durableId="1517185090">
    <w:abstractNumId w:val="7"/>
    <w:lvlOverride w:ilvl="0">
      <w:startOverride w:val="1"/>
    </w:lvlOverride>
  </w:num>
  <w:num w:numId="26" w16cid:durableId="2134708159">
    <w:abstractNumId w:val="7"/>
    <w:lvlOverride w:ilvl="0">
      <w:startOverride w:val="1"/>
    </w:lvlOverride>
  </w:num>
  <w:num w:numId="27" w16cid:durableId="1400399829">
    <w:abstractNumId w:val="14"/>
  </w:num>
  <w:num w:numId="28" w16cid:durableId="1844472054">
    <w:abstractNumId w:val="21"/>
  </w:num>
  <w:num w:numId="29" w16cid:durableId="1478373728">
    <w:abstractNumId w:val="0"/>
  </w:num>
  <w:num w:numId="30" w16cid:durableId="1699115408">
    <w:abstractNumId w:val="16"/>
  </w:num>
  <w:num w:numId="31" w16cid:durableId="1138112726">
    <w:abstractNumId w:val="9"/>
  </w:num>
  <w:num w:numId="32" w16cid:durableId="349987229">
    <w:abstractNumId w:val="17"/>
  </w:num>
  <w:num w:numId="33" w16cid:durableId="1782455112">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activeWritingStyle w:appName="MSWord" w:lang="en-GB" w:vendorID="8" w:dllVersion="513" w:checkStyle="1"/>
  <w:activeWritingStyle w:appName="MSWord" w:lang="en-US" w:vendorID="8" w:dllVersion="513" w:checkStyle="1"/>
  <w:proofState w:spelling="clean" w:grammar="clean"/>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NotTrackMoves/>
  <w:documentProtection w:formatting="1" w:enforcement="1"/>
  <w:styleLockTheme/>
  <w:styleLockQFSet/>
  <w:defaultTabStop w:val="1440"/>
  <w:drawingGridHorizontalSpacing w:val="95"/>
  <w:displayHorizontalDrawingGridEvery w:val="0"/>
  <w:displayVerticalDrawingGridEvery w:val="0"/>
  <w:noPunctuationKerning/>
  <w:characterSpacingControl w:val="doNotCompress"/>
  <w:hdrShapeDefaults>
    <o:shapedefaults v:ext="edit" spidmax="217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413C8"/>
    <w:rsid w:val="000017C4"/>
    <w:rsid w:val="0000191D"/>
    <w:rsid w:val="00001AC8"/>
    <w:rsid w:val="00002EE3"/>
    <w:rsid w:val="0000764E"/>
    <w:rsid w:val="00012387"/>
    <w:rsid w:val="00021790"/>
    <w:rsid w:val="00022175"/>
    <w:rsid w:val="00022528"/>
    <w:rsid w:val="00026814"/>
    <w:rsid w:val="00027C67"/>
    <w:rsid w:val="00033355"/>
    <w:rsid w:val="000353A8"/>
    <w:rsid w:val="0004007E"/>
    <w:rsid w:val="000408B1"/>
    <w:rsid w:val="00043038"/>
    <w:rsid w:val="00043FDC"/>
    <w:rsid w:val="00047825"/>
    <w:rsid w:val="00050F1F"/>
    <w:rsid w:val="000579C1"/>
    <w:rsid w:val="000612B5"/>
    <w:rsid w:val="00061661"/>
    <w:rsid w:val="00064E57"/>
    <w:rsid w:val="00071606"/>
    <w:rsid w:val="00072427"/>
    <w:rsid w:val="00074109"/>
    <w:rsid w:val="000775D4"/>
    <w:rsid w:val="00077A6B"/>
    <w:rsid w:val="0008028F"/>
    <w:rsid w:val="000851E4"/>
    <w:rsid w:val="0008688D"/>
    <w:rsid w:val="000877E0"/>
    <w:rsid w:val="000906F7"/>
    <w:rsid w:val="00095809"/>
    <w:rsid w:val="000A15E5"/>
    <w:rsid w:val="000A2910"/>
    <w:rsid w:val="000A4349"/>
    <w:rsid w:val="000A528A"/>
    <w:rsid w:val="000A5C61"/>
    <w:rsid w:val="000A5F59"/>
    <w:rsid w:val="000A6454"/>
    <w:rsid w:val="000B160B"/>
    <w:rsid w:val="000B1881"/>
    <w:rsid w:val="000B23FB"/>
    <w:rsid w:val="000B3AB0"/>
    <w:rsid w:val="000C16D5"/>
    <w:rsid w:val="000D23EE"/>
    <w:rsid w:val="000D2EA0"/>
    <w:rsid w:val="000D3040"/>
    <w:rsid w:val="000D3FDA"/>
    <w:rsid w:val="000D5FC4"/>
    <w:rsid w:val="000E1EA4"/>
    <w:rsid w:val="000E2675"/>
    <w:rsid w:val="000E53BB"/>
    <w:rsid w:val="000E5626"/>
    <w:rsid w:val="000E7A5E"/>
    <w:rsid w:val="000F48CC"/>
    <w:rsid w:val="000F4B1B"/>
    <w:rsid w:val="000F7FE0"/>
    <w:rsid w:val="0010237A"/>
    <w:rsid w:val="0011062C"/>
    <w:rsid w:val="00120821"/>
    <w:rsid w:val="00122B75"/>
    <w:rsid w:val="0013344B"/>
    <w:rsid w:val="00133F0B"/>
    <w:rsid w:val="00137EB4"/>
    <w:rsid w:val="001434FC"/>
    <w:rsid w:val="0014371E"/>
    <w:rsid w:val="001447BA"/>
    <w:rsid w:val="00144B7A"/>
    <w:rsid w:val="001470F2"/>
    <w:rsid w:val="00147F37"/>
    <w:rsid w:val="00165005"/>
    <w:rsid w:val="00165A7B"/>
    <w:rsid w:val="0016751F"/>
    <w:rsid w:val="001703A8"/>
    <w:rsid w:val="0017372E"/>
    <w:rsid w:val="001744B1"/>
    <w:rsid w:val="00176D27"/>
    <w:rsid w:val="001834B7"/>
    <w:rsid w:val="00184FF4"/>
    <w:rsid w:val="001876E4"/>
    <w:rsid w:val="00195758"/>
    <w:rsid w:val="00197DF2"/>
    <w:rsid w:val="001A43DE"/>
    <w:rsid w:val="001A46C4"/>
    <w:rsid w:val="001C1507"/>
    <w:rsid w:val="001C23B2"/>
    <w:rsid w:val="001C280A"/>
    <w:rsid w:val="001C5B21"/>
    <w:rsid w:val="001D2EF3"/>
    <w:rsid w:val="001D7165"/>
    <w:rsid w:val="001E1ED4"/>
    <w:rsid w:val="001E3726"/>
    <w:rsid w:val="001E3863"/>
    <w:rsid w:val="001E571F"/>
    <w:rsid w:val="001E6C2F"/>
    <w:rsid w:val="001E7ECC"/>
    <w:rsid w:val="001F3010"/>
    <w:rsid w:val="001F5B47"/>
    <w:rsid w:val="001F5BB3"/>
    <w:rsid w:val="00200C0C"/>
    <w:rsid w:val="00201F40"/>
    <w:rsid w:val="00202218"/>
    <w:rsid w:val="00203EB9"/>
    <w:rsid w:val="00214D55"/>
    <w:rsid w:val="00215351"/>
    <w:rsid w:val="0021752D"/>
    <w:rsid w:val="0021786C"/>
    <w:rsid w:val="00217DFF"/>
    <w:rsid w:val="00221872"/>
    <w:rsid w:val="00221C92"/>
    <w:rsid w:val="00222090"/>
    <w:rsid w:val="00223ABE"/>
    <w:rsid w:val="002240CE"/>
    <w:rsid w:val="00225DE5"/>
    <w:rsid w:val="00233B18"/>
    <w:rsid w:val="0023645B"/>
    <w:rsid w:val="00236C6A"/>
    <w:rsid w:val="00237847"/>
    <w:rsid w:val="00241336"/>
    <w:rsid w:val="00243E68"/>
    <w:rsid w:val="00246684"/>
    <w:rsid w:val="00246AF9"/>
    <w:rsid w:val="00246C22"/>
    <w:rsid w:val="002509E5"/>
    <w:rsid w:val="00251978"/>
    <w:rsid w:val="002555E2"/>
    <w:rsid w:val="00256BEE"/>
    <w:rsid w:val="002626DA"/>
    <w:rsid w:val="002701E6"/>
    <w:rsid w:val="00270CA4"/>
    <w:rsid w:val="0027190E"/>
    <w:rsid w:val="0027357E"/>
    <w:rsid w:val="00280B82"/>
    <w:rsid w:val="00281D72"/>
    <w:rsid w:val="00282FC2"/>
    <w:rsid w:val="00286BFB"/>
    <w:rsid w:val="00287177"/>
    <w:rsid w:val="00297ABD"/>
    <w:rsid w:val="002A32C6"/>
    <w:rsid w:val="002A331D"/>
    <w:rsid w:val="002A3F47"/>
    <w:rsid w:val="002A6C1D"/>
    <w:rsid w:val="002A7935"/>
    <w:rsid w:val="002B205E"/>
    <w:rsid w:val="002B271A"/>
    <w:rsid w:val="002B48DB"/>
    <w:rsid w:val="002C2BE7"/>
    <w:rsid w:val="002C4ED0"/>
    <w:rsid w:val="002D0B82"/>
    <w:rsid w:val="002D0E51"/>
    <w:rsid w:val="002D26C0"/>
    <w:rsid w:val="002D3B7B"/>
    <w:rsid w:val="002D4D2B"/>
    <w:rsid w:val="002D61FC"/>
    <w:rsid w:val="002D6766"/>
    <w:rsid w:val="002E1CB1"/>
    <w:rsid w:val="002E4358"/>
    <w:rsid w:val="002E4A70"/>
    <w:rsid w:val="002E78D3"/>
    <w:rsid w:val="002F0D01"/>
    <w:rsid w:val="002F0ECF"/>
    <w:rsid w:val="002F26F2"/>
    <w:rsid w:val="002F434A"/>
    <w:rsid w:val="002F6D51"/>
    <w:rsid w:val="002F757C"/>
    <w:rsid w:val="003000FE"/>
    <w:rsid w:val="003030B6"/>
    <w:rsid w:val="003032A8"/>
    <w:rsid w:val="0030697D"/>
    <w:rsid w:val="00307BA0"/>
    <w:rsid w:val="00307F6D"/>
    <w:rsid w:val="00312565"/>
    <w:rsid w:val="00323B78"/>
    <w:rsid w:val="003276C8"/>
    <w:rsid w:val="0033406B"/>
    <w:rsid w:val="003355DB"/>
    <w:rsid w:val="00340C02"/>
    <w:rsid w:val="003474FF"/>
    <w:rsid w:val="00351220"/>
    <w:rsid w:val="00351325"/>
    <w:rsid w:val="00352438"/>
    <w:rsid w:val="0035445E"/>
    <w:rsid w:val="00360506"/>
    <w:rsid w:val="0036065A"/>
    <w:rsid w:val="00361851"/>
    <w:rsid w:val="00363C13"/>
    <w:rsid w:val="00364E93"/>
    <w:rsid w:val="003653C3"/>
    <w:rsid w:val="003676DD"/>
    <w:rsid w:val="00371083"/>
    <w:rsid w:val="00371ECC"/>
    <w:rsid w:val="00372530"/>
    <w:rsid w:val="003739B1"/>
    <w:rsid w:val="00374A50"/>
    <w:rsid w:val="00375400"/>
    <w:rsid w:val="003770E4"/>
    <w:rsid w:val="00387A3E"/>
    <w:rsid w:val="00387D4D"/>
    <w:rsid w:val="00390C64"/>
    <w:rsid w:val="003910D0"/>
    <w:rsid w:val="0039527E"/>
    <w:rsid w:val="003A26B0"/>
    <w:rsid w:val="003A2A43"/>
    <w:rsid w:val="003A4180"/>
    <w:rsid w:val="003A6CAC"/>
    <w:rsid w:val="003A7BAD"/>
    <w:rsid w:val="003B0295"/>
    <w:rsid w:val="003B0F33"/>
    <w:rsid w:val="003B0FA1"/>
    <w:rsid w:val="003B17E8"/>
    <w:rsid w:val="003B1846"/>
    <w:rsid w:val="003B1DCC"/>
    <w:rsid w:val="003B3916"/>
    <w:rsid w:val="003B3B10"/>
    <w:rsid w:val="003B4A8D"/>
    <w:rsid w:val="003C3AD7"/>
    <w:rsid w:val="003C5953"/>
    <w:rsid w:val="003C7885"/>
    <w:rsid w:val="003D0381"/>
    <w:rsid w:val="003D1038"/>
    <w:rsid w:val="003D18C9"/>
    <w:rsid w:val="003D5C0E"/>
    <w:rsid w:val="003D7590"/>
    <w:rsid w:val="003E4C38"/>
    <w:rsid w:val="003E5171"/>
    <w:rsid w:val="003F3047"/>
    <w:rsid w:val="003F4CE9"/>
    <w:rsid w:val="003F570F"/>
    <w:rsid w:val="00400887"/>
    <w:rsid w:val="004035AD"/>
    <w:rsid w:val="00404F55"/>
    <w:rsid w:val="00407CD4"/>
    <w:rsid w:val="00416EB7"/>
    <w:rsid w:val="00422A04"/>
    <w:rsid w:val="00423208"/>
    <w:rsid w:val="0042596A"/>
    <w:rsid w:val="00427DE3"/>
    <w:rsid w:val="00430B5F"/>
    <w:rsid w:val="00431339"/>
    <w:rsid w:val="00436476"/>
    <w:rsid w:val="004445E7"/>
    <w:rsid w:val="00445638"/>
    <w:rsid w:val="00445A24"/>
    <w:rsid w:val="00446A54"/>
    <w:rsid w:val="00447184"/>
    <w:rsid w:val="0045140F"/>
    <w:rsid w:val="004520C2"/>
    <w:rsid w:val="00452B93"/>
    <w:rsid w:val="0045380F"/>
    <w:rsid w:val="0045413D"/>
    <w:rsid w:val="00455B7B"/>
    <w:rsid w:val="00456CDF"/>
    <w:rsid w:val="00461E97"/>
    <w:rsid w:val="0046271E"/>
    <w:rsid w:val="00467622"/>
    <w:rsid w:val="004741C3"/>
    <w:rsid w:val="00476DF8"/>
    <w:rsid w:val="0048019C"/>
    <w:rsid w:val="004813B6"/>
    <w:rsid w:val="004816F7"/>
    <w:rsid w:val="00481DCB"/>
    <w:rsid w:val="004827CA"/>
    <w:rsid w:val="00484C78"/>
    <w:rsid w:val="00485E19"/>
    <w:rsid w:val="004909DE"/>
    <w:rsid w:val="00492D44"/>
    <w:rsid w:val="00493BE1"/>
    <w:rsid w:val="004A31A8"/>
    <w:rsid w:val="004A3E35"/>
    <w:rsid w:val="004A5132"/>
    <w:rsid w:val="004A5404"/>
    <w:rsid w:val="004A7F3C"/>
    <w:rsid w:val="004B0ADF"/>
    <w:rsid w:val="004B11D1"/>
    <w:rsid w:val="004B133A"/>
    <w:rsid w:val="004B306C"/>
    <w:rsid w:val="004B4842"/>
    <w:rsid w:val="004B6255"/>
    <w:rsid w:val="004B6E52"/>
    <w:rsid w:val="004B73DE"/>
    <w:rsid w:val="004C2603"/>
    <w:rsid w:val="004C2D9C"/>
    <w:rsid w:val="004C3457"/>
    <w:rsid w:val="004C6828"/>
    <w:rsid w:val="004C7075"/>
    <w:rsid w:val="004D01EB"/>
    <w:rsid w:val="004D6A21"/>
    <w:rsid w:val="004E2775"/>
    <w:rsid w:val="004E508A"/>
    <w:rsid w:val="004E5194"/>
    <w:rsid w:val="004E7565"/>
    <w:rsid w:val="004F3C56"/>
    <w:rsid w:val="004F717E"/>
    <w:rsid w:val="004F7F9F"/>
    <w:rsid w:val="0050332A"/>
    <w:rsid w:val="00504C0E"/>
    <w:rsid w:val="00515B5E"/>
    <w:rsid w:val="00517AD5"/>
    <w:rsid w:val="005210B1"/>
    <w:rsid w:val="005243D5"/>
    <w:rsid w:val="0052573B"/>
    <w:rsid w:val="00526C98"/>
    <w:rsid w:val="00527032"/>
    <w:rsid w:val="0052733C"/>
    <w:rsid w:val="00527977"/>
    <w:rsid w:val="005414BF"/>
    <w:rsid w:val="00541D70"/>
    <w:rsid w:val="00542BA6"/>
    <w:rsid w:val="00543CAD"/>
    <w:rsid w:val="00546DC3"/>
    <w:rsid w:val="00551F84"/>
    <w:rsid w:val="005627F5"/>
    <w:rsid w:val="005633B5"/>
    <w:rsid w:val="00565A42"/>
    <w:rsid w:val="00566678"/>
    <w:rsid w:val="00572875"/>
    <w:rsid w:val="00574F69"/>
    <w:rsid w:val="005844D6"/>
    <w:rsid w:val="00584FAE"/>
    <w:rsid w:val="00585569"/>
    <w:rsid w:val="00590B92"/>
    <w:rsid w:val="00592CE2"/>
    <w:rsid w:val="005930E4"/>
    <w:rsid w:val="0059570F"/>
    <w:rsid w:val="0059725E"/>
    <w:rsid w:val="005A1FD7"/>
    <w:rsid w:val="005A5116"/>
    <w:rsid w:val="005A6353"/>
    <w:rsid w:val="005A756E"/>
    <w:rsid w:val="005B39A5"/>
    <w:rsid w:val="005C079E"/>
    <w:rsid w:val="005C4C2A"/>
    <w:rsid w:val="005C7AFC"/>
    <w:rsid w:val="005D0E5B"/>
    <w:rsid w:val="005D0EDB"/>
    <w:rsid w:val="005D2228"/>
    <w:rsid w:val="005D6EE8"/>
    <w:rsid w:val="005D78D6"/>
    <w:rsid w:val="005E10B6"/>
    <w:rsid w:val="005E28CA"/>
    <w:rsid w:val="005E5087"/>
    <w:rsid w:val="005E59C1"/>
    <w:rsid w:val="005F1803"/>
    <w:rsid w:val="005F2A35"/>
    <w:rsid w:val="005F3B5D"/>
    <w:rsid w:val="005F6318"/>
    <w:rsid w:val="005F69D6"/>
    <w:rsid w:val="0060053A"/>
    <w:rsid w:val="006006EA"/>
    <w:rsid w:val="00601CA1"/>
    <w:rsid w:val="00602440"/>
    <w:rsid w:val="00605282"/>
    <w:rsid w:val="0060660F"/>
    <w:rsid w:val="006076DF"/>
    <w:rsid w:val="0061046B"/>
    <w:rsid w:val="00612AEB"/>
    <w:rsid w:val="00614957"/>
    <w:rsid w:val="00615537"/>
    <w:rsid w:val="00617B2D"/>
    <w:rsid w:val="006222A1"/>
    <w:rsid w:val="00632938"/>
    <w:rsid w:val="00633D49"/>
    <w:rsid w:val="0063452A"/>
    <w:rsid w:val="006350A5"/>
    <w:rsid w:val="0063524F"/>
    <w:rsid w:val="006367CC"/>
    <w:rsid w:val="0063697A"/>
    <w:rsid w:val="00641B04"/>
    <w:rsid w:val="00645E62"/>
    <w:rsid w:val="00646E29"/>
    <w:rsid w:val="00647DBD"/>
    <w:rsid w:val="00651196"/>
    <w:rsid w:val="00654345"/>
    <w:rsid w:val="006563CE"/>
    <w:rsid w:val="00657A1D"/>
    <w:rsid w:val="00661526"/>
    <w:rsid w:val="00663557"/>
    <w:rsid w:val="00665B53"/>
    <w:rsid w:val="00665D80"/>
    <w:rsid w:val="00672DCF"/>
    <w:rsid w:val="00673030"/>
    <w:rsid w:val="00673863"/>
    <w:rsid w:val="00673FA4"/>
    <w:rsid w:val="00674C06"/>
    <w:rsid w:val="00675EAE"/>
    <w:rsid w:val="006821EA"/>
    <w:rsid w:val="006853A8"/>
    <w:rsid w:val="006864CC"/>
    <w:rsid w:val="00687109"/>
    <w:rsid w:val="0069044F"/>
    <w:rsid w:val="00690EB8"/>
    <w:rsid w:val="00696CAB"/>
    <w:rsid w:val="00696E65"/>
    <w:rsid w:val="00696E8D"/>
    <w:rsid w:val="006A01A4"/>
    <w:rsid w:val="006A33D6"/>
    <w:rsid w:val="006B04CC"/>
    <w:rsid w:val="006B1C58"/>
    <w:rsid w:val="006B1E11"/>
    <w:rsid w:val="006B2756"/>
    <w:rsid w:val="006B355C"/>
    <w:rsid w:val="006B37FC"/>
    <w:rsid w:val="006B6BE6"/>
    <w:rsid w:val="006C01B8"/>
    <w:rsid w:val="006C1D42"/>
    <w:rsid w:val="006C6987"/>
    <w:rsid w:val="006D0A4F"/>
    <w:rsid w:val="006D4842"/>
    <w:rsid w:val="006D5ACE"/>
    <w:rsid w:val="006D64DA"/>
    <w:rsid w:val="006D7340"/>
    <w:rsid w:val="006E0076"/>
    <w:rsid w:val="006E1B82"/>
    <w:rsid w:val="006E2EDE"/>
    <w:rsid w:val="006E3A46"/>
    <w:rsid w:val="006E4C47"/>
    <w:rsid w:val="006E6727"/>
    <w:rsid w:val="006F13F9"/>
    <w:rsid w:val="006F34DD"/>
    <w:rsid w:val="006F3E40"/>
    <w:rsid w:val="007023C9"/>
    <w:rsid w:val="0070375E"/>
    <w:rsid w:val="00710A49"/>
    <w:rsid w:val="0071144A"/>
    <w:rsid w:val="00714DA9"/>
    <w:rsid w:val="00715324"/>
    <w:rsid w:val="00715699"/>
    <w:rsid w:val="007162F9"/>
    <w:rsid w:val="00716795"/>
    <w:rsid w:val="007170E8"/>
    <w:rsid w:val="0072163A"/>
    <w:rsid w:val="00724AB5"/>
    <w:rsid w:val="00725EC8"/>
    <w:rsid w:val="007263C1"/>
    <w:rsid w:val="00732142"/>
    <w:rsid w:val="00732596"/>
    <w:rsid w:val="00732FFF"/>
    <w:rsid w:val="007340D7"/>
    <w:rsid w:val="007354F6"/>
    <w:rsid w:val="007359D3"/>
    <w:rsid w:val="0073697C"/>
    <w:rsid w:val="00737C61"/>
    <w:rsid w:val="007420BE"/>
    <w:rsid w:val="00744B09"/>
    <w:rsid w:val="00753AA3"/>
    <w:rsid w:val="00754E9C"/>
    <w:rsid w:val="0076027E"/>
    <w:rsid w:val="00760B52"/>
    <w:rsid w:val="0076210E"/>
    <w:rsid w:val="00762BEC"/>
    <w:rsid w:val="0076456D"/>
    <w:rsid w:val="00765D5B"/>
    <w:rsid w:val="00766590"/>
    <w:rsid w:val="00770477"/>
    <w:rsid w:val="0077219E"/>
    <w:rsid w:val="0077552C"/>
    <w:rsid w:val="00775598"/>
    <w:rsid w:val="00775E06"/>
    <w:rsid w:val="00786C08"/>
    <w:rsid w:val="00790B1E"/>
    <w:rsid w:val="0079160C"/>
    <w:rsid w:val="00794E29"/>
    <w:rsid w:val="007953C5"/>
    <w:rsid w:val="00796F9C"/>
    <w:rsid w:val="007A1E85"/>
    <w:rsid w:val="007A1F4E"/>
    <w:rsid w:val="007A2E1D"/>
    <w:rsid w:val="007A51C0"/>
    <w:rsid w:val="007A7468"/>
    <w:rsid w:val="007A765D"/>
    <w:rsid w:val="007B1740"/>
    <w:rsid w:val="007B4714"/>
    <w:rsid w:val="007B61B4"/>
    <w:rsid w:val="007C12BA"/>
    <w:rsid w:val="007C7B1D"/>
    <w:rsid w:val="007D2941"/>
    <w:rsid w:val="007D4318"/>
    <w:rsid w:val="007E395D"/>
    <w:rsid w:val="007E56F0"/>
    <w:rsid w:val="007F1A37"/>
    <w:rsid w:val="007F5DFB"/>
    <w:rsid w:val="00800C40"/>
    <w:rsid w:val="00801093"/>
    <w:rsid w:val="00802CDA"/>
    <w:rsid w:val="00803705"/>
    <w:rsid w:val="00805B42"/>
    <w:rsid w:val="00806BF2"/>
    <w:rsid w:val="00811637"/>
    <w:rsid w:val="00813BE4"/>
    <w:rsid w:val="00813DD5"/>
    <w:rsid w:val="00814815"/>
    <w:rsid w:val="00817035"/>
    <w:rsid w:val="00817706"/>
    <w:rsid w:val="0082134C"/>
    <w:rsid w:val="0082487E"/>
    <w:rsid w:val="0082523E"/>
    <w:rsid w:val="00825EDF"/>
    <w:rsid w:val="008328F7"/>
    <w:rsid w:val="0083356D"/>
    <w:rsid w:val="0083366E"/>
    <w:rsid w:val="0083492A"/>
    <w:rsid w:val="00835F79"/>
    <w:rsid w:val="00837253"/>
    <w:rsid w:val="00841ED0"/>
    <w:rsid w:val="00841ED1"/>
    <w:rsid w:val="008447BA"/>
    <w:rsid w:val="00844927"/>
    <w:rsid w:val="00845A30"/>
    <w:rsid w:val="00850E5A"/>
    <w:rsid w:val="0085122E"/>
    <w:rsid w:val="00855762"/>
    <w:rsid w:val="00855B93"/>
    <w:rsid w:val="00863CED"/>
    <w:rsid w:val="00865D27"/>
    <w:rsid w:val="008676A8"/>
    <w:rsid w:val="00867BCC"/>
    <w:rsid w:val="0087013A"/>
    <w:rsid w:val="0087173A"/>
    <w:rsid w:val="008721B3"/>
    <w:rsid w:val="008735A2"/>
    <w:rsid w:val="008778B5"/>
    <w:rsid w:val="008811B3"/>
    <w:rsid w:val="008824F5"/>
    <w:rsid w:val="00883E82"/>
    <w:rsid w:val="00884DF1"/>
    <w:rsid w:val="00886671"/>
    <w:rsid w:val="00887512"/>
    <w:rsid w:val="008906DA"/>
    <w:rsid w:val="0089267E"/>
    <w:rsid w:val="008937F9"/>
    <w:rsid w:val="00896B55"/>
    <w:rsid w:val="00896C7D"/>
    <w:rsid w:val="008A1EDA"/>
    <w:rsid w:val="008A2F65"/>
    <w:rsid w:val="008A3651"/>
    <w:rsid w:val="008A5447"/>
    <w:rsid w:val="008A545B"/>
    <w:rsid w:val="008A60F9"/>
    <w:rsid w:val="008A6B59"/>
    <w:rsid w:val="008A75CF"/>
    <w:rsid w:val="008B3CF8"/>
    <w:rsid w:val="008B44EC"/>
    <w:rsid w:val="008B718A"/>
    <w:rsid w:val="008B78B6"/>
    <w:rsid w:val="008B79DA"/>
    <w:rsid w:val="008C16FB"/>
    <w:rsid w:val="008C1818"/>
    <w:rsid w:val="008C36F7"/>
    <w:rsid w:val="008D229A"/>
    <w:rsid w:val="008D7690"/>
    <w:rsid w:val="008F067F"/>
    <w:rsid w:val="008F0EC2"/>
    <w:rsid w:val="008F15A3"/>
    <w:rsid w:val="008F1878"/>
    <w:rsid w:val="008F2426"/>
    <w:rsid w:val="008F55DB"/>
    <w:rsid w:val="008F72B6"/>
    <w:rsid w:val="00903BF6"/>
    <w:rsid w:val="0090798F"/>
    <w:rsid w:val="00915205"/>
    <w:rsid w:val="00920C62"/>
    <w:rsid w:val="00922455"/>
    <w:rsid w:val="00924BDC"/>
    <w:rsid w:val="00924C2D"/>
    <w:rsid w:val="0092643F"/>
    <w:rsid w:val="00927729"/>
    <w:rsid w:val="00927978"/>
    <w:rsid w:val="00931B59"/>
    <w:rsid w:val="0093485B"/>
    <w:rsid w:val="0093556B"/>
    <w:rsid w:val="00935ED6"/>
    <w:rsid w:val="00935F9D"/>
    <w:rsid w:val="0093666B"/>
    <w:rsid w:val="00936F11"/>
    <w:rsid w:val="009370C1"/>
    <w:rsid w:val="009401D9"/>
    <w:rsid w:val="009413C8"/>
    <w:rsid w:val="009420FB"/>
    <w:rsid w:val="0094587D"/>
    <w:rsid w:val="009462D4"/>
    <w:rsid w:val="0095001F"/>
    <w:rsid w:val="0095072B"/>
    <w:rsid w:val="009534D0"/>
    <w:rsid w:val="00955638"/>
    <w:rsid w:val="00957D73"/>
    <w:rsid w:val="00957DC7"/>
    <w:rsid w:val="00960A6B"/>
    <w:rsid w:val="00962286"/>
    <w:rsid w:val="0096292A"/>
    <w:rsid w:val="009635AF"/>
    <w:rsid w:val="00965BA7"/>
    <w:rsid w:val="00970DC8"/>
    <w:rsid w:val="00975EA8"/>
    <w:rsid w:val="009808FE"/>
    <w:rsid w:val="00981F0E"/>
    <w:rsid w:val="009928B3"/>
    <w:rsid w:val="00992D89"/>
    <w:rsid w:val="0099388A"/>
    <w:rsid w:val="009A0BF3"/>
    <w:rsid w:val="009A3C17"/>
    <w:rsid w:val="009A5FB9"/>
    <w:rsid w:val="009B233A"/>
    <w:rsid w:val="009B7229"/>
    <w:rsid w:val="009B78E7"/>
    <w:rsid w:val="009C186B"/>
    <w:rsid w:val="009C3408"/>
    <w:rsid w:val="009C3882"/>
    <w:rsid w:val="009C44F2"/>
    <w:rsid w:val="009C6DA1"/>
    <w:rsid w:val="009D1817"/>
    <w:rsid w:val="009D23B9"/>
    <w:rsid w:val="009D3DD0"/>
    <w:rsid w:val="009D3EDD"/>
    <w:rsid w:val="009D5F6D"/>
    <w:rsid w:val="009D674F"/>
    <w:rsid w:val="009D7B4C"/>
    <w:rsid w:val="009E0923"/>
    <w:rsid w:val="009E3228"/>
    <w:rsid w:val="009E4D25"/>
    <w:rsid w:val="009E5DDB"/>
    <w:rsid w:val="009F1A9D"/>
    <w:rsid w:val="009F4165"/>
    <w:rsid w:val="009F457E"/>
    <w:rsid w:val="009F520D"/>
    <w:rsid w:val="009F7EC9"/>
    <w:rsid w:val="00A0016F"/>
    <w:rsid w:val="00A03CA2"/>
    <w:rsid w:val="00A04B09"/>
    <w:rsid w:val="00A04E5F"/>
    <w:rsid w:val="00A0681B"/>
    <w:rsid w:val="00A12679"/>
    <w:rsid w:val="00A127B6"/>
    <w:rsid w:val="00A13C61"/>
    <w:rsid w:val="00A13ED4"/>
    <w:rsid w:val="00A145AC"/>
    <w:rsid w:val="00A23189"/>
    <w:rsid w:val="00A27EAD"/>
    <w:rsid w:val="00A327F0"/>
    <w:rsid w:val="00A35A86"/>
    <w:rsid w:val="00A37F60"/>
    <w:rsid w:val="00A421CC"/>
    <w:rsid w:val="00A42BB2"/>
    <w:rsid w:val="00A45AFD"/>
    <w:rsid w:val="00A45E56"/>
    <w:rsid w:val="00A51A1F"/>
    <w:rsid w:val="00A53497"/>
    <w:rsid w:val="00A570C8"/>
    <w:rsid w:val="00A604B9"/>
    <w:rsid w:val="00A60AE6"/>
    <w:rsid w:val="00A622E9"/>
    <w:rsid w:val="00A656A0"/>
    <w:rsid w:val="00A667BF"/>
    <w:rsid w:val="00A67DEB"/>
    <w:rsid w:val="00A70474"/>
    <w:rsid w:val="00A7072B"/>
    <w:rsid w:val="00A71D2B"/>
    <w:rsid w:val="00A72CAE"/>
    <w:rsid w:val="00A74E35"/>
    <w:rsid w:val="00A75B3B"/>
    <w:rsid w:val="00A7655C"/>
    <w:rsid w:val="00A8050C"/>
    <w:rsid w:val="00A84776"/>
    <w:rsid w:val="00A861A7"/>
    <w:rsid w:val="00A86AA6"/>
    <w:rsid w:val="00A900BF"/>
    <w:rsid w:val="00A91C7F"/>
    <w:rsid w:val="00A91EA0"/>
    <w:rsid w:val="00A92B92"/>
    <w:rsid w:val="00A93E7F"/>
    <w:rsid w:val="00A94FFA"/>
    <w:rsid w:val="00A9519A"/>
    <w:rsid w:val="00AA32DC"/>
    <w:rsid w:val="00AA665D"/>
    <w:rsid w:val="00AA6CDC"/>
    <w:rsid w:val="00AA6F86"/>
    <w:rsid w:val="00AB0C62"/>
    <w:rsid w:val="00AB1EE7"/>
    <w:rsid w:val="00AB1F00"/>
    <w:rsid w:val="00AB6D8A"/>
    <w:rsid w:val="00AB752D"/>
    <w:rsid w:val="00AB76E1"/>
    <w:rsid w:val="00AC059F"/>
    <w:rsid w:val="00AC2116"/>
    <w:rsid w:val="00AC2801"/>
    <w:rsid w:val="00AC3B64"/>
    <w:rsid w:val="00AC7287"/>
    <w:rsid w:val="00AD186E"/>
    <w:rsid w:val="00AD1C0F"/>
    <w:rsid w:val="00AD69E0"/>
    <w:rsid w:val="00AD74B9"/>
    <w:rsid w:val="00AE6761"/>
    <w:rsid w:val="00AF0900"/>
    <w:rsid w:val="00AF28ED"/>
    <w:rsid w:val="00AF2D18"/>
    <w:rsid w:val="00AF2D24"/>
    <w:rsid w:val="00AF7FC0"/>
    <w:rsid w:val="00B001DE"/>
    <w:rsid w:val="00B01F7F"/>
    <w:rsid w:val="00B028B6"/>
    <w:rsid w:val="00B069FF"/>
    <w:rsid w:val="00B109B0"/>
    <w:rsid w:val="00B11021"/>
    <w:rsid w:val="00B1188A"/>
    <w:rsid w:val="00B12453"/>
    <w:rsid w:val="00B1406C"/>
    <w:rsid w:val="00B147B7"/>
    <w:rsid w:val="00B159B9"/>
    <w:rsid w:val="00B16BC0"/>
    <w:rsid w:val="00B17815"/>
    <w:rsid w:val="00B22983"/>
    <w:rsid w:val="00B23261"/>
    <w:rsid w:val="00B2345C"/>
    <w:rsid w:val="00B243F2"/>
    <w:rsid w:val="00B26455"/>
    <w:rsid w:val="00B2711B"/>
    <w:rsid w:val="00B30472"/>
    <w:rsid w:val="00B329AF"/>
    <w:rsid w:val="00B35902"/>
    <w:rsid w:val="00B373C9"/>
    <w:rsid w:val="00B4044F"/>
    <w:rsid w:val="00B415AD"/>
    <w:rsid w:val="00B423A5"/>
    <w:rsid w:val="00B42C79"/>
    <w:rsid w:val="00B4320D"/>
    <w:rsid w:val="00B4382C"/>
    <w:rsid w:val="00B45250"/>
    <w:rsid w:val="00B4531D"/>
    <w:rsid w:val="00B4779F"/>
    <w:rsid w:val="00B5361E"/>
    <w:rsid w:val="00B5372E"/>
    <w:rsid w:val="00B5567F"/>
    <w:rsid w:val="00B60960"/>
    <w:rsid w:val="00B62632"/>
    <w:rsid w:val="00B6502D"/>
    <w:rsid w:val="00B662DC"/>
    <w:rsid w:val="00B72471"/>
    <w:rsid w:val="00B72A17"/>
    <w:rsid w:val="00B75165"/>
    <w:rsid w:val="00B76F56"/>
    <w:rsid w:val="00B820B7"/>
    <w:rsid w:val="00B825EE"/>
    <w:rsid w:val="00B85D30"/>
    <w:rsid w:val="00B86CCF"/>
    <w:rsid w:val="00B878F6"/>
    <w:rsid w:val="00B87DD5"/>
    <w:rsid w:val="00B90FDF"/>
    <w:rsid w:val="00B936A3"/>
    <w:rsid w:val="00BB3079"/>
    <w:rsid w:val="00BB492D"/>
    <w:rsid w:val="00BB69A0"/>
    <w:rsid w:val="00BB6A32"/>
    <w:rsid w:val="00BC0163"/>
    <w:rsid w:val="00BC1C0C"/>
    <w:rsid w:val="00BC2715"/>
    <w:rsid w:val="00BC6362"/>
    <w:rsid w:val="00BC6895"/>
    <w:rsid w:val="00BC7B34"/>
    <w:rsid w:val="00BD04C6"/>
    <w:rsid w:val="00BD4A38"/>
    <w:rsid w:val="00BD5076"/>
    <w:rsid w:val="00BE50A6"/>
    <w:rsid w:val="00BE6BFF"/>
    <w:rsid w:val="00BE7691"/>
    <w:rsid w:val="00BF21F2"/>
    <w:rsid w:val="00BF287C"/>
    <w:rsid w:val="00BF2C6C"/>
    <w:rsid w:val="00BF3FB9"/>
    <w:rsid w:val="00BF6218"/>
    <w:rsid w:val="00BF72E6"/>
    <w:rsid w:val="00C00225"/>
    <w:rsid w:val="00C04D16"/>
    <w:rsid w:val="00C04DF9"/>
    <w:rsid w:val="00C050ED"/>
    <w:rsid w:val="00C10444"/>
    <w:rsid w:val="00C108FD"/>
    <w:rsid w:val="00C125B5"/>
    <w:rsid w:val="00C12BF4"/>
    <w:rsid w:val="00C20FD3"/>
    <w:rsid w:val="00C221C1"/>
    <w:rsid w:val="00C22215"/>
    <w:rsid w:val="00C22AAC"/>
    <w:rsid w:val="00C23D2F"/>
    <w:rsid w:val="00C27D3B"/>
    <w:rsid w:val="00C303D0"/>
    <w:rsid w:val="00C31B59"/>
    <w:rsid w:val="00C326BF"/>
    <w:rsid w:val="00C331E3"/>
    <w:rsid w:val="00C35063"/>
    <w:rsid w:val="00C4289B"/>
    <w:rsid w:val="00C441B9"/>
    <w:rsid w:val="00C44607"/>
    <w:rsid w:val="00C44D92"/>
    <w:rsid w:val="00C45139"/>
    <w:rsid w:val="00C45A13"/>
    <w:rsid w:val="00C506C4"/>
    <w:rsid w:val="00C506F4"/>
    <w:rsid w:val="00C526E6"/>
    <w:rsid w:val="00C52794"/>
    <w:rsid w:val="00C536AC"/>
    <w:rsid w:val="00C563FD"/>
    <w:rsid w:val="00C61FD7"/>
    <w:rsid w:val="00C64C54"/>
    <w:rsid w:val="00C6531B"/>
    <w:rsid w:val="00C6555B"/>
    <w:rsid w:val="00C6564B"/>
    <w:rsid w:val="00C65997"/>
    <w:rsid w:val="00C66146"/>
    <w:rsid w:val="00C702F6"/>
    <w:rsid w:val="00C70DB1"/>
    <w:rsid w:val="00C72996"/>
    <w:rsid w:val="00C72C4D"/>
    <w:rsid w:val="00C77FD1"/>
    <w:rsid w:val="00C82A84"/>
    <w:rsid w:val="00C82AF8"/>
    <w:rsid w:val="00C82D6E"/>
    <w:rsid w:val="00C86288"/>
    <w:rsid w:val="00C868B9"/>
    <w:rsid w:val="00C875A8"/>
    <w:rsid w:val="00C90624"/>
    <w:rsid w:val="00C912AF"/>
    <w:rsid w:val="00C96A49"/>
    <w:rsid w:val="00CA0DEB"/>
    <w:rsid w:val="00CA0DF6"/>
    <w:rsid w:val="00CA26F5"/>
    <w:rsid w:val="00CA4D8C"/>
    <w:rsid w:val="00CA5563"/>
    <w:rsid w:val="00CA6696"/>
    <w:rsid w:val="00CA71D0"/>
    <w:rsid w:val="00CB0372"/>
    <w:rsid w:val="00CB1DD1"/>
    <w:rsid w:val="00CB32D0"/>
    <w:rsid w:val="00CB47D9"/>
    <w:rsid w:val="00CB6AAD"/>
    <w:rsid w:val="00CB74F3"/>
    <w:rsid w:val="00CB797E"/>
    <w:rsid w:val="00CC076B"/>
    <w:rsid w:val="00CC173B"/>
    <w:rsid w:val="00CC3251"/>
    <w:rsid w:val="00CC5004"/>
    <w:rsid w:val="00CC5053"/>
    <w:rsid w:val="00CC597C"/>
    <w:rsid w:val="00CC6A9D"/>
    <w:rsid w:val="00CD08BE"/>
    <w:rsid w:val="00CD5B96"/>
    <w:rsid w:val="00CD7997"/>
    <w:rsid w:val="00CD7BC7"/>
    <w:rsid w:val="00CE19E2"/>
    <w:rsid w:val="00CE24FB"/>
    <w:rsid w:val="00CE29F4"/>
    <w:rsid w:val="00CE4527"/>
    <w:rsid w:val="00CE69E4"/>
    <w:rsid w:val="00CF160D"/>
    <w:rsid w:val="00CF1662"/>
    <w:rsid w:val="00CF1861"/>
    <w:rsid w:val="00D018D9"/>
    <w:rsid w:val="00D12167"/>
    <w:rsid w:val="00D13DAD"/>
    <w:rsid w:val="00D15F92"/>
    <w:rsid w:val="00D1664E"/>
    <w:rsid w:val="00D22F48"/>
    <w:rsid w:val="00D232E4"/>
    <w:rsid w:val="00D24CFE"/>
    <w:rsid w:val="00D2701A"/>
    <w:rsid w:val="00D37188"/>
    <w:rsid w:val="00D41978"/>
    <w:rsid w:val="00D42088"/>
    <w:rsid w:val="00D42CD3"/>
    <w:rsid w:val="00D43DBF"/>
    <w:rsid w:val="00D43DC3"/>
    <w:rsid w:val="00D45904"/>
    <w:rsid w:val="00D5111F"/>
    <w:rsid w:val="00D5175B"/>
    <w:rsid w:val="00D5245E"/>
    <w:rsid w:val="00D553F4"/>
    <w:rsid w:val="00D55E4D"/>
    <w:rsid w:val="00D560F2"/>
    <w:rsid w:val="00D60DD8"/>
    <w:rsid w:val="00D6161D"/>
    <w:rsid w:val="00D62801"/>
    <w:rsid w:val="00D65FF0"/>
    <w:rsid w:val="00D664ED"/>
    <w:rsid w:val="00D66655"/>
    <w:rsid w:val="00D66925"/>
    <w:rsid w:val="00D67D4F"/>
    <w:rsid w:val="00D71522"/>
    <w:rsid w:val="00D744DD"/>
    <w:rsid w:val="00D762DE"/>
    <w:rsid w:val="00D803D5"/>
    <w:rsid w:val="00D8186D"/>
    <w:rsid w:val="00D81FE1"/>
    <w:rsid w:val="00D85358"/>
    <w:rsid w:val="00D85F02"/>
    <w:rsid w:val="00D87C25"/>
    <w:rsid w:val="00D90981"/>
    <w:rsid w:val="00D90A4D"/>
    <w:rsid w:val="00D9144D"/>
    <w:rsid w:val="00D9412E"/>
    <w:rsid w:val="00D941B4"/>
    <w:rsid w:val="00D95F05"/>
    <w:rsid w:val="00DA1825"/>
    <w:rsid w:val="00DA5F03"/>
    <w:rsid w:val="00DA60E8"/>
    <w:rsid w:val="00DA730C"/>
    <w:rsid w:val="00DB3BC8"/>
    <w:rsid w:val="00DB4641"/>
    <w:rsid w:val="00DB5AF7"/>
    <w:rsid w:val="00DC0BB8"/>
    <w:rsid w:val="00DC2071"/>
    <w:rsid w:val="00DC44E7"/>
    <w:rsid w:val="00DD2D98"/>
    <w:rsid w:val="00DD3313"/>
    <w:rsid w:val="00DD3851"/>
    <w:rsid w:val="00DE3174"/>
    <w:rsid w:val="00DE48C3"/>
    <w:rsid w:val="00DE4CE1"/>
    <w:rsid w:val="00DF2BFA"/>
    <w:rsid w:val="00DF5EA7"/>
    <w:rsid w:val="00DF7E9B"/>
    <w:rsid w:val="00E001E3"/>
    <w:rsid w:val="00E00855"/>
    <w:rsid w:val="00E03189"/>
    <w:rsid w:val="00E06927"/>
    <w:rsid w:val="00E0775B"/>
    <w:rsid w:val="00E11451"/>
    <w:rsid w:val="00E12F4F"/>
    <w:rsid w:val="00E20C03"/>
    <w:rsid w:val="00E20C1F"/>
    <w:rsid w:val="00E22262"/>
    <w:rsid w:val="00E22C3E"/>
    <w:rsid w:val="00E253B9"/>
    <w:rsid w:val="00E26CA5"/>
    <w:rsid w:val="00E274B1"/>
    <w:rsid w:val="00E27AC3"/>
    <w:rsid w:val="00E27B10"/>
    <w:rsid w:val="00E30148"/>
    <w:rsid w:val="00E312EA"/>
    <w:rsid w:val="00E31330"/>
    <w:rsid w:val="00E31CF3"/>
    <w:rsid w:val="00E37BD9"/>
    <w:rsid w:val="00E37DE4"/>
    <w:rsid w:val="00E41C88"/>
    <w:rsid w:val="00E42455"/>
    <w:rsid w:val="00E43A1C"/>
    <w:rsid w:val="00E44D74"/>
    <w:rsid w:val="00E46D08"/>
    <w:rsid w:val="00E46DA5"/>
    <w:rsid w:val="00E50EC3"/>
    <w:rsid w:val="00E52E0F"/>
    <w:rsid w:val="00E54815"/>
    <w:rsid w:val="00E56758"/>
    <w:rsid w:val="00E5681E"/>
    <w:rsid w:val="00E61D13"/>
    <w:rsid w:val="00E61F88"/>
    <w:rsid w:val="00E6264E"/>
    <w:rsid w:val="00E62B26"/>
    <w:rsid w:val="00E632EE"/>
    <w:rsid w:val="00E63BDB"/>
    <w:rsid w:val="00E63F38"/>
    <w:rsid w:val="00E63F4F"/>
    <w:rsid w:val="00E654A9"/>
    <w:rsid w:val="00E6554C"/>
    <w:rsid w:val="00E65E6C"/>
    <w:rsid w:val="00E66462"/>
    <w:rsid w:val="00E67BCD"/>
    <w:rsid w:val="00E70120"/>
    <w:rsid w:val="00E71684"/>
    <w:rsid w:val="00E721B9"/>
    <w:rsid w:val="00E72F3B"/>
    <w:rsid w:val="00E74AF0"/>
    <w:rsid w:val="00E75CF1"/>
    <w:rsid w:val="00E77072"/>
    <w:rsid w:val="00E77ED1"/>
    <w:rsid w:val="00E809B0"/>
    <w:rsid w:val="00E81C72"/>
    <w:rsid w:val="00E83FD8"/>
    <w:rsid w:val="00E86155"/>
    <w:rsid w:val="00E94BFA"/>
    <w:rsid w:val="00E955A7"/>
    <w:rsid w:val="00EA1C0A"/>
    <w:rsid w:val="00EA31AE"/>
    <w:rsid w:val="00EB107D"/>
    <w:rsid w:val="00EB3CC7"/>
    <w:rsid w:val="00EB633D"/>
    <w:rsid w:val="00EC28C4"/>
    <w:rsid w:val="00EC30C0"/>
    <w:rsid w:val="00EC40FA"/>
    <w:rsid w:val="00EC5B7E"/>
    <w:rsid w:val="00EC671A"/>
    <w:rsid w:val="00EC714D"/>
    <w:rsid w:val="00EC7F9C"/>
    <w:rsid w:val="00ED18E8"/>
    <w:rsid w:val="00ED3852"/>
    <w:rsid w:val="00ED4BA0"/>
    <w:rsid w:val="00ED5BA8"/>
    <w:rsid w:val="00ED7D67"/>
    <w:rsid w:val="00EE13C5"/>
    <w:rsid w:val="00EE277E"/>
    <w:rsid w:val="00EE35F8"/>
    <w:rsid w:val="00EE3697"/>
    <w:rsid w:val="00EE3D15"/>
    <w:rsid w:val="00EE5EBB"/>
    <w:rsid w:val="00EE78FE"/>
    <w:rsid w:val="00EF0999"/>
    <w:rsid w:val="00EF0C84"/>
    <w:rsid w:val="00EF215E"/>
    <w:rsid w:val="00EF2CEC"/>
    <w:rsid w:val="00EF6639"/>
    <w:rsid w:val="00EF6DAD"/>
    <w:rsid w:val="00F003C4"/>
    <w:rsid w:val="00F00755"/>
    <w:rsid w:val="00F00930"/>
    <w:rsid w:val="00F0361A"/>
    <w:rsid w:val="00F116CC"/>
    <w:rsid w:val="00F16AC8"/>
    <w:rsid w:val="00F212CF"/>
    <w:rsid w:val="00F2179B"/>
    <w:rsid w:val="00F2231C"/>
    <w:rsid w:val="00F24A1C"/>
    <w:rsid w:val="00F259C7"/>
    <w:rsid w:val="00F25A65"/>
    <w:rsid w:val="00F26E21"/>
    <w:rsid w:val="00F27724"/>
    <w:rsid w:val="00F302BD"/>
    <w:rsid w:val="00F3486B"/>
    <w:rsid w:val="00F34BCF"/>
    <w:rsid w:val="00F35804"/>
    <w:rsid w:val="00F4044B"/>
    <w:rsid w:val="00F44048"/>
    <w:rsid w:val="00F45CD3"/>
    <w:rsid w:val="00F462E3"/>
    <w:rsid w:val="00F5114C"/>
    <w:rsid w:val="00F514E4"/>
    <w:rsid w:val="00F57FB8"/>
    <w:rsid w:val="00F60469"/>
    <w:rsid w:val="00F6247B"/>
    <w:rsid w:val="00F70BAD"/>
    <w:rsid w:val="00F73268"/>
    <w:rsid w:val="00F739CE"/>
    <w:rsid w:val="00F74C2B"/>
    <w:rsid w:val="00F80208"/>
    <w:rsid w:val="00F81E21"/>
    <w:rsid w:val="00F83B23"/>
    <w:rsid w:val="00F83DFF"/>
    <w:rsid w:val="00F842ED"/>
    <w:rsid w:val="00F84EE5"/>
    <w:rsid w:val="00F873B2"/>
    <w:rsid w:val="00F87913"/>
    <w:rsid w:val="00F87C61"/>
    <w:rsid w:val="00FA18EA"/>
    <w:rsid w:val="00FA2C50"/>
    <w:rsid w:val="00FA3268"/>
    <w:rsid w:val="00FA3F55"/>
    <w:rsid w:val="00FA65F6"/>
    <w:rsid w:val="00FA7090"/>
    <w:rsid w:val="00FB0A89"/>
    <w:rsid w:val="00FB2BBC"/>
    <w:rsid w:val="00FB3FD3"/>
    <w:rsid w:val="00FB56C7"/>
    <w:rsid w:val="00FB6131"/>
    <w:rsid w:val="00FB6FB4"/>
    <w:rsid w:val="00FB7658"/>
    <w:rsid w:val="00FC0CED"/>
    <w:rsid w:val="00FC205F"/>
    <w:rsid w:val="00FC3EE2"/>
    <w:rsid w:val="00FC4C9D"/>
    <w:rsid w:val="00FC6296"/>
    <w:rsid w:val="00FC66CD"/>
    <w:rsid w:val="00FC6D03"/>
    <w:rsid w:val="00FD2BF7"/>
    <w:rsid w:val="00FD4156"/>
    <w:rsid w:val="00FD4D04"/>
    <w:rsid w:val="00FD654E"/>
    <w:rsid w:val="00FD6ED2"/>
    <w:rsid w:val="00FD737D"/>
    <w:rsid w:val="00FE0B37"/>
    <w:rsid w:val="00FE0EC9"/>
    <w:rsid w:val="00FE3D8B"/>
    <w:rsid w:val="00FE662D"/>
    <w:rsid w:val="00FF293A"/>
    <w:rsid w:val="00FF2BC3"/>
    <w:rsid w:val="00FF3CEA"/>
    <w:rsid w:val="00FF4E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77"/>
    <o:shapelayout v:ext="edit">
      <o:idmap v:ext="edit" data="2"/>
      <o:rules v:ext="edit">
        <o:r id="V:Rule1" type="connector" idref="#Line 121"/>
        <o:r id="V:Rule2" type="connector" idref="#Line 123"/>
        <o:r id="V:Rule3" type="connector" idref="#Line 107"/>
        <o:r id="V:Rule4" type="connector" idref="#Line 111"/>
        <o:r id="V:Rule5" type="connector" idref="#Line 9"/>
        <o:r id="V:Rule6" type="connector" idref="#Line 108"/>
        <o:r id="V:Rule7" type="connector" idref="#Line 98"/>
        <o:r id="V:Rule8" type="connector" idref="#Line 114"/>
        <o:r id="V:Rule9" type="connector" idref="#Line 112"/>
        <o:r id="V:Rule10" type="connector" idref="#Line 8"/>
        <o:r id="V:Rule11" type="connector" idref="#Line 19"/>
        <o:r id="V:Rule12" type="connector" idref="#Line 63"/>
        <o:r id="V:Rule13" type="connector" idref="#Line 94"/>
        <o:r id="V:Rule14" type="connector" idref="#Line 62"/>
        <o:r id="V:Rule15" type="connector" idref="#Line 95"/>
        <o:r id="V:Rule16" type="connector" idref="#Line 97"/>
        <o:r id="V:Rule17" type="connector" idref="#Line 60"/>
        <o:r id="V:Rule18" type="connector" idref="#Line 21">
          <o:proxy end="" idref="#Text Box 20" connectloc="3"/>
        </o:r>
        <o:r id="V:Rule19" type="connector" idref="#Line 90"/>
        <o:r id="V:Rule20" type="connector" idref="#Line 22"/>
        <o:r id="V:Rule21" type="connector" idref="#Line 50"/>
        <o:r id="V:Rule22" type="connector" idref="#Line 91"/>
        <o:r id="V:Rule23" type="connector" idref="#Line 59"/>
        <o:r id="V:Rule24" type="connector" idref="#Line 18">
          <o:proxy end="" idref="#Text Box 17" connectloc="3"/>
        </o:r>
        <o:r id="V:Rule25" type="connector" idref="#Line 49"/>
        <o:r id="V:Rule26" type="connector" idref="#Line 115"/>
      </o:rules>
    </o:shapelayout>
  </w:shapeDefaults>
  <w:decimalSymbol w:val="."/>
  <w:listSeparator w:val=","/>
  <w14:docId w14:val="72217CED"/>
  <w15:chartTrackingRefBased/>
  <w15:docId w15:val="{6F3ED9FD-A21C-459A-BD26-F53AE123D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semiHidden="1"/>
    <w:lsdException w:name="toc 6" w:semiHidden="1"/>
    <w:lsdException w:name="toc 7" w:semiHidden="1"/>
    <w:lsdException w:name="toc 8" w:semiHidden="1"/>
    <w:lsdException w:name="annotation text" w:locked="1" w:qFormat="1"/>
    <w:lsdException w:name="caption" w:qFormat="1"/>
    <w:lsdException w:name="table of figures" w:semiHidden="1"/>
    <w:lsdException w:name="annotation reference" w:locked="1" w:qFormat="1"/>
    <w:lsdException w:name="line number" w:semiHidden="1"/>
    <w:lsdException w:name="endnote reference" w:semiHidden="1"/>
    <w:lsdException w:name="endnote text" w:semiHidden="1"/>
    <w:lsdException w:name="table of authorities" w:semiHidden="1"/>
    <w:lsdException w:name="toa heading" w:semiHidden="1"/>
    <w:lsdException w:name="List" w:semiHidden="1"/>
    <w:lsdException w:name="List Bullet" w:qFormat="1"/>
    <w:lsdException w:name="List Number" w:qFormat="1"/>
    <w:lsdException w:name="List 2" w:semiHidden="1"/>
    <w:lsdException w:name="List 3" w:semiHidden="1"/>
    <w:lsdException w:name="List Bullet 2" w:qFormat="1"/>
    <w:lsdException w:name="List Bullet 3" w:qFormat="1"/>
    <w:lsdException w:name="List Bullet 4" w:locked="1"/>
    <w:lsdException w:name="List Bullet 5" w:locked="1"/>
    <w:lsdException w:name="List Number 2" w:qFormat="1"/>
    <w:lsdException w:name="List Number 3" w:qFormat="1"/>
    <w:lsdException w:name="List Number 4" w:locked="1"/>
    <w:lsdException w:name="List Number 5" w:locked="1"/>
    <w:lsdException w:name="Closing" w:locked="1" w:semiHidden="1"/>
    <w:lsdException w:name="Body Text" w:semiHidden="1"/>
    <w:lsdException w:name="Body Text Indent" w:semiHidden="1"/>
    <w:lsdException w:name="List Continue" w:qFormat="1"/>
    <w:lsdException w:name="List Continue 2" w:qFormat="1"/>
    <w:lsdException w:name="List Continue 3" w:qFormat="1"/>
    <w:lsdException w:name="List Continue 4" w:locked="1"/>
    <w:lsdException w:name="List Continue 5" w:locked="1"/>
    <w:lsdException w:name="Message Header" w:semiHidden="1"/>
    <w:lsdException w:name="Subtitle" w:semiHidden="1" w:qFormat="1"/>
    <w:lsdException w:name="Body Text First Indent" w:semiHidden="1"/>
    <w:lsdException w:name="Body Text First Indent 2" w:semiHidden="1"/>
    <w:lsdException w:name="Body Text 2" w:semiHidden="1"/>
    <w:lsdException w:name="Body Text 3" w:semiHidden="1"/>
    <w:lsdException w:name="Body Text Indent 2" w:semiHidden="1"/>
    <w:lsdException w:name="Body Text Indent 3" w:semiHidden="1"/>
    <w:lsdException w:name="Block Text" w:locked="1" w:semiHidden="1"/>
    <w:lsdException w:name="Hyperlink" w:uiPriority="99" w:qFormat="1"/>
    <w:lsdException w:name="Strong" w:semiHidden="1" w:uiPriority="22" w:qFormat="1"/>
    <w:lsdException w:name="Emphasis" w:semiHidden="1" w:qFormat="1"/>
    <w:lsdException w:name="E-mail Signature" w:locked="1"/>
    <w:lsdException w:name="Normal (Web)" w:uiPriority="99"/>
    <w:lsdException w:name="Normal Table" w:semiHidden="1" w:unhideWhenUsed="1"/>
    <w:lsdException w:name="annotation subject" w:locked="1" w:qFormat="1"/>
    <w:lsdException w:name="No List" w:uiPriority="99"/>
    <w:lsdException w:name="Outline List 3" w:lock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semiHidden="1" w:uiPriority="29" w:qFormat="1"/>
    <w:lsdException w:name="Intense Quote" w:semiHidden="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0960"/>
    <w:pPr>
      <w:suppressAutoHyphens/>
      <w:spacing w:before="120"/>
    </w:pPr>
    <w:rPr>
      <w:lang w:val="en-GB"/>
    </w:rPr>
  </w:style>
  <w:style w:type="paragraph" w:styleId="Heading1">
    <w:name w:val="heading 1"/>
    <w:next w:val="Normal"/>
    <w:autoRedefine/>
    <w:qFormat/>
    <w:rsid w:val="008937F9"/>
    <w:pPr>
      <w:keepNext/>
      <w:pageBreakBefore/>
      <w:numPr>
        <w:numId w:val="17"/>
      </w:numPr>
      <w:spacing w:before="240"/>
      <w:ind w:left="1008" w:hanging="1008"/>
      <w:outlineLvl w:val="0"/>
    </w:pPr>
    <w:rPr>
      <w:b/>
      <w:kern w:val="28"/>
      <w:sz w:val="40"/>
      <w:lang w:val="en-GB"/>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qFormat/>
    <w:rsid w:val="00A327F0"/>
    <w:pPr>
      <w:numPr>
        <w:ilvl w:val="4"/>
        <w:numId w:val="17"/>
      </w:numPr>
      <w:spacing w:before="240" w:after="60"/>
      <w:outlineLvl w:val="4"/>
    </w:pPr>
    <w:rPr>
      <w:sz w:val="22"/>
    </w:rPr>
  </w:style>
  <w:style w:type="paragraph" w:styleId="Heading6">
    <w:name w:val="heading 6"/>
    <w:aliases w:val="Heading 6 DO NOT USE,Heading 6 - Appendix Heading 1_swift,Appendix Heading 1"/>
    <w:basedOn w:val="Normal"/>
    <w:next w:val="Normal"/>
    <w:qFormat/>
    <w:rsid w:val="00A327F0"/>
    <w:pPr>
      <w:numPr>
        <w:ilvl w:val="5"/>
        <w:numId w:val="17"/>
      </w:numPr>
      <w:spacing w:before="240" w:after="60"/>
      <w:outlineLvl w:val="5"/>
    </w:pPr>
    <w:rPr>
      <w:i/>
      <w:sz w:val="22"/>
    </w:rPr>
  </w:style>
  <w:style w:type="paragraph" w:styleId="Heading7">
    <w:name w:val="heading 7"/>
    <w:aliases w:val="Heading 7 DO NOT USE,Heading 7 - Appendix Heading 2_swift,Heading 7 - Appendix Heading 2"/>
    <w:basedOn w:val="Normal"/>
    <w:next w:val="Normal"/>
    <w:qFormat/>
    <w:rsid w:val="00A327F0"/>
    <w:pPr>
      <w:keepNext/>
      <w:numPr>
        <w:ilvl w:val="6"/>
        <w:numId w:val="17"/>
      </w:numPr>
      <w:spacing w:before="240" w:after="240"/>
      <w:outlineLvl w:val="6"/>
    </w:pPr>
    <w:rPr>
      <w:b/>
      <w:sz w:val="40"/>
    </w:rPr>
  </w:style>
  <w:style w:type="paragraph" w:styleId="Heading8">
    <w:name w:val="heading 8"/>
    <w:aliases w:val="Heading 8 DO NOT USE,Heading 8 - Appendix Heading 3_swift"/>
    <w:basedOn w:val="Normal"/>
    <w:next w:val="Normal"/>
    <w:qFormat/>
    <w:rsid w:val="00A327F0"/>
    <w:pPr>
      <w:keepNext/>
      <w:numPr>
        <w:ilvl w:val="7"/>
        <w:numId w:val="17"/>
      </w:numPr>
      <w:spacing w:before="240" w:after="60"/>
      <w:outlineLvl w:val="7"/>
    </w:pPr>
    <w:rPr>
      <w:b/>
      <w:sz w:val="36"/>
    </w:rPr>
  </w:style>
  <w:style w:type="paragraph" w:styleId="Heading9">
    <w:name w:val="heading 9"/>
    <w:aliases w:val="Heading 9 DO NOT USE,Heading 9 - Appendix Heading 4_swift"/>
    <w:basedOn w:val="Normal"/>
    <w:next w:val="Normal"/>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uiPriority w:val="39"/>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4A31A8"/>
    <w:pPr>
      <w:numPr>
        <w:numId w:val="10"/>
      </w:numPr>
      <w:spacing w:after="60"/>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semiHidden/>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link w:val="ListBullet"/>
    <w:rsid w:val="000408B1"/>
    <w:rPr>
      <w:kern w:val="28"/>
      <w:lang w:val="en-GB"/>
    </w:rPr>
  </w:style>
  <w:style w:type="paragraph" w:styleId="ListBullet">
    <w:name w:val="List Bullet"/>
    <w:basedOn w:val="Normal"/>
    <w:next w:val="Normal"/>
    <w:link w:val="ListBulletChar"/>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rsid w:val="001C280A"/>
    <w:rPr>
      <w:rFonts w:ascii="Arial" w:hAnsi="Arial"/>
      <w:noProof w:val="0"/>
      <w:color w:val="008000"/>
      <w:sz w:val="18"/>
      <w:lang w:val="en-GB"/>
    </w:rPr>
  </w:style>
  <w:style w:type="character" w:customStyle="1" w:styleId="Bookconfidentiality">
    <w:name w:val="Book_confidentiality"/>
    <w:unhideWhenUsed/>
    <w:rsid w:val="001C280A"/>
    <w:rPr>
      <w:rFonts w:ascii="Arial" w:hAnsi="Arial"/>
      <w:noProof w:val="0"/>
      <w:color w:val="008000"/>
      <w:sz w:val="28"/>
      <w:lang w:val="en-GB"/>
    </w:rPr>
  </w:style>
  <w:style w:type="character" w:customStyle="1" w:styleId="Revisionstatus">
    <w:name w:val="Revision_status"/>
    <w:rsid w:val="001C280A"/>
    <w:rPr>
      <w:rFonts w:ascii="Arial" w:hAnsi="Arial"/>
      <w:noProof w:val="0"/>
      <w:color w:val="008000"/>
      <w:sz w:val="28"/>
      <w:lang w:val="en-GB"/>
    </w:rPr>
  </w:style>
  <w:style w:type="paragraph" w:styleId="Header">
    <w:name w:val="header"/>
    <w:basedOn w:val="Normal"/>
    <w:semiHidden/>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semiHidden/>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semiHidden/>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semiHidden/>
    <w:rsid w:val="001C280A"/>
    <w:rPr>
      <w:vertAlign w:val="superscript"/>
    </w:rPr>
  </w:style>
  <w:style w:type="paragraph" w:styleId="ListParagraph">
    <w:name w:val="List Paragraph"/>
    <w:basedOn w:val="Normal"/>
    <w:uiPriority w:val="34"/>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pBdr>
      <w:spacing w:before="0" w:after="300"/>
      <w:contextualSpacing/>
    </w:pPr>
    <w:rPr>
      <w:rFonts w:ascii="Cambria" w:eastAsia="Times New Roman" w:hAnsi="Cambria"/>
      <w:color w:val="17365D"/>
      <w:spacing w:val="5"/>
      <w:kern w:val="28"/>
      <w:sz w:val="52"/>
      <w:szCs w:val="52"/>
    </w:rPr>
  </w:style>
  <w:style w:type="character" w:customStyle="1" w:styleId="TitleChar">
    <w:name w:val="Title Char"/>
    <w:link w:val="Title"/>
    <w:semiHidden/>
    <w:rsid w:val="000F48CC"/>
    <w:rPr>
      <w:rFonts w:ascii="Cambria" w:eastAsia="Times New Roman" w:hAnsi="Cambria" w:cs="Times New Roman"/>
      <w:color w:val="17365D"/>
      <w:spacing w:val="5"/>
      <w:kern w:val="28"/>
      <w:sz w:val="52"/>
      <w:szCs w:val="52"/>
    </w:rPr>
  </w:style>
  <w:style w:type="paragraph" w:styleId="TOAHeading">
    <w:name w:val="toa heading"/>
    <w:basedOn w:val="Normal"/>
    <w:next w:val="Normal"/>
    <w:semiHidden/>
    <w:rsid w:val="00B1188A"/>
    <w:rPr>
      <w:rFonts w:ascii="Cambria" w:eastAsia="Times New Roman" w:hAnsi="Cambria"/>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link w:val="BalloonText"/>
    <w:semiHidden/>
    <w:rsid w:val="00422A04"/>
    <w:rPr>
      <w:rFonts w:ascii="Tahoma" w:hAnsi="Tahoma" w:cs="Tahoma"/>
      <w:sz w:val="16"/>
      <w:szCs w:val="16"/>
    </w:rPr>
  </w:style>
  <w:style w:type="character" w:styleId="Hyperlink">
    <w:name w:val="Hyperlink"/>
    <w:uiPriority w:val="99"/>
    <w:qFormat/>
    <w:rsid w:val="000E7A5E"/>
    <w:rPr>
      <w:color w:val="0000FF"/>
      <w:u w:val="single"/>
    </w:rPr>
  </w:style>
  <w:style w:type="character" w:styleId="CommentReference">
    <w:name w:val="annotation reference"/>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semiHidden/>
    <w:rsid w:val="00223ABE"/>
  </w:style>
  <w:style w:type="character" w:customStyle="1" w:styleId="BodyTextChar">
    <w:name w:val="Body Text Char"/>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Cambria" w:eastAsia="Times New Roman" w:hAnsi="Cambria"/>
      <w:sz w:val="24"/>
      <w:szCs w:val="24"/>
    </w:rPr>
  </w:style>
  <w:style w:type="paragraph" w:styleId="EnvelopeReturn">
    <w:name w:val="envelope return"/>
    <w:basedOn w:val="Normal"/>
    <w:semiHidden/>
    <w:rsid w:val="00223ABE"/>
    <w:pPr>
      <w:spacing w:before="0"/>
    </w:pPr>
    <w:rPr>
      <w:rFonts w:ascii="Cambria" w:eastAsia="Times New Roman" w:hAnsi="Cambria"/>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Cambria" w:eastAsia="Times New Roman" w:hAnsi="Cambria"/>
      <w:b/>
      <w:bCs/>
    </w:rPr>
  </w:style>
  <w:style w:type="paragraph" w:styleId="IntenseQuote">
    <w:name w:val="Intense Quote"/>
    <w:basedOn w:val="Normal"/>
    <w:next w:val="Normal"/>
    <w:link w:val="IntenseQuoteChar"/>
    <w:uiPriority w:val="30"/>
    <w:semiHidden/>
    <w:qFormat/>
    <w:rsid w:val="00223ABE"/>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semiHidden/>
    <w:rsid w:val="00223ABE"/>
    <w:rPr>
      <w:rFonts w:ascii="Arial" w:hAnsi="Arial"/>
      <w:b/>
      <w:bCs/>
      <w:i/>
      <w:iCs/>
      <w:color w:val="4F81BD"/>
      <w:sz w:val="19"/>
      <w:lang w:val="en-GB"/>
    </w:rPr>
  </w:style>
  <w:style w:type="table" w:styleId="ColorfulGrid">
    <w:name w:val="Colorful Grid"/>
    <w:basedOn w:val="TableNormal"/>
    <w:uiPriority w:val="73"/>
    <w:locked/>
    <w:rsid w:val="001E1ED4"/>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val="en-GB"/>
    </w:rPr>
  </w:style>
  <w:style w:type="paragraph" w:styleId="Quote">
    <w:name w:val="Quote"/>
    <w:basedOn w:val="Normal"/>
    <w:next w:val="Normal"/>
    <w:link w:val="QuoteChar"/>
    <w:uiPriority w:val="29"/>
    <w:semiHidden/>
    <w:qFormat/>
    <w:rsid w:val="00223ABE"/>
    <w:rPr>
      <w:i/>
      <w:iCs/>
      <w:color w:val="000000"/>
    </w:rPr>
  </w:style>
  <w:style w:type="character" w:customStyle="1" w:styleId="QuoteChar">
    <w:name w:val="Quote Char"/>
    <w:link w:val="Quote"/>
    <w:uiPriority w:val="29"/>
    <w:semiHidden/>
    <w:rsid w:val="00223ABE"/>
    <w:rPr>
      <w:rFonts w:ascii="Arial" w:hAnsi="Arial"/>
      <w:i/>
      <w:iCs/>
      <w:color w:val="000000"/>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Cambria" w:eastAsia="Times New Roman" w:hAnsi="Cambria"/>
      <w:i/>
      <w:iCs/>
      <w:color w:val="4F81BD"/>
      <w:spacing w:val="15"/>
      <w:sz w:val="24"/>
      <w:szCs w:val="24"/>
    </w:rPr>
  </w:style>
  <w:style w:type="character" w:customStyle="1" w:styleId="SubtitleChar">
    <w:name w:val="Subtitle Char"/>
    <w:link w:val="Subtitle"/>
    <w:semiHidden/>
    <w:rsid w:val="00223ABE"/>
    <w:rPr>
      <w:rFonts w:ascii="Cambria" w:eastAsia="Times New Roman" w:hAnsi="Cambria" w:cs="Times New Roman"/>
      <w:i/>
      <w:iCs/>
      <w:color w:val="4F81BD"/>
      <w:spacing w:val="15"/>
      <w:sz w:val="24"/>
      <w:szCs w:val="24"/>
      <w:lang w:val="en-GB"/>
    </w:rPr>
  </w:style>
  <w:style w:type="character" w:styleId="FollowedHyperlink">
    <w:name w:val="FollowedHyperlink"/>
    <w:unhideWhenUsed/>
    <w:rsid w:val="009D7B4C"/>
    <w:rPr>
      <w:color w:val="800080"/>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uiPriority w:val="1"/>
    <w:rsid w:val="00526C98"/>
    <w:rPr>
      <w:color w:val="8080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Calibri" w:hAnsi="Calibr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uiPriority w:val="1"/>
    <w:qFormat/>
    <w:rsid w:val="002D6766"/>
    <w:rPr>
      <w:i/>
    </w:rPr>
  </w:style>
  <w:style w:type="paragraph" w:customStyle="1" w:styleId="BlockLabelBeforeXML">
    <w:name w:val="Block Label Before XML"/>
    <w:basedOn w:val="BlockLabelBeforeTable"/>
    <w:next w:val="XMLCode"/>
    <w:qFormat/>
    <w:rsid w:val="00884DF1"/>
    <w:pPr>
      <w:spacing w:after="140"/>
    </w:pPr>
  </w:style>
  <w:style w:type="paragraph" w:customStyle="1" w:styleId="ListParagraph1">
    <w:name w:val="List Paragraph1"/>
    <w:basedOn w:val="Normal2"/>
    <w:next w:val="Normal"/>
    <w:qFormat/>
    <w:rsid w:val="00DD3851"/>
    <w:pPr>
      <w:ind w:left="576"/>
    </w:pPr>
  </w:style>
  <w:style w:type="paragraph" w:customStyle="1" w:styleId="Style1">
    <w:name w:val="Style1"/>
    <w:basedOn w:val="BlockLabelBeforeXML"/>
    <w:qFormat/>
    <w:rsid w:val="001D2EF3"/>
    <w:pPr>
      <w:spacing w:after="160"/>
    </w:pPr>
  </w:style>
  <w:style w:type="character" w:styleId="Strong">
    <w:name w:val="Strong"/>
    <w:uiPriority w:val="22"/>
    <w:qFormat/>
    <w:rsid w:val="00710A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96795">
      <w:bodyDiv w:val="1"/>
      <w:marLeft w:val="0"/>
      <w:marRight w:val="0"/>
      <w:marTop w:val="0"/>
      <w:marBottom w:val="0"/>
      <w:divBdr>
        <w:top w:val="none" w:sz="0" w:space="0" w:color="auto"/>
        <w:left w:val="none" w:sz="0" w:space="0" w:color="auto"/>
        <w:bottom w:val="none" w:sz="0" w:space="0" w:color="auto"/>
        <w:right w:val="none" w:sz="0" w:space="0" w:color="auto"/>
      </w:divBdr>
    </w:div>
    <w:div w:id="404686679">
      <w:bodyDiv w:val="1"/>
      <w:marLeft w:val="0"/>
      <w:marRight w:val="0"/>
      <w:marTop w:val="0"/>
      <w:marBottom w:val="0"/>
      <w:divBdr>
        <w:top w:val="none" w:sz="0" w:space="0" w:color="auto"/>
        <w:left w:val="none" w:sz="0" w:space="0" w:color="auto"/>
        <w:bottom w:val="none" w:sz="0" w:space="0" w:color="auto"/>
        <w:right w:val="none" w:sz="0" w:space="0" w:color="auto"/>
      </w:divBdr>
    </w:div>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480270500">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2031182095">
          <w:marLeft w:val="446"/>
          <w:marRight w:val="0"/>
          <w:marTop w:val="0"/>
          <w:marBottom w:val="0"/>
          <w:divBdr>
            <w:top w:val="none" w:sz="0" w:space="0" w:color="auto"/>
            <w:left w:val="none" w:sz="0" w:space="0" w:color="auto"/>
            <w:bottom w:val="none" w:sz="0" w:space="0" w:color="auto"/>
            <w:right w:val="none" w:sz="0" w:space="0" w:color="auto"/>
          </w:divBdr>
        </w:div>
      </w:divsChild>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 w:id="1733039125">
      <w:bodyDiv w:val="1"/>
      <w:marLeft w:val="0"/>
      <w:marRight w:val="0"/>
      <w:marTop w:val="0"/>
      <w:marBottom w:val="0"/>
      <w:divBdr>
        <w:top w:val="none" w:sz="0" w:space="0" w:color="auto"/>
        <w:left w:val="none" w:sz="0" w:space="0" w:color="auto"/>
        <w:bottom w:val="none" w:sz="0" w:space="0" w:color="auto"/>
        <w:right w:val="none" w:sz="0" w:space="0" w:color="auto"/>
      </w:divBdr>
    </w:div>
    <w:div w:id="2039577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image" Target="media/image3.png"/><Relationship Id="rId26" Type="http://schemas.openxmlformats.org/officeDocument/2006/relationships/image" Target="media/image7.emf"/><Relationship Id="rId39" Type="http://schemas.openxmlformats.org/officeDocument/2006/relationships/image" Target="media/image15.png"/><Relationship Id="rId21" Type="http://schemas.openxmlformats.org/officeDocument/2006/relationships/oleObject" Target="embeddings/oleObject2.bin"/><Relationship Id="rId34" Type="http://schemas.openxmlformats.org/officeDocument/2006/relationships/image" Target="media/image11.emf"/><Relationship Id="rId42" Type="http://schemas.openxmlformats.org/officeDocument/2006/relationships/footer" Target="footer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1.png"/><Relationship Id="rId29" Type="http://schemas.openxmlformats.org/officeDocument/2006/relationships/oleObject" Target="embeddings/oleObject6.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6.png"/><Relationship Id="rId32" Type="http://schemas.openxmlformats.org/officeDocument/2006/relationships/image" Target="media/image10.emf"/><Relationship Id="rId37" Type="http://schemas.openxmlformats.org/officeDocument/2006/relationships/image" Target="media/image13.png"/><Relationship Id="rId40" Type="http://schemas.openxmlformats.org/officeDocument/2006/relationships/header" Target="header4.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iso20022.org/bah.page" TargetMode="External"/><Relationship Id="rId23" Type="http://schemas.openxmlformats.org/officeDocument/2006/relationships/oleObject" Target="embeddings/oleObject3.bin"/><Relationship Id="rId28" Type="http://schemas.openxmlformats.org/officeDocument/2006/relationships/image" Target="media/image8.emf"/><Relationship Id="rId36" Type="http://schemas.openxmlformats.org/officeDocument/2006/relationships/image" Target="media/image12.png"/><Relationship Id="rId10" Type="http://schemas.openxmlformats.org/officeDocument/2006/relationships/hyperlink" Target="http://www.iso20022.org" TargetMode="External"/><Relationship Id="rId19" Type="http://schemas.openxmlformats.org/officeDocument/2006/relationships/oleObject" Target="embeddings/oleObject1.bin"/><Relationship Id="rId31" Type="http://schemas.openxmlformats.org/officeDocument/2006/relationships/oleObject" Target="embeddings/oleObject7.bin"/><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image" Target="media/image5.png"/><Relationship Id="rId27" Type="http://schemas.openxmlformats.org/officeDocument/2006/relationships/oleObject" Target="embeddings/oleObject5.bin"/><Relationship Id="rId30" Type="http://schemas.openxmlformats.org/officeDocument/2006/relationships/image" Target="media/image9.emf"/><Relationship Id="rId35" Type="http://schemas.openxmlformats.org/officeDocument/2006/relationships/oleObject" Target="embeddings/oleObject9.bin"/><Relationship Id="rId43" Type="http://schemas.openxmlformats.org/officeDocument/2006/relationships/header" Target="header6.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image" Target="media/image2.png"/><Relationship Id="rId25" Type="http://schemas.openxmlformats.org/officeDocument/2006/relationships/oleObject" Target="embeddings/oleObject4.bin"/><Relationship Id="rId33" Type="http://schemas.openxmlformats.org/officeDocument/2006/relationships/oleObject" Target="embeddings/oleObject8.bin"/><Relationship Id="rId38" Type="http://schemas.openxmlformats.org/officeDocument/2006/relationships/image" Target="media/image14.png"/><Relationship Id="rId20" Type="http://schemas.openxmlformats.org/officeDocument/2006/relationships/image" Target="media/image4.png"/><Relationship Id="rId41"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No_Backup\workspaces\RPARobot\SourceFiles\Target2-SecuritiesV2\MDRPart1_ISO20022_1_5_SEG_doc_template_V8.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FBE950-3739-4921-AD88-288CDBBF5CF3}">
  <ds:schemaRefs>
    <ds:schemaRef ds:uri="http://schemas.openxmlformats.org/officeDocument/2006/bibliography"/>
  </ds:schemaRefs>
</ds:datastoreItem>
</file>

<file path=docMetadata/LabelInfo.xml><?xml version="1.0" encoding="utf-8"?>
<clbl:labelList xmlns:clbl="http://schemas.microsoft.com/office/2020/mipLabelMetadata">
  <clbl:label id="{08af52eb-d54c-4fad-a68e-84ff3f406d9d}" enabled="1" method="Privileged" siteId="{45b55e44-3503-4284-bbe1-0e6bf9fa1d0a}" contentBits="0" removed="0"/>
</clbl:labelList>
</file>

<file path=docProps/app.xml><?xml version="1.0" encoding="utf-8"?>
<Properties xmlns="http://schemas.openxmlformats.org/officeDocument/2006/extended-properties" xmlns:vt="http://schemas.openxmlformats.org/officeDocument/2006/docPropsVTypes">
  <Template>MDRPart1_ISO20022_1_5_SEG_doc_template_V8.dot</Template>
  <TotalTime>49</TotalTime>
  <Pages>41</Pages>
  <Words>7489</Words>
  <Characters>42689</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
    </vt:vector>
  </TitlesOfParts>
  <Company>S.W.I.F.T. SCRL</Company>
  <LinksUpToDate>false</LinksUpToDate>
  <CharactersWithSpaces>50078</CharactersWithSpaces>
  <SharedDoc>false</SharedDoc>
  <HLinks>
    <vt:vector size="138" baseType="variant">
      <vt:variant>
        <vt:i4>6029339</vt:i4>
      </vt:variant>
      <vt:variant>
        <vt:i4>135</vt:i4>
      </vt:variant>
      <vt:variant>
        <vt:i4>0</vt:i4>
      </vt:variant>
      <vt:variant>
        <vt:i4>5</vt:i4>
      </vt:variant>
      <vt:variant>
        <vt:lpwstr>http://www.iso20022.org/</vt:lpwstr>
      </vt:variant>
      <vt:variant>
        <vt:lpwstr/>
      </vt:variant>
      <vt:variant>
        <vt:i4>2031670</vt:i4>
      </vt:variant>
      <vt:variant>
        <vt:i4>128</vt:i4>
      </vt:variant>
      <vt:variant>
        <vt:i4>0</vt:i4>
      </vt:variant>
      <vt:variant>
        <vt:i4>5</vt:i4>
      </vt:variant>
      <vt:variant>
        <vt:lpwstr/>
      </vt:variant>
      <vt:variant>
        <vt:lpwstr>_Toc14784044</vt:lpwstr>
      </vt:variant>
      <vt:variant>
        <vt:i4>1572918</vt:i4>
      </vt:variant>
      <vt:variant>
        <vt:i4>122</vt:i4>
      </vt:variant>
      <vt:variant>
        <vt:i4>0</vt:i4>
      </vt:variant>
      <vt:variant>
        <vt:i4>5</vt:i4>
      </vt:variant>
      <vt:variant>
        <vt:lpwstr/>
      </vt:variant>
      <vt:variant>
        <vt:lpwstr>_Toc14784043</vt:lpwstr>
      </vt:variant>
      <vt:variant>
        <vt:i4>1638454</vt:i4>
      </vt:variant>
      <vt:variant>
        <vt:i4>116</vt:i4>
      </vt:variant>
      <vt:variant>
        <vt:i4>0</vt:i4>
      </vt:variant>
      <vt:variant>
        <vt:i4>5</vt:i4>
      </vt:variant>
      <vt:variant>
        <vt:lpwstr/>
      </vt:variant>
      <vt:variant>
        <vt:lpwstr>_Toc14784042</vt:lpwstr>
      </vt:variant>
      <vt:variant>
        <vt:i4>1703990</vt:i4>
      </vt:variant>
      <vt:variant>
        <vt:i4>110</vt:i4>
      </vt:variant>
      <vt:variant>
        <vt:i4>0</vt:i4>
      </vt:variant>
      <vt:variant>
        <vt:i4>5</vt:i4>
      </vt:variant>
      <vt:variant>
        <vt:lpwstr/>
      </vt:variant>
      <vt:variant>
        <vt:lpwstr>_Toc14784041</vt:lpwstr>
      </vt:variant>
      <vt:variant>
        <vt:i4>1769526</vt:i4>
      </vt:variant>
      <vt:variant>
        <vt:i4>104</vt:i4>
      </vt:variant>
      <vt:variant>
        <vt:i4>0</vt:i4>
      </vt:variant>
      <vt:variant>
        <vt:i4>5</vt:i4>
      </vt:variant>
      <vt:variant>
        <vt:lpwstr/>
      </vt:variant>
      <vt:variant>
        <vt:lpwstr>_Toc14784040</vt:lpwstr>
      </vt:variant>
      <vt:variant>
        <vt:i4>1179697</vt:i4>
      </vt:variant>
      <vt:variant>
        <vt:i4>98</vt:i4>
      </vt:variant>
      <vt:variant>
        <vt:i4>0</vt:i4>
      </vt:variant>
      <vt:variant>
        <vt:i4>5</vt:i4>
      </vt:variant>
      <vt:variant>
        <vt:lpwstr/>
      </vt:variant>
      <vt:variant>
        <vt:lpwstr>_Toc14784039</vt:lpwstr>
      </vt:variant>
      <vt:variant>
        <vt:i4>1245233</vt:i4>
      </vt:variant>
      <vt:variant>
        <vt:i4>92</vt:i4>
      </vt:variant>
      <vt:variant>
        <vt:i4>0</vt:i4>
      </vt:variant>
      <vt:variant>
        <vt:i4>5</vt:i4>
      </vt:variant>
      <vt:variant>
        <vt:lpwstr/>
      </vt:variant>
      <vt:variant>
        <vt:lpwstr>_Toc14784038</vt:lpwstr>
      </vt:variant>
      <vt:variant>
        <vt:i4>1835057</vt:i4>
      </vt:variant>
      <vt:variant>
        <vt:i4>86</vt:i4>
      </vt:variant>
      <vt:variant>
        <vt:i4>0</vt:i4>
      </vt:variant>
      <vt:variant>
        <vt:i4>5</vt:i4>
      </vt:variant>
      <vt:variant>
        <vt:lpwstr/>
      </vt:variant>
      <vt:variant>
        <vt:lpwstr>_Toc14784037</vt:lpwstr>
      </vt:variant>
      <vt:variant>
        <vt:i4>1900593</vt:i4>
      </vt:variant>
      <vt:variant>
        <vt:i4>80</vt:i4>
      </vt:variant>
      <vt:variant>
        <vt:i4>0</vt:i4>
      </vt:variant>
      <vt:variant>
        <vt:i4>5</vt:i4>
      </vt:variant>
      <vt:variant>
        <vt:lpwstr/>
      </vt:variant>
      <vt:variant>
        <vt:lpwstr>_Toc14784036</vt:lpwstr>
      </vt:variant>
      <vt:variant>
        <vt:i4>1966129</vt:i4>
      </vt:variant>
      <vt:variant>
        <vt:i4>74</vt:i4>
      </vt:variant>
      <vt:variant>
        <vt:i4>0</vt:i4>
      </vt:variant>
      <vt:variant>
        <vt:i4>5</vt:i4>
      </vt:variant>
      <vt:variant>
        <vt:lpwstr/>
      </vt:variant>
      <vt:variant>
        <vt:lpwstr>_Toc14784035</vt:lpwstr>
      </vt:variant>
      <vt:variant>
        <vt:i4>2031665</vt:i4>
      </vt:variant>
      <vt:variant>
        <vt:i4>68</vt:i4>
      </vt:variant>
      <vt:variant>
        <vt:i4>0</vt:i4>
      </vt:variant>
      <vt:variant>
        <vt:i4>5</vt:i4>
      </vt:variant>
      <vt:variant>
        <vt:lpwstr/>
      </vt:variant>
      <vt:variant>
        <vt:lpwstr>_Toc14784034</vt:lpwstr>
      </vt:variant>
      <vt:variant>
        <vt:i4>1572913</vt:i4>
      </vt:variant>
      <vt:variant>
        <vt:i4>62</vt:i4>
      </vt:variant>
      <vt:variant>
        <vt:i4>0</vt:i4>
      </vt:variant>
      <vt:variant>
        <vt:i4>5</vt:i4>
      </vt:variant>
      <vt:variant>
        <vt:lpwstr/>
      </vt:variant>
      <vt:variant>
        <vt:lpwstr>_Toc14784033</vt:lpwstr>
      </vt:variant>
      <vt:variant>
        <vt:i4>1638449</vt:i4>
      </vt:variant>
      <vt:variant>
        <vt:i4>56</vt:i4>
      </vt:variant>
      <vt:variant>
        <vt:i4>0</vt:i4>
      </vt:variant>
      <vt:variant>
        <vt:i4>5</vt:i4>
      </vt:variant>
      <vt:variant>
        <vt:lpwstr/>
      </vt:variant>
      <vt:variant>
        <vt:lpwstr>_Toc14784032</vt:lpwstr>
      </vt:variant>
      <vt:variant>
        <vt:i4>1703985</vt:i4>
      </vt:variant>
      <vt:variant>
        <vt:i4>50</vt:i4>
      </vt:variant>
      <vt:variant>
        <vt:i4>0</vt:i4>
      </vt:variant>
      <vt:variant>
        <vt:i4>5</vt:i4>
      </vt:variant>
      <vt:variant>
        <vt:lpwstr/>
      </vt:variant>
      <vt:variant>
        <vt:lpwstr>_Toc14784031</vt:lpwstr>
      </vt:variant>
      <vt:variant>
        <vt:i4>1769521</vt:i4>
      </vt:variant>
      <vt:variant>
        <vt:i4>44</vt:i4>
      </vt:variant>
      <vt:variant>
        <vt:i4>0</vt:i4>
      </vt:variant>
      <vt:variant>
        <vt:i4>5</vt:i4>
      </vt:variant>
      <vt:variant>
        <vt:lpwstr/>
      </vt:variant>
      <vt:variant>
        <vt:lpwstr>_Toc14784030</vt:lpwstr>
      </vt:variant>
      <vt:variant>
        <vt:i4>1179696</vt:i4>
      </vt:variant>
      <vt:variant>
        <vt:i4>38</vt:i4>
      </vt:variant>
      <vt:variant>
        <vt:i4>0</vt:i4>
      </vt:variant>
      <vt:variant>
        <vt:i4>5</vt:i4>
      </vt:variant>
      <vt:variant>
        <vt:lpwstr/>
      </vt:variant>
      <vt:variant>
        <vt:lpwstr>_Toc14784029</vt:lpwstr>
      </vt:variant>
      <vt:variant>
        <vt:i4>1245232</vt:i4>
      </vt:variant>
      <vt:variant>
        <vt:i4>32</vt:i4>
      </vt:variant>
      <vt:variant>
        <vt:i4>0</vt:i4>
      </vt:variant>
      <vt:variant>
        <vt:i4>5</vt:i4>
      </vt:variant>
      <vt:variant>
        <vt:lpwstr/>
      </vt:variant>
      <vt:variant>
        <vt:lpwstr>_Toc14784028</vt:lpwstr>
      </vt:variant>
      <vt:variant>
        <vt:i4>1835056</vt:i4>
      </vt:variant>
      <vt:variant>
        <vt:i4>26</vt:i4>
      </vt:variant>
      <vt:variant>
        <vt:i4>0</vt:i4>
      </vt:variant>
      <vt:variant>
        <vt:i4>5</vt:i4>
      </vt:variant>
      <vt:variant>
        <vt:lpwstr/>
      </vt:variant>
      <vt:variant>
        <vt:lpwstr>_Toc14784027</vt:lpwstr>
      </vt:variant>
      <vt:variant>
        <vt:i4>1900592</vt:i4>
      </vt:variant>
      <vt:variant>
        <vt:i4>20</vt:i4>
      </vt:variant>
      <vt:variant>
        <vt:i4>0</vt:i4>
      </vt:variant>
      <vt:variant>
        <vt:i4>5</vt:i4>
      </vt:variant>
      <vt:variant>
        <vt:lpwstr/>
      </vt:variant>
      <vt:variant>
        <vt:lpwstr>_Toc14784026</vt:lpwstr>
      </vt:variant>
      <vt:variant>
        <vt:i4>1966128</vt:i4>
      </vt:variant>
      <vt:variant>
        <vt:i4>14</vt:i4>
      </vt:variant>
      <vt:variant>
        <vt:i4>0</vt:i4>
      </vt:variant>
      <vt:variant>
        <vt:i4>5</vt:i4>
      </vt:variant>
      <vt:variant>
        <vt:lpwstr/>
      </vt:variant>
      <vt:variant>
        <vt:lpwstr>_Toc14784025</vt:lpwstr>
      </vt:variant>
      <vt:variant>
        <vt:i4>2031664</vt:i4>
      </vt:variant>
      <vt:variant>
        <vt:i4>8</vt:i4>
      </vt:variant>
      <vt:variant>
        <vt:i4>0</vt:i4>
      </vt:variant>
      <vt:variant>
        <vt:i4>5</vt:i4>
      </vt:variant>
      <vt:variant>
        <vt:lpwstr/>
      </vt:variant>
      <vt:variant>
        <vt:lpwstr>_Toc14784024</vt:lpwstr>
      </vt:variant>
      <vt:variant>
        <vt:i4>1572912</vt:i4>
      </vt:variant>
      <vt:variant>
        <vt:i4>2</vt:i4>
      </vt:variant>
      <vt:variant>
        <vt:i4>0</vt:i4>
      </vt:variant>
      <vt:variant>
        <vt:i4>5</vt:i4>
      </vt:variant>
      <vt:variant>
        <vt:lpwstr/>
      </vt:variant>
      <vt:variant>
        <vt:lpwstr>_Toc14784023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KUNTZ Vincent</dc:creator>
  <cp:keywords/>
  <cp:lastModifiedBy>KUNTZ Vincent</cp:lastModifiedBy>
  <cp:revision>8</cp:revision>
  <cp:lastPrinted>2012-01-27T11:08:00Z</cp:lastPrinted>
  <dcterms:created xsi:type="dcterms:W3CDTF">2024-03-17T13:20:00Z</dcterms:created>
  <dcterms:modified xsi:type="dcterms:W3CDTF">2024-03-17T14:27:00Z</dcterms:modified>
  <cp:category>Product Family</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ies>
</file>