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F6F21" w14:textId="77777777" w:rsidR="00FC66CD" w:rsidRPr="00DC44E7" w:rsidRDefault="008D7690" w:rsidP="00DC44E7">
      <w:pPr>
        <w:pStyle w:val="ProductFamily"/>
        <w:rPr>
          <w:rStyle w:val="Bold"/>
          <w:b w:val="0"/>
        </w:rPr>
      </w:pPr>
      <w:r w:rsidRPr="00DC44E7">
        <w:rPr>
          <w:rStyle w:val="Bold"/>
          <w:b w:val="0"/>
        </w:rPr>
        <w:t>ISO 20022</w:t>
      </w:r>
    </w:p>
    <w:p w14:paraId="1866EBF4" w14:textId="719DE290" w:rsidR="00FC66CD" w:rsidRDefault="00340304" w:rsidP="005A6353">
      <w:pPr>
        <w:pStyle w:val="ProductName"/>
      </w:pPr>
      <w:r w:rsidRPr="00340304">
        <w:t>Target-2 Securities - Securities Reference Data</w:t>
      </w:r>
    </w:p>
    <w:p w14:paraId="3F76B480" w14:textId="77777777" w:rsidR="00FC66CD" w:rsidRDefault="00FC66CD" w:rsidP="005A6353">
      <w:pPr>
        <w:pStyle w:val="Titlepagetext"/>
      </w:pPr>
    </w:p>
    <w:p w14:paraId="47F76991" w14:textId="77777777" w:rsidR="00FC66CD" w:rsidRPr="00657A1D" w:rsidRDefault="000877E0" w:rsidP="005A6353">
      <w:pPr>
        <w:pStyle w:val="DocumentTitle"/>
      </w:pPr>
      <w:r>
        <w:t>Message Definition Report Part 1</w:t>
      </w:r>
    </w:p>
    <w:p w14:paraId="7999BC0F" w14:textId="7D6F2BCE" w:rsidR="00FC66CD" w:rsidRPr="00657A1D" w:rsidRDefault="00A736C8" w:rsidP="005A6353">
      <w:pPr>
        <w:pStyle w:val="DocumentSubtitle"/>
      </w:pPr>
      <w:bookmarkStart w:id="0" w:name="_Hlk161515674"/>
      <w:r>
        <w:t>Approved</w:t>
      </w:r>
      <w:r w:rsidR="00340304" w:rsidRPr="00340304">
        <w:t xml:space="preserve"> by the Securities and Payments SEG under the leadership of the Securities SEG</w:t>
      </w:r>
      <w:r w:rsidR="005A7323">
        <w:t xml:space="preserve"> on 28 June 2021.</w:t>
      </w:r>
    </w:p>
    <w:bookmarkEnd w:id="0"/>
    <w:p w14:paraId="19D08A3B" w14:textId="1424209C" w:rsidR="00FC66CD" w:rsidRPr="00646E29" w:rsidRDefault="00732142" w:rsidP="005A6353">
      <w:pPr>
        <w:pStyle w:val="Titlepagetext"/>
      </w:pPr>
      <w:r w:rsidRPr="00732142">
        <w:t xml:space="preserve">This document provides information about the use of the messages for </w:t>
      </w:r>
      <w:r w:rsidR="00340304" w:rsidRPr="00340304">
        <w:t>Target-2 Securities - Securities Reference Data messages</w:t>
      </w:r>
      <w:r w:rsidRPr="00732142">
        <w:t xml:space="preserve"> and includes, for example, business transactions and examples.</w:t>
      </w:r>
    </w:p>
    <w:p w14:paraId="7053B9CB" w14:textId="5A52F29D" w:rsidR="00FC66CD" w:rsidRDefault="00A736C8" w:rsidP="005A6353">
      <w:pPr>
        <w:pStyle w:val="Releasedate"/>
      </w:pPr>
      <w:r>
        <w:t>June</w:t>
      </w:r>
      <w:r w:rsidR="004F42F5">
        <w:t xml:space="preserve"> </w:t>
      </w:r>
      <w:r w:rsidR="00340304">
        <w:t>202</w:t>
      </w:r>
      <w:r w:rsidR="004F42F5">
        <w:t>1</w:t>
      </w:r>
    </w:p>
    <w:p w14:paraId="570BA212" w14:textId="77777777" w:rsidR="00C45139" w:rsidRDefault="00C45139" w:rsidP="005A6353">
      <w:pPr>
        <w:pStyle w:val="Releasedate"/>
      </w:pPr>
    </w:p>
    <w:p w14:paraId="74557A28" w14:textId="77777777" w:rsidR="00903BF6" w:rsidRDefault="00903BF6" w:rsidP="005A6353">
      <w:pPr>
        <w:pStyle w:val="Releasedate"/>
      </w:pPr>
    </w:p>
    <w:p w14:paraId="0E3C46C5" w14:textId="77777777" w:rsidR="00FC66CD" w:rsidRDefault="00FC66CD" w:rsidP="005A6353">
      <w:pPr>
        <w:rPr>
          <w:snapToGrid w:val="0"/>
        </w:rPr>
        <w:sectPr w:rsidR="00FC66CD" w:rsidSect="006E0076">
          <w:headerReference w:type="even" r:id="rId8"/>
          <w:footerReference w:type="default" r:id="rId9"/>
          <w:type w:val="oddPage"/>
          <w:pgSz w:w="11909" w:h="15840" w:code="9"/>
          <w:pgMar w:top="1021" w:right="1304" w:bottom="1701" w:left="1304" w:header="567" w:footer="567" w:gutter="0"/>
          <w:cols w:space="720"/>
          <w:titlePg/>
        </w:sectPr>
      </w:pPr>
    </w:p>
    <w:p w14:paraId="3973BF52" w14:textId="77777777" w:rsidR="00FC66CD" w:rsidRDefault="00FC66CD" w:rsidP="00A8050C">
      <w:pPr>
        <w:pStyle w:val="IntroHeading"/>
      </w:pPr>
      <w:bookmarkStart w:id="1" w:name="_Toc314668488"/>
      <w:bookmarkStart w:id="2" w:name="_Toc315438490"/>
      <w:bookmarkStart w:id="3" w:name="_Toc161582918"/>
      <w:r>
        <w:lastRenderedPageBreak/>
        <w:t>Table of Contents</w:t>
      </w:r>
      <w:bookmarkEnd w:id="1"/>
      <w:bookmarkEnd w:id="2"/>
      <w:bookmarkEnd w:id="3"/>
    </w:p>
    <w:p w14:paraId="3D8DCAF3" w14:textId="3168412C" w:rsidR="009A01C1"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1582918" w:history="1">
        <w:r w:rsidR="009A01C1" w:rsidRPr="00713BC2">
          <w:rPr>
            <w:rStyle w:val="Hyperlink"/>
          </w:rPr>
          <w:t>Table of Contents</w:t>
        </w:r>
        <w:r w:rsidR="009A01C1">
          <w:rPr>
            <w:webHidden/>
          </w:rPr>
          <w:tab/>
        </w:r>
        <w:r w:rsidR="009A01C1">
          <w:rPr>
            <w:webHidden/>
          </w:rPr>
          <w:fldChar w:fldCharType="begin"/>
        </w:r>
        <w:r w:rsidR="009A01C1">
          <w:rPr>
            <w:webHidden/>
          </w:rPr>
          <w:instrText xml:space="preserve"> PAGEREF _Toc161582918 \h </w:instrText>
        </w:r>
        <w:r w:rsidR="009A01C1">
          <w:rPr>
            <w:webHidden/>
          </w:rPr>
        </w:r>
        <w:r w:rsidR="009A01C1">
          <w:rPr>
            <w:webHidden/>
          </w:rPr>
          <w:fldChar w:fldCharType="separate"/>
        </w:r>
        <w:r w:rsidR="009A01C1">
          <w:rPr>
            <w:webHidden/>
          </w:rPr>
          <w:t>2</w:t>
        </w:r>
        <w:r w:rsidR="009A01C1">
          <w:rPr>
            <w:webHidden/>
          </w:rPr>
          <w:fldChar w:fldCharType="end"/>
        </w:r>
      </w:hyperlink>
    </w:p>
    <w:p w14:paraId="03AF9B1B" w14:textId="723ADA8A"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19" w:history="1">
        <w:r w:rsidRPr="00713BC2">
          <w:rPr>
            <w:rStyle w:val="Hyperlink"/>
          </w:rPr>
          <w:t>1</w:t>
        </w:r>
        <w:r>
          <w:rPr>
            <w:rFonts w:asciiTheme="minorHAnsi" w:eastAsiaTheme="minorEastAsia" w:hAnsiTheme="minorHAnsi" w:cstheme="minorBidi"/>
            <w:b w:val="0"/>
            <w:kern w:val="2"/>
            <w:sz w:val="22"/>
            <w:szCs w:val="22"/>
            <w:lang w:val="en-US"/>
            <w14:ligatures w14:val="standardContextual"/>
          </w:rPr>
          <w:tab/>
        </w:r>
        <w:r w:rsidRPr="00713BC2">
          <w:rPr>
            <w:rStyle w:val="Hyperlink"/>
          </w:rPr>
          <w:t>Introduction</w:t>
        </w:r>
        <w:r>
          <w:rPr>
            <w:webHidden/>
          </w:rPr>
          <w:tab/>
        </w:r>
        <w:r>
          <w:rPr>
            <w:webHidden/>
          </w:rPr>
          <w:fldChar w:fldCharType="begin"/>
        </w:r>
        <w:r>
          <w:rPr>
            <w:webHidden/>
          </w:rPr>
          <w:instrText xml:space="preserve"> PAGEREF _Toc161582919 \h </w:instrText>
        </w:r>
        <w:r>
          <w:rPr>
            <w:webHidden/>
          </w:rPr>
        </w:r>
        <w:r>
          <w:rPr>
            <w:webHidden/>
          </w:rPr>
          <w:fldChar w:fldCharType="separate"/>
        </w:r>
        <w:r>
          <w:rPr>
            <w:webHidden/>
          </w:rPr>
          <w:t>5</w:t>
        </w:r>
        <w:r>
          <w:rPr>
            <w:webHidden/>
          </w:rPr>
          <w:fldChar w:fldCharType="end"/>
        </w:r>
      </w:hyperlink>
    </w:p>
    <w:p w14:paraId="02DE1196" w14:textId="6592804C"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0" w:history="1">
        <w:r w:rsidRPr="00713BC2">
          <w:rPr>
            <w:rStyle w:val="Hyperlink"/>
          </w:rPr>
          <w:t>1.1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Terms and Definitions</w:t>
        </w:r>
        <w:r>
          <w:rPr>
            <w:webHidden/>
          </w:rPr>
          <w:tab/>
        </w:r>
        <w:r>
          <w:rPr>
            <w:webHidden/>
          </w:rPr>
          <w:fldChar w:fldCharType="begin"/>
        </w:r>
        <w:r>
          <w:rPr>
            <w:webHidden/>
          </w:rPr>
          <w:instrText xml:space="preserve"> PAGEREF _Toc161582920 \h </w:instrText>
        </w:r>
        <w:r>
          <w:rPr>
            <w:webHidden/>
          </w:rPr>
        </w:r>
        <w:r>
          <w:rPr>
            <w:webHidden/>
          </w:rPr>
          <w:fldChar w:fldCharType="separate"/>
        </w:r>
        <w:r>
          <w:rPr>
            <w:webHidden/>
          </w:rPr>
          <w:t>5</w:t>
        </w:r>
        <w:r>
          <w:rPr>
            <w:webHidden/>
          </w:rPr>
          <w:fldChar w:fldCharType="end"/>
        </w:r>
      </w:hyperlink>
    </w:p>
    <w:p w14:paraId="1C555281" w14:textId="64B6584E"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1" w:history="1">
        <w:r w:rsidRPr="00713BC2">
          <w:rPr>
            <w:rStyle w:val="Hyperlink"/>
          </w:rPr>
          <w:t>1.2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Abbreviations and Acronyms</w:t>
        </w:r>
        <w:r>
          <w:rPr>
            <w:webHidden/>
          </w:rPr>
          <w:tab/>
        </w:r>
        <w:r>
          <w:rPr>
            <w:webHidden/>
          </w:rPr>
          <w:fldChar w:fldCharType="begin"/>
        </w:r>
        <w:r>
          <w:rPr>
            <w:webHidden/>
          </w:rPr>
          <w:instrText xml:space="preserve"> PAGEREF _Toc161582921 \h </w:instrText>
        </w:r>
        <w:r>
          <w:rPr>
            <w:webHidden/>
          </w:rPr>
        </w:r>
        <w:r>
          <w:rPr>
            <w:webHidden/>
          </w:rPr>
          <w:fldChar w:fldCharType="separate"/>
        </w:r>
        <w:r>
          <w:rPr>
            <w:webHidden/>
          </w:rPr>
          <w:t>5</w:t>
        </w:r>
        <w:r>
          <w:rPr>
            <w:webHidden/>
          </w:rPr>
          <w:fldChar w:fldCharType="end"/>
        </w:r>
      </w:hyperlink>
    </w:p>
    <w:p w14:paraId="104ADC63" w14:textId="7542A9A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2" w:history="1">
        <w:r w:rsidRPr="00713BC2">
          <w:rPr>
            <w:rStyle w:val="Hyperlink"/>
          </w:rPr>
          <w:t>1.3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Document Scope and Objectives</w:t>
        </w:r>
        <w:r>
          <w:rPr>
            <w:webHidden/>
          </w:rPr>
          <w:tab/>
        </w:r>
        <w:r>
          <w:rPr>
            <w:webHidden/>
          </w:rPr>
          <w:fldChar w:fldCharType="begin"/>
        </w:r>
        <w:r>
          <w:rPr>
            <w:webHidden/>
          </w:rPr>
          <w:instrText xml:space="preserve"> PAGEREF _Toc161582922 \h </w:instrText>
        </w:r>
        <w:r>
          <w:rPr>
            <w:webHidden/>
          </w:rPr>
        </w:r>
        <w:r>
          <w:rPr>
            <w:webHidden/>
          </w:rPr>
          <w:fldChar w:fldCharType="separate"/>
        </w:r>
        <w:r>
          <w:rPr>
            <w:webHidden/>
          </w:rPr>
          <w:t>6</w:t>
        </w:r>
        <w:r>
          <w:rPr>
            <w:webHidden/>
          </w:rPr>
          <w:fldChar w:fldCharType="end"/>
        </w:r>
      </w:hyperlink>
    </w:p>
    <w:p w14:paraId="22F56AF4" w14:textId="4F955F2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3" w:history="1">
        <w:r w:rsidRPr="00713BC2">
          <w:rPr>
            <w:rStyle w:val="Hyperlink"/>
          </w:rPr>
          <w:t>1.4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References</w:t>
        </w:r>
        <w:r>
          <w:rPr>
            <w:webHidden/>
          </w:rPr>
          <w:tab/>
        </w:r>
        <w:r>
          <w:rPr>
            <w:webHidden/>
          </w:rPr>
          <w:fldChar w:fldCharType="begin"/>
        </w:r>
        <w:r>
          <w:rPr>
            <w:webHidden/>
          </w:rPr>
          <w:instrText xml:space="preserve"> PAGEREF _Toc161582923 \h </w:instrText>
        </w:r>
        <w:r>
          <w:rPr>
            <w:webHidden/>
          </w:rPr>
        </w:r>
        <w:r>
          <w:rPr>
            <w:webHidden/>
          </w:rPr>
          <w:fldChar w:fldCharType="separate"/>
        </w:r>
        <w:r>
          <w:rPr>
            <w:webHidden/>
          </w:rPr>
          <w:t>6</w:t>
        </w:r>
        <w:r>
          <w:rPr>
            <w:webHidden/>
          </w:rPr>
          <w:fldChar w:fldCharType="end"/>
        </w:r>
      </w:hyperlink>
    </w:p>
    <w:p w14:paraId="3C14D3D4" w14:textId="63FF126A"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24" w:history="1">
        <w:r w:rsidRPr="00713BC2">
          <w:rPr>
            <w:rStyle w:val="Hyperlink"/>
          </w:rPr>
          <w:t>2</w:t>
        </w:r>
        <w:r>
          <w:rPr>
            <w:rFonts w:asciiTheme="minorHAnsi" w:eastAsiaTheme="minorEastAsia" w:hAnsiTheme="minorHAnsi" w:cstheme="minorBidi"/>
            <w:b w:val="0"/>
            <w:kern w:val="2"/>
            <w:sz w:val="22"/>
            <w:szCs w:val="22"/>
            <w:lang w:val="en-US"/>
            <w14:ligatures w14:val="standardContextual"/>
          </w:rPr>
          <w:tab/>
        </w:r>
        <w:r w:rsidRPr="00713BC2">
          <w:rPr>
            <w:rStyle w:val="Hyperlink"/>
          </w:rPr>
          <w:t>Scope and Functionality</w:t>
        </w:r>
        <w:r>
          <w:rPr>
            <w:webHidden/>
          </w:rPr>
          <w:tab/>
        </w:r>
        <w:r>
          <w:rPr>
            <w:webHidden/>
          </w:rPr>
          <w:fldChar w:fldCharType="begin"/>
        </w:r>
        <w:r>
          <w:rPr>
            <w:webHidden/>
          </w:rPr>
          <w:instrText xml:space="preserve"> PAGEREF _Toc161582924 \h </w:instrText>
        </w:r>
        <w:r>
          <w:rPr>
            <w:webHidden/>
          </w:rPr>
        </w:r>
        <w:r>
          <w:rPr>
            <w:webHidden/>
          </w:rPr>
          <w:fldChar w:fldCharType="separate"/>
        </w:r>
        <w:r>
          <w:rPr>
            <w:webHidden/>
          </w:rPr>
          <w:t>8</w:t>
        </w:r>
        <w:r>
          <w:rPr>
            <w:webHidden/>
          </w:rPr>
          <w:fldChar w:fldCharType="end"/>
        </w:r>
      </w:hyperlink>
    </w:p>
    <w:p w14:paraId="060F46E8" w14:textId="007E6B22"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5" w:history="1">
        <w:r w:rsidRPr="00713BC2">
          <w:rPr>
            <w:rStyle w:val="Hyperlink"/>
          </w:rPr>
          <w:t>2.1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Background</w:t>
        </w:r>
        <w:r>
          <w:rPr>
            <w:webHidden/>
          </w:rPr>
          <w:tab/>
        </w:r>
        <w:r>
          <w:rPr>
            <w:webHidden/>
          </w:rPr>
          <w:fldChar w:fldCharType="begin"/>
        </w:r>
        <w:r>
          <w:rPr>
            <w:webHidden/>
          </w:rPr>
          <w:instrText xml:space="preserve"> PAGEREF _Toc161582925 \h </w:instrText>
        </w:r>
        <w:r>
          <w:rPr>
            <w:webHidden/>
          </w:rPr>
        </w:r>
        <w:r>
          <w:rPr>
            <w:webHidden/>
          </w:rPr>
          <w:fldChar w:fldCharType="separate"/>
        </w:r>
        <w:r>
          <w:rPr>
            <w:webHidden/>
          </w:rPr>
          <w:t>8</w:t>
        </w:r>
        <w:r>
          <w:rPr>
            <w:webHidden/>
          </w:rPr>
          <w:fldChar w:fldCharType="end"/>
        </w:r>
      </w:hyperlink>
    </w:p>
    <w:p w14:paraId="131FF26C" w14:textId="432B2C8C"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6" w:history="1">
        <w:r w:rsidRPr="00713BC2">
          <w:rPr>
            <w:rStyle w:val="Hyperlink"/>
          </w:rPr>
          <w:t>2.2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Scope</w:t>
        </w:r>
        <w:r>
          <w:rPr>
            <w:webHidden/>
          </w:rPr>
          <w:tab/>
        </w:r>
        <w:r>
          <w:rPr>
            <w:webHidden/>
          </w:rPr>
          <w:fldChar w:fldCharType="begin"/>
        </w:r>
        <w:r>
          <w:rPr>
            <w:webHidden/>
          </w:rPr>
          <w:instrText xml:space="preserve"> PAGEREF _Toc161582926 \h </w:instrText>
        </w:r>
        <w:r>
          <w:rPr>
            <w:webHidden/>
          </w:rPr>
        </w:r>
        <w:r>
          <w:rPr>
            <w:webHidden/>
          </w:rPr>
          <w:fldChar w:fldCharType="separate"/>
        </w:r>
        <w:r>
          <w:rPr>
            <w:webHidden/>
          </w:rPr>
          <w:t>8</w:t>
        </w:r>
        <w:r>
          <w:rPr>
            <w:webHidden/>
          </w:rPr>
          <w:fldChar w:fldCharType="end"/>
        </w:r>
      </w:hyperlink>
    </w:p>
    <w:p w14:paraId="4BA3DF4B" w14:textId="53918FA4"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7" w:history="1">
        <w:r w:rsidRPr="00713BC2">
          <w:rPr>
            <w:rStyle w:val="Hyperlink"/>
          </w:rPr>
          <w:t>2.3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Groups of MessageDefinitions and Functionality</w:t>
        </w:r>
        <w:r>
          <w:rPr>
            <w:webHidden/>
          </w:rPr>
          <w:tab/>
        </w:r>
        <w:r>
          <w:rPr>
            <w:webHidden/>
          </w:rPr>
          <w:fldChar w:fldCharType="begin"/>
        </w:r>
        <w:r>
          <w:rPr>
            <w:webHidden/>
          </w:rPr>
          <w:instrText xml:space="preserve"> PAGEREF _Toc161582927 \h </w:instrText>
        </w:r>
        <w:r>
          <w:rPr>
            <w:webHidden/>
          </w:rPr>
        </w:r>
        <w:r>
          <w:rPr>
            <w:webHidden/>
          </w:rPr>
          <w:fldChar w:fldCharType="separate"/>
        </w:r>
        <w:r>
          <w:rPr>
            <w:webHidden/>
          </w:rPr>
          <w:t>8</w:t>
        </w:r>
        <w:r>
          <w:rPr>
            <w:webHidden/>
          </w:rPr>
          <w:fldChar w:fldCharType="end"/>
        </w:r>
      </w:hyperlink>
    </w:p>
    <w:p w14:paraId="68BA13B7" w14:textId="22BDC48B"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28" w:history="1">
        <w:r w:rsidRPr="00713BC2">
          <w:rPr>
            <w:rStyle w:val="Hyperlink"/>
          </w:rPr>
          <w:t>3</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BusinessRoles and Participants</w:t>
        </w:r>
        <w:r>
          <w:rPr>
            <w:webHidden/>
          </w:rPr>
          <w:tab/>
        </w:r>
        <w:r>
          <w:rPr>
            <w:webHidden/>
          </w:rPr>
          <w:fldChar w:fldCharType="begin"/>
        </w:r>
        <w:r>
          <w:rPr>
            <w:webHidden/>
          </w:rPr>
          <w:instrText xml:space="preserve"> PAGEREF _Toc161582928 \h </w:instrText>
        </w:r>
        <w:r>
          <w:rPr>
            <w:webHidden/>
          </w:rPr>
        </w:r>
        <w:r>
          <w:rPr>
            <w:webHidden/>
          </w:rPr>
          <w:fldChar w:fldCharType="separate"/>
        </w:r>
        <w:r>
          <w:rPr>
            <w:webHidden/>
          </w:rPr>
          <w:t>11</w:t>
        </w:r>
        <w:r>
          <w:rPr>
            <w:webHidden/>
          </w:rPr>
          <w:fldChar w:fldCharType="end"/>
        </w:r>
      </w:hyperlink>
    </w:p>
    <w:p w14:paraId="45933AA8" w14:textId="0B183AA1"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9" w:history="1">
        <w:r w:rsidRPr="00713BC2">
          <w:rPr>
            <w:rStyle w:val="Hyperlink"/>
          </w:rPr>
          <w:t>3.1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Participants and BusinessRoles Definitions</w:t>
        </w:r>
        <w:r>
          <w:rPr>
            <w:webHidden/>
          </w:rPr>
          <w:tab/>
        </w:r>
        <w:r>
          <w:rPr>
            <w:webHidden/>
          </w:rPr>
          <w:fldChar w:fldCharType="begin"/>
        </w:r>
        <w:r>
          <w:rPr>
            <w:webHidden/>
          </w:rPr>
          <w:instrText xml:space="preserve"> PAGEREF _Toc161582929 \h </w:instrText>
        </w:r>
        <w:r>
          <w:rPr>
            <w:webHidden/>
          </w:rPr>
        </w:r>
        <w:r>
          <w:rPr>
            <w:webHidden/>
          </w:rPr>
          <w:fldChar w:fldCharType="separate"/>
        </w:r>
        <w:r>
          <w:rPr>
            <w:webHidden/>
          </w:rPr>
          <w:t>11</w:t>
        </w:r>
        <w:r>
          <w:rPr>
            <w:webHidden/>
          </w:rPr>
          <w:fldChar w:fldCharType="end"/>
        </w:r>
      </w:hyperlink>
    </w:p>
    <w:p w14:paraId="3C3E1D71" w14:textId="21E74CE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0" w:history="1">
        <w:r w:rsidRPr="00713BC2">
          <w:rPr>
            <w:rStyle w:val="Hyperlink"/>
          </w:rPr>
          <w:t>3.2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BusinessRoles and Participants Table</w:t>
        </w:r>
        <w:r>
          <w:rPr>
            <w:webHidden/>
          </w:rPr>
          <w:tab/>
        </w:r>
        <w:r>
          <w:rPr>
            <w:webHidden/>
          </w:rPr>
          <w:fldChar w:fldCharType="begin"/>
        </w:r>
        <w:r>
          <w:rPr>
            <w:webHidden/>
          </w:rPr>
          <w:instrText xml:space="preserve"> PAGEREF _Toc161582930 \h </w:instrText>
        </w:r>
        <w:r>
          <w:rPr>
            <w:webHidden/>
          </w:rPr>
        </w:r>
        <w:r>
          <w:rPr>
            <w:webHidden/>
          </w:rPr>
          <w:fldChar w:fldCharType="separate"/>
        </w:r>
        <w:r>
          <w:rPr>
            <w:webHidden/>
          </w:rPr>
          <w:t>12</w:t>
        </w:r>
        <w:r>
          <w:rPr>
            <w:webHidden/>
          </w:rPr>
          <w:fldChar w:fldCharType="end"/>
        </w:r>
      </w:hyperlink>
    </w:p>
    <w:p w14:paraId="35FC4CCC" w14:textId="631E9BE9"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1" w:history="1">
        <w:r w:rsidRPr="00713BC2">
          <w:rPr>
            <w:rStyle w:val="Hyperlink"/>
          </w:rPr>
          <w:t>4</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BusinessProcess Description</w:t>
        </w:r>
        <w:r>
          <w:rPr>
            <w:webHidden/>
          </w:rPr>
          <w:tab/>
        </w:r>
        <w:r>
          <w:rPr>
            <w:webHidden/>
          </w:rPr>
          <w:fldChar w:fldCharType="begin"/>
        </w:r>
        <w:r>
          <w:rPr>
            <w:webHidden/>
          </w:rPr>
          <w:instrText xml:space="preserve"> PAGEREF _Toc161582931 \h </w:instrText>
        </w:r>
        <w:r>
          <w:rPr>
            <w:webHidden/>
          </w:rPr>
        </w:r>
        <w:r>
          <w:rPr>
            <w:webHidden/>
          </w:rPr>
          <w:fldChar w:fldCharType="separate"/>
        </w:r>
        <w:r>
          <w:rPr>
            <w:webHidden/>
          </w:rPr>
          <w:t>13</w:t>
        </w:r>
        <w:r>
          <w:rPr>
            <w:webHidden/>
          </w:rPr>
          <w:fldChar w:fldCharType="end"/>
        </w:r>
      </w:hyperlink>
    </w:p>
    <w:p w14:paraId="2B1AF24C" w14:textId="23DD8816"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2" w:history="1">
        <w:r w:rsidRPr="00713BC2">
          <w:rPr>
            <w:rStyle w:val="Hyperlink"/>
          </w:rPr>
          <w:t>5</w:t>
        </w:r>
        <w:r>
          <w:rPr>
            <w:rFonts w:asciiTheme="minorHAnsi" w:eastAsiaTheme="minorEastAsia" w:hAnsiTheme="minorHAnsi" w:cstheme="minorBidi"/>
            <w:b w:val="0"/>
            <w:kern w:val="2"/>
            <w:sz w:val="22"/>
            <w:szCs w:val="22"/>
            <w:lang w:val="en-US"/>
            <w14:ligatures w14:val="standardContextual"/>
          </w:rPr>
          <w:tab/>
        </w:r>
        <w:r w:rsidRPr="00713BC2">
          <w:rPr>
            <w:rStyle w:val="Hyperlink"/>
          </w:rPr>
          <w:t>Description of BusinessActivities</w:t>
        </w:r>
        <w:r>
          <w:rPr>
            <w:webHidden/>
          </w:rPr>
          <w:tab/>
        </w:r>
        <w:r>
          <w:rPr>
            <w:webHidden/>
          </w:rPr>
          <w:fldChar w:fldCharType="begin"/>
        </w:r>
        <w:r>
          <w:rPr>
            <w:webHidden/>
          </w:rPr>
          <w:instrText xml:space="preserve"> PAGEREF _Toc161582932 \h </w:instrText>
        </w:r>
        <w:r>
          <w:rPr>
            <w:webHidden/>
          </w:rPr>
        </w:r>
        <w:r>
          <w:rPr>
            <w:webHidden/>
          </w:rPr>
          <w:fldChar w:fldCharType="separate"/>
        </w:r>
        <w:r>
          <w:rPr>
            <w:webHidden/>
          </w:rPr>
          <w:t>16</w:t>
        </w:r>
        <w:r>
          <w:rPr>
            <w:webHidden/>
          </w:rPr>
          <w:fldChar w:fldCharType="end"/>
        </w:r>
      </w:hyperlink>
    </w:p>
    <w:p w14:paraId="43CE0C53" w14:textId="43F52B4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3" w:history="1">
        <w:r w:rsidRPr="00713BC2">
          <w:rPr>
            <w:rStyle w:val="Hyperlink"/>
          </w:rPr>
          <w:t>5.1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Creation Process</w:t>
        </w:r>
        <w:r>
          <w:rPr>
            <w:webHidden/>
          </w:rPr>
          <w:tab/>
        </w:r>
        <w:r>
          <w:rPr>
            <w:webHidden/>
          </w:rPr>
          <w:fldChar w:fldCharType="begin"/>
        </w:r>
        <w:r>
          <w:rPr>
            <w:webHidden/>
          </w:rPr>
          <w:instrText xml:space="preserve"> PAGEREF _Toc161582933 \h </w:instrText>
        </w:r>
        <w:r>
          <w:rPr>
            <w:webHidden/>
          </w:rPr>
        </w:r>
        <w:r>
          <w:rPr>
            <w:webHidden/>
          </w:rPr>
          <w:fldChar w:fldCharType="separate"/>
        </w:r>
        <w:r>
          <w:rPr>
            <w:webHidden/>
          </w:rPr>
          <w:t>16</w:t>
        </w:r>
        <w:r>
          <w:rPr>
            <w:webHidden/>
          </w:rPr>
          <w:fldChar w:fldCharType="end"/>
        </w:r>
      </w:hyperlink>
    </w:p>
    <w:p w14:paraId="52BBA744" w14:textId="066A1AE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4" w:history="1">
        <w:r w:rsidRPr="00713BC2">
          <w:rPr>
            <w:rStyle w:val="Hyperlink"/>
          </w:rPr>
          <w:t>5.2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Modification Process</w:t>
        </w:r>
        <w:r>
          <w:rPr>
            <w:webHidden/>
          </w:rPr>
          <w:tab/>
        </w:r>
        <w:r>
          <w:rPr>
            <w:webHidden/>
          </w:rPr>
          <w:fldChar w:fldCharType="begin"/>
        </w:r>
        <w:r>
          <w:rPr>
            <w:webHidden/>
          </w:rPr>
          <w:instrText xml:space="preserve"> PAGEREF _Toc161582934 \h </w:instrText>
        </w:r>
        <w:r>
          <w:rPr>
            <w:webHidden/>
          </w:rPr>
        </w:r>
        <w:r>
          <w:rPr>
            <w:webHidden/>
          </w:rPr>
          <w:fldChar w:fldCharType="separate"/>
        </w:r>
        <w:r>
          <w:rPr>
            <w:webHidden/>
          </w:rPr>
          <w:t>18</w:t>
        </w:r>
        <w:r>
          <w:rPr>
            <w:webHidden/>
          </w:rPr>
          <w:fldChar w:fldCharType="end"/>
        </w:r>
      </w:hyperlink>
    </w:p>
    <w:p w14:paraId="040CB0C0" w14:textId="2690A73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5" w:history="1">
        <w:r w:rsidRPr="00713BC2">
          <w:rPr>
            <w:rStyle w:val="Hyperlink"/>
          </w:rPr>
          <w:t>5.3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Deletion Process</w:t>
        </w:r>
        <w:r>
          <w:rPr>
            <w:webHidden/>
          </w:rPr>
          <w:tab/>
        </w:r>
        <w:r>
          <w:rPr>
            <w:webHidden/>
          </w:rPr>
          <w:fldChar w:fldCharType="begin"/>
        </w:r>
        <w:r>
          <w:rPr>
            <w:webHidden/>
          </w:rPr>
          <w:instrText xml:space="preserve"> PAGEREF _Toc161582935 \h </w:instrText>
        </w:r>
        <w:r>
          <w:rPr>
            <w:webHidden/>
          </w:rPr>
        </w:r>
        <w:r>
          <w:rPr>
            <w:webHidden/>
          </w:rPr>
          <w:fldChar w:fldCharType="separate"/>
        </w:r>
        <w:r>
          <w:rPr>
            <w:webHidden/>
          </w:rPr>
          <w:t>19</w:t>
        </w:r>
        <w:r>
          <w:rPr>
            <w:webHidden/>
          </w:rPr>
          <w:fldChar w:fldCharType="end"/>
        </w:r>
      </w:hyperlink>
    </w:p>
    <w:p w14:paraId="75E56F71" w14:textId="551B5BE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6" w:history="1">
        <w:r w:rsidRPr="00713BC2">
          <w:rPr>
            <w:rStyle w:val="Hyperlink"/>
          </w:rPr>
          <w:t>5.4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Query/Query Response Process</w:t>
        </w:r>
        <w:r>
          <w:rPr>
            <w:webHidden/>
          </w:rPr>
          <w:tab/>
        </w:r>
        <w:r>
          <w:rPr>
            <w:webHidden/>
          </w:rPr>
          <w:fldChar w:fldCharType="begin"/>
        </w:r>
        <w:r>
          <w:rPr>
            <w:webHidden/>
          </w:rPr>
          <w:instrText xml:space="preserve"> PAGEREF _Toc161582936 \h </w:instrText>
        </w:r>
        <w:r>
          <w:rPr>
            <w:webHidden/>
          </w:rPr>
        </w:r>
        <w:r>
          <w:rPr>
            <w:webHidden/>
          </w:rPr>
          <w:fldChar w:fldCharType="separate"/>
        </w:r>
        <w:r>
          <w:rPr>
            <w:webHidden/>
          </w:rPr>
          <w:t>20</w:t>
        </w:r>
        <w:r>
          <w:rPr>
            <w:webHidden/>
          </w:rPr>
          <w:fldChar w:fldCharType="end"/>
        </w:r>
      </w:hyperlink>
    </w:p>
    <w:p w14:paraId="7DF13D01" w14:textId="1409D67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7" w:history="1">
        <w:r w:rsidRPr="00713BC2">
          <w:rPr>
            <w:rStyle w:val="Hyperlink"/>
          </w:rPr>
          <w:t>5.5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Statement Process</w:t>
        </w:r>
        <w:r>
          <w:rPr>
            <w:webHidden/>
          </w:rPr>
          <w:tab/>
        </w:r>
        <w:r>
          <w:rPr>
            <w:webHidden/>
          </w:rPr>
          <w:fldChar w:fldCharType="begin"/>
        </w:r>
        <w:r>
          <w:rPr>
            <w:webHidden/>
          </w:rPr>
          <w:instrText xml:space="preserve"> PAGEREF _Toc161582937 \h </w:instrText>
        </w:r>
        <w:r>
          <w:rPr>
            <w:webHidden/>
          </w:rPr>
        </w:r>
        <w:r>
          <w:rPr>
            <w:webHidden/>
          </w:rPr>
          <w:fldChar w:fldCharType="separate"/>
        </w:r>
        <w:r>
          <w:rPr>
            <w:webHidden/>
          </w:rPr>
          <w:t>21</w:t>
        </w:r>
        <w:r>
          <w:rPr>
            <w:webHidden/>
          </w:rPr>
          <w:fldChar w:fldCharType="end"/>
        </w:r>
      </w:hyperlink>
    </w:p>
    <w:p w14:paraId="2ABE526A" w14:textId="45329A85"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8" w:history="1">
        <w:r w:rsidRPr="00713BC2">
          <w:rPr>
            <w:rStyle w:val="Hyperlink"/>
          </w:rPr>
          <w:t>6</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BusinessTransactions</w:t>
        </w:r>
        <w:r>
          <w:rPr>
            <w:webHidden/>
          </w:rPr>
          <w:tab/>
        </w:r>
        <w:r>
          <w:rPr>
            <w:webHidden/>
          </w:rPr>
          <w:fldChar w:fldCharType="begin"/>
        </w:r>
        <w:r>
          <w:rPr>
            <w:webHidden/>
          </w:rPr>
          <w:instrText xml:space="preserve"> PAGEREF _Toc161582938 \h </w:instrText>
        </w:r>
        <w:r>
          <w:rPr>
            <w:webHidden/>
          </w:rPr>
        </w:r>
        <w:r>
          <w:rPr>
            <w:webHidden/>
          </w:rPr>
          <w:fldChar w:fldCharType="separate"/>
        </w:r>
        <w:r>
          <w:rPr>
            <w:webHidden/>
          </w:rPr>
          <w:t>23</w:t>
        </w:r>
        <w:r>
          <w:rPr>
            <w:webHidden/>
          </w:rPr>
          <w:fldChar w:fldCharType="end"/>
        </w:r>
      </w:hyperlink>
    </w:p>
    <w:p w14:paraId="626C7A82" w14:textId="25726BB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9" w:history="1">
        <w:r w:rsidRPr="00713BC2">
          <w:rPr>
            <w:rStyle w:val="Hyperlink"/>
          </w:rPr>
          <w:t>6.1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Creation Process</w:t>
        </w:r>
        <w:r>
          <w:rPr>
            <w:webHidden/>
          </w:rPr>
          <w:tab/>
        </w:r>
        <w:r>
          <w:rPr>
            <w:webHidden/>
          </w:rPr>
          <w:fldChar w:fldCharType="begin"/>
        </w:r>
        <w:r>
          <w:rPr>
            <w:webHidden/>
          </w:rPr>
          <w:instrText xml:space="preserve"> PAGEREF _Toc161582939 \h </w:instrText>
        </w:r>
        <w:r>
          <w:rPr>
            <w:webHidden/>
          </w:rPr>
        </w:r>
        <w:r>
          <w:rPr>
            <w:webHidden/>
          </w:rPr>
          <w:fldChar w:fldCharType="separate"/>
        </w:r>
        <w:r>
          <w:rPr>
            <w:webHidden/>
          </w:rPr>
          <w:t>23</w:t>
        </w:r>
        <w:r>
          <w:rPr>
            <w:webHidden/>
          </w:rPr>
          <w:fldChar w:fldCharType="end"/>
        </w:r>
      </w:hyperlink>
    </w:p>
    <w:p w14:paraId="76A4AA6F" w14:textId="25B01285"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0" w:history="1">
        <w:r w:rsidRPr="00713BC2">
          <w:rPr>
            <w:rStyle w:val="Hyperlink"/>
          </w:rPr>
          <w:t>6.2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Modification Process</w:t>
        </w:r>
        <w:r>
          <w:rPr>
            <w:webHidden/>
          </w:rPr>
          <w:tab/>
        </w:r>
        <w:r>
          <w:rPr>
            <w:webHidden/>
          </w:rPr>
          <w:fldChar w:fldCharType="begin"/>
        </w:r>
        <w:r>
          <w:rPr>
            <w:webHidden/>
          </w:rPr>
          <w:instrText xml:space="preserve"> PAGEREF _Toc161582940 \h </w:instrText>
        </w:r>
        <w:r>
          <w:rPr>
            <w:webHidden/>
          </w:rPr>
        </w:r>
        <w:r>
          <w:rPr>
            <w:webHidden/>
          </w:rPr>
          <w:fldChar w:fldCharType="separate"/>
        </w:r>
        <w:r>
          <w:rPr>
            <w:webHidden/>
          </w:rPr>
          <w:t>25</w:t>
        </w:r>
        <w:r>
          <w:rPr>
            <w:webHidden/>
          </w:rPr>
          <w:fldChar w:fldCharType="end"/>
        </w:r>
      </w:hyperlink>
    </w:p>
    <w:p w14:paraId="262B6308" w14:textId="2482486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1" w:history="1">
        <w:r w:rsidRPr="00713BC2">
          <w:rPr>
            <w:rStyle w:val="Hyperlink"/>
          </w:rPr>
          <w:t>6.3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Deletion Process</w:t>
        </w:r>
        <w:r>
          <w:rPr>
            <w:webHidden/>
          </w:rPr>
          <w:tab/>
        </w:r>
        <w:r>
          <w:rPr>
            <w:webHidden/>
          </w:rPr>
          <w:fldChar w:fldCharType="begin"/>
        </w:r>
        <w:r>
          <w:rPr>
            <w:webHidden/>
          </w:rPr>
          <w:instrText xml:space="preserve"> PAGEREF _Toc161582941 \h </w:instrText>
        </w:r>
        <w:r>
          <w:rPr>
            <w:webHidden/>
          </w:rPr>
        </w:r>
        <w:r>
          <w:rPr>
            <w:webHidden/>
          </w:rPr>
          <w:fldChar w:fldCharType="separate"/>
        </w:r>
        <w:r>
          <w:rPr>
            <w:webHidden/>
          </w:rPr>
          <w:t>27</w:t>
        </w:r>
        <w:r>
          <w:rPr>
            <w:webHidden/>
          </w:rPr>
          <w:fldChar w:fldCharType="end"/>
        </w:r>
      </w:hyperlink>
    </w:p>
    <w:p w14:paraId="6982E360" w14:textId="643908B3"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2" w:history="1">
        <w:r w:rsidRPr="00713BC2">
          <w:rPr>
            <w:rStyle w:val="Hyperlink"/>
          </w:rPr>
          <w:t>6.4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Query/Response Process</w:t>
        </w:r>
        <w:r>
          <w:rPr>
            <w:webHidden/>
          </w:rPr>
          <w:tab/>
        </w:r>
        <w:r>
          <w:rPr>
            <w:webHidden/>
          </w:rPr>
          <w:fldChar w:fldCharType="begin"/>
        </w:r>
        <w:r>
          <w:rPr>
            <w:webHidden/>
          </w:rPr>
          <w:instrText xml:space="preserve"> PAGEREF _Toc161582942 \h </w:instrText>
        </w:r>
        <w:r>
          <w:rPr>
            <w:webHidden/>
          </w:rPr>
        </w:r>
        <w:r>
          <w:rPr>
            <w:webHidden/>
          </w:rPr>
          <w:fldChar w:fldCharType="separate"/>
        </w:r>
        <w:r>
          <w:rPr>
            <w:webHidden/>
          </w:rPr>
          <w:t>29</w:t>
        </w:r>
        <w:r>
          <w:rPr>
            <w:webHidden/>
          </w:rPr>
          <w:fldChar w:fldCharType="end"/>
        </w:r>
      </w:hyperlink>
    </w:p>
    <w:p w14:paraId="5D59BFED" w14:textId="41C2B93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3" w:history="1">
        <w:r w:rsidRPr="00713BC2">
          <w:rPr>
            <w:rStyle w:val="Hyperlink"/>
          </w:rPr>
          <w:t>6.5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Statement Process</w:t>
        </w:r>
        <w:r>
          <w:rPr>
            <w:webHidden/>
          </w:rPr>
          <w:tab/>
        </w:r>
        <w:r>
          <w:rPr>
            <w:webHidden/>
          </w:rPr>
          <w:fldChar w:fldCharType="begin"/>
        </w:r>
        <w:r>
          <w:rPr>
            <w:webHidden/>
          </w:rPr>
          <w:instrText xml:space="preserve"> PAGEREF _Toc161582943 \h </w:instrText>
        </w:r>
        <w:r>
          <w:rPr>
            <w:webHidden/>
          </w:rPr>
        </w:r>
        <w:r>
          <w:rPr>
            <w:webHidden/>
          </w:rPr>
          <w:fldChar w:fldCharType="separate"/>
        </w:r>
        <w:r>
          <w:rPr>
            <w:webHidden/>
          </w:rPr>
          <w:t>30</w:t>
        </w:r>
        <w:r>
          <w:rPr>
            <w:webHidden/>
          </w:rPr>
          <w:fldChar w:fldCharType="end"/>
        </w:r>
      </w:hyperlink>
    </w:p>
    <w:p w14:paraId="5724D012" w14:textId="1351F6DF"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44" w:history="1">
        <w:r w:rsidRPr="00713BC2">
          <w:rPr>
            <w:rStyle w:val="Hyperlink"/>
          </w:rPr>
          <w:t>7</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 Examples</w:t>
        </w:r>
        <w:r>
          <w:rPr>
            <w:webHidden/>
          </w:rPr>
          <w:tab/>
        </w:r>
        <w:r>
          <w:rPr>
            <w:webHidden/>
          </w:rPr>
          <w:fldChar w:fldCharType="begin"/>
        </w:r>
        <w:r>
          <w:rPr>
            <w:webHidden/>
          </w:rPr>
          <w:instrText xml:space="preserve"> PAGEREF _Toc161582944 \h </w:instrText>
        </w:r>
        <w:r>
          <w:rPr>
            <w:webHidden/>
          </w:rPr>
        </w:r>
        <w:r>
          <w:rPr>
            <w:webHidden/>
          </w:rPr>
          <w:fldChar w:fldCharType="separate"/>
        </w:r>
        <w:r>
          <w:rPr>
            <w:webHidden/>
          </w:rPr>
          <w:t>31</w:t>
        </w:r>
        <w:r>
          <w:rPr>
            <w:webHidden/>
          </w:rPr>
          <w:fldChar w:fldCharType="end"/>
        </w:r>
      </w:hyperlink>
    </w:p>
    <w:p w14:paraId="3A4F2EBC" w14:textId="009BC28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5" w:history="1">
        <w:r w:rsidRPr="00713BC2">
          <w:rPr>
            <w:rStyle w:val="Hyperlink"/>
          </w:rPr>
          <w:t>7.1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Creation Request - reda.006.001.01</w:t>
        </w:r>
        <w:r>
          <w:rPr>
            <w:webHidden/>
          </w:rPr>
          <w:tab/>
        </w:r>
        <w:r>
          <w:rPr>
            <w:webHidden/>
          </w:rPr>
          <w:fldChar w:fldCharType="begin"/>
        </w:r>
        <w:r>
          <w:rPr>
            <w:webHidden/>
          </w:rPr>
          <w:instrText xml:space="preserve"> PAGEREF _Toc161582945 \h </w:instrText>
        </w:r>
        <w:r>
          <w:rPr>
            <w:webHidden/>
          </w:rPr>
        </w:r>
        <w:r>
          <w:rPr>
            <w:webHidden/>
          </w:rPr>
          <w:fldChar w:fldCharType="separate"/>
        </w:r>
        <w:r>
          <w:rPr>
            <w:webHidden/>
          </w:rPr>
          <w:t>31</w:t>
        </w:r>
        <w:r>
          <w:rPr>
            <w:webHidden/>
          </w:rPr>
          <w:fldChar w:fldCharType="end"/>
        </w:r>
      </w:hyperlink>
    </w:p>
    <w:p w14:paraId="0AC0C73B" w14:textId="6432DD5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6" w:history="1">
        <w:r w:rsidRPr="00713BC2">
          <w:rPr>
            <w:rStyle w:val="Hyperlink"/>
          </w:rPr>
          <w:t>7.2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Creation Status Advice - reda.008.001.01</w:t>
        </w:r>
        <w:r>
          <w:rPr>
            <w:webHidden/>
          </w:rPr>
          <w:tab/>
        </w:r>
        <w:r>
          <w:rPr>
            <w:webHidden/>
          </w:rPr>
          <w:fldChar w:fldCharType="begin"/>
        </w:r>
        <w:r>
          <w:rPr>
            <w:webHidden/>
          </w:rPr>
          <w:instrText xml:space="preserve"> PAGEREF _Toc161582946 \h </w:instrText>
        </w:r>
        <w:r>
          <w:rPr>
            <w:webHidden/>
          </w:rPr>
        </w:r>
        <w:r>
          <w:rPr>
            <w:webHidden/>
          </w:rPr>
          <w:fldChar w:fldCharType="separate"/>
        </w:r>
        <w:r>
          <w:rPr>
            <w:webHidden/>
          </w:rPr>
          <w:t>32</w:t>
        </w:r>
        <w:r>
          <w:rPr>
            <w:webHidden/>
          </w:rPr>
          <w:fldChar w:fldCharType="end"/>
        </w:r>
      </w:hyperlink>
    </w:p>
    <w:p w14:paraId="20A7C940" w14:textId="1093B61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7" w:history="1">
        <w:r w:rsidRPr="00713BC2">
          <w:rPr>
            <w:rStyle w:val="Hyperlink"/>
          </w:rPr>
          <w:t>7.3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Maintenance Request - reda.007.001.01</w:t>
        </w:r>
        <w:r>
          <w:rPr>
            <w:webHidden/>
          </w:rPr>
          <w:tab/>
        </w:r>
        <w:r>
          <w:rPr>
            <w:webHidden/>
          </w:rPr>
          <w:fldChar w:fldCharType="begin"/>
        </w:r>
        <w:r>
          <w:rPr>
            <w:webHidden/>
          </w:rPr>
          <w:instrText xml:space="preserve"> PAGEREF _Toc161582947 \h </w:instrText>
        </w:r>
        <w:r>
          <w:rPr>
            <w:webHidden/>
          </w:rPr>
        </w:r>
        <w:r>
          <w:rPr>
            <w:webHidden/>
          </w:rPr>
          <w:fldChar w:fldCharType="separate"/>
        </w:r>
        <w:r>
          <w:rPr>
            <w:webHidden/>
          </w:rPr>
          <w:t>35</w:t>
        </w:r>
        <w:r>
          <w:rPr>
            <w:webHidden/>
          </w:rPr>
          <w:fldChar w:fldCharType="end"/>
        </w:r>
      </w:hyperlink>
    </w:p>
    <w:p w14:paraId="5FE0532C" w14:textId="194F7320"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8" w:history="1">
        <w:r w:rsidRPr="00713BC2">
          <w:rPr>
            <w:rStyle w:val="Hyperlink"/>
          </w:rPr>
          <w:t>7.4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Maintenance Status Advice - reda.029.001.01</w:t>
        </w:r>
        <w:r>
          <w:rPr>
            <w:webHidden/>
          </w:rPr>
          <w:tab/>
        </w:r>
        <w:r>
          <w:rPr>
            <w:webHidden/>
          </w:rPr>
          <w:fldChar w:fldCharType="begin"/>
        </w:r>
        <w:r>
          <w:rPr>
            <w:webHidden/>
          </w:rPr>
          <w:instrText xml:space="preserve"> PAGEREF _Toc161582948 \h </w:instrText>
        </w:r>
        <w:r>
          <w:rPr>
            <w:webHidden/>
          </w:rPr>
        </w:r>
        <w:r>
          <w:rPr>
            <w:webHidden/>
          </w:rPr>
          <w:fldChar w:fldCharType="separate"/>
        </w:r>
        <w:r>
          <w:rPr>
            <w:webHidden/>
          </w:rPr>
          <w:t>36</w:t>
        </w:r>
        <w:r>
          <w:rPr>
            <w:webHidden/>
          </w:rPr>
          <w:fldChar w:fldCharType="end"/>
        </w:r>
      </w:hyperlink>
    </w:p>
    <w:p w14:paraId="3BE39E4B" w14:textId="3338CA76"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9" w:history="1">
        <w:r w:rsidRPr="00713BC2">
          <w:rPr>
            <w:rStyle w:val="Hyperlink"/>
          </w:rPr>
          <w:t>7.5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Deletion Request - reda.013.001.01</w:t>
        </w:r>
        <w:r>
          <w:rPr>
            <w:webHidden/>
          </w:rPr>
          <w:tab/>
        </w:r>
        <w:r>
          <w:rPr>
            <w:webHidden/>
          </w:rPr>
          <w:fldChar w:fldCharType="begin"/>
        </w:r>
        <w:r>
          <w:rPr>
            <w:webHidden/>
          </w:rPr>
          <w:instrText xml:space="preserve"> PAGEREF _Toc161582949 \h </w:instrText>
        </w:r>
        <w:r>
          <w:rPr>
            <w:webHidden/>
          </w:rPr>
        </w:r>
        <w:r>
          <w:rPr>
            <w:webHidden/>
          </w:rPr>
          <w:fldChar w:fldCharType="separate"/>
        </w:r>
        <w:r>
          <w:rPr>
            <w:webHidden/>
          </w:rPr>
          <w:t>39</w:t>
        </w:r>
        <w:r>
          <w:rPr>
            <w:webHidden/>
          </w:rPr>
          <w:fldChar w:fldCharType="end"/>
        </w:r>
      </w:hyperlink>
    </w:p>
    <w:p w14:paraId="263C7EE3" w14:textId="552E5EC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0" w:history="1">
        <w:r w:rsidRPr="00713BC2">
          <w:rPr>
            <w:rStyle w:val="Hyperlink"/>
          </w:rPr>
          <w:t>7.6</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Deletion Status Advice - reda.030.001.01</w:t>
        </w:r>
        <w:r>
          <w:rPr>
            <w:webHidden/>
          </w:rPr>
          <w:tab/>
        </w:r>
        <w:r>
          <w:rPr>
            <w:webHidden/>
          </w:rPr>
          <w:fldChar w:fldCharType="begin"/>
        </w:r>
        <w:r>
          <w:rPr>
            <w:webHidden/>
          </w:rPr>
          <w:instrText xml:space="preserve"> PAGEREF _Toc161582950 \h </w:instrText>
        </w:r>
        <w:r>
          <w:rPr>
            <w:webHidden/>
          </w:rPr>
        </w:r>
        <w:r>
          <w:rPr>
            <w:webHidden/>
          </w:rPr>
          <w:fldChar w:fldCharType="separate"/>
        </w:r>
        <w:r>
          <w:rPr>
            <w:webHidden/>
          </w:rPr>
          <w:t>39</w:t>
        </w:r>
        <w:r>
          <w:rPr>
            <w:webHidden/>
          </w:rPr>
          <w:fldChar w:fldCharType="end"/>
        </w:r>
      </w:hyperlink>
    </w:p>
    <w:p w14:paraId="79DC838F" w14:textId="03E0C2B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1" w:history="1">
        <w:r w:rsidRPr="00713BC2">
          <w:rPr>
            <w:rStyle w:val="Hyperlink"/>
          </w:rPr>
          <w:t>7.7</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Query - reda.010.001.01</w:t>
        </w:r>
        <w:r>
          <w:rPr>
            <w:webHidden/>
          </w:rPr>
          <w:tab/>
        </w:r>
        <w:r>
          <w:rPr>
            <w:webHidden/>
          </w:rPr>
          <w:fldChar w:fldCharType="begin"/>
        </w:r>
        <w:r>
          <w:rPr>
            <w:webHidden/>
          </w:rPr>
          <w:instrText xml:space="preserve"> PAGEREF _Toc161582951 \h </w:instrText>
        </w:r>
        <w:r>
          <w:rPr>
            <w:webHidden/>
          </w:rPr>
        </w:r>
        <w:r>
          <w:rPr>
            <w:webHidden/>
          </w:rPr>
          <w:fldChar w:fldCharType="separate"/>
        </w:r>
        <w:r>
          <w:rPr>
            <w:webHidden/>
          </w:rPr>
          <w:t>43</w:t>
        </w:r>
        <w:r>
          <w:rPr>
            <w:webHidden/>
          </w:rPr>
          <w:fldChar w:fldCharType="end"/>
        </w:r>
      </w:hyperlink>
    </w:p>
    <w:p w14:paraId="1BAFEE87" w14:textId="109E1D1D"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2" w:history="1">
        <w:r w:rsidRPr="00713BC2">
          <w:rPr>
            <w:rStyle w:val="Hyperlink"/>
          </w:rPr>
          <w:t>7.8</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Report - reda.012.001.01</w:t>
        </w:r>
        <w:r>
          <w:rPr>
            <w:webHidden/>
          </w:rPr>
          <w:tab/>
        </w:r>
        <w:r>
          <w:rPr>
            <w:webHidden/>
          </w:rPr>
          <w:fldChar w:fldCharType="begin"/>
        </w:r>
        <w:r>
          <w:rPr>
            <w:webHidden/>
          </w:rPr>
          <w:instrText xml:space="preserve"> PAGEREF _Toc161582952 \h </w:instrText>
        </w:r>
        <w:r>
          <w:rPr>
            <w:webHidden/>
          </w:rPr>
        </w:r>
        <w:r>
          <w:rPr>
            <w:webHidden/>
          </w:rPr>
          <w:fldChar w:fldCharType="separate"/>
        </w:r>
        <w:r>
          <w:rPr>
            <w:webHidden/>
          </w:rPr>
          <w:t>43</w:t>
        </w:r>
        <w:r>
          <w:rPr>
            <w:webHidden/>
          </w:rPr>
          <w:fldChar w:fldCharType="end"/>
        </w:r>
      </w:hyperlink>
    </w:p>
    <w:p w14:paraId="475E61F9" w14:textId="79AC537B"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3" w:history="1">
        <w:r w:rsidRPr="00713BC2">
          <w:rPr>
            <w:rStyle w:val="Hyperlink"/>
          </w:rPr>
          <w:t>7.9</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Activity Advice - reda.009.001.01</w:t>
        </w:r>
        <w:r>
          <w:rPr>
            <w:webHidden/>
          </w:rPr>
          <w:tab/>
        </w:r>
        <w:r>
          <w:rPr>
            <w:webHidden/>
          </w:rPr>
          <w:fldChar w:fldCharType="begin"/>
        </w:r>
        <w:r>
          <w:rPr>
            <w:webHidden/>
          </w:rPr>
          <w:instrText xml:space="preserve"> PAGEREF _Toc161582953 \h </w:instrText>
        </w:r>
        <w:r>
          <w:rPr>
            <w:webHidden/>
          </w:rPr>
        </w:r>
        <w:r>
          <w:rPr>
            <w:webHidden/>
          </w:rPr>
          <w:fldChar w:fldCharType="separate"/>
        </w:r>
        <w:r>
          <w:rPr>
            <w:webHidden/>
          </w:rPr>
          <w:t>46</w:t>
        </w:r>
        <w:r>
          <w:rPr>
            <w:webHidden/>
          </w:rPr>
          <w:fldChar w:fldCharType="end"/>
        </w:r>
      </w:hyperlink>
    </w:p>
    <w:p w14:paraId="0AE15864" w14:textId="3F86BF4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4" w:history="1">
        <w:r w:rsidRPr="00713BC2">
          <w:rPr>
            <w:rStyle w:val="Hyperlink"/>
          </w:rPr>
          <w:t>7.10</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Securities Audit Trail Query - reda.033.001.01</w:t>
        </w:r>
        <w:r>
          <w:rPr>
            <w:webHidden/>
          </w:rPr>
          <w:tab/>
        </w:r>
        <w:r>
          <w:rPr>
            <w:webHidden/>
          </w:rPr>
          <w:fldChar w:fldCharType="begin"/>
        </w:r>
        <w:r>
          <w:rPr>
            <w:webHidden/>
          </w:rPr>
          <w:instrText xml:space="preserve"> PAGEREF _Toc161582954 \h </w:instrText>
        </w:r>
        <w:r>
          <w:rPr>
            <w:webHidden/>
          </w:rPr>
        </w:r>
        <w:r>
          <w:rPr>
            <w:webHidden/>
          </w:rPr>
          <w:fldChar w:fldCharType="separate"/>
        </w:r>
        <w:r>
          <w:rPr>
            <w:webHidden/>
          </w:rPr>
          <w:t>47</w:t>
        </w:r>
        <w:r>
          <w:rPr>
            <w:webHidden/>
          </w:rPr>
          <w:fldChar w:fldCharType="end"/>
        </w:r>
      </w:hyperlink>
    </w:p>
    <w:p w14:paraId="02089A05" w14:textId="119E4634"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5" w:history="1">
        <w:r w:rsidRPr="00713BC2">
          <w:rPr>
            <w:rStyle w:val="Hyperlink"/>
          </w:rPr>
          <w:t>7.11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Securities Audit Trail Report - reda.034.001.01</w:t>
        </w:r>
        <w:r>
          <w:rPr>
            <w:webHidden/>
          </w:rPr>
          <w:tab/>
        </w:r>
        <w:r>
          <w:rPr>
            <w:webHidden/>
          </w:rPr>
          <w:fldChar w:fldCharType="begin"/>
        </w:r>
        <w:r>
          <w:rPr>
            <w:webHidden/>
          </w:rPr>
          <w:instrText xml:space="preserve"> PAGEREF _Toc161582955 \h </w:instrText>
        </w:r>
        <w:r>
          <w:rPr>
            <w:webHidden/>
          </w:rPr>
        </w:r>
        <w:r>
          <w:rPr>
            <w:webHidden/>
          </w:rPr>
          <w:fldChar w:fldCharType="separate"/>
        </w:r>
        <w:r>
          <w:rPr>
            <w:webHidden/>
          </w:rPr>
          <w:t>47</w:t>
        </w:r>
        <w:r>
          <w:rPr>
            <w:webHidden/>
          </w:rPr>
          <w:fldChar w:fldCharType="end"/>
        </w:r>
      </w:hyperlink>
    </w:p>
    <w:p w14:paraId="1F09734E" w14:textId="11388D84"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56" w:history="1">
        <w:r w:rsidRPr="00713BC2">
          <w:rPr>
            <w:rStyle w:val="Hyperlink"/>
          </w:rPr>
          <w:t>8</w:t>
        </w:r>
        <w:r>
          <w:rPr>
            <w:rFonts w:asciiTheme="minorHAnsi" w:eastAsiaTheme="minorEastAsia" w:hAnsiTheme="minorHAnsi" w:cstheme="minorBidi"/>
            <w:b w:val="0"/>
            <w:kern w:val="2"/>
            <w:sz w:val="22"/>
            <w:szCs w:val="22"/>
            <w:lang w:val="en-US"/>
            <w14:ligatures w14:val="standardContextual"/>
          </w:rPr>
          <w:tab/>
        </w:r>
        <w:r w:rsidRPr="00713BC2">
          <w:rPr>
            <w:rStyle w:val="Hyperlink"/>
          </w:rPr>
          <w:t>Revision Record</w:t>
        </w:r>
        <w:r>
          <w:rPr>
            <w:webHidden/>
          </w:rPr>
          <w:tab/>
        </w:r>
        <w:r>
          <w:rPr>
            <w:webHidden/>
          </w:rPr>
          <w:fldChar w:fldCharType="begin"/>
        </w:r>
        <w:r>
          <w:rPr>
            <w:webHidden/>
          </w:rPr>
          <w:instrText xml:space="preserve"> PAGEREF _Toc161582956 \h </w:instrText>
        </w:r>
        <w:r>
          <w:rPr>
            <w:webHidden/>
          </w:rPr>
        </w:r>
        <w:r>
          <w:rPr>
            <w:webHidden/>
          </w:rPr>
          <w:fldChar w:fldCharType="separate"/>
        </w:r>
        <w:r>
          <w:rPr>
            <w:webHidden/>
          </w:rPr>
          <w:t>49</w:t>
        </w:r>
        <w:r>
          <w:rPr>
            <w:webHidden/>
          </w:rPr>
          <w:fldChar w:fldCharType="end"/>
        </w:r>
      </w:hyperlink>
    </w:p>
    <w:p w14:paraId="25A8F385" w14:textId="489947BC" w:rsidR="00C45139" w:rsidRPr="00C45139" w:rsidRDefault="00F45CD3" w:rsidP="00C45139">
      <w:pPr>
        <w:pStyle w:val="PreliminaryNote"/>
      </w:pPr>
      <w:r>
        <w:rPr>
          <w:b w:val="0"/>
        </w:rPr>
        <w:lastRenderedPageBreak/>
        <w:fldChar w:fldCharType="end"/>
      </w:r>
      <w:r w:rsidR="00C45139">
        <w:t>Preliminary Note</w:t>
      </w:r>
    </w:p>
    <w:p w14:paraId="5D9306FD" w14:textId="77777777" w:rsidR="00C45139" w:rsidRDefault="00C45139" w:rsidP="00C45139">
      <w:pPr>
        <w:pStyle w:val="Normalbeforetable"/>
      </w:pPr>
      <w:r>
        <w:t>The Message Definition Report (MDR) is made of three parts:</w:t>
      </w:r>
    </w:p>
    <w:p w14:paraId="6C7FF14C" w14:textId="77777777" w:rsidR="00C45139" w:rsidRDefault="00C45139" w:rsidP="00C45139">
      <w:pPr>
        <w:pStyle w:val="BlockLabel"/>
      </w:pPr>
      <w:r>
        <w:t>MDR Part 1</w:t>
      </w:r>
    </w:p>
    <w:p w14:paraId="0358E534"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0" w:history="1">
        <w:r w:rsidRPr="00D31030">
          <w:rPr>
            <w:rStyle w:val="Hyperlink"/>
          </w:rPr>
          <w:t>www.iso20022.org</w:t>
        </w:r>
      </w:hyperlink>
      <w:r>
        <w:t xml:space="preserve">. </w:t>
      </w:r>
    </w:p>
    <w:p w14:paraId="045DA149" w14:textId="77777777" w:rsidR="00C45139" w:rsidRDefault="00C45139" w:rsidP="00C45139">
      <w:pPr>
        <w:pStyle w:val="BlockLabel"/>
      </w:pPr>
      <w:r>
        <w:t>MDR Part 2</w:t>
      </w:r>
    </w:p>
    <w:p w14:paraId="17011323"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1F47E03C" w14:textId="77777777" w:rsidR="00C45139" w:rsidRDefault="00C45139" w:rsidP="00C45139">
      <w:pPr>
        <w:pStyle w:val="BlockLabel"/>
      </w:pPr>
      <w:r>
        <w:t>MDR Part 3</w:t>
      </w:r>
    </w:p>
    <w:p w14:paraId="23723251" w14:textId="77777777" w:rsidR="00C45139" w:rsidRPr="00676636" w:rsidRDefault="00C45139" w:rsidP="00C45139">
      <w:r>
        <w:t>This is an extract if the ISO 20022 Business Model describing the business concepts used in the message set. Part 2 is an Excel document produced by the RA.</w:t>
      </w:r>
    </w:p>
    <w:p w14:paraId="6F012311" w14:textId="77777777" w:rsidR="00FC66CD" w:rsidRDefault="00FC66CD" w:rsidP="005A6353"/>
    <w:p w14:paraId="19AB349F" w14:textId="77777777" w:rsidR="00FC66CD" w:rsidRDefault="00FC66CD" w:rsidP="005A6353"/>
    <w:p w14:paraId="580E6B89" w14:textId="77777777" w:rsidR="00FC66CD" w:rsidRPr="00A23189" w:rsidRDefault="00FC66CD" w:rsidP="005A6353">
      <w:pPr>
        <w:pStyle w:val="Label"/>
        <w:rPr>
          <w:rStyle w:val="Italic"/>
        </w:rPr>
        <w:sectPr w:rsidR="00FC66CD" w:rsidRPr="00A23189" w:rsidSect="006E0076">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3C405451" w14:textId="77777777" w:rsidR="00FC66CD" w:rsidRDefault="000E53BB" w:rsidP="00A8050C">
      <w:pPr>
        <w:pStyle w:val="Heading1"/>
      </w:pPr>
      <w:bookmarkStart w:id="4" w:name="_Toc161582919"/>
      <w:r>
        <w:lastRenderedPageBreak/>
        <w:t>Introduction</w:t>
      </w:r>
      <w:bookmarkEnd w:id="4"/>
    </w:p>
    <w:p w14:paraId="0AEF7056" w14:textId="77777777" w:rsidR="00FC66CD" w:rsidRPr="00526C98" w:rsidRDefault="000E53BB" w:rsidP="00A8050C">
      <w:pPr>
        <w:pStyle w:val="Heading2"/>
      </w:pPr>
      <w:bookmarkStart w:id="5" w:name="_Toc161582920"/>
      <w:bookmarkStart w:id="6" w:name="_Toc533501210"/>
      <w:r>
        <w:t>Terms and Definitions</w:t>
      </w:r>
      <w:bookmarkEnd w:id="5"/>
    </w:p>
    <w:p w14:paraId="1EB53C9B"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3B6111D2"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9E2C3FA"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85141A" w14:textId="77777777" w:rsidR="0052733C" w:rsidRPr="0052733C" w:rsidRDefault="0052733C" w:rsidP="0052733C">
            <w:pPr>
              <w:pStyle w:val="TableHeading"/>
            </w:pPr>
            <w:r w:rsidRPr="0052733C">
              <w:t>Definition</w:t>
            </w:r>
          </w:p>
        </w:tc>
      </w:tr>
      <w:tr w:rsidR="0052733C" w14:paraId="58E98541" w14:textId="77777777" w:rsidTr="00922455">
        <w:tc>
          <w:tcPr>
            <w:tcW w:w="2376" w:type="dxa"/>
            <w:shd w:val="clear" w:color="auto" w:fill="FFFFFF"/>
          </w:tcPr>
          <w:p w14:paraId="15F5802E"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064324DA"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048B3F" w14:textId="77777777" w:rsidTr="00922455">
        <w:tc>
          <w:tcPr>
            <w:tcW w:w="2376" w:type="dxa"/>
            <w:shd w:val="clear" w:color="auto" w:fill="FFFFFF"/>
          </w:tcPr>
          <w:p w14:paraId="11A9E216"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3D5326CE"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67412159" w14:textId="77777777" w:rsidTr="00922455">
        <w:tc>
          <w:tcPr>
            <w:tcW w:w="2376" w:type="dxa"/>
            <w:shd w:val="clear" w:color="auto" w:fill="FFFFFF"/>
          </w:tcPr>
          <w:p w14:paraId="5B5EC4A1"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5DAA3F09"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B838890" w14:textId="77777777" w:rsidTr="00922455">
        <w:tc>
          <w:tcPr>
            <w:tcW w:w="2376" w:type="dxa"/>
            <w:shd w:val="clear" w:color="auto" w:fill="FFFFFF"/>
          </w:tcPr>
          <w:p w14:paraId="48A92E72"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D67A076"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0DD98827" w14:textId="77777777" w:rsidTr="00922455">
        <w:tc>
          <w:tcPr>
            <w:tcW w:w="2376" w:type="dxa"/>
            <w:shd w:val="clear" w:color="auto" w:fill="FFFFFF"/>
          </w:tcPr>
          <w:p w14:paraId="701AD0E7"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4FCD30E4" w14:textId="77777777" w:rsidR="0052733C" w:rsidRPr="0052733C" w:rsidRDefault="0052733C" w:rsidP="0052733C">
            <w:pPr>
              <w:pStyle w:val="TableText"/>
            </w:pPr>
            <w:r w:rsidRPr="0052733C">
              <w:t>Formal description of the structure of a message instance.</w:t>
            </w:r>
          </w:p>
        </w:tc>
      </w:tr>
    </w:tbl>
    <w:p w14:paraId="6D48F42A"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2CBF1B6" w14:textId="77777777" w:rsidR="00FD654E" w:rsidRDefault="00CD7997" w:rsidP="008F067F">
      <w:pPr>
        <w:pStyle w:val="Heading2"/>
      </w:pPr>
      <w:bookmarkStart w:id="7" w:name="_Toc161582921"/>
      <w:r>
        <w:t>Abbreviations and Acronyms</w:t>
      </w:r>
      <w:bookmarkEnd w:id="7"/>
    </w:p>
    <w:p w14:paraId="05048FB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1A10D54F" w14:textId="77777777" w:rsidTr="00340304">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0AF71E"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EB6E8E2" w14:textId="77777777" w:rsidR="0052733C" w:rsidRDefault="0052733C" w:rsidP="00DD3851">
            <w:pPr>
              <w:pStyle w:val="TableHeading"/>
            </w:pPr>
            <w:r>
              <w:t>Definition</w:t>
            </w:r>
          </w:p>
        </w:tc>
      </w:tr>
      <w:tr w:rsidR="00340304" w:rsidRPr="00D01882" w14:paraId="0B7B3FF0" w14:textId="77777777" w:rsidTr="00340304">
        <w:tc>
          <w:tcPr>
            <w:tcW w:w="2375" w:type="dxa"/>
            <w:shd w:val="clear" w:color="auto" w:fill="FFFFFF"/>
          </w:tcPr>
          <w:p w14:paraId="12D3FBD0" w14:textId="77777777" w:rsidR="00340304" w:rsidRPr="00340304" w:rsidRDefault="00340304" w:rsidP="00340304">
            <w:r w:rsidRPr="00340304">
              <w:t>4CB</w:t>
            </w:r>
          </w:p>
        </w:tc>
        <w:tc>
          <w:tcPr>
            <w:tcW w:w="5764" w:type="dxa"/>
            <w:shd w:val="clear" w:color="auto" w:fill="FFFFFF"/>
          </w:tcPr>
          <w:p w14:paraId="6970124F" w14:textId="77777777" w:rsidR="00340304" w:rsidRPr="005030C8" w:rsidRDefault="00340304" w:rsidP="00340304">
            <w:pPr>
              <w:rPr>
                <w:lang w:val="it-IT"/>
              </w:rPr>
            </w:pPr>
            <w:r w:rsidRPr="005030C8">
              <w:rPr>
                <w:lang w:val="it-IT"/>
              </w:rPr>
              <w:t>Banca d’Italia, Banque de France, Deutsche Bundesbank and Banco d’España</w:t>
            </w:r>
          </w:p>
        </w:tc>
      </w:tr>
      <w:tr w:rsidR="00340304" w14:paraId="7A85BEE4" w14:textId="77777777" w:rsidTr="00340304">
        <w:tc>
          <w:tcPr>
            <w:tcW w:w="2375" w:type="dxa"/>
            <w:shd w:val="clear" w:color="auto" w:fill="FFFFFF"/>
          </w:tcPr>
          <w:p w14:paraId="1250887F" w14:textId="77777777" w:rsidR="00340304" w:rsidRPr="00340304" w:rsidRDefault="00340304" w:rsidP="00340304">
            <w:r w:rsidRPr="00340304">
              <w:t>ACH</w:t>
            </w:r>
          </w:p>
        </w:tc>
        <w:tc>
          <w:tcPr>
            <w:tcW w:w="5764" w:type="dxa"/>
            <w:shd w:val="clear" w:color="auto" w:fill="FFFFFF"/>
          </w:tcPr>
          <w:p w14:paraId="36912D5B" w14:textId="77777777" w:rsidR="00340304" w:rsidRPr="00340304" w:rsidRDefault="00340304" w:rsidP="00340304">
            <w:r w:rsidRPr="00340304">
              <w:t>Automated Clearing House</w:t>
            </w:r>
          </w:p>
        </w:tc>
      </w:tr>
      <w:tr w:rsidR="00340304" w14:paraId="69F6CAC9" w14:textId="77777777" w:rsidTr="00340304">
        <w:tc>
          <w:tcPr>
            <w:tcW w:w="2375" w:type="dxa"/>
            <w:shd w:val="clear" w:color="auto" w:fill="FFFFFF"/>
          </w:tcPr>
          <w:p w14:paraId="77F931ED" w14:textId="77777777" w:rsidR="00340304" w:rsidRPr="00340304" w:rsidRDefault="00340304" w:rsidP="00340304">
            <w:r w:rsidRPr="00340304">
              <w:t>A2A</w:t>
            </w:r>
          </w:p>
        </w:tc>
        <w:tc>
          <w:tcPr>
            <w:tcW w:w="5764" w:type="dxa"/>
            <w:shd w:val="clear" w:color="auto" w:fill="FFFFFF"/>
          </w:tcPr>
          <w:p w14:paraId="2DFD501A" w14:textId="77777777" w:rsidR="00340304" w:rsidRPr="00340304" w:rsidRDefault="00340304" w:rsidP="00340304">
            <w:r w:rsidRPr="00340304">
              <w:t>Application-to-Application mode. Defines a mode of technical communication that permits the exchange of information between software applications of T2S and a directly connected T2S actor.</w:t>
            </w:r>
          </w:p>
        </w:tc>
      </w:tr>
      <w:tr w:rsidR="00340304" w14:paraId="393883DC" w14:textId="77777777" w:rsidTr="00340304">
        <w:tc>
          <w:tcPr>
            <w:tcW w:w="2375" w:type="dxa"/>
            <w:shd w:val="clear" w:color="auto" w:fill="FFFFFF"/>
          </w:tcPr>
          <w:p w14:paraId="3BCE7CF4" w14:textId="77777777" w:rsidR="00340304" w:rsidRPr="00340304" w:rsidRDefault="00340304" w:rsidP="00340304">
            <w:r w:rsidRPr="00340304">
              <w:t>BAH/head.001</w:t>
            </w:r>
          </w:p>
        </w:tc>
        <w:tc>
          <w:tcPr>
            <w:tcW w:w="5764" w:type="dxa"/>
            <w:shd w:val="clear" w:color="auto" w:fill="FFFFFF"/>
          </w:tcPr>
          <w:p w14:paraId="7B9C60BF" w14:textId="77777777" w:rsidR="00340304" w:rsidRPr="00340304" w:rsidRDefault="00340304" w:rsidP="00340304">
            <w:r w:rsidRPr="00340304">
              <w:t>Business Application Header</w:t>
            </w:r>
          </w:p>
        </w:tc>
      </w:tr>
      <w:tr w:rsidR="00340304" w14:paraId="11688D1C" w14:textId="77777777" w:rsidTr="00340304">
        <w:tc>
          <w:tcPr>
            <w:tcW w:w="2375" w:type="dxa"/>
            <w:shd w:val="clear" w:color="auto" w:fill="FFFFFF"/>
          </w:tcPr>
          <w:p w14:paraId="48276E28" w14:textId="77777777" w:rsidR="00340304" w:rsidRPr="00340304" w:rsidRDefault="00340304" w:rsidP="00340304">
            <w:r w:rsidRPr="00340304">
              <w:t>BIC</w:t>
            </w:r>
          </w:p>
        </w:tc>
        <w:tc>
          <w:tcPr>
            <w:tcW w:w="5764" w:type="dxa"/>
            <w:shd w:val="clear" w:color="auto" w:fill="FFFFFF"/>
          </w:tcPr>
          <w:p w14:paraId="2BB9C934" w14:textId="77777777" w:rsidR="00340304" w:rsidRPr="00340304" w:rsidRDefault="00340304" w:rsidP="00340304">
            <w:r w:rsidRPr="00340304">
              <w:t>Business Identifier Code</w:t>
            </w:r>
          </w:p>
        </w:tc>
      </w:tr>
      <w:tr w:rsidR="00340304" w14:paraId="2F13F6DF" w14:textId="77777777" w:rsidTr="00340304">
        <w:tc>
          <w:tcPr>
            <w:tcW w:w="2375" w:type="dxa"/>
            <w:shd w:val="clear" w:color="auto" w:fill="FFFFFF"/>
          </w:tcPr>
          <w:p w14:paraId="72FA2E01" w14:textId="77777777" w:rsidR="00340304" w:rsidRPr="00340304" w:rsidRDefault="00340304" w:rsidP="00340304">
            <w:proofErr w:type="spellStart"/>
            <w:r w:rsidRPr="00340304">
              <w:t>CeBM</w:t>
            </w:r>
            <w:proofErr w:type="spellEnd"/>
          </w:p>
        </w:tc>
        <w:tc>
          <w:tcPr>
            <w:tcW w:w="5764" w:type="dxa"/>
            <w:shd w:val="clear" w:color="auto" w:fill="FFFFFF"/>
          </w:tcPr>
          <w:p w14:paraId="02C3DD78" w14:textId="77777777" w:rsidR="00340304" w:rsidRPr="00340304" w:rsidRDefault="00340304" w:rsidP="00340304">
            <w:r w:rsidRPr="00340304">
              <w:t>Central Bank Money</w:t>
            </w:r>
          </w:p>
        </w:tc>
      </w:tr>
      <w:tr w:rsidR="00340304" w14:paraId="78E29900" w14:textId="77777777" w:rsidTr="00340304">
        <w:tc>
          <w:tcPr>
            <w:tcW w:w="2375" w:type="dxa"/>
            <w:shd w:val="clear" w:color="auto" w:fill="FFFFFF"/>
          </w:tcPr>
          <w:p w14:paraId="2BF29E49" w14:textId="77777777" w:rsidR="00340304" w:rsidRPr="00340304" w:rsidRDefault="00340304" w:rsidP="00340304">
            <w:r w:rsidRPr="00340304">
              <w:t>CSD</w:t>
            </w:r>
          </w:p>
        </w:tc>
        <w:tc>
          <w:tcPr>
            <w:tcW w:w="5764" w:type="dxa"/>
            <w:shd w:val="clear" w:color="auto" w:fill="FFFFFF"/>
          </w:tcPr>
          <w:p w14:paraId="15AF15C3" w14:textId="77777777" w:rsidR="00340304" w:rsidRPr="00340304" w:rsidRDefault="00340304" w:rsidP="00340304">
            <w:r w:rsidRPr="00340304">
              <w:t>Central Securities Depository</w:t>
            </w:r>
          </w:p>
        </w:tc>
      </w:tr>
      <w:tr w:rsidR="00340304" w14:paraId="794AE58D" w14:textId="77777777" w:rsidTr="00340304">
        <w:tc>
          <w:tcPr>
            <w:tcW w:w="2375" w:type="dxa"/>
            <w:shd w:val="clear" w:color="auto" w:fill="FFFFFF"/>
          </w:tcPr>
          <w:p w14:paraId="281499ED" w14:textId="77777777" w:rsidR="00340304" w:rsidRPr="00340304" w:rsidRDefault="00340304" w:rsidP="00340304">
            <w:r w:rsidRPr="00340304">
              <w:t>ID</w:t>
            </w:r>
          </w:p>
        </w:tc>
        <w:tc>
          <w:tcPr>
            <w:tcW w:w="5764" w:type="dxa"/>
            <w:shd w:val="clear" w:color="auto" w:fill="FFFFFF"/>
          </w:tcPr>
          <w:p w14:paraId="3961D591" w14:textId="77777777" w:rsidR="00340304" w:rsidRPr="00340304" w:rsidRDefault="00340304" w:rsidP="00340304">
            <w:r w:rsidRPr="00340304">
              <w:t>Identification</w:t>
            </w:r>
          </w:p>
        </w:tc>
      </w:tr>
      <w:tr w:rsidR="00340304" w14:paraId="11C34BDD" w14:textId="77777777" w:rsidTr="00340304">
        <w:tc>
          <w:tcPr>
            <w:tcW w:w="2375" w:type="dxa"/>
            <w:shd w:val="clear" w:color="auto" w:fill="FFFFFF"/>
          </w:tcPr>
          <w:p w14:paraId="4955562C" w14:textId="77777777" w:rsidR="00340304" w:rsidRPr="00340304" w:rsidRDefault="00340304" w:rsidP="00340304">
            <w:r w:rsidRPr="00340304">
              <w:t>MDR</w:t>
            </w:r>
          </w:p>
        </w:tc>
        <w:tc>
          <w:tcPr>
            <w:tcW w:w="5764" w:type="dxa"/>
            <w:shd w:val="clear" w:color="auto" w:fill="FFFFFF"/>
          </w:tcPr>
          <w:p w14:paraId="69D7AAE0" w14:textId="77777777" w:rsidR="00340304" w:rsidRPr="00340304" w:rsidRDefault="00340304" w:rsidP="00340304">
            <w:r w:rsidRPr="00340304">
              <w:t>Message Definition Report</w:t>
            </w:r>
          </w:p>
        </w:tc>
      </w:tr>
      <w:tr w:rsidR="00340304" w14:paraId="4791389B" w14:textId="77777777" w:rsidTr="00340304">
        <w:tc>
          <w:tcPr>
            <w:tcW w:w="2375" w:type="dxa"/>
            <w:shd w:val="clear" w:color="auto" w:fill="FFFFFF"/>
          </w:tcPr>
          <w:p w14:paraId="0C4213C3" w14:textId="77777777" w:rsidR="00340304" w:rsidRPr="00340304" w:rsidRDefault="00340304" w:rsidP="00340304">
            <w:r w:rsidRPr="00340304">
              <w:lastRenderedPageBreak/>
              <w:t>NCB</w:t>
            </w:r>
          </w:p>
        </w:tc>
        <w:tc>
          <w:tcPr>
            <w:tcW w:w="5764" w:type="dxa"/>
            <w:shd w:val="clear" w:color="auto" w:fill="FFFFFF"/>
          </w:tcPr>
          <w:p w14:paraId="5DFCD556" w14:textId="77777777" w:rsidR="00340304" w:rsidRPr="00340304" w:rsidRDefault="00340304" w:rsidP="00340304">
            <w:r w:rsidRPr="00340304">
              <w:t>National Central Bank</w:t>
            </w:r>
          </w:p>
        </w:tc>
      </w:tr>
      <w:tr w:rsidR="00340304" w14:paraId="60722178" w14:textId="77777777" w:rsidTr="00340304">
        <w:tc>
          <w:tcPr>
            <w:tcW w:w="2375" w:type="dxa"/>
            <w:shd w:val="clear" w:color="auto" w:fill="FFFFFF"/>
          </w:tcPr>
          <w:p w14:paraId="29356F85" w14:textId="77777777" w:rsidR="00340304" w:rsidRPr="00340304" w:rsidRDefault="00340304" w:rsidP="00340304">
            <w:r w:rsidRPr="00340304">
              <w:t>RTGS</w:t>
            </w:r>
          </w:p>
        </w:tc>
        <w:tc>
          <w:tcPr>
            <w:tcW w:w="5764" w:type="dxa"/>
            <w:shd w:val="clear" w:color="auto" w:fill="FFFFFF"/>
          </w:tcPr>
          <w:p w14:paraId="020419A9" w14:textId="77777777" w:rsidR="00340304" w:rsidRDefault="00340304" w:rsidP="00340304">
            <w:r w:rsidRPr="00340304">
              <w:t xml:space="preserve">Real-time gross settlement (RTGS) system. </w:t>
            </w:r>
          </w:p>
          <w:p w14:paraId="725921C9" w14:textId="77777777" w:rsidR="00340304" w:rsidRPr="00340304" w:rsidRDefault="00340304" w:rsidP="00340304">
            <w:r w:rsidRPr="00340304">
              <w:t>A settlement system in which processing and settlement take place in real-time on a gross basis.</w:t>
            </w:r>
          </w:p>
        </w:tc>
      </w:tr>
      <w:tr w:rsidR="00340304" w14:paraId="72BE3B56" w14:textId="77777777" w:rsidTr="00340304">
        <w:tc>
          <w:tcPr>
            <w:tcW w:w="2375" w:type="dxa"/>
            <w:shd w:val="clear" w:color="auto" w:fill="FFFFFF"/>
          </w:tcPr>
          <w:p w14:paraId="157AD655" w14:textId="77777777" w:rsidR="00340304" w:rsidRPr="00340304" w:rsidRDefault="00340304" w:rsidP="00340304"/>
        </w:tc>
        <w:tc>
          <w:tcPr>
            <w:tcW w:w="5764" w:type="dxa"/>
            <w:shd w:val="clear" w:color="auto" w:fill="FFFFFF"/>
          </w:tcPr>
          <w:p w14:paraId="247D3746" w14:textId="77777777" w:rsidR="00340304" w:rsidRPr="00340304" w:rsidRDefault="00340304" w:rsidP="00340304"/>
        </w:tc>
      </w:tr>
      <w:tr w:rsidR="00340304" w14:paraId="5DD1E0E6" w14:textId="77777777" w:rsidTr="00340304">
        <w:tc>
          <w:tcPr>
            <w:tcW w:w="2375" w:type="dxa"/>
            <w:shd w:val="clear" w:color="auto" w:fill="FFFFFF"/>
          </w:tcPr>
          <w:p w14:paraId="06F75A51" w14:textId="77777777" w:rsidR="00340304" w:rsidRPr="00340304" w:rsidRDefault="00340304" w:rsidP="00340304">
            <w:r w:rsidRPr="00340304">
              <w:t>SEG</w:t>
            </w:r>
          </w:p>
        </w:tc>
        <w:tc>
          <w:tcPr>
            <w:tcW w:w="5764" w:type="dxa"/>
            <w:shd w:val="clear" w:color="auto" w:fill="FFFFFF"/>
          </w:tcPr>
          <w:p w14:paraId="5A508381" w14:textId="77777777" w:rsidR="00340304" w:rsidRPr="00340304" w:rsidRDefault="00340304" w:rsidP="00340304">
            <w:r w:rsidRPr="00340304">
              <w:t>Standards Evaluation Group</w:t>
            </w:r>
          </w:p>
        </w:tc>
      </w:tr>
      <w:tr w:rsidR="00340304" w14:paraId="1E4C71B9" w14:textId="77777777" w:rsidTr="00340304">
        <w:tc>
          <w:tcPr>
            <w:tcW w:w="2375" w:type="dxa"/>
            <w:shd w:val="clear" w:color="auto" w:fill="FFFFFF"/>
          </w:tcPr>
          <w:p w14:paraId="57ADCD1E" w14:textId="77777777" w:rsidR="00340304" w:rsidRPr="00340304" w:rsidRDefault="00340304" w:rsidP="00340304">
            <w:r w:rsidRPr="00340304">
              <w:t>T2S</w:t>
            </w:r>
          </w:p>
        </w:tc>
        <w:tc>
          <w:tcPr>
            <w:tcW w:w="5764" w:type="dxa"/>
            <w:shd w:val="clear" w:color="auto" w:fill="FFFFFF"/>
          </w:tcPr>
          <w:p w14:paraId="41A2D183" w14:textId="77777777" w:rsidR="00340304" w:rsidRPr="00340304" w:rsidRDefault="00340304" w:rsidP="00340304">
            <w:r w:rsidRPr="00340304">
              <w:t>TARGET2-Securities</w:t>
            </w:r>
          </w:p>
        </w:tc>
      </w:tr>
      <w:tr w:rsidR="00340304" w14:paraId="72E20EF7" w14:textId="77777777" w:rsidTr="00340304">
        <w:tc>
          <w:tcPr>
            <w:tcW w:w="2375" w:type="dxa"/>
            <w:shd w:val="clear" w:color="auto" w:fill="FFFFFF"/>
          </w:tcPr>
          <w:p w14:paraId="75B38598" w14:textId="77777777" w:rsidR="00340304" w:rsidRPr="00340304" w:rsidRDefault="00340304" w:rsidP="00340304">
            <w:r w:rsidRPr="00340304">
              <w:t>TM</w:t>
            </w:r>
          </w:p>
        </w:tc>
        <w:tc>
          <w:tcPr>
            <w:tcW w:w="5764" w:type="dxa"/>
            <w:shd w:val="clear" w:color="auto" w:fill="FFFFFF"/>
          </w:tcPr>
          <w:p w14:paraId="03190BB0" w14:textId="77777777" w:rsidR="00340304" w:rsidRPr="00340304" w:rsidRDefault="00340304" w:rsidP="00340304">
            <w:r w:rsidRPr="00340304">
              <w:t>Technical Message. Messages which cover technical functions within T2S System</w:t>
            </w:r>
          </w:p>
        </w:tc>
      </w:tr>
      <w:tr w:rsidR="00340304" w14:paraId="44175683" w14:textId="77777777" w:rsidTr="00340304">
        <w:tc>
          <w:tcPr>
            <w:tcW w:w="2375" w:type="dxa"/>
            <w:shd w:val="clear" w:color="auto" w:fill="FFFFFF"/>
          </w:tcPr>
          <w:p w14:paraId="65650421" w14:textId="77777777" w:rsidR="00340304" w:rsidRPr="00340304" w:rsidRDefault="00340304" w:rsidP="00340304">
            <w:r w:rsidRPr="00340304">
              <w:t>U2A</w:t>
            </w:r>
          </w:p>
        </w:tc>
        <w:tc>
          <w:tcPr>
            <w:tcW w:w="5764" w:type="dxa"/>
            <w:shd w:val="clear" w:color="auto" w:fill="FFFFFF"/>
          </w:tcPr>
          <w:p w14:paraId="6F5C5435" w14:textId="77777777" w:rsidR="00340304" w:rsidRPr="00340304" w:rsidRDefault="00340304" w:rsidP="00340304">
            <w:r w:rsidRPr="00340304">
              <w:t>User-to-Application mode. Defines a mode of technical communication that permits the exchange of information between software applications of T2S and a T2S system user through a graphical user interface (GUI).</w:t>
            </w:r>
          </w:p>
        </w:tc>
      </w:tr>
      <w:tr w:rsidR="00340304" w14:paraId="54445EEC" w14:textId="77777777" w:rsidTr="00340304">
        <w:tc>
          <w:tcPr>
            <w:tcW w:w="2375" w:type="dxa"/>
            <w:shd w:val="clear" w:color="auto" w:fill="FFFFFF"/>
          </w:tcPr>
          <w:p w14:paraId="4E5EB0BD" w14:textId="77777777" w:rsidR="00340304" w:rsidRPr="00340304" w:rsidRDefault="00340304" w:rsidP="00340304">
            <w:r w:rsidRPr="00340304">
              <w:t>URD</w:t>
            </w:r>
          </w:p>
        </w:tc>
        <w:tc>
          <w:tcPr>
            <w:tcW w:w="5764" w:type="dxa"/>
            <w:shd w:val="clear" w:color="auto" w:fill="FFFFFF"/>
          </w:tcPr>
          <w:p w14:paraId="21AF11A3" w14:textId="77777777" w:rsidR="00340304" w:rsidRPr="00340304" w:rsidRDefault="00340304" w:rsidP="00340304">
            <w:r w:rsidRPr="00340304">
              <w:t>T2S User Requirement Document</w:t>
            </w:r>
          </w:p>
        </w:tc>
      </w:tr>
      <w:tr w:rsidR="00340304" w14:paraId="23A816B2" w14:textId="77777777" w:rsidTr="00340304">
        <w:tc>
          <w:tcPr>
            <w:tcW w:w="2375" w:type="dxa"/>
            <w:shd w:val="clear" w:color="auto" w:fill="FFFFFF"/>
          </w:tcPr>
          <w:p w14:paraId="5DFA733A" w14:textId="77777777" w:rsidR="00340304" w:rsidRPr="00340304" w:rsidRDefault="00340304" w:rsidP="00340304">
            <w:r w:rsidRPr="00340304">
              <w:t>XML</w:t>
            </w:r>
          </w:p>
        </w:tc>
        <w:tc>
          <w:tcPr>
            <w:tcW w:w="5764" w:type="dxa"/>
            <w:shd w:val="clear" w:color="auto" w:fill="FFFFFF"/>
          </w:tcPr>
          <w:p w14:paraId="6C235CB2" w14:textId="77777777" w:rsidR="00340304" w:rsidRPr="00340304" w:rsidRDefault="00340304" w:rsidP="00340304">
            <w:proofErr w:type="spellStart"/>
            <w:r w:rsidRPr="00340304">
              <w:t>eXtensible</w:t>
            </w:r>
            <w:proofErr w:type="spellEnd"/>
            <w:r w:rsidRPr="00340304">
              <w:t xml:space="preserve"> Mark-up language</w:t>
            </w:r>
          </w:p>
        </w:tc>
      </w:tr>
    </w:tbl>
    <w:p w14:paraId="0D53913A" w14:textId="77777777" w:rsidR="00340304" w:rsidRDefault="00340304" w:rsidP="00340304"/>
    <w:p w14:paraId="59F703C2" w14:textId="77777777" w:rsidR="00526C98" w:rsidRDefault="000E53BB" w:rsidP="00A8050C">
      <w:pPr>
        <w:pStyle w:val="Heading2"/>
      </w:pPr>
      <w:bookmarkStart w:id="8" w:name="_Toc161582922"/>
      <w:r w:rsidRPr="000E53BB">
        <w:t>Document Scope and Objectives</w:t>
      </w:r>
      <w:bookmarkEnd w:id="8"/>
    </w:p>
    <w:p w14:paraId="74581153" w14:textId="77777777" w:rsidR="00E20C03" w:rsidRDefault="00E20C03" w:rsidP="0069044F">
      <w:r w:rsidRPr="001A46C4">
        <w:t xml:space="preserve">This document is the first part of the </w:t>
      </w:r>
      <w:r w:rsidR="00FD4D04">
        <w:t>&lt;</w:t>
      </w:r>
      <w:r w:rsidR="00565A42">
        <w:rPr>
          <w:rStyle w:val="Bold"/>
        </w:rPr>
        <w:t>Name of message set</w:t>
      </w:r>
      <w:r w:rsidR="00FD4D04">
        <w:t>&gt;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9D93E9" w14:textId="77777777" w:rsidR="00E20C03" w:rsidRDefault="00E20C03" w:rsidP="00E20C03">
      <w:r>
        <w:t>This document describes the following:</w:t>
      </w:r>
    </w:p>
    <w:p w14:paraId="45404E1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4F010A0B"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75EB3696" w14:textId="77777777" w:rsidR="00E20C03" w:rsidRDefault="00E20C03" w:rsidP="00E20C03">
      <w:r>
        <w:t>The main objectives of this document are as follows:</w:t>
      </w:r>
    </w:p>
    <w:p w14:paraId="5B9A1C97"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4247AFB0"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532BBCD1"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F77B83"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644A2568" w14:textId="77777777" w:rsidR="00E20C03" w:rsidRPr="00F84EE5" w:rsidRDefault="002A331D" w:rsidP="00F84EE5">
      <w:pPr>
        <w:pStyle w:val="ListBullet"/>
      </w:pPr>
      <w:r w:rsidRPr="00F84EE5">
        <w:t>t</w:t>
      </w:r>
      <w:r w:rsidR="00E20C03" w:rsidRPr="00F84EE5">
        <w:t>o provide business examples</w:t>
      </w:r>
    </w:p>
    <w:p w14:paraId="0B89F84D" w14:textId="77777777" w:rsidR="000E53BB" w:rsidRDefault="00E20C03" w:rsidP="00E632EE">
      <w:r w:rsidRPr="00E20C03">
        <w:t>The messages definitions are specified in Message Definition Report Part 2</w:t>
      </w:r>
      <w:r>
        <w:t>.</w:t>
      </w:r>
    </w:p>
    <w:p w14:paraId="47075C91" w14:textId="77777777" w:rsidR="00B5372E" w:rsidRDefault="00B5372E" w:rsidP="00A8050C">
      <w:pPr>
        <w:pStyle w:val="Heading2"/>
      </w:pPr>
      <w:bookmarkStart w:id="9" w:name="_Toc161582923"/>
      <w:r>
        <w:t>References</w:t>
      </w:r>
      <w:bookmarkEnd w:id="9"/>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1123"/>
        <w:gridCol w:w="1589"/>
        <w:gridCol w:w="1075"/>
      </w:tblGrid>
      <w:tr w:rsidR="00922455" w14:paraId="28C0E49D" w14:textId="77777777" w:rsidTr="00340304">
        <w:trPr>
          <w:cantSplit/>
          <w:tblHeader/>
        </w:trPr>
        <w:tc>
          <w:tcPr>
            <w:tcW w:w="41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77022B" w14:textId="77777777" w:rsidR="0052733C" w:rsidRPr="002D3B7B" w:rsidRDefault="0052733C" w:rsidP="00DD3851">
            <w:pPr>
              <w:pStyle w:val="TableHeading"/>
            </w:pPr>
            <w:r w:rsidRPr="002D3B7B">
              <w:t>Document</w:t>
            </w:r>
          </w:p>
        </w:tc>
        <w:tc>
          <w:tcPr>
            <w:tcW w:w="11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9AD6C7" w14:textId="77777777" w:rsidR="0052733C" w:rsidRPr="002D3B7B" w:rsidRDefault="0052733C" w:rsidP="00DD3851">
            <w:pPr>
              <w:pStyle w:val="TableHeading"/>
            </w:pPr>
            <w:r w:rsidRPr="002D3B7B">
              <w:t>Version</w:t>
            </w:r>
          </w:p>
        </w:tc>
        <w:tc>
          <w:tcPr>
            <w:tcW w:w="174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2E821B" w14:textId="77777777" w:rsidR="0052733C" w:rsidRPr="002D3B7B" w:rsidRDefault="0052733C" w:rsidP="00DD3851">
            <w:pPr>
              <w:pStyle w:val="TableHeading"/>
            </w:pPr>
            <w:r w:rsidRPr="002D3B7B">
              <w:t>Date</w:t>
            </w:r>
          </w:p>
        </w:tc>
        <w:tc>
          <w:tcPr>
            <w:tcW w:w="111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424E41" w14:textId="77777777" w:rsidR="0052733C" w:rsidRPr="002D3B7B" w:rsidRDefault="0052733C" w:rsidP="00DD3851">
            <w:pPr>
              <w:pStyle w:val="TableHeading"/>
            </w:pPr>
            <w:r w:rsidRPr="002D3B7B">
              <w:t>Author</w:t>
            </w:r>
          </w:p>
        </w:tc>
      </w:tr>
      <w:tr w:rsidR="00340304" w14:paraId="400E2283" w14:textId="77777777" w:rsidTr="00340304">
        <w:tc>
          <w:tcPr>
            <w:tcW w:w="4121" w:type="dxa"/>
            <w:shd w:val="clear" w:color="auto" w:fill="FFFFFF"/>
            <w:vAlign w:val="center"/>
          </w:tcPr>
          <w:p w14:paraId="0B0F1C14" w14:textId="77777777" w:rsidR="00340304" w:rsidRPr="00340304" w:rsidRDefault="00340304" w:rsidP="00340304">
            <w:r w:rsidRPr="00340304">
              <w:t xml:space="preserve">ISO 20022 Business Justification </w:t>
            </w:r>
            <w:r>
              <w:t xml:space="preserve"># 42 </w:t>
            </w:r>
            <w:r w:rsidRPr="00340304">
              <w:t xml:space="preserve">– </w:t>
            </w:r>
            <w:r>
              <w:t xml:space="preserve"> Target2-Securities</w:t>
            </w:r>
          </w:p>
        </w:tc>
        <w:tc>
          <w:tcPr>
            <w:tcW w:w="1158" w:type="dxa"/>
            <w:shd w:val="clear" w:color="auto" w:fill="FFFFFF"/>
            <w:vAlign w:val="center"/>
          </w:tcPr>
          <w:p w14:paraId="5DB4D1DA" w14:textId="77777777" w:rsidR="00340304" w:rsidRPr="00340304" w:rsidRDefault="00340304" w:rsidP="00340304">
            <w:r w:rsidRPr="00340304">
              <w:t>2.0</w:t>
            </w:r>
          </w:p>
        </w:tc>
        <w:tc>
          <w:tcPr>
            <w:tcW w:w="1745" w:type="dxa"/>
            <w:shd w:val="clear" w:color="auto" w:fill="FFFFFF"/>
            <w:vAlign w:val="center"/>
          </w:tcPr>
          <w:p w14:paraId="7CE386F0" w14:textId="77777777" w:rsidR="00340304" w:rsidRPr="00340304" w:rsidRDefault="00340304" w:rsidP="00340304">
            <w:r>
              <w:t>15-09-2009</w:t>
            </w:r>
          </w:p>
        </w:tc>
        <w:tc>
          <w:tcPr>
            <w:tcW w:w="1115" w:type="dxa"/>
            <w:shd w:val="clear" w:color="auto" w:fill="FFFFFF"/>
            <w:vAlign w:val="center"/>
          </w:tcPr>
          <w:p w14:paraId="3FBC90DC" w14:textId="77777777" w:rsidR="00340304" w:rsidRPr="00340304" w:rsidRDefault="00340304" w:rsidP="00340304">
            <w:r w:rsidRPr="00340304">
              <w:t>4CB</w:t>
            </w:r>
          </w:p>
        </w:tc>
      </w:tr>
      <w:tr w:rsidR="00340304" w14:paraId="290D960A" w14:textId="77777777" w:rsidTr="00340304">
        <w:tc>
          <w:tcPr>
            <w:tcW w:w="4121" w:type="dxa"/>
            <w:shd w:val="clear" w:color="auto" w:fill="FFFFFF"/>
            <w:vAlign w:val="center"/>
          </w:tcPr>
          <w:p w14:paraId="794EC637" w14:textId="77777777" w:rsidR="00340304" w:rsidRPr="00340304" w:rsidRDefault="00340304" w:rsidP="00340304">
            <w:r w:rsidRPr="00340304">
              <w:t>T2S User Requirements (URD)</w:t>
            </w:r>
          </w:p>
          <w:p w14:paraId="5E1728E2" w14:textId="77777777" w:rsidR="00340304" w:rsidRPr="00340304" w:rsidRDefault="00340304" w:rsidP="00340304">
            <w:r w:rsidRPr="00340304">
              <w:lastRenderedPageBreak/>
              <w:t xml:space="preserve">https://www.ecb.europa.eu/paym/t2s/pdf/2016-08-01_urd_v5_05.pdf </w:t>
            </w:r>
          </w:p>
        </w:tc>
        <w:tc>
          <w:tcPr>
            <w:tcW w:w="1158" w:type="dxa"/>
            <w:shd w:val="clear" w:color="auto" w:fill="FFFFFF"/>
            <w:vAlign w:val="center"/>
          </w:tcPr>
          <w:p w14:paraId="39885E83" w14:textId="77777777" w:rsidR="00340304" w:rsidRPr="00340304" w:rsidRDefault="00340304" w:rsidP="00340304">
            <w:r w:rsidRPr="00340304">
              <w:lastRenderedPageBreak/>
              <w:t>5.05</w:t>
            </w:r>
          </w:p>
        </w:tc>
        <w:tc>
          <w:tcPr>
            <w:tcW w:w="1745" w:type="dxa"/>
            <w:shd w:val="clear" w:color="auto" w:fill="FFFFFF"/>
            <w:vAlign w:val="center"/>
          </w:tcPr>
          <w:p w14:paraId="3F9E9D75" w14:textId="77777777" w:rsidR="00340304" w:rsidRPr="00340304" w:rsidRDefault="00340304" w:rsidP="00340304">
            <w:r>
              <w:t>01-</w:t>
            </w:r>
            <w:r w:rsidRPr="00340304">
              <w:t>08</w:t>
            </w:r>
            <w:r>
              <w:t>-</w:t>
            </w:r>
            <w:r w:rsidRPr="00340304">
              <w:t>2016</w:t>
            </w:r>
          </w:p>
        </w:tc>
        <w:tc>
          <w:tcPr>
            <w:tcW w:w="1115" w:type="dxa"/>
            <w:shd w:val="clear" w:color="auto" w:fill="FFFFFF"/>
            <w:vAlign w:val="center"/>
          </w:tcPr>
          <w:p w14:paraId="430B717D" w14:textId="77777777" w:rsidR="00340304" w:rsidRPr="00340304" w:rsidRDefault="00340304" w:rsidP="00340304">
            <w:r w:rsidRPr="00340304">
              <w:t>ECB</w:t>
            </w:r>
          </w:p>
        </w:tc>
      </w:tr>
    </w:tbl>
    <w:p w14:paraId="0941B801" w14:textId="77777777" w:rsidR="00B5372E" w:rsidRDefault="00B5372E" w:rsidP="00A8050C">
      <w:pPr>
        <w:pStyle w:val="Heading1"/>
      </w:pPr>
      <w:bookmarkStart w:id="10" w:name="_Toc161582924"/>
      <w:r>
        <w:lastRenderedPageBreak/>
        <w:t>Scope and Functionality</w:t>
      </w:r>
      <w:bookmarkEnd w:id="10"/>
    </w:p>
    <w:p w14:paraId="393CC4F2" w14:textId="77777777" w:rsidR="00B5372E" w:rsidRDefault="00B5372E" w:rsidP="004D01EB">
      <w:pPr>
        <w:pStyle w:val="Heading2"/>
      </w:pPr>
      <w:bookmarkStart w:id="11" w:name="_Toc161582925"/>
      <w:r>
        <w:t>Background</w:t>
      </w:r>
      <w:bookmarkEnd w:id="11"/>
    </w:p>
    <w:p w14:paraId="6B5C55CC" w14:textId="7134D471" w:rsidR="00340304" w:rsidRPr="00340304" w:rsidRDefault="00340304" w:rsidP="00340304">
      <w:r w:rsidRPr="00340304">
        <w:t xml:space="preserve">This Message Definition Report covers a set of 11 ISO 20022 Securities Reference Data Message Definitions developed by Banca d’Italia on behalf of 4CB in close collaboration with SWIFT and </w:t>
      </w:r>
      <w:r w:rsidR="00A736C8">
        <w:t>approved by</w:t>
      </w:r>
      <w:r w:rsidRPr="00340304">
        <w:t xml:space="preserve"> the Securities Standards Evaluation Group (SEG). </w:t>
      </w:r>
    </w:p>
    <w:p w14:paraId="505463CD" w14:textId="77777777" w:rsidR="00340304" w:rsidRPr="00340304" w:rsidRDefault="00340304" w:rsidP="00340304">
      <w:r w:rsidRPr="00340304">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50859081" w14:textId="77777777" w:rsidR="00936F11" w:rsidRPr="00F84EE5" w:rsidRDefault="00340304" w:rsidP="00340304">
      <w:r w:rsidRPr="00340304">
        <w:t xml:space="preserve">The detailed description of each </w:t>
      </w:r>
      <w:proofErr w:type="spellStart"/>
      <w:r w:rsidRPr="00340304">
        <w:t>MessageDefinition</w:t>
      </w:r>
      <w:proofErr w:type="spellEnd"/>
      <w:r w:rsidRPr="00340304">
        <w:t xml:space="preserve"> is provided in Message Definition Report Part 2.</w:t>
      </w:r>
    </w:p>
    <w:p w14:paraId="2F058752" w14:textId="77777777" w:rsidR="00B5372E" w:rsidRDefault="00B5372E" w:rsidP="004D01EB">
      <w:pPr>
        <w:pStyle w:val="Heading2"/>
      </w:pPr>
      <w:bookmarkStart w:id="12" w:name="_Toc161582926"/>
      <w:r>
        <w:t>Scop</w:t>
      </w:r>
      <w:r w:rsidR="00FC3EE2">
        <w:t>e</w:t>
      </w:r>
      <w:bookmarkEnd w:id="12"/>
    </w:p>
    <w:p w14:paraId="659D7DA0" w14:textId="2048B24F" w:rsidR="00665D80" w:rsidRDefault="00340304" w:rsidP="00C912AF">
      <w:r w:rsidRPr="00340304">
        <w:t>The Securities messages are specifically designed to support the management of the securities reference data, the monitoring of the execution of the requests and the activity reporting, including audit trail information.</w:t>
      </w:r>
    </w:p>
    <w:p w14:paraId="65E95C6F" w14:textId="77777777" w:rsidR="000851E4" w:rsidRDefault="000851E4" w:rsidP="00A72CAE">
      <w:pPr>
        <w:pStyle w:val="Heading2"/>
      </w:pPr>
      <w:bookmarkStart w:id="13" w:name="_Toc161582927"/>
      <w:r>
        <w:t xml:space="preserve">Groups of </w:t>
      </w:r>
      <w:proofErr w:type="spellStart"/>
      <w:r w:rsidRPr="00A72CAE">
        <w:t>MessageDefinitions</w:t>
      </w:r>
      <w:proofErr w:type="spellEnd"/>
      <w:r>
        <w:t xml:space="preserve"> and Functionality</w:t>
      </w:r>
      <w:bookmarkEnd w:id="13"/>
    </w:p>
    <w:p w14:paraId="4A38F82F"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0695F606" w14:textId="77777777" w:rsidR="00715699" w:rsidRDefault="00715699" w:rsidP="00F2179B">
      <w:pPr>
        <w:pStyle w:val="Heading3"/>
      </w:pPr>
      <w:r>
        <w:t>Groups</w:t>
      </w:r>
    </w:p>
    <w:p w14:paraId="420BFA94" w14:textId="77777777" w:rsidR="00716795" w:rsidRPr="00716795" w:rsidRDefault="00340304" w:rsidP="00716795">
      <w:pPr>
        <w:pStyle w:val="Heading4"/>
      </w:pPr>
      <w:r>
        <w:t xml:space="preserve">Securities Reference Data </w:t>
      </w:r>
      <w:r w:rsidR="00C12247">
        <w:t xml:space="preserve">message </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683EE63E"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2232984"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9FC89C9" w14:textId="77777777" w:rsidR="0052733C" w:rsidRPr="0052733C" w:rsidRDefault="00364E93" w:rsidP="0052733C">
            <w:pPr>
              <w:pStyle w:val="TableHeading"/>
            </w:pPr>
            <w:r>
              <w:t>Message Identifier</w:t>
            </w:r>
          </w:p>
        </w:tc>
      </w:tr>
      <w:tr w:rsidR="00C12247" w14:paraId="7E4881F7" w14:textId="77777777" w:rsidTr="00922455">
        <w:tc>
          <w:tcPr>
            <w:tcW w:w="4182" w:type="dxa"/>
            <w:shd w:val="clear" w:color="auto" w:fill="FFFFFF"/>
          </w:tcPr>
          <w:p w14:paraId="5013CD09" w14:textId="77777777" w:rsidR="00C12247" w:rsidRPr="00C12247" w:rsidRDefault="00C12247" w:rsidP="00973802">
            <w:pPr>
              <w:pStyle w:val="TableBullet"/>
            </w:pPr>
            <w:r w:rsidRPr="00C12247">
              <w:t xml:space="preserve">Security </w:t>
            </w:r>
            <w:r>
              <w:t>Creation Request</w:t>
            </w:r>
          </w:p>
        </w:tc>
        <w:tc>
          <w:tcPr>
            <w:tcW w:w="4182" w:type="dxa"/>
            <w:shd w:val="clear" w:color="auto" w:fill="FFFFFF"/>
          </w:tcPr>
          <w:p w14:paraId="22ADBD6B" w14:textId="77777777" w:rsidR="00C12247" w:rsidRPr="00C12247" w:rsidRDefault="00C12247" w:rsidP="00C12247">
            <w:pPr>
              <w:pStyle w:val="TableText"/>
            </w:pPr>
            <w:r>
              <w:t>reda.006</w:t>
            </w:r>
          </w:p>
        </w:tc>
      </w:tr>
      <w:tr w:rsidR="00C12247" w14:paraId="7CFF6BCB" w14:textId="77777777" w:rsidTr="00922455">
        <w:tc>
          <w:tcPr>
            <w:tcW w:w="4182" w:type="dxa"/>
            <w:shd w:val="clear" w:color="auto" w:fill="FFFFFF"/>
          </w:tcPr>
          <w:p w14:paraId="3EAEE79A" w14:textId="77777777" w:rsidR="00C12247" w:rsidRPr="00C12247" w:rsidRDefault="00C12247" w:rsidP="00973802">
            <w:pPr>
              <w:pStyle w:val="TableBullet"/>
            </w:pPr>
            <w:r w:rsidRPr="00C12247">
              <w:t>Security Creation Status Advice</w:t>
            </w:r>
          </w:p>
        </w:tc>
        <w:tc>
          <w:tcPr>
            <w:tcW w:w="4182" w:type="dxa"/>
            <w:shd w:val="clear" w:color="auto" w:fill="FFFFFF"/>
          </w:tcPr>
          <w:p w14:paraId="56F7D6FC" w14:textId="77777777" w:rsidR="00C12247" w:rsidRPr="00C12247" w:rsidRDefault="00C12247" w:rsidP="00C12247">
            <w:pPr>
              <w:pStyle w:val="TableText"/>
            </w:pPr>
            <w:r w:rsidRPr="00C12247">
              <w:t>reda.00</w:t>
            </w:r>
            <w:r>
              <w:t>8</w:t>
            </w:r>
          </w:p>
        </w:tc>
      </w:tr>
      <w:tr w:rsidR="00C12247" w14:paraId="0F73D8E3" w14:textId="77777777" w:rsidTr="00922455">
        <w:tc>
          <w:tcPr>
            <w:tcW w:w="4182" w:type="dxa"/>
            <w:shd w:val="clear" w:color="auto" w:fill="FFFFFF"/>
          </w:tcPr>
          <w:p w14:paraId="6DD73A50" w14:textId="77777777" w:rsidR="00C12247" w:rsidRPr="00C12247" w:rsidRDefault="00C12247" w:rsidP="00973802">
            <w:pPr>
              <w:pStyle w:val="TableBullet"/>
            </w:pPr>
            <w:r w:rsidRPr="00C12247">
              <w:t xml:space="preserve">Security Maintenance </w:t>
            </w:r>
            <w:r>
              <w:t>Request</w:t>
            </w:r>
          </w:p>
        </w:tc>
        <w:tc>
          <w:tcPr>
            <w:tcW w:w="4182" w:type="dxa"/>
            <w:shd w:val="clear" w:color="auto" w:fill="FFFFFF"/>
          </w:tcPr>
          <w:p w14:paraId="74E4FABB" w14:textId="77777777" w:rsidR="00C12247" w:rsidRPr="00C12247" w:rsidRDefault="00C12247" w:rsidP="00C12247">
            <w:pPr>
              <w:pStyle w:val="TableText"/>
            </w:pPr>
            <w:r w:rsidRPr="00C12247">
              <w:t>reda.00</w:t>
            </w:r>
            <w:r>
              <w:t>7</w:t>
            </w:r>
          </w:p>
        </w:tc>
      </w:tr>
      <w:tr w:rsidR="00C12247" w14:paraId="7C665833" w14:textId="77777777" w:rsidTr="00922455">
        <w:tc>
          <w:tcPr>
            <w:tcW w:w="4182" w:type="dxa"/>
            <w:shd w:val="clear" w:color="auto" w:fill="FFFFFF"/>
          </w:tcPr>
          <w:p w14:paraId="6A54472B" w14:textId="77777777" w:rsidR="00C12247" w:rsidRPr="00C12247" w:rsidRDefault="00C12247" w:rsidP="00973802">
            <w:pPr>
              <w:pStyle w:val="TableBullet"/>
            </w:pPr>
            <w:r w:rsidRPr="00C12247">
              <w:t>Security Maintenance Status Advice</w:t>
            </w:r>
          </w:p>
        </w:tc>
        <w:tc>
          <w:tcPr>
            <w:tcW w:w="4182" w:type="dxa"/>
            <w:shd w:val="clear" w:color="auto" w:fill="FFFFFF"/>
          </w:tcPr>
          <w:p w14:paraId="3E3B1A22" w14:textId="77777777" w:rsidR="00C12247" w:rsidRPr="00C12247" w:rsidRDefault="00C12247" w:rsidP="00C12247">
            <w:pPr>
              <w:pStyle w:val="TableText"/>
            </w:pPr>
            <w:r w:rsidRPr="00C12247">
              <w:t>reda.0</w:t>
            </w:r>
            <w:r>
              <w:t>29</w:t>
            </w:r>
          </w:p>
        </w:tc>
      </w:tr>
      <w:tr w:rsidR="00C12247" w14:paraId="132A17EF" w14:textId="77777777" w:rsidTr="00922455">
        <w:tc>
          <w:tcPr>
            <w:tcW w:w="4182" w:type="dxa"/>
            <w:shd w:val="clear" w:color="auto" w:fill="FFFFFF"/>
          </w:tcPr>
          <w:p w14:paraId="7D529229" w14:textId="77777777" w:rsidR="00C12247" w:rsidRPr="00C12247" w:rsidRDefault="00C12247" w:rsidP="00973802">
            <w:pPr>
              <w:pStyle w:val="TableBullet"/>
            </w:pPr>
            <w:r w:rsidRPr="00C12247">
              <w:t>Security Deletion Request</w:t>
            </w:r>
          </w:p>
        </w:tc>
        <w:tc>
          <w:tcPr>
            <w:tcW w:w="4182" w:type="dxa"/>
            <w:shd w:val="clear" w:color="auto" w:fill="FFFFFF"/>
          </w:tcPr>
          <w:p w14:paraId="63BE35FD" w14:textId="77777777" w:rsidR="00C12247" w:rsidRPr="00C12247" w:rsidRDefault="00C12247" w:rsidP="00C12247">
            <w:pPr>
              <w:pStyle w:val="TableText"/>
            </w:pPr>
            <w:r w:rsidRPr="00C12247">
              <w:t>reda.0</w:t>
            </w:r>
            <w:r>
              <w:t>13</w:t>
            </w:r>
          </w:p>
        </w:tc>
      </w:tr>
      <w:tr w:rsidR="00C12247" w14:paraId="40458742" w14:textId="77777777" w:rsidTr="00922455">
        <w:tc>
          <w:tcPr>
            <w:tcW w:w="4182" w:type="dxa"/>
            <w:shd w:val="clear" w:color="auto" w:fill="FFFFFF"/>
          </w:tcPr>
          <w:p w14:paraId="50E4EA50" w14:textId="77777777" w:rsidR="00C12247" w:rsidRPr="00C12247" w:rsidRDefault="00C12247" w:rsidP="00973802">
            <w:pPr>
              <w:pStyle w:val="TableBullet"/>
            </w:pPr>
            <w:r w:rsidRPr="00C12247">
              <w:t>Security Deletion Status Advice</w:t>
            </w:r>
          </w:p>
        </w:tc>
        <w:tc>
          <w:tcPr>
            <w:tcW w:w="4182" w:type="dxa"/>
            <w:shd w:val="clear" w:color="auto" w:fill="FFFFFF"/>
          </w:tcPr>
          <w:p w14:paraId="78FDEBA1" w14:textId="77777777" w:rsidR="00C12247" w:rsidRPr="00C12247" w:rsidRDefault="00C12247" w:rsidP="00C12247">
            <w:pPr>
              <w:pStyle w:val="TableText"/>
            </w:pPr>
            <w:r w:rsidRPr="00C12247">
              <w:t>reda.0</w:t>
            </w:r>
            <w:r>
              <w:t>30</w:t>
            </w:r>
          </w:p>
        </w:tc>
      </w:tr>
      <w:tr w:rsidR="00C12247" w14:paraId="3B49A68A" w14:textId="77777777" w:rsidTr="00922455">
        <w:tc>
          <w:tcPr>
            <w:tcW w:w="4182" w:type="dxa"/>
            <w:shd w:val="clear" w:color="auto" w:fill="FFFFFF"/>
          </w:tcPr>
          <w:p w14:paraId="4662CDE9" w14:textId="77777777" w:rsidR="00C12247" w:rsidRPr="00C12247" w:rsidRDefault="00C12247" w:rsidP="00973802">
            <w:pPr>
              <w:pStyle w:val="TableBullet"/>
            </w:pPr>
            <w:r w:rsidRPr="00C12247">
              <w:t>Security Query</w:t>
            </w:r>
          </w:p>
        </w:tc>
        <w:tc>
          <w:tcPr>
            <w:tcW w:w="4182" w:type="dxa"/>
            <w:shd w:val="clear" w:color="auto" w:fill="FFFFFF"/>
          </w:tcPr>
          <w:p w14:paraId="578242CD" w14:textId="77777777" w:rsidR="00C12247" w:rsidRPr="00C12247" w:rsidRDefault="00C12247" w:rsidP="00C12247">
            <w:pPr>
              <w:pStyle w:val="TableText"/>
            </w:pPr>
            <w:r w:rsidRPr="00C12247">
              <w:t>reda.0</w:t>
            </w:r>
            <w:r>
              <w:t>10</w:t>
            </w:r>
          </w:p>
        </w:tc>
      </w:tr>
      <w:tr w:rsidR="00C12247" w14:paraId="5C812021" w14:textId="77777777" w:rsidTr="00922455">
        <w:tc>
          <w:tcPr>
            <w:tcW w:w="4182" w:type="dxa"/>
            <w:shd w:val="clear" w:color="auto" w:fill="FFFFFF"/>
          </w:tcPr>
          <w:p w14:paraId="1386BD79" w14:textId="77777777" w:rsidR="00C12247" w:rsidRPr="00C12247" w:rsidRDefault="00C12247" w:rsidP="00973802">
            <w:pPr>
              <w:pStyle w:val="TableBullet"/>
            </w:pPr>
            <w:r w:rsidRPr="00C12247">
              <w:t>Security Report</w:t>
            </w:r>
          </w:p>
        </w:tc>
        <w:tc>
          <w:tcPr>
            <w:tcW w:w="4182" w:type="dxa"/>
            <w:shd w:val="clear" w:color="auto" w:fill="FFFFFF"/>
          </w:tcPr>
          <w:p w14:paraId="331F8D6B" w14:textId="77777777" w:rsidR="00C12247" w:rsidRPr="00C12247" w:rsidRDefault="00C12247" w:rsidP="00C12247">
            <w:pPr>
              <w:pStyle w:val="TableText"/>
            </w:pPr>
            <w:r w:rsidRPr="00C12247">
              <w:t>reda.0</w:t>
            </w:r>
            <w:r>
              <w:t>12</w:t>
            </w:r>
          </w:p>
        </w:tc>
      </w:tr>
      <w:tr w:rsidR="00C12247" w14:paraId="23F1721F" w14:textId="77777777" w:rsidTr="00922455">
        <w:tc>
          <w:tcPr>
            <w:tcW w:w="4182" w:type="dxa"/>
            <w:shd w:val="clear" w:color="auto" w:fill="FFFFFF"/>
          </w:tcPr>
          <w:p w14:paraId="60BA7F28" w14:textId="77777777" w:rsidR="00C12247" w:rsidRPr="00C12247" w:rsidRDefault="00C12247" w:rsidP="00973802">
            <w:pPr>
              <w:pStyle w:val="TableBullet"/>
            </w:pPr>
            <w:r w:rsidRPr="00C12247">
              <w:t>Security Activity Advice</w:t>
            </w:r>
          </w:p>
        </w:tc>
        <w:tc>
          <w:tcPr>
            <w:tcW w:w="4182" w:type="dxa"/>
            <w:shd w:val="clear" w:color="auto" w:fill="FFFFFF"/>
          </w:tcPr>
          <w:p w14:paraId="6DAD1452" w14:textId="77777777" w:rsidR="00C12247" w:rsidRPr="00C12247" w:rsidRDefault="00973802" w:rsidP="00C12247">
            <w:pPr>
              <w:pStyle w:val="TableText"/>
            </w:pPr>
            <w:r>
              <w:t>reda.009</w:t>
            </w:r>
          </w:p>
        </w:tc>
      </w:tr>
      <w:tr w:rsidR="00C12247" w14:paraId="548F5006" w14:textId="77777777" w:rsidTr="00922455">
        <w:tc>
          <w:tcPr>
            <w:tcW w:w="4182" w:type="dxa"/>
            <w:shd w:val="clear" w:color="auto" w:fill="FFFFFF"/>
          </w:tcPr>
          <w:p w14:paraId="00B3CB22" w14:textId="77777777" w:rsidR="00C12247" w:rsidRPr="00C12247" w:rsidRDefault="00C12247" w:rsidP="00973802">
            <w:pPr>
              <w:pStyle w:val="TableBullet"/>
            </w:pPr>
            <w:r w:rsidRPr="00C12247">
              <w:t>Securities Audit Trail Query</w:t>
            </w:r>
          </w:p>
        </w:tc>
        <w:tc>
          <w:tcPr>
            <w:tcW w:w="4182" w:type="dxa"/>
            <w:shd w:val="clear" w:color="auto" w:fill="FFFFFF"/>
          </w:tcPr>
          <w:p w14:paraId="0C848FDA" w14:textId="77777777" w:rsidR="00C12247" w:rsidRPr="00C12247" w:rsidRDefault="00973802" w:rsidP="00973802">
            <w:pPr>
              <w:pStyle w:val="TableText"/>
            </w:pPr>
            <w:r w:rsidRPr="00973802">
              <w:t>reda.0</w:t>
            </w:r>
            <w:r>
              <w:t>33</w:t>
            </w:r>
          </w:p>
        </w:tc>
      </w:tr>
      <w:tr w:rsidR="00C12247" w14:paraId="2C345DC8" w14:textId="77777777" w:rsidTr="00922455">
        <w:tc>
          <w:tcPr>
            <w:tcW w:w="4182" w:type="dxa"/>
            <w:shd w:val="clear" w:color="auto" w:fill="FFFFFF"/>
          </w:tcPr>
          <w:p w14:paraId="18FDD381" w14:textId="77777777" w:rsidR="00C12247" w:rsidRPr="00C12247" w:rsidRDefault="00C12247" w:rsidP="00973802">
            <w:pPr>
              <w:pStyle w:val="TableBullet"/>
            </w:pPr>
            <w:r w:rsidRPr="00C12247">
              <w:t>Securities Audit Trail Report</w:t>
            </w:r>
          </w:p>
        </w:tc>
        <w:tc>
          <w:tcPr>
            <w:tcW w:w="4182" w:type="dxa"/>
            <w:shd w:val="clear" w:color="auto" w:fill="FFFFFF"/>
          </w:tcPr>
          <w:p w14:paraId="5CA7CB70" w14:textId="77777777" w:rsidR="00C12247" w:rsidRPr="00C12247" w:rsidRDefault="00973802" w:rsidP="00973802">
            <w:pPr>
              <w:pStyle w:val="TableText"/>
            </w:pPr>
            <w:r w:rsidRPr="00973802">
              <w:t>reda.0</w:t>
            </w:r>
            <w:r>
              <w:t>34</w:t>
            </w:r>
          </w:p>
        </w:tc>
      </w:tr>
    </w:tbl>
    <w:p w14:paraId="449006E9" w14:textId="74555911" w:rsidR="00340304" w:rsidRDefault="00340304" w:rsidP="00C12247">
      <w:r w:rsidRPr="00340304">
        <w:t>The securities reference data messages are specifically designed to support the following functions:</w:t>
      </w:r>
    </w:p>
    <w:p w14:paraId="0946D0F9" w14:textId="77777777" w:rsidR="00B82E62" w:rsidRPr="00340304" w:rsidRDefault="00B82E62" w:rsidP="00C12247"/>
    <w:p w14:paraId="6465E7B1" w14:textId="77777777" w:rsidR="00340304" w:rsidRPr="00340304" w:rsidRDefault="00340304" w:rsidP="00C12247">
      <w:pPr>
        <w:pStyle w:val="ListBullet"/>
      </w:pPr>
      <w:r w:rsidRPr="00340304">
        <w:lastRenderedPageBreak/>
        <w:t>Security Creation Request (reda.006) provides a user, granted with the appropriate rights, with the possibility to create a new Security.</w:t>
      </w:r>
      <w:r w:rsidR="00C12247">
        <w:br/>
      </w:r>
      <w:r w:rsidR="00C12247">
        <w:br/>
      </w:r>
      <w:r w:rsidRPr="00340304">
        <w:t>The user has to specify information that clearly identifies the Security, as for example ISIN, security long name, security short name, valid from name, denomination currency, classification type, issuance details, settlement information.</w:t>
      </w:r>
      <w:r w:rsidR="00C12247">
        <w:br/>
      </w:r>
      <w:r w:rsidR="00C12247">
        <w:br/>
      </w:r>
      <w:r w:rsidRPr="00340304">
        <w:t>The Security Creation Status Advice (reda.008) informs the Instructing Party about the lifecycle of its security creation request.</w:t>
      </w:r>
    </w:p>
    <w:p w14:paraId="34766358" w14:textId="77777777" w:rsidR="00340304" w:rsidRPr="00340304" w:rsidRDefault="00340304" w:rsidP="00340304"/>
    <w:p w14:paraId="3CCDEBFA" w14:textId="77777777" w:rsidR="00340304" w:rsidRPr="00340304" w:rsidRDefault="00340304" w:rsidP="00C12247">
      <w:pPr>
        <w:pStyle w:val="ListBullet"/>
      </w:pPr>
      <w:r w:rsidRPr="00340304">
        <w:t>Security Maintenance Request (reda.007) provides a user, granted with the appropriate rights, with the possibility to update an active and valid security.</w:t>
      </w:r>
      <w:r w:rsidR="00C12247">
        <w:br/>
      </w:r>
      <w:r w:rsidR="00C12247">
        <w:br/>
      </w:r>
      <w:r w:rsidRPr="00340304">
        <w:t>The Security Maintenance Status Advice (reda.029) informs the Instructing Party about the lifecycle of its security modification request.</w:t>
      </w:r>
    </w:p>
    <w:p w14:paraId="42E2BAD3" w14:textId="77777777" w:rsidR="00340304" w:rsidRPr="00340304" w:rsidRDefault="00340304" w:rsidP="00340304"/>
    <w:p w14:paraId="0F2604CD" w14:textId="77777777" w:rsidR="00340304" w:rsidRDefault="00340304" w:rsidP="00C12247">
      <w:pPr>
        <w:pStyle w:val="ListBullet"/>
      </w:pPr>
      <w:r w:rsidRPr="00340304">
        <w:t>Security Deletion Request (reda.013) provides a user, granted with the appropriate rights, with the possibility to delete an existing security.</w:t>
      </w:r>
      <w:r w:rsidR="00C12247">
        <w:br/>
      </w:r>
      <w:r w:rsidR="00C12247">
        <w:br/>
      </w:r>
      <w:r w:rsidRPr="00340304">
        <w:t>The Security Deletion Status Advice (reda.030) informs the Instructing Party about the lifecycle of its security deletion request.</w:t>
      </w:r>
    </w:p>
    <w:p w14:paraId="4092DF46" w14:textId="77777777" w:rsidR="00C12247" w:rsidRPr="00340304" w:rsidRDefault="00C12247" w:rsidP="00C12247">
      <w:pPr>
        <w:pStyle w:val="ListNumber"/>
        <w:numPr>
          <w:ilvl w:val="0"/>
          <w:numId w:val="0"/>
        </w:numPr>
        <w:ind w:left="1559" w:hanging="425"/>
      </w:pPr>
    </w:p>
    <w:p w14:paraId="5D8C601D" w14:textId="77777777" w:rsidR="00C12247" w:rsidRPr="00340304" w:rsidRDefault="00C12247" w:rsidP="00C12247">
      <w:pPr>
        <w:pStyle w:val="ListBullet"/>
      </w:pPr>
      <w:r>
        <w:t>S</w:t>
      </w:r>
      <w:r w:rsidR="00340304" w:rsidRPr="00340304">
        <w:t>ecurity Query (reda.010) is sent by an authorised party to query on security reference data.</w:t>
      </w:r>
      <w:r>
        <w:br/>
      </w:r>
      <w:r>
        <w:br/>
      </w:r>
      <w:r w:rsidR="00340304" w:rsidRPr="00340304">
        <w:t>This message is sent to the servicing party to make</w:t>
      </w:r>
      <w:r>
        <w:t xml:space="preserve"> the following type of queries:</w:t>
      </w:r>
    </w:p>
    <w:p w14:paraId="6D5010A6" w14:textId="77777777" w:rsidR="00340304" w:rsidRPr="00340304" w:rsidRDefault="00340304" w:rsidP="00C12247">
      <w:pPr>
        <w:pStyle w:val="ListBullet2"/>
      </w:pPr>
      <w:r w:rsidRPr="00340304">
        <w:t>Securities Reference Data Query;</w:t>
      </w:r>
    </w:p>
    <w:p w14:paraId="339BA186" w14:textId="77777777" w:rsidR="00340304" w:rsidRPr="00340304" w:rsidRDefault="00340304" w:rsidP="00C12247">
      <w:pPr>
        <w:pStyle w:val="ListBullet2"/>
      </w:pPr>
      <w:r w:rsidRPr="00340304">
        <w:t>ISIN List Query;</w:t>
      </w:r>
    </w:p>
    <w:p w14:paraId="749056D6" w14:textId="77777777" w:rsidR="00340304" w:rsidRPr="00340304" w:rsidRDefault="00340304" w:rsidP="00C12247">
      <w:pPr>
        <w:pStyle w:val="ListBullet2"/>
      </w:pPr>
      <w:r w:rsidRPr="00340304">
        <w:t>Securities CSD Link Query;</w:t>
      </w:r>
    </w:p>
    <w:p w14:paraId="606042AE" w14:textId="77777777" w:rsidR="00340304" w:rsidRDefault="00340304" w:rsidP="00C12247">
      <w:pPr>
        <w:pStyle w:val="ListBullet2"/>
      </w:pPr>
      <w:r w:rsidRPr="00340304">
        <w:t>Securities Deviating Nominal Query.</w:t>
      </w:r>
    </w:p>
    <w:p w14:paraId="67EAFFA0" w14:textId="77777777" w:rsidR="00C12247" w:rsidRPr="00340304" w:rsidRDefault="00C12247" w:rsidP="00C12247">
      <w:pPr>
        <w:pStyle w:val="ListBullet2"/>
        <w:numPr>
          <w:ilvl w:val="0"/>
          <w:numId w:val="0"/>
        </w:numPr>
        <w:ind w:left="1134" w:hanging="425"/>
      </w:pPr>
    </w:p>
    <w:p w14:paraId="3D5D84FA" w14:textId="77777777" w:rsidR="00340304" w:rsidRPr="00340304" w:rsidRDefault="00340304" w:rsidP="00C12247">
      <w:pPr>
        <w:pStyle w:val="ListBullet"/>
        <w:numPr>
          <w:ilvl w:val="0"/>
          <w:numId w:val="0"/>
        </w:numPr>
        <w:ind w:left="576"/>
      </w:pPr>
      <w:r w:rsidRPr="00340304">
        <w:t>Depending on the query criteria, it is possible that the processing will take more than a certain time or that the query will not retrieve any record. In this case, an error is sent to the Instructing Party within the Security Report (reda.012);</w:t>
      </w:r>
      <w:r w:rsidR="00C12247" w:rsidRPr="00C12247">
        <w:t xml:space="preserve"> </w:t>
      </w:r>
      <w:r w:rsidR="00C12247">
        <w:br/>
      </w:r>
      <w:r w:rsidR="00C12247">
        <w:br/>
      </w:r>
      <w:r w:rsidRPr="00340304">
        <w:t xml:space="preserve">Search criteria include the following elements: </w:t>
      </w:r>
    </w:p>
    <w:p w14:paraId="47C33B38" w14:textId="77777777" w:rsidR="00340304" w:rsidRPr="00340304" w:rsidRDefault="00340304" w:rsidP="00973802">
      <w:pPr>
        <w:pStyle w:val="ListBullet2"/>
      </w:pPr>
      <w:r w:rsidRPr="00340304">
        <w:t>ISIN;</w:t>
      </w:r>
    </w:p>
    <w:p w14:paraId="27C3A95D" w14:textId="77777777" w:rsidR="00340304" w:rsidRPr="00340304" w:rsidRDefault="00340304" w:rsidP="00973802">
      <w:pPr>
        <w:pStyle w:val="ListBullet2"/>
      </w:pPr>
      <w:r w:rsidRPr="00340304">
        <w:t>Classification Type;</w:t>
      </w:r>
    </w:p>
    <w:p w14:paraId="18451C58" w14:textId="77777777" w:rsidR="00340304" w:rsidRPr="00340304" w:rsidRDefault="00340304" w:rsidP="00973802">
      <w:pPr>
        <w:pStyle w:val="ListBullet2"/>
      </w:pPr>
      <w:r w:rsidRPr="00340304">
        <w:t>Maturity Date;</w:t>
      </w:r>
    </w:p>
    <w:p w14:paraId="2E5D215B" w14:textId="77777777" w:rsidR="00340304" w:rsidRPr="00340304" w:rsidRDefault="00340304" w:rsidP="00973802">
      <w:pPr>
        <w:pStyle w:val="ListBullet2"/>
      </w:pPr>
      <w:r w:rsidRPr="00340304">
        <w:t>Issue Date;</w:t>
      </w:r>
    </w:p>
    <w:p w14:paraId="45D55B2D" w14:textId="77777777" w:rsidR="00340304" w:rsidRPr="00340304" w:rsidRDefault="00340304" w:rsidP="00973802">
      <w:pPr>
        <w:pStyle w:val="ListBullet2"/>
      </w:pPr>
      <w:r w:rsidRPr="00340304">
        <w:t>Issue Currency;</w:t>
      </w:r>
    </w:p>
    <w:p w14:paraId="2517B341" w14:textId="77777777" w:rsidR="00340304" w:rsidRPr="00340304" w:rsidRDefault="00340304" w:rsidP="00973802">
      <w:pPr>
        <w:pStyle w:val="ListBullet2"/>
      </w:pPr>
      <w:r w:rsidRPr="00340304">
        <w:t>Country of Issue;</w:t>
      </w:r>
    </w:p>
    <w:p w14:paraId="1944794A" w14:textId="77777777" w:rsidR="00340304" w:rsidRPr="00340304" w:rsidRDefault="00340304" w:rsidP="00973802">
      <w:pPr>
        <w:pStyle w:val="ListBullet2"/>
      </w:pPr>
      <w:r w:rsidRPr="00340304">
        <w:t xml:space="preserve">Maintainer CSD; </w:t>
      </w:r>
    </w:p>
    <w:p w14:paraId="72EDD9F5" w14:textId="77777777" w:rsidR="00340304" w:rsidRPr="00340304" w:rsidRDefault="00340304" w:rsidP="00973802">
      <w:pPr>
        <w:pStyle w:val="ListBullet2"/>
      </w:pPr>
      <w:r w:rsidRPr="00340304">
        <w:t>Investor CSD;</w:t>
      </w:r>
    </w:p>
    <w:p w14:paraId="29CF702F" w14:textId="77777777" w:rsidR="00340304" w:rsidRPr="00340304" w:rsidRDefault="00340304" w:rsidP="00973802">
      <w:pPr>
        <w:pStyle w:val="ListBullet2"/>
      </w:pPr>
      <w:r w:rsidRPr="00340304">
        <w:t>Issuer CSD;</w:t>
      </w:r>
    </w:p>
    <w:p w14:paraId="160F8F5F" w14:textId="77777777" w:rsidR="00340304" w:rsidRPr="00340304" w:rsidRDefault="00340304" w:rsidP="00973802">
      <w:pPr>
        <w:pStyle w:val="ListBullet2"/>
      </w:pPr>
      <w:r w:rsidRPr="00340304">
        <w:t>Technical Issuer CSD;</w:t>
      </w:r>
    </w:p>
    <w:p w14:paraId="6DFBF03F" w14:textId="66FDBF8A" w:rsidR="00340304" w:rsidRPr="00340304" w:rsidRDefault="00340304" w:rsidP="00973802">
      <w:pPr>
        <w:pStyle w:val="ListBullet2"/>
      </w:pPr>
      <w:r w:rsidRPr="00340304">
        <w:t>Generic CSD of a security,</w:t>
      </w:r>
      <w:r w:rsidR="005030C8">
        <w:t xml:space="preserve"> both investor and issuer CSDs.</w:t>
      </w:r>
    </w:p>
    <w:p w14:paraId="753C9EB0" w14:textId="77777777" w:rsidR="00340304" w:rsidRPr="00340304" w:rsidRDefault="00340304" w:rsidP="00340304"/>
    <w:p w14:paraId="31A0C53E" w14:textId="77777777" w:rsidR="00340304" w:rsidRPr="00340304" w:rsidRDefault="00340304" w:rsidP="00FF1E86">
      <w:pPr>
        <w:pStyle w:val="Listbulletbeforetable"/>
      </w:pPr>
      <w:r w:rsidRPr="00340304">
        <w:lastRenderedPageBreak/>
        <w:t>Security Report (reda.012) is sent to the Instructing Party and includes all of the Securities records that meet the specified criteria or reports any possible error (e.g. not a</w:t>
      </w:r>
      <w:r w:rsidR="00973802">
        <w:t>llowed set of search criteria).</w:t>
      </w:r>
      <w:r w:rsidR="00973802">
        <w:br/>
      </w:r>
      <w:r w:rsidR="00973802">
        <w:br/>
        <w:t>T</w:t>
      </w:r>
      <w:r w:rsidRPr="00340304">
        <w:t>his query response contains the timestamp specifying the system time when the data selection was actually performed.</w:t>
      </w:r>
      <w:r w:rsidR="00973802">
        <w:br/>
      </w:r>
      <w:r w:rsidR="00973802">
        <w:br/>
      </w:r>
      <w:r w:rsidRPr="00340304">
        <w:t>The Security Report is capable to report any piece of information related to a security, including ISIN, financial instrument name, denomination currency, expiry date, classification type, country of issuance, issue date, restriction, financial instrument identification validity, settlement information.</w:t>
      </w:r>
    </w:p>
    <w:p w14:paraId="7FBBA660" w14:textId="77777777" w:rsidR="00340304" w:rsidRPr="00340304" w:rsidRDefault="00340304" w:rsidP="00340304"/>
    <w:p w14:paraId="5CEA9C52" w14:textId="77777777" w:rsidR="00340304" w:rsidRPr="00340304" w:rsidRDefault="00340304" w:rsidP="00FF1E86">
      <w:pPr>
        <w:pStyle w:val="ListBullet"/>
      </w:pPr>
      <w:r w:rsidRPr="00340304">
        <w:t>Security Activity Advice (reda.009) is sent to authorised recipients by the servicing party to provide with information on changes occurred during the business day on security reference data.</w:t>
      </w:r>
      <w:r w:rsidR="00973802">
        <w:br/>
      </w:r>
      <w:r w:rsidR="00973802">
        <w:br/>
      </w:r>
      <w:r w:rsidRPr="00340304">
        <w:t>Security Activity Advice is capable to report any change applied to every piece of information for a security, including financial instrument name, denomination currency, expiry date, classification type, country of issuance, issue date, restriction, financial instrument identification validity, settlement information.</w:t>
      </w:r>
    </w:p>
    <w:p w14:paraId="2F7BE1E9" w14:textId="77777777" w:rsidR="00340304" w:rsidRPr="00340304" w:rsidRDefault="00340304" w:rsidP="00340304"/>
    <w:p w14:paraId="3E96859B" w14:textId="77777777" w:rsidR="00340304" w:rsidRPr="00340304" w:rsidRDefault="00340304" w:rsidP="00FF1E86">
      <w:pPr>
        <w:pStyle w:val="ListBullet"/>
      </w:pPr>
      <w:r w:rsidRPr="00340304">
        <w:t>Securities Audit Trail Query (reda.033) is sent by an authorised party to query on audit trail for securities reference data.</w:t>
      </w:r>
      <w:r w:rsidR="00973802">
        <w:br/>
      </w:r>
      <w:r w:rsidR="00973802">
        <w:br/>
      </w:r>
      <w:r w:rsidRPr="00340304">
        <w:t>Depending on the query criteria, it is possible that the processing will take more than a certain time or that the query will not retrieve any record. In this case, an error is sent to the Instructing Party within the Securities Audit Trail Report message (reda.034).</w:t>
      </w:r>
      <w:r w:rsidR="00973802">
        <w:br/>
      </w:r>
      <w:r w:rsidR="00973802">
        <w:br/>
      </w:r>
      <w:r w:rsidRPr="00340304">
        <w:t xml:space="preserve">Search criteria include the following elements: </w:t>
      </w:r>
    </w:p>
    <w:p w14:paraId="2F905C9B" w14:textId="77777777" w:rsidR="00340304" w:rsidRPr="00340304" w:rsidRDefault="00340304" w:rsidP="00973802">
      <w:pPr>
        <w:pStyle w:val="ListBullet2"/>
      </w:pPr>
      <w:r w:rsidRPr="00340304">
        <w:t>ISIN;</w:t>
      </w:r>
    </w:p>
    <w:p w14:paraId="503D8338" w14:textId="77777777" w:rsidR="00340304" w:rsidRPr="00340304" w:rsidRDefault="00340304" w:rsidP="00973802">
      <w:pPr>
        <w:pStyle w:val="ListBullet2"/>
      </w:pPr>
      <w:r w:rsidRPr="00340304">
        <w:t>Date Period.</w:t>
      </w:r>
    </w:p>
    <w:p w14:paraId="62DFDE2C" w14:textId="77777777" w:rsidR="00340304" w:rsidRPr="00340304" w:rsidRDefault="00340304" w:rsidP="00340304"/>
    <w:p w14:paraId="415B2E3A" w14:textId="77777777" w:rsidR="00340304" w:rsidRDefault="00340304" w:rsidP="00973802">
      <w:pPr>
        <w:pStyle w:val="Listbulletbeforetable"/>
        <w:numPr>
          <w:ilvl w:val="0"/>
          <w:numId w:val="0"/>
        </w:numPr>
        <w:ind w:left="576"/>
      </w:pPr>
      <w:r w:rsidRPr="00340304">
        <w:t>Securities Audit Trail Report (reda.034) is sent to the Instructing Party and includes all of the securities audit trail records that meet the specified criteria or reports any possible error (e.g. empty list retrieved).</w:t>
      </w:r>
      <w:r w:rsidR="00973802" w:rsidRPr="00973802">
        <w:t xml:space="preserve"> </w:t>
      </w:r>
      <w:r w:rsidR="00973802">
        <w:br/>
      </w:r>
      <w:r w:rsidR="00973802">
        <w:br/>
      </w:r>
      <w:r w:rsidRPr="00340304">
        <w:t>This query response contains the timestamp specifying the system time when the data selection was actually performed.</w:t>
      </w:r>
      <w:r w:rsidR="00973802">
        <w:br/>
      </w:r>
      <w:r w:rsidR="00973802">
        <w:br/>
      </w:r>
      <w:r w:rsidRPr="00340304">
        <w:t>Securities Audit Trail Report is capable to report any change applied to every piece of information for a security along with the reference of the user performing the change and the related timestamp.</w:t>
      </w:r>
    </w:p>
    <w:p w14:paraId="620944A7" w14:textId="77777777" w:rsidR="00340304" w:rsidRDefault="00340304" w:rsidP="00340304"/>
    <w:p w14:paraId="189BB5DA" w14:textId="77777777" w:rsidR="00340304" w:rsidRDefault="00340304" w:rsidP="00340304"/>
    <w:p w14:paraId="289C375A" w14:textId="77777777" w:rsidR="00715699" w:rsidRDefault="00715699" w:rsidP="00715699">
      <w:pPr>
        <w:pStyle w:val="Heading3"/>
      </w:pPr>
      <w:r>
        <w:t>Functionality</w:t>
      </w:r>
    </w:p>
    <w:p w14:paraId="0C04324B" w14:textId="77777777" w:rsidR="00665B53" w:rsidRDefault="00715699" w:rsidP="00715699">
      <w:r>
        <w:t>See Message Definition Report Part 2</w:t>
      </w:r>
      <w:r w:rsidR="00364E93">
        <w:t xml:space="preserve"> for the message an</w:t>
      </w:r>
      <w:r>
        <w:t>d formats.</w:t>
      </w:r>
    </w:p>
    <w:p w14:paraId="56EF3A08" w14:textId="77777777" w:rsidR="00B5372E" w:rsidRDefault="00B5372E" w:rsidP="00765D5B">
      <w:pPr>
        <w:pStyle w:val="Heading1"/>
      </w:pPr>
      <w:bookmarkStart w:id="14" w:name="_Toc161582928"/>
      <w:proofErr w:type="spellStart"/>
      <w:r w:rsidRPr="00863CED">
        <w:lastRenderedPageBreak/>
        <w:t>BusinessRoles</w:t>
      </w:r>
      <w:proofErr w:type="spellEnd"/>
      <w:r>
        <w:t xml:space="preserve"> and </w:t>
      </w:r>
      <w:r w:rsidRPr="00863CED">
        <w:t>Participants</w:t>
      </w:r>
      <w:bookmarkEnd w:id="14"/>
    </w:p>
    <w:p w14:paraId="329236B9"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2E4A2DAD"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6EC710D9"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5DE4E37" w14:textId="47E458DF" w:rsidR="00665B53" w:rsidRPr="00FC3EE2" w:rsidRDefault="00665B53" w:rsidP="00FC3EE2">
      <w:r w:rsidRPr="00FC3EE2">
        <w:t xml:space="preserve">In the context of </w:t>
      </w:r>
      <w:r w:rsidR="005030C8">
        <w:t>Security,</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1C6B77B6" w14:textId="77777777" w:rsidR="006222A1" w:rsidRPr="00565A42" w:rsidRDefault="00973802" w:rsidP="00973802">
      <w:pPr>
        <w:rPr>
          <w:rStyle w:val="Bold"/>
        </w:rPr>
      </w:pPr>
      <w:r w:rsidRPr="00973802">
        <w:rPr>
          <w:noProof/>
          <w:lang w:eastAsia="en-GB"/>
        </w:rPr>
        <w:drawing>
          <wp:inline distT="0" distB="0" distL="0" distR="0" wp14:anchorId="1F7E6BF0" wp14:editId="4FFFA443">
            <wp:extent cx="5906135" cy="1602307"/>
            <wp:effectExtent l="0" t="0" r="0" b="0"/>
            <wp:docPr id="244" name="Immagin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6135" cy="1602307"/>
                    </a:xfrm>
                    <a:prstGeom prst="rect">
                      <a:avLst/>
                    </a:prstGeom>
                    <a:noFill/>
                    <a:ln>
                      <a:noFill/>
                    </a:ln>
                  </pic:spPr>
                </pic:pic>
              </a:graphicData>
            </a:graphic>
          </wp:inline>
        </w:drawing>
      </w:r>
    </w:p>
    <w:p w14:paraId="61DC51E3" w14:textId="77777777" w:rsidR="00714DA9" w:rsidRPr="00714DA9" w:rsidRDefault="00714DA9" w:rsidP="00F80208">
      <w:pPr>
        <w:pStyle w:val="Heading2"/>
      </w:pPr>
      <w:bookmarkStart w:id="15" w:name="_Toc161582929"/>
      <w:r>
        <w:t xml:space="preserve">Participants and </w:t>
      </w:r>
      <w:proofErr w:type="spellStart"/>
      <w:r w:rsidRPr="00F80208">
        <w:t>BusinessRoles</w:t>
      </w:r>
      <w:proofErr w:type="spellEnd"/>
      <w:r>
        <w:t xml:space="preserve"> Definitions</w:t>
      </w:r>
      <w:bookmarkEnd w:id="15"/>
    </w:p>
    <w:p w14:paraId="5C3E6A53"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5701"/>
      </w:tblGrid>
      <w:tr w:rsidR="00922455" w14:paraId="5CED5811" w14:textId="77777777" w:rsidTr="005030C8">
        <w:trPr>
          <w:cantSplit/>
          <w:tblHeader/>
        </w:trPr>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81CB77" w14:textId="77777777" w:rsidR="0052733C" w:rsidRDefault="0052733C" w:rsidP="00DD3851">
            <w:pPr>
              <w:pStyle w:val="TableHeading"/>
            </w:pPr>
            <w:r>
              <w:t>Description</w:t>
            </w:r>
          </w:p>
        </w:tc>
        <w:tc>
          <w:tcPr>
            <w:tcW w:w="5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6781DA" w14:textId="77777777" w:rsidR="0052733C" w:rsidRDefault="0052733C" w:rsidP="00DD3851">
            <w:pPr>
              <w:pStyle w:val="TableHeading"/>
            </w:pPr>
            <w:r>
              <w:t>Definition</w:t>
            </w:r>
          </w:p>
        </w:tc>
      </w:tr>
      <w:tr w:rsidR="0052733C" w14:paraId="1E2C82CF" w14:textId="77777777" w:rsidTr="005030C8">
        <w:tc>
          <w:tcPr>
            <w:tcW w:w="2438" w:type="dxa"/>
            <w:shd w:val="clear" w:color="auto" w:fill="FFFFFF"/>
          </w:tcPr>
          <w:p w14:paraId="18587625" w14:textId="77777777" w:rsidR="0052733C" w:rsidRDefault="00973802" w:rsidP="00DD3851">
            <w:pPr>
              <w:pStyle w:val="TableText"/>
            </w:pPr>
            <w:r>
              <w:t>I</w:t>
            </w:r>
            <w:r w:rsidR="005811FA">
              <w:t>nstructing Party</w:t>
            </w:r>
          </w:p>
        </w:tc>
        <w:tc>
          <w:tcPr>
            <w:tcW w:w="5701" w:type="dxa"/>
            <w:shd w:val="clear" w:color="auto" w:fill="FFFFFF"/>
          </w:tcPr>
          <w:p w14:paraId="14B9277C" w14:textId="77777777" w:rsidR="0052733C" w:rsidRDefault="00973802" w:rsidP="00DD3851">
            <w:pPr>
              <w:pStyle w:val="TableText"/>
            </w:pPr>
            <w:r w:rsidRPr="00973802">
              <w:t>Party that instructs the executing/servicing party to process and monitor a transaction.</w:t>
            </w:r>
          </w:p>
        </w:tc>
      </w:tr>
      <w:tr w:rsidR="0052733C" w14:paraId="478E1695" w14:textId="77777777" w:rsidTr="005030C8">
        <w:tc>
          <w:tcPr>
            <w:tcW w:w="2438" w:type="dxa"/>
            <w:shd w:val="clear" w:color="auto" w:fill="FFFFFF"/>
          </w:tcPr>
          <w:p w14:paraId="2CA312F8" w14:textId="77777777" w:rsidR="0052733C" w:rsidRDefault="00973802" w:rsidP="00DD3851">
            <w:pPr>
              <w:pStyle w:val="TableText"/>
            </w:pPr>
            <w:r w:rsidRPr="00973802">
              <w:t>Executing/Servicing Party</w:t>
            </w:r>
          </w:p>
        </w:tc>
        <w:tc>
          <w:tcPr>
            <w:tcW w:w="5701" w:type="dxa"/>
            <w:shd w:val="clear" w:color="auto" w:fill="FFFFFF"/>
          </w:tcPr>
          <w:p w14:paraId="071B90C9" w14:textId="77777777" w:rsidR="0052733C" w:rsidRDefault="00973802" w:rsidP="00DD3851">
            <w:pPr>
              <w:pStyle w:val="TableText"/>
            </w:pPr>
            <w:r w:rsidRPr="00973802">
              <w:t>Party that processes, monitors and reports on transactions received from the Instructing party.</w:t>
            </w:r>
          </w:p>
        </w:tc>
      </w:tr>
    </w:tbl>
    <w:p w14:paraId="14B9CDB7"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0D01CC0E"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159A75"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D33E17" w14:textId="77777777" w:rsidR="0052733C" w:rsidRDefault="0052733C" w:rsidP="00DD3851">
            <w:pPr>
              <w:pStyle w:val="TableHeading"/>
            </w:pPr>
            <w:r>
              <w:t>Definition</w:t>
            </w:r>
          </w:p>
        </w:tc>
      </w:tr>
      <w:tr w:rsidR="0052733C" w14:paraId="0C31B5F4" w14:textId="77777777" w:rsidTr="00922455">
        <w:tc>
          <w:tcPr>
            <w:tcW w:w="2466" w:type="dxa"/>
            <w:shd w:val="clear" w:color="auto" w:fill="FFFFFF"/>
          </w:tcPr>
          <w:p w14:paraId="18FDE471" w14:textId="77777777" w:rsidR="0052733C" w:rsidRDefault="00973802" w:rsidP="00DD3851">
            <w:pPr>
              <w:pStyle w:val="TableText"/>
            </w:pPr>
            <w:r w:rsidRPr="00973802">
              <w:t>Central Securities Depositories (CSD)</w:t>
            </w:r>
          </w:p>
        </w:tc>
        <w:tc>
          <w:tcPr>
            <w:tcW w:w="5899" w:type="dxa"/>
            <w:shd w:val="clear" w:color="auto" w:fill="FFFFFF"/>
          </w:tcPr>
          <w:p w14:paraId="5F319518" w14:textId="77777777" w:rsidR="0052733C" w:rsidRDefault="00973802" w:rsidP="00E71684">
            <w:pPr>
              <w:pStyle w:val="TableText"/>
            </w:pPr>
            <w:r w:rsidRPr="00973802">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973802" w14:paraId="0B1DA277" w14:textId="77777777" w:rsidTr="00922455">
        <w:tc>
          <w:tcPr>
            <w:tcW w:w="2466" w:type="dxa"/>
            <w:shd w:val="clear" w:color="auto" w:fill="FFFFFF"/>
          </w:tcPr>
          <w:p w14:paraId="6A1E0B42" w14:textId="77777777" w:rsidR="00973802" w:rsidRDefault="00973802" w:rsidP="00DD3851">
            <w:pPr>
              <w:pStyle w:val="TableText"/>
            </w:pPr>
            <w:r w:rsidRPr="00973802">
              <w:t>Corporate</w:t>
            </w:r>
          </w:p>
        </w:tc>
        <w:tc>
          <w:tcPr>
            <w:tcW w:w="5899" w:type="dxa"/>
            <w:shd w:val="clear" w:color="auto" w:fill="FFFFFF"/>
          </w:tcPr>
          <w:p w14:paraId="1DA2D6F8" w14:textId="77777777" w:rsidR="00973802" w:rsidRDefault="00973802" w:rsidP="00E71684">
            <w:pPr>
              <w:pStyle w:val="TableText"/>
            </w:pPr>
            <w:r>
              <w:t>M</w:t>
            </w:r>
            <w:r w:rsidRPr="00973802">
              <w:t>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w:t>
            </w:r>
          </w:p>
        </w:tc>
      </w:tr>
      <w:tr w:rsidR="00973802" w14:paraId="700E281B" w14:textId="77777777" w:rsidTr="00922455">
        <w:tc>
          <w:tcPr>
            <w:tcW w:w="2466" w:type="dxa"/>
            <w:shd w:val="clear" w:color="auto" w:fill="FFFFFF"/>
          </w:tcPr>
          <w:p w14:paraId="0AEE75D1" w14:textId="77777777" w:rsidR="00973802" w:rsidRDefault="00973802" w:rsidP="00DD3851">
            <w:pPr>
              <w:pStyle w:val="TableText"/>
            </w:pPr>
            <w:r w:rsidRPr="00973802">
              <w:t>Market Infrastructure</w:t>
            </w:r>
          </w:p>
        </w:tc>
        <w:tc>
          <w:tcPr>
            <w:tcW w:w="5899" w:type="dxa"/>
            <w:shd w:val="clear" w:color="auto" w:fill="FFFFFF"/>
          </w:tcPr>
          <w:p w14:paraId="792A8A72" w14:textId="77777777" w:rsidR="00973802" w:rsidRDefault="00973802" w:rsidP="00E71684">
            <w:pPr>
              <w:pStyle w:val="TableText"/>
            </w:pPr>
            <w:r>
              <w:t>P</w:t>
            </w:r>
            <w:r w:rsidRPr="00973802">
              <w:t xml:space="preserve">arty that provides, through common membership, services to create a fair and open process for the execution of transactions </w:t>
            </w:r>
            <w:r w:rsidRPr="00973802">
              <w:lastRenderedPageBreak/>
              <w:t>between trading parties and the creation of settlement obligations.</w:t>
            </w:r>
          </w:p>
        </w:tc>
      </w:tr>
      <w:tr w:rsidR="0052733C" w14:paraId="366FC796" w14:textId="77777777" w:rsidTr="00922455">
        <w:tc>
          <w:tcPr>
            <w:tcW w:w="2466" w:type="dxa"/>
            <w:shd w:val="clear" w:color="auto" w:fill="FFFFFF"/>
          </w:tcPr>
          <w:p w14:paraId="6A2574D7" w14:textId="77777777" w:rsidR="0052733C" w:rsidRDefault="00973802" w:rsidP="00DD3851">
            <w:pPr>
              <w:pStyle w:val="TableText"/>
            </w:pPr>
            <w:r w:rsidRPr="00973802">
              <w:lastRenderedPageBreak/>
              <w:t>Market Data Provider</w:t>
            </w:r>
          </w:p>
        </w:tc>
        <w:tc>
          <w:tcPr>
            <w:tcW w:w="5899" w:type="dxa"/>
            <w:shd w:val="clear" w:color="auto" w:fill="FFFFFF"/>
          </w:tcPr>
          <w:p w14:paraId="3A003EA3" w14:textId="2C3E0ECF" w:rsidR="0052733C" w:rsidRDefault="00973802" w:rsidP="009F4CD7">
            <w:pPr>
              <w:pStyle w:val="TableText"/>
            </w:pPr>
            <w:r w:rsidRPr="00973802">
              <w:t>An organization that provides data on financial instruments to other parties.</w:t>
            </w:r>
          </w:p>
        </w:tc>
      </w:tr>
    </w:tbl>
    <w:p w14:paraId="79488D32" w14:textId="77777777" w:rsidR="00FF3CEA" w:rsidRDefault="008447BA" w:rsidP="00A72CAE">
      <w:pPr>
        <w:pStyle w:val="Heading2"/>
      </w:pPr>
      <w:bookmarkStart w:id="16" w:name="_Toc16158293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207DBC43" w14:textId="77777777" w:rsidTr="005811FA">
        <w:trPr>
          <w:cantSplit/>
          <w:tblHeader/>
        </w:trPr>
        <w:tc>
          <w:tcPr>
            <w:tcW w:w="2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DB0D8" w14:textId="77777777" w:rsidR="0052733C" w:rsidRPr="009F1A9D" w:rsidRDefault="0052733C" w:rsidP="009F1A9D">
            <w:pPr>
              <w:pStyle w:val="TableHeading"/>
            </w:pPr>
            <w:proofErr w:type="spellStart"/>
            <w:r w:rsidRPr="009F1A9D">
              <w:t>BusinessRole</w:t>
            </w:r>
            <w:proofErr w:type="spellEnd"/>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564E12" w14:textId="77777777" w:rsidR="0052733C" w:rsidRPr="009F1A9D" w:rsidRDefault="00214D55" w:rsidP="009F1A9D">
            <w:pPr>
              <w:pStyle w:val="TableHeadingCentre"/>
            </w:pPr>
            <w:r>
              <w:t>Participant</w:t>
            </w:r>
          </w:p>
          <w:p w14:paraId="21FDEF45" w14:textId="77777777" w:rsidR="0052733C" w:rsidRPr="009F1A9D" w:rsidRDefault="00973802" w:rsidP="00922455">
            <w:pPr>
              <w:pStyle w:val="TableHeading"/>
              <w:jc w:val="center"/>
            </w:pPr>
            <w:r>
              <w:t>Instructing Party</w:t>
            </w:r>
          </w:p>
        </w:tc>
        <w:tc>
          <w:tcPr>
            <w:tcW w:w="270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DEBE" w14:textId="77777777" w:rsidR="0052733C" w:rsidRPr="009F1A9D" w:rsidRDefault="00214D55" w:rsidP="00922455">
            <w:pPr>
              <w:pStyle w:val="TableHeading"/>
              <w:jc w:val="center"/>
            </w:pPr>
            <w:r>
              <w:t>Participant</w:t>
            </w:r>
          </w:p>
          <w:p w14:paraId="58FDED19" w14:textId="77777777" w:rsidR="0052733C" w:rsidRPr="009F1A9D" w:rsidRDefault="005811FA" w:rsidP="00922455">
            <w:pPr>
              <w:pStyle w:val="TableHeading"/>
              <w:jc w:val="center"/>
            </w:pPr>
            <w:r w:rsidRPr="005811FA">
              <w:t>Executing/Servicing Party</w:t>
            </w:r>
          </w:p>
        </w:tc>
      </w:tr>
      <w:tr w:rsidR="005811FA" w14:paraId="1FBC9D71" w14:textId="77777777" w:rsidTr="005811FA">
        <w:tc>
          <w:tcPr>
            <w:tcW w:w="2722" w:type="dxa"/>
            <w:shd w:val="clear" w:color="auto" w:fill="FFFFFF"/>
          </w:tcPr>
          <w:p w14:paraId="12AC2A90" w14:textId="77777777" w:rsidR="005811FA" w:rsidRPr="005811FA" w:rsidRDefault="005811FA" w:rsidP="005811FA">
            <w:pPr>
              <w:pStyle w:val="TableText"/>
            </w:pPr>
            <w:r w:rsidRPr="005811FA">
              <w:t>Central Securities Depositories (CSD)</w:t>
            </w:r>
          </w:p>
        </w:tc>
        <w:tc>
          <w:tcPr>
            <w:tcW w:w="2708" w:type="dxa"/>
            <w:shd w:val="clear" w:color="auto" w:fill="FFFFFF"/>
          </w:tcPr>
          <w:p w14:paraId="71E99014" w14:textId="77777777" w:rsidR="005811FA" w:rsidRPr="005811FA" w:rsidRDefault="005811FA" w:rsidP="005811FA">
            <w:pPr>
              <w:pStyle w:val="TableTextCentre"/>
            </w:pPr>
            <w:r w:rsidRPr="005811FA">
              <w:t>X</w:t>
            </w:r>
          </w:p>
        </w:tc>
        <w:tc>
          <w:tcPr>
            <w:tcW w:w="2709" w:type="dxa"/>
            <w:shd w:val="clear" w:color="auto" w:fill="FFFFFF"/>
          </w:tcPr>
          <w:p w14:paraId="28495131" w14:textId="77777777" w:rsidR="005811FA" w:rsidRPr="005811FA" w:rsidRDefault="005811FA" w:rsidP="005811FA">
            <w:pPr>
              <w:pStyle w:val="TableTextCentre"/>
            </w:pPr>
          </w:p>
        </w:tc>
      </w:tr>
      <w:tr w:rsidR="005811FA" w14:paraId="099858B0" w14:textId="77777777" w:rsidTr="005811FA">
        <w:tc>
          <w:tcPr>
            <w:tcW w:w="2722" w:type="dxa"/>
            <w:shd w:val="clear" w:color="auto" w:fill="FFFFFF"/>
          </w:tcPr>
          <w:p w14:paraId="21F0CD52" w14:textId="77777777" w:rsidR="005811FA" w:rsidRPr="005811FA" w:rsidRDefault="005811FA" w:rsidP="005811FA">
            <w:pPr>
              <w:pStyle w:val="TableText"/>
            </w:pPr>
            <w:r w:rsidRPr="005811FA">
              <w:t>Corporate</w:t>
            </w:r>
          </w:p>
        </w:tc>
        <w:tc>
          <w:tcPr>
            <w:tcW w:w="2708" w:type="dxa"/>
            <w:shd w:val="clear" w:color="auto" w:fill="FFFFFF"/>
          </w:tcPr>
          <w:p w14:paraId="2E019164" w14:textId="77777777" w:rsidR="005811FA" w:rsidRPr="005811FA" w:rsidRDefault="005811FA" w:rsidP="005811FA">
            <w:pPr>
              <w:pStyle w:val="TableTextCentre"/>
            </w:pPr>
            <w:r w:rsidRPr="005811FA">
              <w:t>X</w:t>
            </w:r>
          </w:p>
        </w:tc>
        <w:tc>
          <w:tcPr>
            <w:tcW w:w="2709" w:type="dxa"/>
            <w:shd w:val="clear" w:color="auto" w:fill="FFFFFF"/>
          </w:tcPr>
          <w:p w14:paraId="0D337190" w14:textId="77777777" w:rsidR="005811FA" w:rsidRPr="005811FA" w:rsidRDefault="005811FA" w:rsidP="005811FA">
            <w:pPr>
              <w:pStyle w:val="TableTextCentre"/>
            </w:pPr>
          </w:p>
        </w:tc>
      </w:tr>
      <w:tr w:rsidR="005811FA" w14:paraId="06BA8CCE" w14:textId="77777777" w:rsidTr="005811FA">
        <w:tc>
          <w:tcPr>
            <w:tcW w:w="2722" w:type="dxa"/>
            <w:shd w:val="clear" w:color="auto" w:fill="FFFFFF"/>
          </w:tcPr>
          <w:p w14:paraId="348F1455" w14:textId="77777777" w:rsidR="005811FA" w:rsidRPr="005811FA" w:rsidRDefault="005811FA" w:rsidP="005811FA">
            <w:pPr>
              <w:pStyle w:val="TableText"/>
            </w:pPr>
            <w:r w:rsidRPr="005811FA">
              <w:t>Market Infrastructure</w:t>
            </w:r>
          </w:p>
        </w:tc>
        <w:tc>
          <w:tcPr>
            <w:tcW w:w="2708" w:type="dxa"/>
            <w:shd w:val="clear" w:color="auto" w:fill="FFFFFF"/>
          </w:tcPr>
          <w:p w14:paraId="700BC3CA" w14:textId="77777777" w:rsidR="005811FA" w:rsidRPr="005811FA" w:rsidRDefault="005811FA" w:rsidP="005811FA">
            <w:pPr>
              <w:pStyle w:val="TableTextCentre"/>
            </w:pPr>
          </w:p>
        </w:tc>
        <w:tc>
          <w:tcPr>
            <w:tcW w:w="2709" w:type="dxa"/>
            <w:shd w:val="clear" w:color="auto" w:fill="FFFFFF"/>
          </w:tcPr>
          <w:p w14:paraId="0E62FE18" w14:textId="77777777" w:rsidR="005811FA" w:rsidRPr="005811FA" w:rsidRDefault="005811FA" w:rsidP="005811FA">
            <w:pPr>
              <w:pStyle w:val="TableTextCentre"/>
            </w:pPr>
            <w:r w:rsidRPr="005811FA">
              <w:t>X</w:t>
            </w:r>
          </w:p>
        </w:tc>
      </w:tr>
      <w:tr w:rsidR="005811FA" w14:paraId="617B34F3" w14:textId="77777777" w:rsidTr="005811FA">
        <w:tc>
          <w:tcPr>
            <w:tcW w:w="2722" w:type="dxa"/>
            <w:shd w:val="clear" w:color="auto" w:fill="FFFFFF"/>
          </w:tcPr>
          <w:p w14:paraId="3DB86326" w14:textId="77777777" w:rsidR="005811FA" w:rsidRPr="005811FA" w:rsidRDefault="005811FA" w:rsidP="005811FA">
            <w:pPr>
              <w:pStyle w:val="TableText"/>
            </w:pPr>
            <w:r w:rsidRPr="005811FA">
              <w:t>Market Data Provider</w:t>
            </w:r>
          </w:p>
        </w:tc>
        <w:tc>
          <w:tcPr>
            <w:tcW w:w="2708" w:type="dxa"/>
            <w:shd w:val="clear" w:color="auto" w:fill="FFFFFF"/>
          </w:tcPr>
          <w:p w14:paraId="65C07800" w14:textId="77777777" w:rsidR="005811FA" w:rsidRPr="005811FA" w:rsidRDefault="005811FA" w:rsidP="005811FA">
            <w:pPr>
              <w:pStyle w:val="TableTextCentre"/>
            </w:pPr>
          </w:p>
        </w:tc>
        <w:tc>
          <w:tcPr>
            <w:tcW w:w="2709" w:type="dxa"/>
            <w:shd w:val="clear" w:color="auto" w:fill="FFFFFF"/>
          </w:tcPr>
          <w:p w14:paraId="23C897FB" w14:textId="77777777" w:rsidR="005811FA" w:rsidRPr="005811FA" w:rsidRDefault="005811FA" w:rsidP="005811FA">
            <w:pPr>
              <w:pStyle w:val="TableTextCentre"/>
            </w:pPr>
            <w:r w:rsidRPr="005811FA">
              <w:t>X</w:t>
            </w:r>
          </w:p>
        </w:tc>
      </w:tr>
    </w:tbl>
    <w:p w14:paraId="4EAB3408" w14:textId="77777777" w:rsidR="00B5372E" w:rsidRDefault="00B5372E" w:rsidP="00A8050C">
      <w:pPr>
        <w:pStyle w:val="Heading1"/>
      </w:pPr>
      <w:bookmarkStart w:id="17" w:name="_Toc161582931"/>
      <w:proofErr w:type="spellStart"/>
      <w:r w:rsidRPr="00863CED">
        <w:lastRenderedPageBreak/>
        <w:t>BusinessProcess</w:t>
      </w:r>
      <w:proofErr w:type="spellEnd"/>
      <w:r>
        <w:t xml:space="preserve"> Description</w:t>
      </w:r>
      <w:bookmarkEnd w:id="17"/>
    </w:p>
    <w:p w14:paraId="18F7E403" w14:textId="77777777" w:rsidR="005811FA" w:rsidRPr="005811FA" w:rsidRDefault="00F116CC" w:rsidP="005811FA">
      <w:r w:rsidRPr="00F116CC">
        <w:t xml:space="preserve">This diagram </w:t>
      </w:r>
      <w:r>
        <w:t>represents</w:t>
      </w:r>
      <w:r w:rsidRPr="00F116CC">
        <w:t xml:space="preserve"> the high level </w:t>
      </w:r>
      <w:proofErr w:type="spellStart"/>
      <w:r w:rsidRPr="004741C3">
        <w:t>BusinessProcesses</w:t>
      </w:r>
      <w:proofErr w:type="spellEnd"/>
      <w:r w:rsidR="005811FA">
        <w:t xml:space="preserve">, used to </w:t>
      </w:r>
      <w:r w:rsidR="005811FA" w:rsidRPr="005811FA">
        <w:t>describe the high-level scope of T2S concerning “Securities Reference Data” and is not to be exhaustive.</w:t>
      </w:r>
    </w:p>
    <w:p w14:paraId="1BFC446E" w14:textId="3B329F21" w:rsidR="004D01EB" w:rsidRDefault="00F116CC" w:rsidP="00D71CE3">
      <w:pPr>
        <w:pStyle w:val="Graphic"/>
        <w:rPr>
          <w:rStyle w:val="Bold"/>
        </w:rPr>
      </w:pPr>
      <w:r w:rsidRPr="00F116CC">
        <w:t xml:space="preserve"> </w:t>
      </w:r>
      <w:r w:rsidR="00D71CE3" w:rsidRPr="00D71CE3">
        <w:drawing>
          <wp:inline distT="0" distB="0" distL="0" distR="0" wp14:anchorId="0AA09552" wp14:editId="317B859C">
            <wp:extent cx="5177790" cy="2589173"/>
            <wp:effectExtent l="0" t="0" r="3810" b="1905"/>
            <wp:docPr id="635324328" name="Picture 1" descr="A diagram of a software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24328" name="Picture 1" descr="A diagram of a software company&#10;&#10;AI-generated content may be incorrect."/>
                    <pic:cNvPicPr/>
                  </pic:nvPicPr>
                  <pic:blipFill>
                    <a:blip r:embed="rId16"/>
                    <a:stretch>
                      <a:fillRect/>
                    </a:stretch>
                  </pic:blipFill>
                  <pic:spPr>
                    <a:xfrm>
                      <a:off x="0" y="0"/>
                      <a:ext cx="5181338" cy="2590947"/>
                    </a:xfrm>
                    <a:prstGeom prst="rect">
                      <a:avLst/>
                    </a:prstGeom>
                  </pic:spPr>
                </pic:pic>
              </a:graphicData>
            </a:graphic>
          </wp:inline>
        </w:drawing>
      </w:r>
    </w:p>
    <w:p w14:paraId="24D81CA0" w14:textId="77777777" w:rsidR="004D01EB" w:rsidRDefault="005811FA" w:rsidP="004741C3">
      <w:pPr>
        <w:pStyle w:val="BlockLabelBeforeTable"/>
      </w:pPr>
      <w:r w:rsidRPr="005811FA">
        <w:t>Create Security</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68C41656"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CEFEEB"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D163A36" w14:textId="77777777" w:rsidR="00803705" w:rsidRDefault="00803705" w:rsidP="00DD3851">
            <w:pPr>
              <w:pStyle w:val="TableHeading"/>
            </w:pPr>
            <w:r>
              <w:t>Description</w:t>
            </w:r>
          </w:p>
        </w:tc>
      </w:tr>
      <w:tr w:rsidR="00803705" w14:paraId="1942A7FC" w14:textId="77777777" w:rsidTr="00922455">
        <w:tc>
          <w:tcPr>
            <w:tcW w:w="1476" w:type="dxa"/>
            <w:shd w:val="clear" w:color="auto" w:fill="FFFFFF"/>
          </w:tcPr>
          <w:p w14:paraId="4599D096" w14:textId="77777777" w:rsidR="00803705" w:rsidRDefault="00803705" w:rsidP="00DD3851">
            <w:pPr>
              <w:pStyle w:val="TableText"/>
            </w:pPr>
            <w:r>
              <w:t>Definition</w:t>
            </w:r>
          </w:p>
        </w:tc>
        <w:tc>
          <w:tcPr>
            <w:tcW w:w="6889" w:type="dxa"/>
            <w:shd w:val="clear" w:color="auto" w:fill="FFFFFF"/>
          </w:tcPr>
          <w:p w14:paraId="38E3E12F" w14:textId="77777777" w:rsidR="00803705" w:rsidRDefault="005811FA" w:rsidP="00DD3851">
            <w:pPr>
              <w:pStyle w:val="TableText"/>
            </w:pPr>
            <w:r w:rsidRPr="005811FA">
              <w:t>When an Instructing Party would like to create a specific security that is not yet supported by the Executing/Servicing Party, an Instructing Party asks the Executing/Servicing Party to create the security in its system.</w:t>
            </w:r>
          </w:p>
        </w:tc>
      </w:tr>
      <w:tr w:rsidR="00803705" w14:paraId="59FC9598" w14:textId="77777777" w:rsidTr="00922455">
        <w:tc>
          <w:tcPr>
            <w:tcW w:w="1476" w:type="dxa"/>
            <w:shd w:val="clear" w:color="auto" w:fill="FFFFFF"/>
          </w:tcPr>
          <w:p w14:paraId="2D333535" w14:textId="77777777" w:rsidR="00803705" w:rsidRDefault="00803705" w:rsidP="00DD3851">
            <w:pPr>
              <w:pStyle w:val="TableText"/>
            </w:pPr>
            <w:r>
              <w:t>Trigger</w:t>
            </w:r>
          </w:p>
        </w:tc>
        <w:tc>
          <w:tcPr>
            <w:tcW w:w="6889" w:type="dxa"/>
            <w:shd w:val="clear" w:color="auto" w:fill="FFFFFF"/>
          </w:tcPr>
          <w:p w14:paraId="208CF0BF" w14:textId="77777777" w:rsidR="00803705" w:rsidRDefault="005811FA" w:rsidP="00DD3851">
            <w:pPr>
              <w:pStyle w:val="TableText"/>
            </w:pPr>
            <w:r w:rsidRPr="005811FA">
              <w:t>The process is triggered when the Instructing Party sends a Security Creation Request message.</w:t>
            </w:r>
          </w:p>
        </w:tc>
      </w:tr>
      <w:tr w:rsidR="00803705" w14:paraId="4F05C49C" w14:textId="77777777" w:rsidTr="00922455">
        <w:tc>
          <w:tcPr>
            <w:tcW w:w="1476" w:type="dxa"/>
            <w:shd w:val="clear" w:color="auto" w:fill="FFFFFF"/>
          </w:tcPr>
          <w:p w14:paraId="4A03C9A0" w14:textId="77777777" w:rsidR="00803705" w:rsidRDefault="00803705" w:rsidP="00DD3851">
            <w:pPr>
              <w:pStyle w:val="TableText"/>
            </w:pPr>
            <w:r>
              <w:t>Pre-conditions</w:t>
            </w:r>
          </w:p>
        </w:tc>
        <w:tc>
          <w:tcPr>
            <w:tcW w:w="6889" w:type="dxa"/>
            <w:shd w:val="clear" w:color="auto" w:fill="FFFFFF"/>
          </w:tcPr>
          <w:p w14:paraId="0E5ADE10" w14:textId="77777777" w:rsidR="00803705" w:rsidRDefault="005811FA" w:rsidP="00DD3851">
            <w:pPr>
              <w:pStyle w:val="TableText"/>
            </w:pPr>
            <w:r w:rsidRPr="005811FA">
              <w:t>The Instructing Party is known by the Executing/Servicing Party system and has been granted the appropriate privileges. The Instructing Party identified a gap in the securities’ coverage of the Executing/Servicing Party. The Instructing Party needs this security to be set-up at the Executing /Servicing Party to perform its activities.</w:t>
            </w:r>
          </w:p>
        </w:tc>
      </w:tr>
      <w:tr w:rsidR="00803705" w14:paraId="6AE40671" w14:textId="77777777" w:rsidTr="00922455">
        <w:tc>
          <w:tcPr>
            <w:tcW w:w="1476" w:type="dxa"/>
            <w:shd w:val="clear" w:color="auto" w:fill="FFFFFF"/>
          </w:tcPr>
          <w:p w14:paraId="2B546260" w14:textId="77777777" w:rsidR="00803705" w:rsidRDefault="00803705" w:rsidP="00DD3851">
            <w:pPr>
              <w:pStyle w:val="TableText"/>
            </w:pPr>
            <w:r>
              <w:t>Post-conditions</w:t>
            </w:r>
          </w:p>
        </w:tc>
        <w:tc>
          <w:tcPr>
            <w:tcW w:w="6889" w:type="dxa"/>
            <w:shd w:val="clear" w:color="auto" w:fill="FFFFFF"/>
          </w:tcPr>
          <w:p w14:paraId="5F4EBE36" w14:textId="77777777" w:rsidR="00803705" w:rsidRDefault="005811FA" w:rsidP="00DD3851">
            <w:pPr>
              <w:pStyle w:val="TableText"/>
            </w:pPr>
            <w:r w:rsidRPr="005811FA">
              <w:t>The acknowledgement of the processing of the creation request.</w:t>
            </w:r>
          </w:p>
        </w:tc>
      </w:tr>
      <w:tr w:rsidR="00803705" w14:paraId="0B07E12F" w14:textId="77777777" w:rsidTr="00922455">
        <w:tc>
          <w:tcPr>
            <w:tcW w:w="1476" w:type="dxa"/>
            <w:shd w:val="clear" w:color="auto" w:fill="FFFFFF"/>
          </w:tcPr>
          <w:p w14:paraId="48D7FB4F" w14:textId="77777777" w:rsidR="00803705" w:rsidRDefault="00803705" w:rsidP="00DD3851">
            <w:pPr>
              <w:pStyle w:val="TableText"/>
            </w:pPr>
            <w:r>
              <w:t>Role</w:t>
            </w:r>
          </w:p>
        </w:tc>
        <w:tc>
          <w:tcPr>
            <w:tcW w:w="6889" w:type="dxa"/>
            <w:shd w:val="clear" w:color="auto" w:fill="FFFFFF"/>
          </w:tcPr>
          <w:p w14:paraId="20D0F306" w14:textId="77777777" w:rsidR="00803705" w:rsidRDefault="005811FA" w:rsidP="00DD3851">
            <w:pPr>
              <w:pStyle w:val="TableText"/>
            </w:pPr>
            <w:r w:rsidRPr="005811FA">
              <w:t>Instructing Party</w:t>
            </w:r>
          </w:p>
        </w:tc>
      </w:tr>
    </w:tbl>
    <w:p w14:paraId="48567DCC" w14:textId="77777777" w:rsidR="00C66146" w:rsidRDefault="005811FA" w:rsidP="00B001DE">
      <w:pPr>
        <w:pStyle w:val="BlockLabelBeforeTable"/>
      </w:pPr>
      <w:r>
        <w:t>Modify Security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248C3370"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24DE04"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666104D" w14:textId="77777777" w:rsidR="00803705" w:rsidRDefault="00803705" w:rsidP="00DD3851">
            <w:pPr>
              <w:pStyle w:val="TableHeading"/>
            </w:pPr>
            <w:r>
              <w:t>Description</w:t>
            </w:r>
          </w:p>
        </w:tc>
      </w:tr>
      <w:tr w:rsidR="00803705" w14:paraId="79572DA5" w14:textId="77777777" w:rsidTr="00922455">
        <w:tc>
          <w:tcPr>
            <w:tcW w:w="1476" w:type="dxa"/>
            <w:shd w:val="clear" w:color="auto" w:fill="FFFFFF"/>
          </w:tcPr>
          <w:p w14:paraId="319E24E2" w14:textId="77777777" w:rsidR="00803705" w:rsidRDefault="00803705" w:rsidP="00DD3851">
            <w:pPr>
              <w:pStyle w:val="TableText"/>
            </w:pPr>
            <w:r>
              <w:t>Definition</w:t>
            </w:r>
          </w:p>
        </w:tc>
        <w:tc>
          <w:tcPr>
            <w:tcW w:w="6888" w:type="dxa"/>
            <w:shd w:val="clear" w:color="auto" w:fill="FFFFFF"/>
          </w:tcPr>
          <w:p w14:paraId="1AF9B9BC" w14:textId="77777777" w:rsidR="00803705" w:rsidRDefault="005811FA" w:rsidP="00DD3851">
            <w:pPr>
              <w:pStyle w:val="TableText"/>
            </w:pPr>
            <w:r w:rsidRPr="005811FA">
              <w:t>When an Instructing Party is in charge of the modification of a specific security already supported by the Executing/Servicing Party system, the Instructing Party asks the Executing/Servicing Party to modify a security in the Executing/Servicing Party system.</w:t>
            </w:r>
          </w:p>
        </w:tc>
      </w:tr>
      <w:tr w:rsidR="00803705" w14:paraId="6B4B1686" w14:textId="77777777" w:rsidTr="00922455">
        <w:tc>
          <w:tcPr>
            <w:tcW w:w="1476" w:type="dxa"/>
            <w:shd w:val="clear" w:color="auto" w:fill="FFFFFF"/>
          </w:tcPr>
          <w:p w14:paraId="207F16AB" w14:textId="77777777" w:rsidR="00803705" w:rsidRDefault="00803705" w:rsidP="00DD3851">
            <w:pPr>
              <w:pStyle w:val="TableText"/>
            </w:pPr>
            <w:r>
              <w:t>Trigger</w:t>
            </w:r>
          </w:p>
        </w:tc>
        <w:tc>
          <w:tcPr>
            <w:tcW w:w="6888" w:type="dxa"/>
            <w:shd w:val="clear" w:color="auto" w:fill="FFFFFF"/>
          </w:tcPr>
          <w:p w14:paraId="46955E2F" w14:textId="77777777" w:rsidR="00803705" w:rsidRDefault="005811FA" w:rsidP="00BD5BF5">
            <w:pPr>
              <w:pStyle w:val="TableText"/>
            </w:pPr>
            <w:r w:rsidRPr="005811FA">
              <w:t>The process is triggered when the Instructing Party sends a Security Maintenance Request message.</w:t>
            </w:r>
          </w:p>
        </w:tc>
      </w:tr>
      <w:tr w:rsidR="00803705" w14:paraId="0540B179" w14:textId="77777777" w:rsidTr="00922455">
        <w:tc>
          <w:tcPr>
            <w:tcW w:w="1476" w:type="dxa"/>
            <w:shd w:val="clear" w:color="auto" w:fill="FFFFFF"/>
          </w:tcPr>
          <w:p w14:paraId="3AAC10A3" w14:textId="77777777" w:rsidR="00803705" w:rsidRDefault="00803705" w:rsidP="00DD3851">
            <w:pPr>
              <w:pStyle w:val="TableText"/>
            </w:pPr>
            <w:r>
              <w:t>Pre-conditions</w:t>
            </w:r>
          </w:p>
        </w:tc>
        <w:tc>
          <w:tcPr>
            <w:tcW w:w="6888" w:type="dxa"/>
            <w:shd w:val="clear" w:color="auto" w:fill="FFFFFF"/>
          </w:tcPr>
          <w:p w14:paraId="7606FDBA" w14:textId="77777777" w:rsidR="00803705" w:rsidRDefault="00BD5BF5" w:rsidP="00DD3851">
            <w:pPr>
              <w:pStyle w:val="TableText"/>
            </w:pPr>
            <w:r w:rsidRPr="00BD5BF5">
              <w:t xml:space="preserve">The Instructing Party is known by the Executing/Servicing Party system and has been granted the appropriate privileges. An attribute of the security has </w:t>
            </w:r>
            <w:r w:rsidRPr="00BD5BF5">
              <w:lastRenderedPageBreak/>
              <w:t>changed which requires a modification of the security in the Executing/Servicing Party system.</w:t>
            </w:r>
          </w:p>
        </w:tc>
      </w:tr>
      <w:tr w:rsidR="00803705" w14:paraId="4EC86868" w14:textId="77777777" w:rsidTr="00922455">
        <w:tc>
          <w:tcPr>
            <w:tcW w:w="1476" w:type="dxa"/>
            <w:shd w:val="clear" w:color="auto" w:fill="FFFFFF"/>
          </w:tcPr>
          <w:p w14:paraId="1DE52DD3" w14:textId="77777777" w:rsidR="00803705" w:rsidRDefault="00803705" w:rsidP="00DD3851">
            <w:pPr>
              <w:pStyle w:val="TableText"/>
            </w:pPr>
            <w:r>
              <w:lastRenderedPageBreak/>
              <w:t>Post-conditions</w:t>
            </w:r>
          </w:p>
        </w:tc>
        <w:tc>
          <w:tcPr>
            <w:tcW w:w="6888" w:type="dxa"/>
            <w:shd w:val="clear" w:color="auto" w:fill="FFFFFF"/>
          </w:tcPr>
          <w:p w14:paraId="7C1BBA56" w14:textId="77777777" w:rsidR="00803705" w:rsidRDefault="00BD5BF5" w:rsidP="00DD3851">
            <w:pPr>
              <w:pStyle w:val="TableText"/>
            </w:pPr>
            <w:r w:rsidRPr="00BD5BF5">
              <w:t>The acknowledgement of the processing of the maintenance request.</w:t>
            </w:r>
          </w:p>
        </w:tc>
      </w:tr>
      <w:tr w:rsidR="00803705" w14:paraId="51367D6F" w14:textId="77777777" w:rsidTr="00922455">
        <w:tc>
          <w:tcPr>
            <w:tcW w:w="1476" w:type="dxa"/>
            <w:shd w:val="clear" w:color="auto" w:fill="FFFFFF"/>
          </w:tcPr>
          <w:p w14:paraId="795A3EA9" w14:textId="77777777" w:rsidR="00803705" w:rsidRDefault="00803705" w:rsidP="00DD3851">
            <w:pPr>
              <w:pStyle w:val="TableText"/>
            </w:pPr>
            <w:r>
              <w:t>Role</w:t>
            </w:r>
          </w:p>
        </w:tc>
        <w:tc>
          <w:tcPr>
            <w:tcW w:w="6888" w:type="dxa"/>
            <w:shd w:val="clear" w:color="auto" w:fill="FFFFFF"/>
          </w:tcPr>
          <w:p w14:paraId="1622D448" w14:textId="77777777" w:rsidR="00803705" w:rsidRDefault="00BD5BF5" w:rsidP="00DD3851">
            <w:pPr>
              <w:pStyle w:val="TableText"/>
            </w:pPr>
            <w:r w:rsidRPr="005811FA">
              <w:t>Instructing Party</w:t>
            </w:r>
          </w:p>
        </w:tc>
      </w:tr>
    </w:tbl>
    <w:p w14:paraId="3276FCC4" w14:textId="77777777" w:rsidR="00BD5BF5" w:rsidRDefault="00BD5BF5" w:rsidP="00BD5BF5">
      <w:pPr>
        <w:pStyle w:val="BlockLabelBeforeTable"/>
      </w:pPr>
      <w:r>
        <w:t>Delete Security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E0D354B"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CBC53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8C869" w14:textId="77777777" w:rsidR="00BD5BF5" w:rsidRDefault="00BD5BF5" w:rsidP="00FF1E86">
            <w:pPr>
              <w:pStyle w:val="TableHeading"/>
            </w:pPr>
            <w:r>
              <w:t>Description</w:t>
            </w:r>
          </w:p>
        </w:tc>
      </w:tr>
      <w:tr w:rsidR="00BD5BF5" w14:paraId="2CFBFA14" w14:textId="77777777" w:rsidTr="00FF1E86">
        <w:tc>
          <w:tcPr>
            <w:tcW w:w="1476" w:type="dxa"/>
            <w:shd w:val="clear" w:color="auto" w:fill="FFFFFF"/>
          </w:tcPr>
          <w:p w14:paraId="7BC24D38" w14:textId="77777777" w:rsidR="00BD5BF5" w:rsidRDefault="00BD5BF5" w:rsidP="00FF1E86">
            <w:pPr>
              <w:pStyle w:val="TableText"/>
            </w:pPr>
            <w:r>
              <w:t>Definition</w:t>
            </w:r>
          </w:p>
        </w:tc>
        <w:tc>
          <w:tcPr>
            <w:tcW w:w="6888" w:type="dxa"/>
            <w:shd w:val="clear" w:color="auto" w:fill="FFFFFF"/>
          </w:tcPr>
          <w:p w14:paraId="6819486A" w14:textId="77777777" w:rsidR="00BD5BF5" w:rsidRDefault="00BD5BF5" w:rsidP="00FF1E86">
            <w:pPr>
              <w:pStyle w:val="TableText"/>
            </w:pPr>
            <w:r w:rsidRPr="00BD5BF5">
              <w:t>When an Instructing Party would like to delete a specific security already supported by the Executing/Servicing Party system, an Instructing Party asks the Executing/Servicing Party to delete the security in its system.</w:t>
            </w:r>
          </w:p>
        </w:tc>
      </w:tr>
      <w:tr w:rsidR="00BD5BF5" w14:paraId="1F4C1425" w14:textId="77777777" w:rsidTr="00FF1E86">
        <w:tc>
          <w:tcPr>
            <w:tcW w:w="1476" w:type="dxa"/>
            <w:shd w:val="clear" w:color="auto" w:fill="FFFFFF"/>
          </w:tcPr>
          <w:p w14:paraId="59B59680" w14:textId="77777777" w:rsidR="00BD5BF5" w:rsidRDefault="00BD5BF5" w:rsidP="00FF1E86">
            <w:pPr>
              <w:pStyle w:val="TableText"/>
            </w:pPr>
            <w:r>
              <w:t>Trigger</w:t>
            </w:r>
          </w:p>
        </w:tc>
        <w:tc>
          <w:tcPr>
            <w:tcW w:w="6888" w:type="dxa"/>
            <w:shd w:val="clear" w:color="auto" w:fill="FFFFFF"/>
          </w:tcPr>
          <w:p w14:paraId="265B800C" w14:textId="77777777" w:rsidR="00BD5BF5" w:rsidRDefault="00BD5BF5" w:rsidP="00FF1E86">
            <w:pPr>
              <w:pStyle w:val="TableText"/>
            </w:pPr>
            <w:r w:rsidRPr="00BD5BF5">
              <w:t>The process is triggered when the Instructing Party sends a Security Deletion Request message.</w:t>
            </w:r>
          </w:p>
        </w:tc>
      </w:tr>
      <w:tr w:rsidR="00BD5BF5" w14:paraId="35B351BB" w14:textId="77777777" w:rsidTr="00FF1E86">
        <w:tc>
          <w:tcPr>
            <w:tcW w:w="1476" w:type="dxa"/>
            <w:shd w:val="clear" w:color="auto" w:fill="FFFFFF"/>
          </w:tcPr>
          <w:p w14:paraId="44AD835E" w14:textId="77777777" w:rsidR="00BD5BF5" w:rsidRDefault="00BD5BF5" w:rsidP="00FF1E86">
            <w:pPr>
              <w:pStyle w:val="TableText"/>
            </w:pPr>
            <w:r>
              <w:t>Pre-conditions</w:t>
            </w:r>
          </w:p>
        </w:tc>
        <w:tc>
          <w:tcPr>
            <w:tcW w:w="6888" w:type="dxa"/>
            <w:shd w:val="clear" w:color="auto" w:fill="FFFFFF"/>
          </w:tcPr>
          <w:p w14:paraId="4F958244" w14:textId="6E6CB0D3" w:rsidR="00BD5BF5" w:rsidRDefault="00BD5BF5" w:rsidP="00FF1E86">
            <w:pPr>
              <w:pStyle w:val="TableText"/>
            </w:pPr>
            <w:r w:rsidRPr="00BD5BF5">
              <w:t>The Instructing Party is known by the Executing/Servicing Party system and has been granted the appropriate privileges. The Instructing Party identified a gap in the Security’ coverage of the Executing/Servicing Party. The Instructing Party needs to remove this security at the Executing /Servicing Party</w:t>
            </w:r>
            <w:r w:rsidR="005030C8">
              <w:t>.</w:t>
            </w:r>
          </w:p>
        </w:tc>
      </w:tr>
      <w:tr w:rsidR="00BD5BF5" w14:paraId="37424E01" w14:textId="77777777" w:rsidTr="00FF1E86">
        <w:tc>
          <w:tcPr>
            <w:tcW w:w="1476" w:type="dxa"/>
            <w:shd w:val="clear" w:color="auto" w:fill="FFFFFF"/>
          </w:tcPr>
          <w:p w14:paraId="3B534368" w14:textId="77777777" w:rsidR="00BD5BF5" w:rsidRDefault="00BD5BF5" w:rsidP="00FF1E86">
            <w:pPr>
              <w:pStyle w:val="TableText"/>
            </w:pPr>
            <w:r>
              <w:t>Post-conditions</w:t>
            </w:r>
          </w:p>
        </w:tc>
        <w:tc>
          <w:tcPr>
            <w:tcW w:w="6888" w:type="dxa"/>
            <w:shd w:val="clear" w:color="auto" w:fill="FFFFFF"/>
          </w:tcPr>
          <w:p w14:paraId="044DC9C5" w14:textId="77777777" w:rsidR="00BD5BF5" w:rsidRDefault="00BD5BF5" w:rsidP="00BD5BF5">
            <w:pPr>
              <w:pStyle w:val="TableText"/>
            </w:pPr>
            <w:r w:rsidRPr="00BD5BF5">
              <w:t xml:space="preserve">The acknowledgement of the processing of the </w:t>
            </w:r>
            <w:r>
              <w:t>deletion</w:t>
            </w:r>
            <w:r w:rsidRPr="00BD5BF5">
              <w:t xml:space="preserve"> request.</w:t>
            </w:r>
          </w:p>
        </w:tc>
      </w:tr>
      <w:tr w:rsidR="00BD5BF5" w14:paraId="1080C502" w14:textId="77777777" w:rsidTr="00FF1E86">
        <w:tc>
          <w:tcPr>
            <w:tcW w:w="1476" w:type="dxa"/>
            <w:shd w:val="clear" w:color="auto" w:fill="FFFFFF"/>
          </w:tcPr>
          <w:p w14:paraId="05B74220" w14:textId="77777777" w:rsidR="00BD5BF5" w:rsidRDefault="00BD5BF5" w:rsidP="00FF1E86">
            <w:pPr>
              <w:pStyle w:val="TableText"/>
            </w:pPr>
            <w:r>
              <w:t>Role</w:t>
            </w:r>
          </w:p>
        </w:tc>
        <w:tc>
          <w:tcPr>
            <w:tcW w:w="6888" w:type="dxa"/>
            <w:shd w:val="clear" w:color="auto" w:fill="FFFFFF"/>
          </w:tcPr>
          <w:p w14:paraId="62707D38" w14:textId="77777777" w:rsidR="00BD5BF5" w:rsidRDefault="00BD5BF5" w:rsidP="00FF1E86">
            <w:pPr>
              <w:pStyle w:val="TableText"/>
            </w:pPr>
            <w:r w:rsidRPr="005811FA">
              <w:t>Instructing Party</w:t>
            </w:r>
          </w:p>
        </w:tc>
      </w:tr>
    </w:tbl>
    <w:p w14:paraId="37129446" w14:textId="77777777" w:rsidR="00BD5BF5" w:rsidRDefault="00BD5BF5" w:rsidP="00BD5BF5">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00F89EF"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CF244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AEE838" w14:textId="77777777" w:rsidR="00BD5BF5" w:rsidRDefault="00BD5BF5" w:rsidP="00FF1E86">
            <w:pPr>
              <w:pStyle w:val="TableHeading"/>
            </w:pPr>
            <w:r>
              <w:t>Description</w:t>
            </w:r>
          </w:p>
        </w:tc>
      </w:tr>
      <w:tr w:rsidR="00BD5BF5" w14:paraId="38F43CA8" w14:textId="77777777" w:rsidTr="00FF1E86">
        <w:tc>
          <w:tcPr>
            <w:tcW w:w="1476" w:type="dxa"/>
            <w:shd w:val="clear" w:color="auto" w:fill="FFFFFF"/>
          </w:tcPr>
          <w:p w14:paraId="3F2B4448" w14:textId="77777777" w:rsidR="00BD5BF5" w:rsidRDefault="00BD5BF5" w:rsidP="00FF1E86">
            <w:pPr>
              <w:pStyle w:val="TableText"/>
            </w:pPr>
            <w:r>
              <w:t>Definition</w:t>
            </w:r>
          </w:p>
        </w:tc>
        <w:tc>
          <w:tcPr>
            <w:tcW w:w="6888" w:type="dxa"/>
            <w:shd w:val="clear" w:color="auto" w:fill="FFFFFF"/>
          </w:tcPr>
          <w:p w14:paraId="79E7494E" w14:textId="6109D752" w:rsidR="00BD5BF5" w:rsidRDefault="00BD5BF5" w:rsidP="00FC34D7">
            <w:pPr>
              <w:pStyle w:val="TableText"/>
            </w:pPr>
            <w:r w:rsidRPr="00BD5BF5">
              <w:t>The Instructing Party asks the Executing/Servic</w:t>
            </w:r>
            <w:r w:rsidR="00FC34D7">
              <w:t xml:space="preserve">ing Party a response to a query </w:t>
            </w:r>
            <w:r w:rsidR="00FC34D7" w:rsidRPr="00627870">
              <w:t xml:space="preserve">or </w:t>
            </w:r>
            <w:r w:rsidR="005B7457">
              <w:t xml:space="preserve">to an </w:t>
            </w:r>
            <w:r w:rsidR="00FC34D7" w:rsidRPr="00627870">
              <w:t xml:space="preserve">Audit Trail </w:t>
            </w:r>
            <w:r w:rsidR="00FC34D7">
              <w:t>q</w:t>
            </w:r>
            <w:r w:rsidR="00FC34D7" w:rsidRPr="00627870">
              <w:t>uery.</w:t>
            </w:r>
          </w:p>
        </w:tc>
      </w:tr>
      <w:tr w:rsidR="00BD5BF5" w14:paraId="6B62AE56" w14:textId="77777777" w:rsidTr="00FF1E86">
        <w:tc>
          <w:tcPr>
            <w:tcW w:w="1476" w:type="dxa"/>
            <w:shd w:val="clear" w:color="auto" w:fill="FFFFFF"/>
          </w:tcPr>
          <w:p w14:paraId="0CC7D4AC" w14:textId="77777777" w:rsidR="00BD5BF5" w:rsidRDefault="00BD5BF5" w:rsidP="00FF1E86">
            <w:pPr>
              <w:pStyle w:val="TableText"/>
            </w:pPr>
            <w:r>
              <w:t>Trigger</w:t>
            </w:r>
          </w:p>
        </w:tc>
        <w:tc>
          <w:tcPr>
            <w:tcW w:w="6888" w:type="dxa"/>
            <w:shd w:val="clear" w:color="auto" w:fill="FFFFFF"/>
          </w:tcPr>
          <w:p w14:paraId="69368394" w14:textId="27EC0792" w:rsidR="00BD5BF5" w:rsidRDefault="00BD5BF5" w:rsidP="00FF1E86">
            <w:pPr>
              <w:pStyle w:val="TableText"/>
            </w:pPr>
            <w:r w:rsidRPr="00BD5BF5">
              <w:t>The process is triggered when the Instructing Party</w:t>
            </w:r>
            <w:r w:rsidR="00FC34D7">
              <w:t xml:space="preserve"> sends a Security Query message or a </w:t>
            </w:r>
            <w:r w:rsidR="00FC34D7" w:rsidRPr="00FC34D7">
              <w:t>Securities Audit Trail Query</w:t>
            </w:r>
            <w:r w:rsidR="0028399D">
              <w:t xml:space="preserve"> message</w:t>
            </w:r>
            <w:r w:rsidR="00FC34D7">
              <w:t>.</w:t>
            </w:r>
          </w:p>
        </w:tc>
      </w:tr>
      <w:tr w:rsidR="00BD5BF5" w14:paraId="2D5E3736" w14:textId="77777777" w:rsidTr="00FF1E86">
        <w:tc>
          <w:tcPr>
            <w:tcW w:w="1476" w:type="dxa"/>
            <w:shd w:val="clear" w:color="auto" w:fill="FFFFFF"/>
          </w:tcPr>
          <w:p w14:paraId="43C716D2" w14:textId="77777777" w:rsidR="00BD5BF5" w:rsidRDefault="00BD5BF5" w:rsidP="00FF1E86">
            <w:pPr>
              <w:pStyle w:val="TableText"/>
            </w:pPr>
            <w:r>
              <w:t>Pre-conditions</w:t>
            </w:r>
          </w:p>
        </w:tc>
        <w:tc>
          <w:tcPr>
            <w:tcW w:w="6888" w:type="dxa"/>
            <w:shd w:val="clear" w:color="auto" w:fill="FFFFFF"/>
          </w:tcPr>
          <w:p w14:paraId="47C3609D" w14:textId="77777777" w:rsidR="00BD5BF5" w:rsidRDefault="00BD5BF5" w:rsidP="00FF1E86">
            <w:pPr>
              <w:pStyle w:val="TableText"/>
            </w:pPr>
            <w:r w:rsidRPr="00BD5BF5">
              <w:t>The query type must be known by the Instructing party and the Executing/Servicing Party.</w:t>
            </w:r>
          </w:p>
        </w:tc>
      </w:tr>
      <w:tr w:rsidR="00BD5BF5" w14:paraId="2ADF15D2" w14:textId="77777777" w:rsidTr="00FF1E86">
        <w:tc>
          <w:tcPr>
            <w:tcW w:w="1476" w:type="dxa"/>
            <w:shd w:val="clear" w:color="auto" w:fill="FFFFFF"/>
          </w:tcPr>
          <w:p w14:paraId="1278D3BC" w14:textId="77777777" w:rsidR="00BD5BF5" w:rsidRDefault="00BD5BF5" w:rsidP="00FF1E86">
            <w:pPr>
              <w:pStyle w:val="TableText"/>
            </w:pPr>
            <w:r>
              <w:t>Post-conditions</w:t>
            </w:r>
          </w:p>
        </w:tc>
        <w:tc>
          <w:tcPr>
            <w:tcW w:w="6888" w:type="dxa"/>
            <w:shd w:val="clear" w:color="auto" w:fill="FFFFFF"/>
          </w:tcPr>
          <w:p w14:paraId="405F80DB" w14:textId="2F3AF3ED" w:rsidR="00BD5BF5" w:rsidRDefault="00BD5BF5" w:rsidP="00FF1E86">
            <w:pPr>
              <w:pStyle w:val="TableText"/>
            </w:pPr>
            <w:r w:rsidRPr="00BD5BF5">
              <w:t>The Security Report message including all of the retrieved securities records</w:t>
            </w:r>
            <w:r w:rsidR="00FC34D7">
              <w:t xml:space="preserve"> or the </w:t>
            </w:r>
            <w:r w:rsidR="00FC34D7" w:rsidRPr="00FC34D7">
              <w:t>Securities Audit Trail Report</w:t>
            </w:r>
            <w:r w:rsidR="0028399D">
              <w:t xml:space="preserve"> message</w:t>
            </w:r>
            <w:r w:rsidR="00FC34D7">
              <w:t xml:space="preserve"> with all the requested audit trail information.</w:t>
            </w:r>
          </w:p>
        </w:tc>
      </w:tr>
      <w:tr w:rsidR="00BD5BF5" w14:paraId="5DA88A32" w14:textId="77777777" w:rsidTr="00FF1E86">
        <w:tc>
          <w:tcPr>
            <w:tcW w:w="1476" w:type="dxa"/>
            <w:shd w:val="clear" w:color="auto" w:fill="FFFFFF"/>
          </w:tcPr>
          <w:p w14:paraId="4B54DEF9" w14:textId="77777777" w:rsidR="00BD5BF5" w:rsidRDefault="00BD5BF5" w:rsidP="00FF1E86">
            <w:pPr>
              <w:pStyle w:val="TableText"/>
            </w:pPr>
            <w:r>
              <w:t>Role</w:t>
            </w:r>
          </w:p>
        </w:tc>
        <w:tc>
          <w:tcPr>
            <w:tcW w:w="6888" w:type="dxa"/>
            <w:shd w:val="clear" w:color="auto" w:fill="FFFFFF"/>
          </w:tcPr>
          <w:p w14:paraId="11FACD74" w14:textId="77777777" w:rsidR="00BD5BF5" w:rsidRDefault="00BD5BF5" w:rsidP="00FF1E86">
            <w:pPr>
              <w:pStyle w:val="TableText"/>
            </w:pPr>
            <w:r w:rsidRPr="005811FA">
              <w:t>Instructing Party</w:t>
            </w:r>
          </w:p>
        </w:tc>
      </w:tr>
    </w:tbl>
    <w:p w14:paraId="25CA7CB4" w14:textId="77777777" w:rsidR="00BD5BF5" w:rsidRDefault="00BD5BF5" w:rsidP="00BD5BF5">
      <w:pPr>
        <w:pStyle w:val="BlockLabelBeforeTable"/>
      </w:pPr>
      <w:r>
        <w:t>General Statement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5400ACEB"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1EC561"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86F8BA" w14:textId="77777777" w:rsidR="00BD5BF5" w:rsidRDefault="00BD5BF5" w:rsidP="00FF1E86">
            <w:pPr>
              <w:pStyle w:val="TableHeading"/>
            </w:pPr>
            <w:r>
              <w:t>Description</w:t>
            </w:r>
          </w:p>
        </w:tc>
      </w:tr>
      <w:tr w:rsidR="00BD5BF5" w14:paraId="5D29C7E7" w14:textId="77777777" w:rsidTr="00FF1E86">
        <w:tc>
          <w:tcPr>
            <w:tcW w:w="1476" w:type="dxa"/>
            <w:shd w:val="clear" w:color="auto" w:fill="FFFFFF"/>
          </w:tcPr>
          <w:p w14:paraId="38F699CC" w14:textId="77777777" w:rsidR="00BD5BF5" w:rsidRDefault="00BD5BF5" w:rsidP="00FF1E86">
            <w:pPr>
              <w:pStyle w:val="TableText"/>
            </w:pPr>
            <w:r>
              <w:t>Definition</w:t>
            </w:r>
          </w:p>
        </w:tc>
        <w:tc>
          <w:tcPr>
            <w:tcW w:w="6888" w:type="dxa"/>
            <w:shd w:val="clear" w:color="auto" w:fill="FFFFFF"/>
          </w:tcPr>
          <w:p w14:paraId="67770C8F" w14:textId="77777777" w:rsidR="00BD5BF5" w:rsidRDefault="00BD5BF5" w:rsidP="00FF1E86">
            <w:pPr>
              <w:pStyle w:val="TableText"/>
            </w:pPr>
            <w:r w:rsidRPr="00BD5BF5">
              <w:t>The Recipient Party receives a Security Activity Advice statement which has been automatically produced by the Executing/Servicing Party.</w:t>
            </w:r>
          </w:p>
        </w:tc>
      </w:tr>
      <w:tr w:rsidR="00BD5BF5" w14:paraId="5D204047" w14:textId="77777777" w:rsidTr="00FF1E86">
        <w:tc>
          <w:tcPr>
            <w:tcW w:w="1476" w:type="dxa"/>
            <w:shd w:val="clear" w:color="auto" w:fill="FFFFFF"/>
          </w:tcPr>
          <w:p w14:paraId="26E6CFB9" w14:textId="77777777" w:rsidR="00BD5BF5" w:rsidRDefault="00BD5BF5" w:rsidP="00FF1E86">
            <w:pPr>
              <w:pStyle w:val="TableText"/>
            </w:pPr>
            <w:r>
              <w:t>Trigger</w:t>
            </w:r>
          </w:p>
        </w:tc>
        <w:tc>
          <w:tcPr>
            <w:tcW w:w="6888" w:type="dxa"/>
            <w:shd w:val="clear" w:color="auto" w:fill="FFFFFF"/>
          </w:tcPr>
          <w:p w14:paraId="7FBBA7C5" w14:textId="77777777" w:rsidR="00BD5BF5" w:rsidRDefault="00BD5BF5" w:rsidP="00FF1E86">
            <w:pPr>
              <w:pStyle w:val="TableText"/>
            </w:pPr>
            <w:r w:rsidRPr="00BD5BF5">
              <w:t>The process is triggered automatically.</w:t>
            </w:r>
          </w:p>
        </w:tc>
      </w:tr>
      <w:tr w:rsidR="00BD5BF5" w14:paraId="4388C534" w14:textId="77777777" w:rsidTr="00FF1E86">
        <w:tc>
          <w:tcPr>
            <w:tcW w:w="1476" w:type="dxa"/>
            <w:shd w:val="clear" w:color="auto" w:fill="FFFFFF"/>
          </w:tcPr>
          <w:p w14:paraId="394ECC9E" w14:textId="77777777" w:rsidR="00BD5BF5" w:rsidRDefault="00BD5BF5" w:rsidP="00FF1E86">
            <w:pPr>
              <w:pStyle w:val="TableText"/>
            </w:pPr>
            <w:r>
              <w:t>Pre-conditions</w:t>
            </w:r>
          </w:p>
        </w:tc>
        <w:tc>
          <w:tcPr>
            <w:tcW w:w="6888" w:type="dxa"/>
            <w:shd w:val="clear" w:color="auto" w:fill="FFFFFF"/>
          </w:tcPr>
          <w:p w14:paraId="1F0CA7A9" w14:textId="77777777" w:rsidR="00BD5BF5" w:rsidRDefault="00BD5BF5" w:rsidP="00FF1E86">
            <w:pPr>
              <w:pStyle w:val="TableText"/>
            </w:pPr>
            <w:r w:rsidRPr="00BD5BF5">
              <w:t>A standing instruction is in place at the Executing/Servicing Party for sending of the statement.</w:t>
            </w:r>
          </w:p>
        </w:tc>
      </w:tr>
      <w:tr w:rsidR="00BD5BF5" w14:paraId="5484C158" w14:textId="77777777" w:rsidTr="00FF1E86">
        <w:tc>
          <w:tcPr>
            <w:tcW w:w="1476" w:type="dxa"/>
            <w:shd w:val="clear" w:color="auto" w:fill="FFFFFF"/>
          </w:tcPr>
          <w:p w14:paraId="71022851" w14:textId="77777777" w:rsidR="00BD5BF5" w:rsidRDefault="00BD5BF5" w:rsidP="00FF1E86">
            <w:pPr>
              <w:pStyle w:val="TableText"/>
            </w:pPr>
            <w:r>
              <w:t>Post-conditions</w:t>
            </w:r>
          </w:p>
        </w:tc>
        <w:tc>
          <w:tcPr>
            <w:tcW w:w="6888" w:type="dxa"/>
            <w:shd w:val="clear" w:color="auto" w:fill="FFFFFF"/>
          </w:tcPr>
          <w:p w14:paraId="7AD18FC0" w14:textId="77777777" w:rsidR="00BD5BF5" w:rsidRDefault="00BD5BF5" w:rsidP="00FF1E86">
            <w:pPr>
              <w:pStyle w:val="TableText"/>
            </w:pPr>
            <w:r w:rsidRPr="00BD5BF5">
              <w:t>The acknowledgement of the sending of the statement.</w:t>
            </w:r>
          </w:p>
        </w:tc>
      </w:tr>
      <w:tr w:rsidR="00BD5BF5" w14:paraId="6E08F8F7" w14:textId="77777777" w:rsidTr="00FF1E86">
        <w:tc>
          <w:tcPr>
            <w:tcW w:w="1476" w:type="dxa"/>
            <w:shd w:val="clear" w:color="auto" w:fill="FFFFFF"/>
          </w:tcPr>
          <w:p w14:paraId="03FA2BE8" w14:textId="77777777" w:rsidR="00BD5BF5" w:rsidRDefault="00BD5BF5" w:rsidP="00FF1E86">
            <w:pPr>
              <w:pStyle w:val="TableText"/>
            </w:pPr>
            <w:r>
              <w:t>Role</w:t>
            </w:r>
          </w:p>
        </w:tc>
        <w:tc>
          <w:tcPr>
            <w:tcW w:w="6888" w:type="dxa"/>
            <w:shd w:val="clear" w:color="auto" w:fill="FFFFFF"/>
          </w:tcPr>
          <w:p w14:paraId="2F731C14" w14:textId="77777777" w:rsidR="00BD5BF5" w:rsidRDefault="00BD5BF5" w:rsidP="00FF1E86">
            <w:pPr>
              <w:pStyle w:val="TableText"/>
            </w:pPr>
            <w:r w:rsidRPr="00BD5BF5">
              <w:t>Executing/Servicing Party</w:t>
            </w:r>
          </w:p>
        </w:tc>
      </w:tr>
    </w:tbl>
    <w:p w14:paraId="6944036E" w14:textId="77777777" w:rsidR="00B5372E" w:rsidRDefault="00B5372E" w:rsidP="008937F9">
      <w:pPr>
        <w:pStyle w:val="Heading1"/>
      </w:pPr>
      <w:bookmarkStart w:id="18" w:name="_Toc161582932"/>
      <w:r>
        <w:lastRenderedPageBreak/>
        <w:t xml:space="preserve">Description of </w:t>
      </w:r>
      <w:proofErr w:type="spellStart"/>
      <w:r w:rsidRPr="00AD74B9">
        <w:t>BusinessActivities</w:t>
      </w:r>
      <w:bookmarkEnd w:id="18"/>
      <w:proofErr w:type="spellEnd"/>
    </w:p>
    <w:p w14:paraId="71447BC8"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6B4DAC47"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7EB48A5F"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70D1E"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1EEBF9"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34F9283" w14:textId="77777777" w:rsidR="00803705" w:rsidRDefault="00803705" w:rsidP="00DD3851">
            <w:pPr>
              <w:pStyle w:val="TableHeading"/>
            </w:pPr>
            <w:r>
              <w:t>Definition</w:t>
            </w:r>
          </w:p>
        </w:tc>
      </w:tr>
      <w:tr w:rsidR="00922455" w14:paraId="1D9EE5BB" w14:textId="77777777" w:rsidTr="00922455">
        <w:tc>
          <w:tcPr>
            <w:tcW w:w="1296" w:type="dxa"/>
            <w:shd w:val="clear" w:color="auto" w:fill="FFFFFF"/>
          </w:tcPr>
          <w:p w14:paraId="6F2D5618" w14:textId="77777777" w:rsidR="00803705" w:rsidRDefault="00803705" w:rsidP="00922455">
            <w:pPr>
              <w:spacing w:after="40"/>
            </w:pPr>
            <w:r>
              <w:object w:dxaOrig="135" w:dyaOrig="180" w14:anchorId="52196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pt;height:9.9pt" o:ole="">
                  <v:imagedata r:id="rId17" o:title=""/>
                </v:shape>
                <o:OLEObject Type="Embed" ProgID="PBrush" ShapeID="_x0000_i1026" DrawAspect="Content" ObjectID="_1827987958" r:id="rId18"/>
              </w:object>
            </w:r>
          </w:p>
        </w:tc>
        <w:tc>
          <w:tcPr>
            <w:tcW w:w="2250" w:type="dxa"/>
            <w:shd w:val="clear" w:color="auto" w:fill="FFFFFF"/>
          </w:tcPr>
          <w:p w14:paraId="394CD307" w14:textId="77777777" w:rsidR="00803705" w:rsidRDefault="00803705" w:rsidP="00DD3851">
            <w:pPr>
              <w:pStyle w:val="TableText"/>
            </w:pPr>
            <w:r>
              <w:t>Start Point</w:t>
            </w:r>
          </w:p>
        </w:tc>
        <w:tc>
          <w:tcPr>
            <w:tcW w:w="4818" w:type="dxa"/>
            <w:shd w:val="clear" w:color="auto" w:fill="FFFFFF"/>
          </w:tcPr>
          <w:p w14:paraId="53487435" w14:textId="77777777" w:rsidR="00803705" w:rsidRDefault="00803705" w:rsidP="00DD3851">
            <w:pPr>
              <w:pStyle w:val="TableText"/>
            </w:pPr>
            <w:r>
              <w:t>Shows where the lifecycle of the business process commences.</w:t>
            </w:r>
          </w:p>
        </w:tc>
      </w:tr>
      <w:tr w:rsidR="00922455" w14:paraId="33BF003E" w14:textId="77777777" w:rsidTr="00922455">
        <w:tc>
          <w:tcPr>
            <w:tcW w:w="1296" w:type="dxa"/>
            <w:shd w:val="clear" w:color="auto" w:fill="FFFFFF"/>
          </w:tcPr>
          <w:p w14:paraId="73DFED8E" w14:textId="77777777" w:rsidR="00803705" w:rsidRDefault="00803705" w:rsidP="00922455">
            <w:pPr>
              <w:spacing w:after="40"/>
            </w:pPr>
            <w:r>
              <w:object w:dxaOrig="330" w:dyaOrig="315" w14:anchorId="33933A56">
                <v:shape id="_x0000_i1027" type="#_x0000_t75" style="width:18pt;height:17.1pt" o:ole="">
                  <v:imagedata r:id="rId19" o:title=""/>
                </v:shape>
                <o:OLEObject Type="Embed" ProgID="PBrush" ShapeID="_x0000_i1027" DrawAspect="Content" ObjectID="_1827987959" r:id="rId20"/>
              </w:object>
            </w:r>
          </w:p>
        </w:tc>
        <w:tc>
          <w:tcPr>
            <w:tcW w:w="2250" w:type="dxa"/>
            <w:shd w:val="clear" w:color="auto" w:fill="FFFFFF"/>
          </w:tcPr>
          <w:p w14:paraId="70A94A62" w14:textId="77777777" w:rsidR="00803705" w:rsidRDefault="00803705" w:rsidP="00DD3851">
            <w:pPr>
              <w:pStyle w:val="TableText"/>
            </w:pPr>
            <w:r>
              <w:t>End Point</w:t>
            </w:r>
          </w:p>
        </w:tc>
        <w:tc>
          <w:tcPr>
            <w:tcW w:w="4818" w:type="dxa"/>
            <w:shd w:val="clear" w:color="auto" w:fill="FFFFFF"/>
          </w:tcPr>
          <w:p w14:paraId="29977DBA" w14:textId="77777777" w:rsidR="00803705" w:rsidRDefault="00803705" w:rsidP="00DD3851">
            <w:pPr>
              <w:pStyle w:val="TableText"/>
            </w:pPr>
            <w:proofErr w:type="gramStart"/>
            <w:r>
              <w:t>Shows  where</w:t>
            </w:r>
            <w:proofErr w:type="gramEnd"/>
            <w:r>
              <w:t xml:space="preserve"> the lifecycle of the business process may </w:t>
            </w:r>
            <w:proofErr w:type="gramStart"/>
            <w:r>
              <w:t>ends</w:t>
            </w:r>
            <w:proofErr w:type="gramEnd"/>
            <w:r>
              <w:t>.</w:t>
            </w:r>
          </w:p>
        </w:tc>
      </w:tr>
      <w:tr w:rsidR="00922455" w14:paraId="51580528" w14:textId="77777777" w:rsidTr="00922455">
        <w:tc>
          <w:tcPr>
            <w:tcW w:w="1296" w:type="dxa"/>
            <w:shd w:val="clear" w:color="auto" w:fill="FFFFFF"/>
          </w:tcPr>
          <w:p w14:paraId="417922CA" w14:textId="77777777" w:rsidR="00803705" w:rsidRDefault="00803705" w:rsidP="00922455">
            <w:pPr>
              <w:spacing w:after="40"/>
            </w:pPr>
            <w:r>
              <w:object w:dxaOrig="255" w:dyaOrig="315" w14:anchorId="3231BC33">
                <v:shape id="_x0000_i1028" type="#_x0000_t75" style="width:12.15pt;height:17.1pt" o:ole="">
                  <v:imagedata r:id="rId21" o:title=""/>
                </v:shape>
                <o:OLEObject Type="Embed" ProgID="PBrush" ShapeID="_x0000_i1028" DrawAspect="Content" ObjectID="_1827987960" r:id="rId22"/>
              </w:object>
            </w:r>
          </w:p>
        </w:tc>
        <w:tc>
          <w:tcPr>
            <w:tcW w:w="2250" w:type="dxa"/>
            <w:shd w:val="clear" w:color="auto" w:fill="FFFFFF"/>
          </w:tcPr>
          <w:p w14:paraId="5F38782C" w14:textId="77777777" w:rsidR="00803705" w:rsidRDefault="00803705" w:rsidP="00DD3851">
            <w:pPr>
              <w:pStyle w:val="TableText"/>
            </w:pPr>
            <w:r>
              <w:t>Lozenge (or diamond)</w:t>
            </w:r>
          </w:p>
        </w:tc>
        <w:tc>
          <w:tcPr>
            <w:tcW w:w="4818" w:type="dxa"/>
            <w:shd w:val="clear" w:color="auto" w:fill="FFFFFF"/>
          </w:tcPr>
          <w:p w14:paraId="14671331" w14:textId="77777777" w:rsidR="00803705" w:rsidRDefault="00803705" w:rsidP="00DD3851">
            <w:pPr>
              <w:pStyle w:val="TableText"/>
            </w:pPr>
            <w:r>
              <w:t>Indicates that a choice between several actions can be made.</w:t>
            </w:r>
          </w:p>
        </w:tc>
      </w:tr>
      <w:tr w:rsidR="00922455" w14:paraId="064FACA7" w14:textId="77777777" w:rsidTr="00922455">
        <w:tc>
          <w:tcPr>
            <w:tcW w:w="1296" w:type="dxa"/>
            <w:shd w:val="clear" w:color="auto" w:fill="FFFFFF"/>
          </w:tcPr>
          <w:p w14:paraId="38CABEE0" w14:textId="77777777" w:rsidR="00803705" w:rsidRDefault="00803705" w:rsidP="00922455">
            <w:pPr>
              <w:spacing w:after="40"/>
            </w:pPr>
            <w:r>
              <w:object w:dxaOrig="780" w:dyaOrig="225" w14:anchorId="390DCAE4">
                <v:shape id="_x0000_i1029" type="#_x0000_t75" style="width:38.7pt;height:11.25pt" o:ole="">
                  <v:imagedata r:id="rId23" o:title=""/>
                </v:shape>
                <o:OLEObject Type="Embed" ProgID="PBrush" ShapeID="_x0000_i1029" DrawAspect="Content" ObjectID="_1827987961" r:id="rId24"/>
              </w:object>
            </w:r>
          </w:p>
        </w:tc>
        <w:tc>
          <w:tcPr>
            <w:tcW w:w="2250" w:type="dxa"/>
            <w:shd w:val="clear" w:color="auto" w:fill="FFFFFF"/>
          </w:tcPr>
          <w:p w14:paraId="55096E11" w14:textId="77777777" w:rsidR="00803705" w:rsidRDefault="00803705" w:rsidP="00DD3851">
            <w:pPr>
              <w:pStyle w:val="TableText"/>
            </w:pPr>
            <w:r>
              <w:t>Bar</w:t>
            </w:r>
          </w:p>
        </w:tc>
        <w:tc>
          <w:tcPr>
            <w:tcW w:w="4818" w:type="dxa"/>
            <w:shd w:val="clear" w:color="auto" w:fill="FFFFFF"/>
          </w:tcPr>
          <w:p w14:paraId="65D06215" w14:textId="77777777" w:rsidR="00803705" w:rsidRDefault="00803705" w:rsidP="00DD3851">
            <w:pPr>
              <w:pStyle w:val="TableText"/>
            </w:pPr>
            <w:r>
              <w:t>Indicates that several actions are initiated in parallel.</w:t>
            </w:r>
          </w:p>
        </w:tc>
      </w:tr>
    </w:tbl>
    <w:p w14:paraId="399F4129" w14:textId="77777777" w:rsidR="00A35A86" w:rsidRDefault="00BD5BF5" w:rsidP="00AD74B9">
      <w:pPr>
        <w:pStyle w:val="Heading2"/>
      </w:pPr>
      <w:bookmarkStart w:id="19" w:name="_Toc229214936"/>
      <w:bookmarkStart w:id="20" w:name="_Toc245875391"/>
      <w:bookmarkStart w:id="21" w:name="_Toc52263269"/>
      <w:bookmarkStart w:id="22" w:name="_Toc161582933"/>
      <w:r w:rsidRPr="00BD5BF5">
        <w:t>Creation Process</w:t>
      </w:r>
      <w:bookmarkEnd w:id="19"/>
      <w:bookmarkEnd w:id="20"/>
      <w:bookmarkEnd w:id="21"/>
      <w:bookmarkEnd w:id="22"/>
    </w:p>
    <w:p w14:paraId="2D93881B" w14:textId="3E57F45E" w:rsidR="00AD74B9" w:rsidRDefault="00D71CE3" w:rsidP="00BD5BF5">
      <w:pPr>
        <w:pStyle w:val="Graphic"/>
      </w:pPr>
      <w:r w:rsidRPr="00D71CE3">
        <w:drawing>
          <wp:inline distT="0" distB="0" distL="0" distR="0" wp14:anchorId="4F4694D0" wp14:editId="4AD5E95E">
            <wp:extent cx="5906135" cy="4598035"/>
            <wp:effectExtent l="0" t="0" r="0" b="0"/>
            <wp:docPr id="1787054994" name="Picture 1" descr="A diagram of an operat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054994" name="Picture 1" descr="A diagram of an operating process&#10;&#10;AI-generated content may be incorrect."/>
                    <pic:cNvPicPr/>
                  </pic:nvPicPr>
                  <pic:blipFill>
                    <a:blip r:embed="rId25"/>
                    <a:stretch>
                      <a:fillRect/>
                    </a:stretch>
                  </pic:blipFill>
                  <pic:spPr>
                    <a:xfrm>
                      <a:off x="0" y="0"/>
                      <a:ext cx="5906135" cy="4598035"/>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922455" w14:paraId="6662AC81" w14:textId="77777777" w:rsidTr="00BD5BF5">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FD92EDB" w14:textId="77777777" w:rsidR="00CA6696" w:rsidRDefault="00CA6696" w:rsidP="00CA6696">
            <w:pPr>
              <w:pStyle w:val="TableHeading"/>
            </w:pPr>
            <w:r>
              <w:lastRenderedPageBreak/>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E74022"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7941125" w14:textId="77777777" w:rsidR="00CA6696" w:rsidRDefault="00CA6696" w:rsidP="00CA6696">
            <w:pPr>
              <w:pStyle w:val="TableHeading"/>
            </w:pPr>
            <w:r>
              <w:t>Initiator</w:t>
            </w:r>
          </w:p>
        </w:tc>
      </w:tr>
      <w:tr w:rsidR="00922455" w14:paraId="1C920680" w14:textId="77777777" w:rsidTr="00BD5BF5">
        <w:tc>
          <w:tcPr>
            <w:tcW w:w="2578" w:type="dxa"/>
            <w:shd w:val="clear" w:color="auto" w:fill="FFFFFF"/>
          </w:tcPr>
          <w:p w14:paraId="7280B890" w14:textId="77777777" w:rsidR="00CA6696" w:rsidRDefault="00CA6696" w:rsidP="00BD5BF5">
            <w:pPr>
              <w:pStyle w:val="TableText"/>
            </w:pPr>
            <w:r>
              <w:t>Instruct</w:t>
            </w:r>
            <w:r w:rsidR="00BD5BF5">
              <w:t>ion</w:t>
            </w:r>
          </w:p>
        </w:tc>
        <w:tc>
          <w:tcPr>
            <w:tcW w:w="3676" w:type="dxa"/>
            <w:shd w:val="clear" w:color="auto" w:fill="FFFFFF"/>
          </w:tcPr>
          <w:p w14:paraId="4F355523" w14:textId="77777777" w:rsidR="00CA6696" w:rsidRDefault="00BD5BF5" w:rsidP="00CA6696">
            <w:pPr>
              <w:pStyle w:val="TableText"/>
            </w:pPr>
            <w:r w:rsidRPr="00BD5BF5">
              <w:t>Instructing Party instructs the Executing/Servicing Party to create a security.</w:t>
            </w:r>
          </w:p>
        </w:tc>
        <w:tc>
          <w:tcPr>
            <w:tcW w:w="1885" w:type="dxa"/>
            <w:shd w:val="clear" w:color="auto" w:fill="FFFFFF"/>
          </w:tcPr>
          <w:p w14:paraId="4C0FFE0D" w14:textId="77777777" w:rsidR="00CA6696" w:rsidRDefault="00CA6696" w:rsidP="00CA6696">
            <w:pPr>
              <w:pStyle w:val="TableText"/>
            </w:pPr>
            <w:r>
              <w:t>Instructing Party</w:t>
            </w:r>
          </w:p>
        </w:tc>
      </w:tr>
      <w:tr w:rsidR="00922455" w14:paraId="4122931C" w14:textId="77777777" w:rsidTr="00BD5BF5">
        <w:tc>
          <w:tcPr>
            <w:tcW w:w="2578" w:type="dxa"/>
            <w:shd w:val="clear" w:color="auto" w:fill="FFFFFF"/>
          </w:tcPr>
          <w:p w14:paraId="291024CF" w14:textId="77777777" w:rsidR="00CA6696" w:rsidRDefault="00BD5BF5" w:rsidP="00BD5BF5">
            <w:pPr>
              <w:pStyle w:val="TableText"/>
            </w:pPr>
            <w:r w:rsidRPr="00BD5BF5">
              <w:t>Validate</w:t>
            </w:r>
          </w:p>
        </w:tc>
        <w:tc>
          <w:tcPr>
            <w:tcW w:w="3676" w:type="dxa"/>
            <w:shd w:val="clear" w:color="auto" w:fill="FFFFFF"/>
          </w:tcPr>
          <w:p w14:paraId="6B60D78A" w14:textId="77777777" w:rsidR="00BD5BF5" w:rsidRPr="00BD5BF5" w:rsidRDefault="00BD5BF5" w:rsidP="00BD5BF5">
            <w:pPr>
              <w:pStyle w:val="TableText"/>
            </w:pPr>
            <w:r w:rsidRPr="00BD5BF5">
              <w:t xml:space="preserve">Executing/Servicing Party system checks if this instruction is a new occurrence or not. </w:t>
            </w:r>
          </w:p>
          <w:p w14:paraId="7D39A7C4" w14:textId="77777777" w:rsidR="00BD5BF5" w:rsidRPr="00BD5BF5" w:rsidRDefault="00BD5BF5" w:rsidP="00BD5BF5">
            <w:pPr>
              <w:pStyle w:val="TableText"/>
            </w:pPr>
            <w:r w:rsidRPr="00BD5BF5">
              <w:t>It also checks if this instruction is already handled or not.</w:t>
            </w:r>
          </w:p>
          <w:p w14:paraId="27E5F3EE" w14:textId="77777777" w:rsidR="00BD5BF5" w:rsidRPr="00BD5BF5" w:rsidRDefault="00BD5BF5" w:rsidP="00BD5BF5">
            <w:pPr>
              <w:pStyle w:val="TableText"/>
            </w:pPr>
            <w:r w:rsidRPr="00BD5BF5">
              <w:t>If validation of the message fails, a status message “REJECTED” will be sent including the related errors and reason information.</w:t>
            </w:r>
          </w:p>
          <w:p w14:paraId="3BCBB054" w14:textId="77777777" w:rsidR="00BD5BF5" w:rsidRPr="00BD5BF5" w:rsidRDefault="00BD5BF5" w:rsidP="00BD5BF5">
            <w:pPr>
              <w:pStyle w:val="TableText"/>
            </w:pPr>
            <w:r w:rsidRPr="00BD5BF5">
              <w:t>If the message is valid and the time permits the creation of the security (e.g. not during a night – time sequence), the data will be processed and a status message “COMPLETED” will be sent.</w:t>
            </w:r>
          </w:p>
          <w:p w14:paraId="10384934" w14:textId="77777777" w:rsidR="00CA6696" w:rsidRDefault="00BD5BF5" w:rsidP="00BD5BF5">
            <w:pPr>
              <w:pStyle w:val="TableText"/>
            </w:pPr>
            <w:r w:rsidRPr="00BD5BF5">
              <w:t>Otherwise a status message “QUEUED” will be sent and the instruction will be resubmit to validation after e.g. a night –time cycle.</w:t>
            </w:r>
          </w:p>
        </w:tc>
        <w:tc>
          <w:tcPr>
            <w:tcW w:w="1885" w:type="dxa"/>
            <w:shd w:val="clear" w:color="auto" w:fill="FFFFFF"/>
          </w:tcPr>
          <w:p w14:paraId="5A5D1CB1" w14:textId="77777777" w:rsidR="00CA6696" w:rsidRDefault="00BD5BF5" w:rsidP="00CA6696">
            <w:pPr>
              <w:pStyle w:val="TableText"/>
            </w:pPr>
            <w:r w:rsidRPr="00BD5BF5">
              <w:t>Executing/Servicing Party</w:t>
            </w:r>
          </w:p>
        </w:tc>
      </w:tr>
      <w:tr w:rsidR="00BD5BF5" w14:paraId="12D97168" w14:textId="77777777" w:rsidTr="00BD5BF5">
        <w:tc>
          <w:tcPr>
            <w:tcW w:w="2578" w:type="dxa"/>
            <w:shd w:val="clear" w:color="auto" w:fill="FFFFFF"/>
          </w:tcPr>
          <w:p w14:paraId="667266B8" w14:textId="77777777" w:rsidR="00BD5BF5" w:rsidRPr="00BD5BF5" w:rsidRDefault="00BD5BF5" w:rsidP="00BD5BF5">
            <w:pPr>
              <w:pStyle w:val="TableText"/>
            </w:pPr>
            <w:r w:rsidRPr="00BD5BF5">
              <w:t>Process</w:t>
            </w:r>
          </w:p>
        </w:tc>
        <w:tc>
          <w:tcPr>
            <w:tcW w:w="3676" w:type="dxa"/>
            <w:shd w:val="clear" w:color="auto" w:fill="FFFFFF"/>
          </w:tcPr>
          <w:p w14:paraId="4DDBA0F8" w14:textId="77777777" w:rsidR="00BD5BF5" w:rsidRPr="00BD5BF5" w:rsidRDefault="00BD5BF5" w:rsidP="00BD5BF5">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7DBB3B28" w14:textId="77777777" w:rsidR="00BD5BF5" w:rsidRDefault="00BD5BF5" w:rsidP="00BD5BF5">
            <w:pPr>
              <w:pStyle w:val="TableText"/>
            </w:pPr>
            <w:r w:rsidRPr="00BD5BF5">
              <w:t>Executing/Servicing Party</w:t>
            </w:r>
          </w:p>
        </w:tc>
      </w:tr>
      <w:tr w:rsidR="00BD5BF5" w14:paraId="7946C243" w14:textId="77777777" w:rsidTr="00BD5BF5">
        <w:tc>
          <w:tcPr>
            <w:tcW w:w="2578" w:type="dxa"/>
            <w:shd w:val="clear" w:color="auto" w:fill="FFFFFF"/>
          </w:tcPr>
          <w:p w14:paraId="3AE070A2" w14:textId="77777777" w:rsidR="00BD5BF5" w:rsidRPr="00BD5BF5" w:rsidRDefault="00BD5BF5" w:rsidP="00BD5BF5">
            <w:pPr>
              <w:pStyle w:val="TableText"/>
            </w:pPr>
            <w:r>
              <w:t>Report</w:t>
            </w:r>
          </w:p>
        </w:tc>
        <w:tc>
          <w:tcPr>
            <w:tcW w:w="3676" w:type="dxa"/>
            <w:shd w:val="clear" w:color="auto" w:fill="FFFFFF"/>
          </w:tcPr>
          <w:p w14:paraId="4F4DC620" w14:textId="77777777" w:rsidR="00BD5BF5" w:rsidRPr="00BD5BF5" w:rsidRDefault="00BD5BF5" w:rsidP="00BD5BF5">
            <w:pPr>
              <w:pStyle w:val="TableText"/>
            </w:pPr>
            <w:r w:rsidRPr="00BD5BF5">
              <w:t>Executing/Servicing Party informs the Instructing Party that this instruction is rejected and why.</w:t>
            </w:r>
          </w:p>
        </w:tc>
        <w:tc>
          <w:tcPr>
            <w:tcW w:w="1885" w:type="dxa"/>
            <w:shd w:val="clear" w:color="auto" w:fill="FFFFFF"/>
          </w:tcPr>
          <w:p w14:paraId="75B69A34" w14:textId="77777777" w:rsidR="00BD5BF5" w:rsidRDefault="00BD5BF5" w:rsidP="00BD5BF5">
            <w:pPr>
              <w:pStyle w:val="TableText"/>
            </w:pPr>
            <w:r w:rsidRPr="00BD5BF5">
              <w:t>Executing/Servicing Party</w:t>
            </w:r>
          </w:p>
        </w:tc>
      </w:tr>
      <w:tr w:rsidR="00BD5BF5" w14:paraId="3FC9CDA5" w14:textId="77777777" w:rsidTr="00BD5BF5">
        <w:tc>
          <w:tcPr>
            <w:tcW w:w="2578" w:type="dxa"/>
            <w:shd w:val="clear" w:color="auto" w:fill="FFFFFF"/>
          </w:tcPr>
          <w:p w14:paraId="2A976A78" w14:textId="77777777" w:rsidR="00BD5BF5" w:rsidRDefault="00BD5BF5" w:rsidP="00BD5BF5">
            <w:pPr>
              <w:pStyle w:val="TableText"/>
            </w:pPr>
            <w:r>
              <w:t>Monitor Process</w:t>
            </w:r>
          </w:p>
        </w:tc>
        <w:tc>
          <w:tcPr>
            <w:tcW w:w="3676" w:type="dxa"/>
            <w:shd w:val="clear" w:color="auto" w:fill="FFFFFF"/>
          </w:tcPr>
          <w:p w14:paraId="0DDC4740" w14:textId="77777777" w:rsidR="00BD5BF5" w:rsidRPr="00BD5BF5" w:rsidRDefault="00BD5BF5" w:rsidP="00BD5BF5">
            <w:pPr>
              <w:pStyle w:val="TableText"/>
            </w:pPr>
            <w:r w:rsidRPr="00BD5BF5">
              <w:t>Instructing Party monitors the status of the instruction.</w:t>
            </w:r>
          </w:p>
        </w:tc>
        <w:tc>
          <w:tcPr>
            <w:tcW w:w="1885" w:type="dxa"/>
            <w:shd w:val="clear" w:color="auto" w:fill="FFFFFF"/>
          </w:tcPr>
          <w:p w14:paraId="56A62AEE" w14:textId="77777777" w:rsidR="00BD5BF5" w:rsidRPr="00BD5BF5" w:rsidRDefault="00627870" w:rsidP="00BD5BF5">
            <w:pPr>
              <w:pStyle w:val="TableText"/>
            </w:pPr>
            <w:r>
              <w:t>Instructing Party</w:t>
            </w:r>
          </w:p>
        </w:tc>
      </w:tr>
    </w:tbl>
    <w:p w14:paraId="3BE2FCF9" w14:textId="77777777" w:rsidR="00627870" w:rsidRDefault="00627870" w:rsidP="00627870">
      <w:pPr>
        <w:pStyle w:val="Heading2"/>
      </w:pPr>
      <w:bookmarkStart w:id="23" w:name="_Toc161582934"/>
      <w:r>
        <w:lastRenderedPageBreak/>
        <w:t>Modification</w:t>
      </w:r>
      <w:r w:rsidRPr="00BD5BF5">
        <w:t xml:space="preserve"> Process</w:t>
      </w:r>
      <w:bookmarkEnd w:id="23"/>
    </w:p>
    <w:p w14:paraId="0E0FA19F" w14:textId="0FB6D84C" w:rsidR="00627870" w:rsidRDefault="00D71CE3" w:rsidP="00627870">
      <w:pPr>
        <w:pStyle w:val="Graphic"/>
      </w:pPr>
      <w:r w:rsidRPr="00D71CE3">
        <w:drawing>
          <wp:inline distT="0" distB="0" distL="0" distR="0" wp14:anchorId="74948245" wp14:editId="34F371DC">
            <wp:extent cx="5906135" cy="4514215"/>
            <wp:effectExtent l="0" t="0" r="0" b="635"/>
            <wp:docPr id="1738857395" name="Picture 1" descr="A diagram of an ongoing par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857395" name="Picture 1" descr="A diagram of an ongoing party&#10;&#10;AI-generated content may be incorrect."/>
                    <pic:cNvPicPr/>
                  </pic:nvPicPr>
                  <pic:blipFill>
                    <a:blip r:embed="rId26"/>
                    <a:stretch>
                      <a:fillRect/>
                    </a:stretch>
                  </pic:blipFill>
                  <pic:spPr>
                    <a:xfrm>
                      <a:off x="0" y="0"/>
                      <a:ext cx="5906135" cy="4514215"/>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579884E7"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B7F6FB"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8AA0B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44B31F" w14:textId="77777777" w:rsidR="00627870" w:rsidRDefault="00627870" w:rsidP="00FF1E86">
            <w:pPr>
              <w:pStyle w:val="TableHeading"/>
            </w:pPr>
            <w:r>
              <w:t>Initiator</w:t>
            </w:r>
          </w:p>
        </w:tc>
      </w:tr>
      <w:tr w:rsidR="00627870" w14:paraId="5800CA05" w14:textId="77777777" w:rsidTr="00FF1E86">
        <w:tc>
          <w:tcPr>
            <w:tcW w:w="2578" w:type="dxa"/>
            <w:shd w:val="clear" w:color="auto" w:fill="FFFFFF"/>
          </w:tcPr>
          <w:p w14:paraId="112F6731" w14:textId="77777777" w:rsidR="00627870" w:rsidRDefault="00627870" w:rsidP="00FF1E86">
            <w:pPr>
              <w:pStyle w:val="TableText"/>
            </w:pPr>
            <w:r>
              <w:t>Instruction</w:t>
            </w:r>
          </w:p>
        </w:tc>
        <w:tc>
          <w:tcPr>
            <w:tcW w:w="3676" w:type="dxa"/>
            <w:shd w:val="clear" w:color="auto" w:fill="FFFFFF"/>
          </w:tcPr>
          <w:p w14:paraId="62966B09" w14:textId="77777777" w:rsidR="00627870" w:rsidRDefault="00627870" w:rsidP="00627870">
            <w:pPr>
              <w:pStyle w:val="TableText"/>
            </w:pPr>
            <w:r w:rsidRPr="00BD5BF5">
              <w:t xml:space="preserve">Instructing Party instructs the Executing/Servicing Party to </w:t>
            </w:r>
            <w:r>
              <w:t>modify</w:t>
            </w:r>
            <w:r w:rsidRPr="00BD5BF5">
              <w:t xml:space="preserve"> a security.</w:t>
            </w:r>
          </w:p>
        </w:tc>
        <w:tc>
          <w:tcPr>
            <w:tcW w:w="1885" w:type="dxa"/>
            <w:shd w:val="clear" w:color="auto" w:fill="FFFFFF"/>
          </w:tcPr>
          <w:p w14:paraId="3F9526DD" w14:textId="77777777" w:rsidR="00627870" w:rsidRDefault="00627870" w:rsidP="00FF1E86">
            <w:pPr>
              <w:pStyle w:val="TableText"/>
            </w:pPr>
            <w:r>
              <w:t>Instructing Party</w:t>
            </w:r>
          </w:p>
        </w:tc>
      </w:tr>
      <w:tr w:rsidR="00627870" w14:paraId="7E3DDFD0" w14:textId="77777777" w:rsidTr="00FF1E86">
        <w:tc>
          <w:tcPr>
            <w:tcW w:w="2578" w:type="dxa"/>
            <w:shd w:val="clear" w:color="auto" w:fill="FFFFFF"/>
          </w:tcPr>
          <w:p w14:paraId="31530493" w14:textId="77777777" w:rsidR="00627870" w:rsidRDefault="00627870" w:rsidP="00FF1E86">
            <w:pPr>
              <w:pStyle w:val="TableText"/>
            </w:pPr>
            <w:r w:rsidRPr="00BD5BF5">
              <w:t>Validate</w:t>
            </w:r>
          </w:p>
        </w:tc>
        <w:tc>
          <w:tcPr>
            <w:tcW w:w="3676" w:type="dxa"/>
            <w:shd w:val="clear" w:color="auto" w:fill="FFFFFF"/>
          </w:tcPr>
          <w:p w14:paraId="58E33E50" w14:textId="77777777" w:rsidR="00627870" w:rsidRPr="00627870" w:rsidRDefault="00627870" w:rsidP="00627870">
            <w:pPr>
              <w:pStyle w:val="TableText"/>
            </w:pPr>
            <w:r w:rsidRPr="00627870">
              <w:t>Executing/Servicing Party checks if the instruction already exists in the system.</w:t>
            </w:r>
          </w:p>
          <w:p w14:paraId="20DA64C5" w14:textId="77777777" w:rsidR="00627870" w:rsidRPr="00627870" w:rsidRDefault="00627870" w:rsidP="00627870">
            <w:pPr>
              <w:pStyle w:val="TableText"/>
            </w:pPr>
            <w:r w:rsidRPr="00627870">
              <w:t>It checks also if the data can or cannot be updated.</w:t>
            </w:r>
          </w:p>
          <w:p w14:paraId="7558AE02" w14:textId="77777777" w:rsidR="00627870" w:rsidRPr="00627870" w:rsidRDefault="00627870" w:rsidP="00627870">
            <w:pPr>
              <w:pStyle w:val="TableText"/>
            </w:pPr>
            <w:r w:rsidRPr="00627870">
              <w:t>If validation of the message fails, a status message “REJECTED” will be sent including the related errors and reason information.</w:t>
            </w:r>
          </w:p>
          <w:p w14:paraId="661877C3" w14:textId="77777777" w:rsidR="00627870" w:rsidRPr="00627870" w:rsidRDefault="00627870" w:rsidP="00627870">
            <w:pPr>
              <w:pStyle w:val="TableText"/>
            </w:pPr>
            <w:r w:rsidRPr="00627870">
              <w:t>If the message is valid and the time permits the update of the security (e.g. not during a night – time sequence), the data will be processed and a status message “COMPLETED” will be sent.</w:t>
            </w:r>
          </w:p>
          <w:p w14:paraId="53B7698D" w14:textId="77777777" w:rsidR="00627870" w:rsidRDefault="00627870" w:rsidP="00627870">
            <w:pPr>
              <w:pStyle w:val="TableText"/>
            </w:pPr>
            <w:r w:rsidRPr="00627870">
              <w:t xml:space="preserve">Otherwise a status message “QUEUED” will be sent and the instruction will be </w:t>
            </w:r>
            <w:r w:rsidRPr="00627870">
              <w:lastRenderedPageBreak/>
              <w:t>resubmit to validation after e.g. a night –time cycle.</w:t>
            </w:r>
          </w:p>
        </w:tc>
        <w:tc>
          <w:tcPr>
            <w:tcW w:w="1885" w:type="dxa"/>
            <w:shd w:val="clear" w:color="auto" w:fill="FFFFFF"/>
          </w:tcPr>
          <w:p w14:paraId="3E592DC6" w14:textId="77777777" w:rsidR="00627870" w:rsidRDefault="00627870" w:rsidP="00FF1E86">
            <w:pPr>
              <w:pStyle w:val="TableText"/>
            </w:pPr>
            <w:r w:rsidRPr="00BD5BF5">
              <w:lastRenderedPageBreak/>
              <w:t>Executing/Servicing Party</w:t>
            </w:r>
          </w:p>
        </w:tc>
      </w:tr>
      <w:tr w:rsidR="00627870" w14:paraId="256437B3" w14:textId="77777777" w:rsidTr="00FF1E86">
        <w:tc>
          <w:tcPr>
            <w:tcW w:w="2578" w:type="dxa"/>
            <w:shd w:val="clear" w:color="auto" w:fill="FFFFFF"/>
          </w:tcPr>
          <w:p w14:paraId="26C03B6E" w14:textId="77777777" w:rsidR="00627870" w:rsidRPr="00BD5BF5" w:rsidRDefault="00627870" w:rsidP="00FF1E86">
            <w:pPr>
              <w:pStyle w:val="TableText"/>
            </w:pPr>
            <w:r w:rsidRPr="00BD5BF5">
              <w:t>Process</w:t>
            </w:r>
          </w:p>
        </w:tc>
        <w:tc>
          <w:tcPr>
            <w:tcW w:w="3676" w:type="dxa"/>
            <w:shd w:val="clear" w:color="auto" w:fill="FFFFFF"/>
          </w:tcPr>
          <w:p w14:paraId="37B4B105" w14:textId="77777777" w:rsidR="00627870" w:rsidRPr="00BD5BF5" w:rsidRDefault="00627870" w:rsidP="00FF1E86">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29F7E04A" w14:textId="77777777" w:rsidR="00627870" w:rsidRDefault="00627870" w:rsidP="00FF1E86">
            <w:pPr>
              <w:pStyle w:val="TableText"/>
            </w:pPr>
            <w:r w:rsidRPr="00BD5BF5">
              <w:t>Executing/Servicing Party</w:t>
            </w:r>
          </w:p>
        </w:tc>
      </w:tr>
      <w:tr w:rsidR="00627870" w14:paraId="297BA77D" w14:textId="77777777" w:rsidTr="00FF1E86">
        <w:tc>
          <w:tcPr>
            <w:tcW w:w="2578" w:type="dxa"/>
            <w:shd w:val="clear" w:color="auto" w:fill="FFFFFF"/>
          </w:tcPr>
          <w:p w14:paraId="10B98614" w14:textId="77777777" w:rsidR="00627870" w:rsidRPr="00BD5BF5" w:rsidRDefault="00627870" w:rsidP="00FF1E86">
            <w:pPr>
              <w:pStyle w:val="TableText"/>
            </w:pPr>
            <w:r>
              <w:t>Report</w:t>
            </w:r>
          </w:p>
        </w:tc>
        <w:tc>
          <w:tcPr>
            <w:tcW w:w="3676" w:type="dxa"/>
            <w:shd w:val="clear" w:color="auto" w:fill="FFFFFF"/>
          </w:tcPr>
          <w:p w14:paraId="38595BA6" w14:textId="77777777" w:rsidR="00627870" w:rsidRPr="00BD5BF5" w:rsidRDefault="00627870" w:rsidP="00FF1E86">
            <w:pPr>
              <w:pStyle w:val="TableText"/>
            </w:pPr>
            <w:r w:rsidRPr="00BD5BF5">
              <w:t>Executing/Servicing Party informs the Instructing Party that this instruction is rejected and why.</w:t>
            </w:r>
          </w:p>
        </w:tc>
        <w:tc>
          <w:tcPr>
            <w:tcW w:w="1885" w:type="dxa"/>
            <w:shd w:val="clear" w:color="auto" w:fill="FFFFFF"/>
          </w:tcPr>
          <w:p w14:paraId="571DB37D" w14:textId="77777777" w:rsidR="00627870" w:rsidRDefault="00627870" w:rsidP="00FF1E86">
            <w:pPr>
              <w:pStyle w:val="TableText"/>
            </w:pPr>
            <w:r w:rsidRPr="00BD5BF5">
              <w:t>Executing/Servicing Party</w:t>
            </w:r>
          </w:p>
        </w:tc>
      </w:tr>
      <w:tr w:rsidR="00627870" w14:paraId="445AD04C" w14:textId="77777777" w:rsidTr="00FF1E86">
        <w:tc>
          <w:tcPr>
            <w:tcW w:w="2578" w:type="dxa"/>
            <w:shd w:val="clear" w:color="auto" w:fill="FFFFFF"/>
          </w:tcPr>
          <w:p w14:paraId="07D54187" w14:textId="77777777" w:rsidR="00627870" w:rsidRDefault="00627870" w:rsidP="00FF1E86">
            <w:pPr>
              <w:pStyle w:val="TableText"/>
            </w:pPr>
            <w:r>
              <w:t>Monitor Process</w:t>
            </w:r>
          </w:p>
        </w:tc>
        <w:tc>
          <w:tcPr>
            <w:tcW w:w="3676" w:type="dxa"/>
            <w:shd w:val="clear" w:color="auto" w:fill="FFFFFF"/>
          </w:tcPr>
          <w:p w14:paraId="1B3F86BA"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6F204743" w14:textId="77777777" w:rsidR="00627870" w:rsidRPr="00BD5BF5" w:rsidRDefault="00627870" w:rsidP="00FF1E86">
            <w:pPr>
              <w:pStyle w:val="TableText"/>
            </w:pPr>
            <w:r>
              <w:t>Instructing Party</w:t>
            </w:r>
          </w:p>
        </w:tc>
      </w:tr>
    </w:tbl>
    <w:p w14:paraId="6AF5D04B" w14:textId="77777777" w:rsidR="00627870" w:rsidRPr="00A35A86" w:rsidRDefault="00627870" w:rsidP="00627870"/>
    <w:p w14:paraId="7344C188" w14:textId="77777777" w:rsidR="00627870" w:rsidRDefault="00627870" w:rsidP="00627870">
      <w:pPr>
        <w:pStyle w:val="Heading2"/>
      </w:pPr>
      <w:bookmarkStart w:id="24" w:name="_Toc161582935"/>
      <w:r>
        <w:t>Deletion</w:t>
      </w:r>
      <w:r w:rsidRPr="00BD5BF5">
        <w:t xml:space="preserve"> Process</w:t>
      </w:r>
      <w:bookmarkEnd w:id="24"/>
    </w:p>
    <w:p w14:paraId="2FC17B03" w14:textId="070FEF50" w:rsidR="00627870" w:rsidRDefault="00D71CE3" w:rsidP="00D71CE3">
      <w:pPr>
        <w:pStyle w:val="Graphic"/>
      </w:pPr>
      <w:r w:rsidRPr="00D71CE3">
        <w:drawing>
          <wp:inline distT="0" distB="0" distL="0" distR="0" wp14:anchorId="095C94DA" wp14:editId="75D3E2B0">
            <wp:extent cx="4762649" cy="3766185"/>
            <wp:effectExtent l="0" t="0" r="0" b="5715"/>
            <wp:docPr id="93533711" name="Picture 1" descr="A diagram of a par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33711" name="Picture 1" descr="A diagram of a party&#10;&#10;AI-generated content may be incorrect."/>
                    <pic:cNvPicPr/>
                  </pic:nvPicPr>
                  <pic:blipFill>
                    <a:blip r:embed="rId27"/>
                    <a:stretch>
                      <a:fillRect/>
                    </a:stretch>
                  </pic:blipFill>
                  <pic:spPr>
                    <a:xfrm>
                      <a:off x="0" y="0"/>
                      <a:ext cx="4767530" cy="3770045"/>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7DE15E8B"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C98FEA1"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46D267B"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69F4CD" w14:textId="77777777" w:rsidR="00627870" w:rsidRDefault="00627870" w:rsidP="00FF1E86">
            <w:pPr>
              <w:pStyle w:val="TableHeading"/>
            </w:pPr>
            <w:r>
              <w:t>Initiator</w:t>
            </w:r>
          </w:p>
        </w:tc>
      </w:tr>
      <w:tr w:rsidR="00627870" w14:paraId="49B6050D" w14:textId="77777777" w:rsidTr="00FF1E86">
        <w:tc>
          <w:tcPr>
            <w:tcW w:w="2578" w:type="dxa"/>
            <w:shd w:val="clear" w:color="auto" w:fill="FFFFFF"/>
          </w:tcPr>
          <w:p w14:paraId="49F50749" w14:textId="77777777" w:rsidR="00627870" w:rsidRDefault="00627870" w:rsidP="00FF1E86">
            <w:pPr>
              <w:pStyle w:val="TableText"/>
            </w:pPr>
            <w:r>
              <w:t>Instruction</w:t>
            </w:r>
          </w:p>
        </w:tc>
        <w:tc>
          <w:tcPr>
            <w:tcW w:w="3676" w:type="dxa"/>
            <w:shd w:val="clear" w:color="auto" w:fill="FFFFFF"/>
          </w:tcPr>
          <w:p w14:paraId="5825610C" w14:textId="77777777" w:rsidR="00627870" w:rsidRDefault="00627870" w:rsidP="00627870">
            <w:pPr>
              <w:pStyle w:val="TableText"/>
            </w:pPr>
            <w:r w:rsidRPr="00BD5BF5">
              <w:t xml:space="preserve">Instructing Party instructs the Executing/Servicing Party to </w:t>
            </w:r>
            <w:r>
              <w:t>delete</w:t>
            </w:r>
            <w:r w:rsidRPr="00BD5BF5">
              <w:t xml:space="preserve"> a security.</w:t>
            </w:r>
          </w:p>
        </w:tc>
        <w:tc>
          <w:tcPr>
            <w:tcW w:w="1885" w:type="dxa"/>
            <w:shd w:val="clear" w:color="auto" w:fill="FFFFFF"/>
          </w:tcPr>
          <w:p w14:paraId="2D08E7EC" w14:textId="77777777" w:rsidR="00627870" w:rsidRDefault="00627870" w:rsidP="00FF1E86">
            <w:pPr>
              <w:pStyle w:val="TableText"/>
            </w:pPr>
            <w:r>
              <w:t>Instructing Party</w:t>
            </w:r>
          </w:p>
        </w:tc>
      </w:tr>
      <w:tr w:rsidR="00627870" w14:paraId="49E3DE87" w14:textId="77777777" w:rsidTr="00FF1E86">
        <w:tc>
          <w:tcPr>
            <w:tcW w:w="2578" w:type="dxa"/>
            <w:shd w:val="clear" w:color="auto" w:fill="FFFFFF"/>
          </w:tcPr>
          <w:p w14:paraId="66ECA607" w14:textId="77777777" w:rsidR="00627870" w:rsidRDefault="00627870" w:rsidP="00FF1E86">
            <w:pPr>
              <w:pStyle w:val="TableText"/>
            </w:pPr>
            <w:r w:rsidRPr="00BD5BF5">
              <w:t>Validate</w:t>
            </w:r>
          </w:p>
        </w:tc>
        <w:tc>
          <w:tcPr>
            <w:tcW w:w="3676" w:type="dxa"/>
            <w:shd w:val="clear" w:color="auto" w:fill="FFFFFF"/>
          </w:tcPr>
          <w:p w14:paraId="1FAA405F" w14:textId="77777777" w:rsidR="00627870" w:rsidRPr="00627870" w:rsidRDefault="00627870" w:rsidP="00627870">
            <w:pPr>
              <w:pStyle w:val="TableText"/>
            </w:pPr>
            <w:r w:rsidRPr="00627870">
              <w:t>Executing/Servicing Party checks if the instruction already exists in the system.</w:t>
            </w:r>
          </w:p>
          <w:p w14:paraId="61745094" w14:textId="77777777" w:rsidR="00627870" w:rsidRPr="00627870" w:rsidRDefault="00627870" w:rsidP="00627870">
            <w:pPr>
              <w:pStyle w:val="TableText"/>
            </w:pPr>
            <w:r w:rsidRPr="00627870">
              <w:lastRenderedPageBreak/>
              <w:t>It checks also if the security can or cannot be deleted.</w:t>
            </w:r>
          </w:p>
          <w:p w14:paraId="46443653" w14:textId="77777777" w:rsidR="00627870" w:rsidRPr="00627870" w:rsidRDefault="00627870" w:rsidP="00627870">
            <w:pPr>
              <w:pStyle w:val="TableText"/>
            </w:pPr>
            <w:r w:rsidRPr="00627870">
              <w:t>If validation of the message fails, a status message “REJECTED” will be sent including the related errors and reason information.</w:t>
            </w:r>
          </w:p>
          <w:p w14:paraId="41E4F1F5" w14:textId="77777777" w:rsidR="00627870" w:rsidRPr="00627870" w:rsidRDefault="00627870" w:rsidP="00627870">
            <w:pPr>
              <w:pStyle w:val="TableText"/>
            </w:pPr>
            <w:r w:rsidRPr="00627870">
              <w:t>If the message is valid and the time permits the deletion of the security (e.g. not during a night – time sequence), the data will be processed and a status message “COMPLETED” will be sent.</w:t>
            </w:r>
          </w:p>
          <w:p w14:paraId="07231BC0" w14:textId="77777777" w:rsidR="00627870" w:rsidRDefault="00627870" w:rsidP="00627870">
            <w:pPr>
              <w:pStyle w:val="TableText"/>
            </w:pPr>
            <w:r w:rsidRPr="00627870">
              <w:t>Otherwise a status message “QUEUED” will be sent and the instruction will be resubmit to validation after e.g. a night –time cycle.</w:t>
            </w:r>
          </w:p>
        </w:tc>
        <w:tc>
          <w:tcPr>
            <w:tcW w:w="1885" w:type="dxa"/>
            <w:shd w:val="clear" w:color="auto" w:fill="FFFFFF"/>
          </w:tcPr>
          <w:p w14:paraId="68EC3CC2" w14:textId="77777777" w:rsidR="00627870" w:rsidRDefault="00627870" w:rsidP="00FF1E86">
            <w:pPr>
              <w:pStyle w:val="TableText"/>
            </w:pPr>
            <w:r w:rsidRPr="00BD5BF5">
              <w:lastRenderedPageBreak/>
              <w:t>Executing/Servicing Party</w:t>
            </w:r>
          </w:p>
        </w:tc>
      </w:tr>
      <w:tr w:rsidR="00627870" w14:paraId="11736E05" w14:textId="77777777" w:rsidTr="00FF1E86">
        <w:tc>
          <w:tcPr>
            <w:tcW w:w="2578" w:type="dxa"/>
            <w:shd w:val="clear" w:color="auto" w:fill="FFFFFF"/>
          </w:tcPr>
          <w:p w14:paraId="45DCCB24" w14:textId="77777777" w:rsidR="00627870" w:rsidRPr="00BD5BF5" w:rsidRDefault="00627870" w:rsidP="00FF1E86">
            <w:pPr>
              <w:pStyle w:val="TableText"/>
            </w:pPr>
            <w:r w:rsidRPr="00BD5BF5">
              <w:t>Process</w:t>
            </w:r>
          </w:p>
        </w:tc>
        <w:tc>
          <w:tcPr>
            <w:tcW w:w="3676" w:type="dxa"/>
            <w:shd w:val="clear" w:color="auto" w:fill="FFFFFF"/>
          </w:tcPr>
          <w:p w14:paraId="426A05B6" w14:textId="77777777" w:rsidR="00627870" w:rsidRPr="00BD5BF5" w:rsidRDefault="00627870" w:rsidP="00FF1E86">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7869E497" w14:textId="77777777" w:rsidR="00627870" w:rsidRDefault="00627870" w:rsidP="00FF1E86">
            <w:pPr>
              <w:pStyle w:val="TableText"/>
            </w:pPr>
            <w:r w:rsidRPr="00BD5BF5">
              <w:t>Executing/Servicing Party</w:t>
            </w:r>
          </w:p>
        </w:tc>
      </w:tr>
      <w:tr w:rsidR="00627870" w14:paraId="794D2475" w14:textId="77777777" w:rsidTr="00FF1E86">
        <w:tc>
          <w:tcPr>
            <w:tcW w:w="2578" w:type="dxa"/>
            <w:shd w:val="clear" w:color="auto" w:fill="FFFFFF"/>
          </w:tcPr>
          <w:p w14:paraId="14505E5B" w14:textId="77777777" w:rsidR="00627870" w:rsidRPr="00BD5BF5" w:rsidRDefault="00627870" w:rsidP="00FF1E86">
            <w:pPr>
              <w:pStyle w:val="TableText"/>
            </w:pPr>
            <w:r>
              <w:t>Report</w:t>
            </w:r>
          </w:p>
        </w:tc>
        <w:tc>
          <w:tcPr>
            <w:tcW w:w="3676" w:type="dxa"/>
            <w:shd w:val="clear" w:color="auto" w:fill="FFFFFF"/>
          </w:tcPr>
          <w:p w14:paraId="6A4086CC" w14:textId="77777777" w:rsidR="00627870" w:rsidRPr="00BD5BF5" w:rsidRDefault="00627870" w:rsidP="00FF1E86">
            <w:pPr>
              <w:pStyle w:val="TableText"/>
            </w:pPr>
            <w:r w:rsidRPr="00BD5BF5">
              <w:t>Executing/Servicing Party informs the Instructing Party that this instruction is rejected and why.</w:t>
            </w:r>
          </w:p>
        </w:tc>
        <w:tc>
          <w:tcPr>
            <w:tcW w:w="1885" w:type="dxa"/>
            <w:shd w:val="clear" w:color="auto" w:fill="FFFFFF"/>
          </w:tcPr>
          <w:p w14:paraId="488033B9" w14:textId="77777777" w:rsidR="00627870" w:rsidRDefault="00627870" w:rsidP="00FF1E86">
            <w:pPr>
              <w:pStyle w:val="TableText"/>
            </w:pPr>
            <w:r w:rsidRPr="00BD5BF5">
              <w:t>Executing/Servicing Party</w:t>
            </w:r>
          </w:p>
        </w:tc>
      </w:tr>
      <w:tr w:rsidR="00627870" w14:paraId="1CDCC0AE" w14:textId="77777777" w:rsidTr="00FF1E86">
        <w:tc>
          <w:tcPr>
            <w:tcW w:w="2578" w:type="dxa"/>
            <w:shd w:val="clear" w:color="auto" w:fill="FFFFFF"/>
          </w:tcPr>
          <w:p w14:paraId="1F7C9E0F" w14:textId="77777777" w:rsidR="00627870" w:rsidRDefault="00627870" w:rsidP="00FF1E86">
            <w:pPr>
              <w:pStyle w:val="TableText"/>
            </w:pPr>
            <w:r>
              <w:t>Monitor Process</w:t>
            </w:r>
          </w:p>
        </w:tc>
        <w:tc>
          <w:tcPr>
            <w:tcW w:w="3676" w:type="dxa"/>
            <w:shd w:val="clear" w:color="auto" w:fill="FFFFFF"/>
          </w:tcPr>
          <w:p w14:paraId="0AC85B2D"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435E89E4" w14:textId="77777777" w:rsidR="00627870" w:rsidRPr="00BD5BF5" w:rsidRDefault="00627870" w:rsidP="00FF1E86">
            <w:pPr>
              <w:pStyle w:val="TableText"/>
            </w:pPr>
            <w:r>
              <w:t>Instructing Party</w:t>
            </w:r>
          </w:p>
        </w:tc>
      </w:tr>
    </w:tbl>
    <w:p w14:paraId="5BD88650" w14:textId="77777777" w:rsidR="00627870" w:rsidRPr="00A35A86" w:rsidRDefault="00627870" w:rsidP="00627870"/>
    <w:p w14:paraId="1CA58042" w14:textId="77777777" w:rsidR="00627870" w:rsidRPr="00627870" w:rsidRDefault="00627870" w:rsidP="00627870">
      <w:pPr>
        <w:pStyle w:val="Heading2"/>
      </w:pPr>
      <w:bookmarkStart w:id="25" w:name="_Toc161582936"/>
      <w:r w:rsidRPr="00627870">
        <w:t xml:space="preserve">Query/Query Response </w:t>
      </w:r>
      <w:r>
        <w:t>P</w:t>
      </w:r>
      <w:r w:rsidRPr="00627870">
        <w:t>rocess</w:t>
      </w:r>
      <w:bookmarkEnd w:id="25"/>
    </w:p>
    <w:p w14:paraId="14362B9C" w14:textId="6A533E2D" w:rsidR="00627870" w:rsidRDefault="00D71CE3" w:rsidP="00627870">
      <w:pPr>
        <w:pStyle w:val="Graphic"/>
      </w:pPr>
      <w:r w:rsidRPr="00D71CE3">
        <w:drawing>
          <wp:inline distT="0" distB="0" distL="0" distR="0" wp14:anchorId="168536B1" wp14:editId="63697C15">
            <wp:extent cx="4380148" cy="2755900"/>
            <wp:effectExtent l="0" t="0" r="1905" b="6350"/>
            <wp:docPr id="1149092958" name="Picture 1" descr="A diagram of a par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092958" name="Picture 1" descr="A diagram of a party&#10;&#10;AI-generated content may be incorrect."/>
                    <pic:cNvPicPr/>
                  </pic:nvPicPr>
                  <pic:blipFill>
                    <a:blip r:embed="rId28"/>
                    <a:stretch>
                      <a:fillRect/>
                    </a:stretch>
                  </pic:blipFill>
                  <pic:spPr>
                    <a:xfrm>
                      <a:off x="0" y="0"/>
                      <a:ext cx="4384100" cy="2758387"/>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3752E66"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33CC05" w14:textId="77777777" w:rsidR="00627870" w:rsidRDefault="00627870" w:rsidP="00FF1E86">
            <w:pPr>
              <w:pStyle w:val="TableHeading"/>
            </w:pPr>
            <w:r>
              <w:lastRenderedPageBreak/>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26DF8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A978F" w14:textId="77777777" w:rsidR="00627870" w:rsidRDefault="00627870" w:rsidP="00FF1E86">
            <w:pPr>
              <w:pStyle w:val="TableHeading"/>
            </w:pPr>
            <w:r>
              <w:t>Initiator</w:t>
            </w:r>
          </w:p>
        </w:tc>
      </w:tr>
      <w:tr w:rsidR="00627870" w14:paraId="259761CF" w14:textId="77777777" w:rsidTr="00FF1E86">
        <w:tc>
          <w:tcPr>
            <w:tcW w:w="2578" w:type="dxa"/>
            <w:shd w:val="clear" w:color="auto" w:fill="FFFFFF"/>
          </w:tcPr>
          <w:p w14:paraId="2181FD03" w14:textId="77777777" w:rsidR="00627870" w:rsidRDefault="00627870" w:rsidP="00FF1E86">
            <w:pPr>
              <w:pStyle w:val="TableText"/>
            </w:pPr>
            <w:r>
              <w:t>Instruction</w:t>
            </w:r>
          </w:p>
        </w:tc>
        <w:tc>
          <w:tcPr>
            <w:tcW w:w="3676" w:type="dxa"/>
            <w:shd w:val="clear" w:color="auto" w:fill="FFFFFF"/>
          </w:tcPr>
          <w:p w14:paraId="12D41C88" w14:textId="77777777" w:rsidR="00627870" w:rsidRDefault="00627870" w:rsidP="00FF1E86">
            <w:pPr>
              <w:pStyle w:val="TableText"/>
            </w:pPr>
            <w:r w:rsidRPr="00627870">
              <w:t>Instructing Party instructs Executing/Servicing Party to run a query or Audit Trail Query.</w:t>
            </w:r>
          </w:p>
        </w:tc>
        <w:tc>
          <w:tcPr>
            <w:tcW w:w="1885" w:type="dxa"/>
            <w:shd w:val="clear" w:color="auto" w:fill="FFFFFF"/>
          </w:tcPr>
          <w:p w14:paraId="6E5748F9" w14:textId="77777777" w:rsidR="00627870" w:rsidRDefault="00627870" w:rsidP="00FF1E86">
            <w:pPr>
              <w:pStyle w:val="TableText"/>
            </w:pPr>
            <w:r>
              <w:t>Instructing Party</w:t>
            </w:r>
          </w:p>
        </w:tc>
      </w:tr>
      <w:tr w:rsidR="00627870" w14:paraId="1E7CBDBD" w14:textId="77777777" w:rsidTr="00FF1E86">
        <w:tc>
          <w:tcPr>
            <w:tcW w:w="2578" w:type="dxa"/>
            <w:shd w:val="clear" w:color="auto" w:fill="FFFFFF"/>
          </w:tcPr>
          <w:p w14:paraId="3B9004A9" w14:textId="77777777" w:rsidR="00627870" w:rsidRDefault="00627870" w:rsidP="00FF1E86">
            <w:pPr>
              <w:pStyle w:val="TableText"/>
            </w:pPr>
            <w:r w:rsidRPr="00BD5BF5">
              <w:t>Process</w:t>
            </w:r>
            <w:r>
              <w:t xml:space="preserve"> query</w:t>
            </w:r>
          </w:p>
        </w:tc>
        <w:tc>
          <w:tcPr>
            <w:tcW w:w="3676" w:type="dxa"/>
            <w:shd w:val="clear" w:color="auto" w:fill="FFFFFF"/>
          </w:tcPr>
          <w:p w14:paraId="1F0FA5A8" w14:textId="77777777" w:rsidR="00627870" w:rsidRPr="00627870" w:rsidRDefault="00627870" w:rsidP="00627870">
            <w:pPr>
              <w:pStyle w:val="TableText"/>
            </w:pPr>
            <w:r w:rsidRPr="00627870">
              <w:t>Executing/Servicing Party processes the request.</w:t>
            </w:r>
          </w:p>
          <w:p w14:paraId="3652E4D7" w14:textId="77777777" w:rsidR="00627870" w:rsidRDefault="00627870" w:rsidP="00627870">
            <w:pPr>
              <w:pStyle w:val="TableText"/>
            </w:pPr>
            <w:r w:rsidRPr="00627870">
              <w:t>In case the processing of the query takes too much time or cannot give any positive response, the Executing/Servicing Party sends an error message back to the Instructing Party with the error code and the related explanation.</w:t>
            </w:r>
          </w:p>
        </w:tc>
        <w:tc>
          <w:tcPr>
            <w:tcW w:w="1885" w:type="dxa"/>
            <w:shd w:val="clear" w:color="auto" w:fill="FFFFFF"/>
          </w:tcPr>
          <w:p w14:paraId="2521D889" w14:textId="77777777" w:rsidR="00627870" w:rsidRDefault="00627870" w:rsidP="00FF1E86">
            <w:pPr>
              <w:pStyle w:val="TableText"/>
            </w:pPr>
            <w:r w:rsidRPr="00BD5BF5">
              <w:t>Executing/Servicing Party</w:t>
            </w:r>
          </w:p>
        </w:tc>
      </w:tr>
      <w:tr w:rsidR="00627870" w14:paraId="3F96C5CB" w14:textId="77777777" w:rsidTr="00FF1E86">
        <w:tc>
          <w:tcPr>
            <w:tcW w:w="2578" w:type="dxa"/>
            <w:shd w:val="clear" w:color="auto" w:fill="FFFFFF"/>
          </w:tcPr>
          <w:p w14:paraId="3287B774" w14:textId="77777777" w:rsidR="00627870" w:rsidRPr="00BD5BF5" w:rsidRDefault="00627870" w:rsidP="00FF1E86">
            <w:pPr>
              <w:pStyle w:val="TableText"/>
            </w:pPr>
            <w:r>
              <w:t>Response</w:t>
            </w:r>
          </w:p>
        </w:tc>
        <w:tc>
          <w:tcPr>
            <w:tcW w:w="3676" w:type="dxa"/>
            <w:shd w:val="clear" w:color="auto" w:fill="FFFFFF"/>
          </w:tcPr>
          <w:p w14:paraId="1B95B509" w14:textId="77777777" w:rsidR="00627870" w:rsidRPr="00BD5BF5" w:rsidRDefault="00627870" w:rsidP="00FF1E86">
            <w:pPr>
              <w:pStyle w:val="TableText"/>
            </w:pPr>
            <w:r w:rsidRPr="00627870">
              <w:t>Executing/Services Party sends the response to the Instructing Party according to query results.</w:t>
            </w:r>
          </w:p>
        </w:tc>
        <w:tc>
          <w:tcPr>
            <w:tcW w:w="1885" w:type="dxa"/>
            <w:shd w:val="clear" w:color="auto" w:fill="FFFFFF"/>
          </w:tcPr>
          <w:p w14:paraId="594ED037" w14:textId="77777777" w:rsidR="00627870" w:rsidRDefault="00627870" w:rsidP="00FF1E86">
            <w:pPr>
              <w:pStyle w:val="TableText"/>
            </w:pPr>
            <w:r w:rsidRPr="00BD5BF5">
              <w:t>Executing/Servicing Party</w:t>
            </w:r>
          </w:p>
        </w:tc>
      </w:tr>
      <w:tr w:rsidR="00627870" w14:paraId="166952BF" w14:textId="77777777" w:rsidTr="00FF1E86">
        <w:tc>
          <w:tcPr>
            <w:tcW w:w="2578" w:type="dxa"/>
            <w:shd w:val="clear" w:color="auto" w:fill="FFFFFF"/>
          </w:tcPr>
          <w:p w14:paraId="162EC13C" w14:textId="77777777" w:rsidR="00627870" w:rsidRDefault="00627870" w:rsidP="00FF1E86">
            <w:pPr>
              <w:pStyle w:val="TableText"/>
            </w:pPr>
            <w:r>
              <w:t>Monitor Process</w:t>
            </w:r>
          </w:p>
        </w:tc>
        <w:tc>
          <w:tcPr>
            <w:tcW w:w="3676" w:type="dxa"/>
            <w:shd w:val="clear" w:color="auto" w:fill="FFFFFF"/>
          </w:tcPr>
          <w:p w14:paraId="1AB7CF06"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88DE3D0" w14:textId="77777777" w:rsidR="00627870" w:rsidRPr="00BD5BF5" w:rsidRDefault="00627870" w:rsidP="00FF1E86">
            <w:pPr>
              <w:pStyle w:val="TableText"/>
            </w:pPr>
            <w:r>
              <w:t>Instructing Party</w:t>
            </w:r>
          </w:p>
        </w:tc>
      </w:tr>
    </w:tbl>
    <w:p w14:paraId="619814FE" w14:textId="77777777" w:rsidR="00627870" w:rsidRPr="00A35A86" w:rsidRDefault="00627870" w:rsidP="00627870"/>
    <w:p w14:paraId="226A498A" w14:textId="77777777" w:rsidR="00627870" w:rsidRPr="00627870" w:rsidRDefault="00627870" w:rsidP="00627870">
      <w:pPr>
        <w:pStyle w:val="Heading2"/>
      </w:pPr>
      <w:bookmarkStart w:id="26" w:name="_Toc161582937"/>
      <w:r>
        <w:t>Statement</w:t>
      </w:r>
      <w:r w:rsidRPr="00627870">
        <w:t xml:space="preserve"> </w:t>
      </w:r>
      <w:r>
        <w:t>P</w:t>
      </w:r>
      <w:r w:rsidRPr="00627870">
        <w:t>rocess</w:t>
      </w:r>
      <w:bookmarkEnd w:id="26"/>
    </w:p>
    <w:p w14:paraId="6293F0DF" w14:textId="014E1730" w:rsidR="00627870" w:rsidRDefault="00D71CE3" w:rsidP="00627870">
      <w:pPr>
        <w:pStyle w:val="Graphic"/>
      </w:pPr>
      <w:r w:rsidRPr="00D71CE3">
        <w:drawing>
          <wp:inline distT="0" distB="0" distL="0" distR="0" wp14:anchorId="2BDC3ECA" wp14:editId="4BCF610A">
            <wp:extent cx="4516046" cy="2877820"/>
            <wp:effectExtent l="0" t="0" r="0" b="0"/>
            <wp:docPr id="637005199"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199" name="Picture 1" descr="A diagram of a company&#10;&#10;AI-generated content may be incorrect."/>
                    <pic:cNvPicPr/>
                  </pic:nvPicPr>
                  <pic:blipFill>
                    <a:blip r:embed="rId29"/>
                    <a:stretch>
                      <a:fillRect/>
                    </a:stretch>
                  </pic:blipFill>
                  <pic:spPr>
                    <a:xfrm>
                      <a:off x="0" y="0"/>
                      <a:ext cx="4518080" cy="2879116"/>
                    </a:xfrm>
                    <a:prstGeom prst="rect">
                      <a:avLst/>
                    </a:prstGeom>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A6F999B"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8C8EA0"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487462"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A5886C" w14:textId="77777777" w:rsidR="00627870" w:rsidRDefault="00627870" w:rsidP="00FF1E86">
            <w:pPr>
              <w:pStyle w:val="TableHeading"/>
            </w:pPr>
            <w:r>
              <w:t>Initiator</w:t>
            </w:r>
          </w:p>
        </w:tc>
      </w:tr>
      <w:tr w:rsidR="00627870" w14:paraId="6B99DBD9" w14:textId="77777777" w:rsidTr="00FF1E86">
        <w:tc>
          <w:tcPr>
            <w:tcW w:w="2578" w:type="dxa"/>
            <w:shd w:val="clear" w:color="auto" w:fill="FFFFFF"/>
          </w:tcPr>
          <w:p w14:paraId="5664D19C" w14:textId="77777777" w:rsidR="00627870" w:rsidRDefault="00627870" w:rsidP="00FF1E86">
            <w:pPr>
              <w:pStyle w:val="TableText"/>
            </w:pPr>
            <w:r>
              <w:t>Instruction</w:t>
            </w:r>
          </w:p>
        </w:tc>
        <w:tc>
          <w:tcPr>
            <w:tcW w:w="3676" w:type="dxa"/>
            <w:shd w:val="clear" w:color="auto" w:fill="FFFFFF"/>
          </w:tcPr>
          <w:p w14:paraId="74CA22A3" w14:textId="77777777" w:rsidR="00627870" w:rsidRPr="00627870" w:rsidRDefault="00627870" w:rsidP="00627870">
            <w:pPr>
              <w:pStyle w:val="TableText"/>
            </w:pPr>
            <w:r w:rsidRPr="00627870">
              <w:t>Instructing Party might instruct Executing/Servicing Party to run a statement.</w:t>
            </w:r>
          </w:p>
          <w:p w14:paraId="099FC6AC" w14:textId="77777777" w:rsidR="00627870" w:rsidRDefault="00627870" w:rsidP="00627870">
            <w:pPr>
              <w:pStyle w:val="TableText"/>
            </w:pPr>
            <w:r w:rsidRPr="00627870">
              <w:t>This is not covered by the current process as NO message will be created to cover this.</w:t>
            </w:r>
          </w:p>
        </w:tc>
        <w:tc>
          <w:tcPr>
            <w:tcW w:w="1885" w:type="dxa"/>
            <w:shd w:val="clear" w:color="auto" w:fill="FFFFFF"/>
          </w:tcPr>
          <w:p w14:paraId="519566E9" w14:textId="77777777" w:rsidR="00627870" w:rsidRDefault="00627870" w:rsidP="00FF1E86">
            <w:pPr>
              <w:pStyle w:val="TableText"/>
            </w:pPr>
            <w:r>
              <w:t>Instructing Party</w:t>
            </w:r>
          </w:p>
        </w:tc>
      </w:tr>
      <w:tr w:rsidR="00627870" w14:paraId="34E89CF3" w14:textId="77777777" w:rsidTr="00FF1E86">
        <w:tc>
          <w:tcPr>
            <w:tcW w:w="2578" w:type="dxa"/>
            <w:shd w:val="clear" w:color="auto" w:fill="FFFFFF"/>
          </w:tcPr>
          <w:p w14:paraId="0894008F" w14:textId="77777777" w:rsidR="00627870" w:rsidRDefault="00627870" w:rsidP="00627870">
            <w:pPr>
              <w:pStyle w:val="TableText"/>
            </w:pPr>
            <w:r w:rsidRPr="00BD5BF5">
              <w:lastRenderedPageBreak/>
              <w:t>Process</w:t>
            </w:r>
            <w:r>
              <w:t xml:space="preserve"> statement</w:t>
            </w:r>
          </w:p>
        </w:tc>
        <w:tc>
          <w:tcPr>
            <w:tcW w:w="3676" w:type="dxa"/>
            <w:shd w:val="clear" w:color="auto" w:fill="FFFFFF"/>
          </w:tcPr>
          <w:p w14:paraId="30E610A4" w14:textId="77777777" w:rsidR="00627870" w:rsidRDefault="00627870" w:rsidP="00FF1E86">
            <w:pPr>
              <w:pStyle w:val="TableText"/>
            </w:pPr>
            <w:r w:rsidRPr="00627870">
              <w:t>Executing/Servicing Party processes the statement.</w:t>
            </w:r>
          </w:p>
        </w:tc>
        <w:tc>
          <w:tcPr>
            <w:tcW w:w="1885" w:type="dxa"/>
            <w:shd w:val="clear" w:color="auto" w:fill="FFFFFF"/>
          </w:tcPr>
          <w:p w14:paraId="0519413E" w14:textId="77777777" w:rsidR="00627870" w:rsidRDefault="00627870" w:rsidP="00FF1E86">
            <w:pPr>
              <w:pStyle w:val="TableText"/>
            </w:pPr>
            <w:r w:rsidRPr="00BD5BF5">
              <w:t>Executing/Servicing Party</w:t>
            </w:r>
          </w:p>
        </w:tc>
      </w:tr>
      <w:tr w:rsidR="00627870" w14:paraId="74EDB970" w14:textId="77777777" w:rsidTr="00FF1E86">
        <w:tc>
          <w:tcPr>
            <w:tcW w:w="2578" w:type="dxa"/>
            <w:shd w:val="clear" w:color="auto" w:fill="FFFFFF"/>
          </w:tcPr>
          <w:p w14:paraId="5AD9DD4F" w14:textId="77777777" w:rsidR="00627870" w:rsidRPr="00BD5BF5" w:rsidRDefault="00627870" w:rsidP="00FF1E86">
            <w:pPr>
              <w:pStyle w:val="TableText"/>
            </w:pPr>
            <w:r>
              <w:t>Response</w:t>
            </w:r>
          </w:p>
        </w:tc>
        <w:tc>
          <w:tcPr>
            <w:tcW w:w="3676" w:type="dxa"/>
            <w:shd w:val="clear" w:color="auto" w:fill="FFFFFF"/>
          </w:tcPr>
          <w:p w14:paraId="730C0107" w14:textId="77777777" w:rsidR="00627870" w:rsidRPr="00BD5BF5" w:rsidRDefault="00627870" w:rsidP="00FF1E86">
            <w:pPr>
              <w:pStyle w:val="TableText"/>
            </w:pPr>
            <w:r w:rsidRPr="00627870">
              <w:t>Executing/Servicing Party sends the statement to the Instructing Party.</w:t>
            </w:r>
          </w:p>
        </w:tc>
        <w:tc>
          <w:tcPr>
            <w:tcW w:w="1885" w:type="dxa"/>
            <w:shd w:val="clear" w:color="auto" w:fill="FFFFFF"/>
          </w:tcPr>
          <w:p w14:paraId="2E9067E0" w14:textId="77777777" w:rsidR="00627870" w:rsidRDefault="00627870" w:rsidP="00FF1E86">
            <w:pPr>
              <w:pStyle w:val="TableText"/>
            </w:pPr>
            <w:r w:rsidRPr="00BD5BF5">
              <w:t>Executing/Servicing Party</w:t>
            </w:r>
          </w:p>
        </w:tc>
      </w:tr>
      <w:tr w:rsidR="00627870" w14:paraId="3D5A18B0" w14:textId="77777777" w:rsidTr="00FF1E86">
        <w:tc>
          <w:tcPr>
            <w:tcW w:w="2578" w:type="dxa"/>
            <w:shd w:val="clear" w:color="auto" w:fill="FFFFFF"/>
          </w:tcPr>
          <w:p w14:paraId="5EEFFF50" w14:textId="77777777" w:rsidR="00627870" w:rsidRDefault="00627870" w:rsidP="00FF1E86">
            <w:pPr>
              <w:pStyle w:val="TableText"/>
            </w:pPr>
            <w:r>
              <w:t>Monitor Process</w:t>
            </w:r>
          </w:p>
        </w:tc>
        <w:tc>
          <w:tcPr>
            <w:tcW w:w="3676" w:type="dxa"/>
            <w:shd w:val="clear" w:color="auto" w:fill="FFFFFF"/>
          </w:tcPr>
          <w:p w14:paraId="38228332"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F0FD48E" w14:textId="77777777" w:rsidR="00627870" w:rsidRPr="00BD5BF5" w:rsidRDefault="00627870" w:rsidP="00FF1E86">
            <w:pPr>
              <w:pStyle w:val="TableText"/>
            </w:pPr>
            <w:r>
              <w:t>Instructing Party</w:t>
            </w:r>
          </w:p>
        </w:tc>
      </w:tr>
    </w:tbl>
    <w:p w14:paraId="4471EE41" w14:textId="77777777" w:rsidR="00627870" w:rsidRPr="00A35A86" w:rsidRDefault="00627870" w:rsidP="00627870"/>
    <w:p w14:paraId="61CE170B" w14:textId="77777777" w:rsidR="00CA6696" w:rsidRPr="00A35A86" w:rsidRDefault="00CA6696" w:rsidP="00A35A86"/>
    <w:p w14:paraId="3A56DC42" w14:textId="77777777" w:rsidR="00B5372E" w:rsidRDefault="00B5372E" w:rsidP="00A8050C">
      <w:pPr>
        <w:pStyle w:val="Heading1"/>
      </w:pPr>
      <w:bookmarkStart w:id="27" w:name="_Toc161582938"/>
      <w:proofErr w:type="spellStart"/>
      <w:r w:rsidRPr="00863CED">
        <w:lastRenderedPageBreak/>
        <w:t>BusinessTransactions</w:t>
      </w:r>
      <w:bookmarkEnd w:id="27"/>
      <w:proofErr w:type="spellEnd"/>
    </w:p>
    <w:p w14:paraId="314CB2F5"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667A38D1" w14:textId="77777777" w:rsidR="002E1CB1" w:rsidRDefault="00627870" w:rsidP="002E1CB1">
      <w:pPr>
        <w:pStyle w:val="Heading2"/>
      </w:pPr>
      <w:bookmarkStart w:id="28" w:name="_Toc52263275"/>
      <w:bookmarkStart w:id="29" w:name="_Toc161582939"/>
      <w:r w:rsidRPr="00627870">
        <w:t>Creation Process</w:t>
      </w:r>
      <w:bookmarkEnd w:id="28"/>
      <w:bookmarkEnd w:id="29"/>
    </w:p>
    <w:p w14:paraId="79E2A5A1" w14:textId="77777777" w:rsidR="00627870" w:rsidRPr="00627870" w:rsidRDefault="00627870" w:rsidP="00627870">
      <w:pPr>
        <w:pStyle w:val="Heading3"/>
      </w:pPr>
      <w:bookmarkStart w:id="30" w:name="_Toc52263276"/>
      <w:r w:rsidRPr="00627870">
        <w:t>Confirmation Scenario</w:t>
      </w:r>
      <w:bookmarkEnd w:id="30"/>
    </w:p>
    <w:p w14:paraId="06F90D6C" w14:textId="77777777" w:rsidR="00627870" w:rsidRPr="00627870" w:rsidRDefault="00627870" w:rsidP="00627870">
      <w:r w:rsidRPr="00627870">
        <w:t>Applies when the instruction sent by the Instructing Party is processed and confirmed by the Executing/Servicing Party.</w:t>
      </w:r>
    </w:p>
    <w:p w14:paraId="1B84AC7F" w14:textId="77777777" w:rsidR="00627870" w:rsidRPr="00627870" w:rsidRDefault="00627870" w:rsidP="00627870"/>
    <w:p w14:paraId="4BDA49D2" w14:textId="77777777" w:rsidR="00627870" w:rsidRPr="00627870" w:rsidRDefault="00627870" w:rsidP="00F307D3">
      <w:pPr>
        <w:pStyle w:val="Graphic"/>
      </w:pPr>
      <w:r w:rsidRPr="00627870">
        <w:rPr>
          <w:noProof/>
          <w:lang w:eastAsia="en-GB"/>
        </w:rPr>
        <mc:AlternateContent>
          <mc:Choice Requires="wpc">
            <w:drawing>
              <wp:inline distT="0" distB="0" distL="0" distR="0" wp14:anchorId="6945C44A" wp14:editId="34882F23">
                <wp:extent cx="5448935" cy="2115820"/>
                <wp:effectExtent l="0" t="0" r="0" b="0"/>
                <wp:docPr id="178" name="Area di disegno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2" name="Text Box 7"/>
                        <wps:cNvSpPr txBox="1">
                          <a:spLocks noChangeArrowheads="1"/>
                        </wps:cNvSpPr>
                        <wps:spPr bwMode="auto">
                          <a:xfrm>
                            <a:off x="939445" y="169542"/>
                            <a:ext cx="1124089"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EFF2E"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wps:txbx>
                        <wps:bodyPr rot="0" vert="horz" wrap="square" lIns="91440" tIns="45720" rIns="91440" bIns="45720" upright="1">
                          <a:noAutofit/>
                        </wps:bodyPr>
                      </wps:wsp>
                      <pic:pic xmlns:pic="http://schemas.openxmlformats.org/drawingml/2006/picture">
                        <pic:nvPicPr>
                          <pic:cNvPr id="17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171"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172" name="Text Box 17"/>
                        <wps:cNvSpPr txBox="1">
                          <a:spLocks noChangeArrowheads="1"/>
                        </wps:cNvSpPr>
                        <wps:spPr bwMode="auto">
                          <a:xfrm>
                            <a:off x="1302102" y="1380883"/>
                            <a:ext cx="299923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3935"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 xml:space="preserve">Creation </w:t>
                              </w:r>
                              <w:r w:rsidRPr="005771D6">
                                <w:rPr>
                                  <w:rFonts w:cs="Arial"/>
                                  <w:color w:val="000000"/>
                                  <w:sz w:val="18"/>
                                  <w:szCs w:val="18"/>
                                </w:rPr>
                                <w:t xml:space="preserve">Status </w:t>
                              </w:r>
                              <w:r>
                                <w:rPr>
                                  <w:rFonts w:cs="Arial"/>
                                  <w:color w:val="000000"/>
                                  <w:sz w:val="18"/>
                                  <w:szCs w:val="18"/>
                                </w:rPr>
                                <w:t>Advice (reda.008</w:t>
                              </w:r>
                              <w:r w:rsidRPr="005771D6">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173" name="Line 18"/>
                        <wps:cNvCnPr>
                          <a:endCxn id="172" idx="3"/>
                        </wps:cNvCnPr>
                        <wps:spPr bwMode="auto">
                          <a:xfrm flipH="1" flipV="1">
                            <a:off x="4301337" y="1495190"/>
                            <a:ext cx="239830" cy="153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Line 19"/>
                        <wps:cNvCnPr/>
                        <wps:spPr bwMode="auto">
                          <a:xfrm flipH="1">
                            <a:off x="887684" y="1505930"/>
                            <a:ext cx="412551"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75" name="Text Box 20"/>
                        <wps:cNvSpPr txBox="1">
                          <a:spLocks noChangeArrowheads="1"/>
                        </wps:cNvSpPr>
                        <wps:spPr bwMode="auto">
                          <a:xfrm>
                            <a:off x="1221638" y="1741447"/>
                            <a:ext cx="3210320"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B7C7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COMPLETED</w:t>
                              </w:r>
                            </w:p>
                            <w:p w14:paraId="6CD3EF06"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wps:txbx>
                        <wps:bodyPr rot="0" vert="horz" wrap="square" lIns="91440" tIns="45720" rIns="91440" bIns="45720" anchor="t" anchorCtr="0" upright="1">
                          <a:noAutofit/>
                        </wps:bodyPr>
                      </wps:wsp>
                      <wps:wsp>
                        <wps:cNvPr id="176" name="Line 21"/>
                        <wps:cNvCnPr>
                          <a:endCxn id="175" idx="3"/>
                        </wps:cNvCnPr>
                        <wps:spPr bwMode="auto">
                          <a:xfrm flipH="1" flipV="1">
                            <a:off x="4431958" y="1855754"/>
                            <a:ext cx="103803" cy="46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22"/>
                        <wps:cNvCnPr/>
                        <wps:spPr bwMode="auto">
                          <a:xfrm flipH="1">
                            <a:off x="884592" y="1870330"/>
                            <a:ext cx="4156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Text Box 5"/>
                        <wps:cNvSpPr txBox="1">
                          <a:spLocks noChangeArrowheads="1"/>
                        </wps:cNvSpPr>
                        <wps:spPr bwMode="auto">
                          <a:xfrm>
                            <a:off x="1471893" y="461605"/>
                            <a:ext cx="2763608" cy="37232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BC2A2"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wps:txbx>
                        <wps:bodyPr rot="0" vert="horz" wrap="square" lIns="91440" tIns="45720" rIns="91440" bIns="45720" anchor="t" anchorCtr="0" upright="1">
                          <a:noAutofit/>
                        </wps:bodyPr>
                      </wps:wsp>
                      <wps:wsp>
                        <wps:cNvPr id="199" name="Line 8"/>
                        <wps:cNvCnPr/>
                        <wps:spPr bwMode="auto">
                          <a:xfrm>
                            <a:off x="3575050" y="676485"/>
                            <a:ext cx="886168" cy="698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00" name="Line 9"/>
                        <wps:cNvCnPr/>
                        <wps:spPr bwMode="auto">
                          <a:xfrm flipH="1">
                            <a:off x="939445" y="676485"/>
                            <a:ext cx="524575"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945C44A" id="Area di disegno 178" o:spid="_x0000_s1026"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">
                <v:shape id="_x0000_s1027" type="#_x0000_t75" style="position:absolute;width:54489;height:21158;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w:txbxContent>
                      <w:p w14:paraId="3DAEFF2E"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1029"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2" o:title=""/>
                </v:shape>
                <v:shape id="Picture 16" o:spid="_x0000_s1030"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3" o:title=""/>
                </v:shape>
                <v:shape id="Text Box 17" o:spid="_x0000_s1031"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w:txbxContent>
                      <w:p w14:paraId="405C3935"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 xml:space="preserve">Creation </w:t>
                        </w:r>
                        <w:r w:rsidRPr="005771D6">
                          <w:rPr>
                            <w:rFonts w:cs="Arial"/>
                            <w:color w:val="000000"/>
                            <w:sz w:val="18"/>
                            <w:szCs w:val="18"/>
                          </w:rPr>
                          <w:t xml:space="preserve">Status </w:t>
                        </w:r>
                        <w:r>
                          <w:rPr>
                            <w:rFonts w:cs="Arial"/>
                            <w:color w:val="000000"/>
                            <w:sz w:val="18"/>
                            <w:szCs w:val="18"/>
                          </w:rPr>
                          <w:t>Advice (reda.008</w:t>
                        </w:r>
                        <w:r w:rsidRPr="005771D6">
                          <w:rPr>
                            <w:rFonts w:cs="Arial"/>
                            <w:color w:val="000000"/>
                            <w:sz w:val="18"/>
                            <w:szCs w:val="18"/>
                          </w:rPr>
                          <w:t>)</w:t>
                        </w:r>
                        <w:r>
                          <w:rPr>
                            <w:rFonts w:cs="Arial"/>
                            <w:color w:val="000000"/>
                            <w:sz w:val="18"/>
                            <w:szCs w:val="18"/>
                          </w:rPr>
                          <w:t>: QUEUED</w:t>
                        </w:r>
                      </w:p>
                    </w:txbxContent>
                  </v:textbox>
                </v:shape>
                <v:line id="Line 18" o:spid="_x0000_s1032"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">
                  <v:stroke dashstyle="dash"/>
                </v:line>
                <v:line id="Line 19" o:spid="_x0000_s1033"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">
                  <v:stroke dashstyle="dash" endarrow="block"/>
                </v:line>
                <v:shape id="Text Box 20" o:spid="_x0000_s1034" type="#_x0000_t202" style="position:absolute;left:12216;top:17414;width:321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w:txbxContent>
                      <w:p w14:paraId="2BAB7C7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COMPLETED</w:t>
                        </w:r>
                      </w:p>
                      <w:p w14:paraId="6CD3EF06"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1035" style="position:absolute;flip:x y;visibility:visible;mso-wrap-style:square" from="44319,18557"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"/>
                <v:line id="Line 22" o:spid="_x0000_s1036"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1037"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w:txbxContent>
                      <w:p w14:paraId="364BC2A2"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v:textbox>
                </v:shape>
                <v:line id="Line 8" o:spid="_x0000_s1038" style="position:absolute;visibility:visible;mso-wrap-style:square" from="35750,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" strokecolor="black [3213]">
                  <v:stroke endarrow="block"/>
                </v:line>
                <v:line id="Line 9" o:spid="_x0000_s1039" style="position:absolute;flip:x;visibility:visible;mso-wrap-style:square" from="9394,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" strokecolor="black [3213]"/>
                <w10:anchorlock/>
              </v:group>
            </w:pict>
          </mc:Fallback>
        </mc:AlternateContent>
      </w:r>
    </w:p>
    <w:p w14:paraId="104ED449" w14:textId="77777777" w:rsidR="00627870" w:rsidRPr="00627870" w:rsidRDefault="00627870" w:rsidP="00F307D3">
      <w:pPr>
        <w:pStyle w:val="BlockLabelBeforeXML"/>
      </w:pPr>
      <w:r w:rsidRPr="00627870">
        <w:t>Security Creation Request</w:t>
      </w:r>
    </w:p>
    <w:p w14:paraId="3B32A393" w14:textId="77777777" w:rsidR="00627870" w:rsidRPr="00627870" w:rsidRDefault="00627870" w:rsidP="00F307D3">
      <w:r w:rsidRPr="00627870">
        <w:t xml:space="preserve">The Instructing Party sends the instruction to the Executing/Servicing Party to create a new security. This instruction contains information that clearly identify the security. </w:t>
      </w:r>
    </w:p>
    <w:p w14:paraId="20BA1AF1" w14:textId="77777777" w:rsidR="00627870" w:rsidRPr="00627870" w:rsidRDefault="00627870" w:rsidP="00F307D3">
      <w:pPr>
        <w:pStyle w:val="BlockLabelBeforeXML"/>
      </w:pPr>
      <w:r w:rsidRPr="00627870">
        <w:t>Security Creation Status Advice</w:t>
      </w:r>
    </w:p>
    <w:p w14:paraId="1EA84F8B" w14:textId="77777777" w:rsidR="00627870" w:rsidRPr="00627870" w:rsidRDefault="00627870" w:rsidP="00627870">
      <w:r w:rsidRPr="00627870">
        <w:t>The Executing/Servicing Party informs the Instructing Party about the lifecycle of its instruction with the following statuses:</w:t>
      </w:r>
    </w:p>
    <w:p w14:paraId="3A003F9E" w14:textId="77777777" w:rsidR="00627870" w:rsidRPr="00627870" w:rsidRDefault="00627870" w:rsidP="00F307D3">
      <w:pPr>
        <w:pStyle w:val="BlockLabelBeforeXML"/>
      </w:pPr>
      <w:r w:rsidRPr="00F307D3">
        <w:t>Queued</w:t>
      </w:r>
    </w:p>
    <w:p w14:paraId="36956C1D" w14:textId="77777777" w:rsidR="00627870" w:rsidRPr="00627870" w:rsidRDefault="00627870" w:rsidP="00627870">
      <w:r w:rsidRPr="00627870">
        <w:t xml:space="preserve">The Executing/Servicing Party might inform the Instructing party that the processing of Security Creation Request has been delayed. In case of e.g. a night-time cycle is running.  </w:t>
      </w:r>
    </w:p>
    <w:p w14:paraId="1D61549A" w14:textId="77777777" w:rsidR="00627870" w:rsidRPr="00627870" w:rsidRDefault="00627870" w:rsidP="00F307D3">
      <w:pPr>
        <w:pStyle w:val="BlockLabelBeforeXML"/>
      </w:pPr>
      <w:r w:rsidRPr="00F307D3">
        <w:t>Completed</w:t>
      </w:r>
    </w:p>
    <w:p w14:paraId="39F75709" w14:textId="77777777" w:rsidR="00627870" w:rsidRPr="00627870" w:rsidRDefault="00627870" w:rsidP="00627870">
      <w:r w:rsidRPr="00627870">
        <w:t>The Executing/Servicing Party informs the Instructing party that the Security Creation Request has been successfully processed. The Executing/Servicing Party present to the Instructing Party the identification of the Security that has been processed.</w:t>
      </w:r>
    </w:p>
    <w:p w14:paraId="60D2CBDC" w14:textId="77777777" w:rsidR="00627870" w:rsidRPr="00627870" w:rsidRDefault="00627870" w:rsidP="00627870"/>
    <w:p w14:paraId="11E39DBA" w14:textId="77777777" w:rsidR="00627870" w:rsidRPr="00627870" w:rsidRDefault="00627870" w:rsidP="00627870">
      <w:pPr>
        <w:pStyle w:val="Heading3"/>
      </w:pPr>
      <w:bookmarkStart w:id="31" w:name="_Toc52263277"/>
      <w:r w:rsidRPr="00627870">
        <w:t>Rejection Scenario</w:t>
      </w:r>
      <w:bookmarkEnd w:id="31"/>
    </w:p>
    <w:p w14:paraId="6426A423" w14:textId="77777777" w:rsidR="00627870" w:rsidRPr="00627870" w:rsidRDefault="00627870" w:rsidP="00627870">
      <w:r w:rsidRPr="00627870">
        <w:t>Applies when the instruction sent by the Instructing Party is rejected by the Executing/Servicing Party.</w:t>
      </w:r>
    </w:p>
    <w:p w14:paraId="3973BC11" w14:textId="77777777" w:rsidR="00627870" w:rsidRPr="00627870" w:rsidRDefault="00627870" w:rsidP="00F307D3">
      <w:pPr>
        <w:pStyle w:val="Graphic"/>
      </w:pPr>
      <w:r w:rsidRPr="00627870">
        <w:rPr>
          <w:noProof/>
          <w:lang w:eastAsia="en-GB"/>
        </w:rPr>
        <w:lastRenderedPageBreak/>
        <mc:AlternateContent>
          <mc:Choice Requires="wpc">
            <w:drawing>
              <wp:inline distT="0" distB="0" distL="0" distR="0" wp14:anchorId="3344C7F1" wp14:editId="70B72876">
                <wp:extent cx="5448935" cy="2115820"/>
                <wp:effectExtent l="0" t="0" r="0" b="0"/>
                <wp:docPr id="31" name="Area di disegno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Text Box 7"/>
                        <wps:cNvSpPr txBox="1">
                          <a:spLocks noChangeArrowheads="1"/>
                        </wps:cNvSpPr>
                        <wps:spPr bwMode="auto">
                          <a:xfrm>
                            <a:off x="939445" y="169542"/>
                            <a:ext cx="1124089"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4F4F7"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wps:txbx>
                        <wps:bodyPr rot="0" vert="horz" wrap="square" lIns="91440" tIns="45720" rIns="91440" bIns="45720" upright="1">
                          <a:noAutofit/>
                        </wps:bodyPr>
                      </wps:wsp>
                      <pic:pic xmlns:pic="http://schemas.openxmlformats.org/drawingml/2006/picture">
                        <pic:nvPicPr>
                          <pic:cNvPr id="2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1"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2" name="Text Box 17"/>
                        <wps:cNvSpPr txBox="1">
                          <a:spLocks noChangeArrowheads="1"/>
                        </wps:cNvSpPr>
                        <wps:spPr bwMode="auto">
                          <a:xfrm>
                            <a:off x="1302102" y="1380883"/>
                            <a:ext cx="299923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4E7D3"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Creation Status Advice (reda.008</w:t>
                              </w:r>
                              <w:r w:rsidRPr="005771D6">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3" name="Line 18"/>
                        <wps:cNvCnPr>
                          <a:endCxn id="22" idx="3"/>
                        </wps:cNvCnPr>
                        <wps:spPr bwMode="auto">
                          <a:xfrm flipH="1" flipV="1">
                            <a:off x="4301337" y="1495190"/>
                            <a:ext cx="239830" cy="153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Line 19"/>
                        <wps:cNvCnPr/>
                        <wps:spPr bwMode="auto">
                          <a:xfrm flipH="1">
                            <a:off x="887684" y="1505930"/>
                            <a:ext cx="412551"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 name="Text Box 20"/>
                        <wps:cNvSpPr txBox="1">
                          <a:spLocks noChangeArrowheads="1"/>
                        </wps:cNvSpPr>
                        <wps:spPr bwMode="auto">
                          <a:xfrm>
                            <a:off x="1236268" y="1741447"/>
                            <a:ext cx="318211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FCFB2"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REJECTED</w:t>
                              </w:r>
                            </w:p>
                            <w:p w14:paraId="6A6F904A"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wps:txbx>
                        <wps:bodyPr rot="0" vert="horz" wrap="square" lIns="91440" tIns="45720" rIns="91440" bIns="45720" anchor="t" anchorCtr="0" upright="1">
                          <a:noAutofit/>
                        </wps:bodyPr>
                      </wps:wsp>
                      <wps:wsp>
                        <wps:cNvPr id="26" name="Line 21"/>
                        <wps:cNvCnPr/>
                        <wps:spPr bwMode="auto">
                          <a:xfrm flipH="1">
                            <a:off x="4301337" y="1860357"/>
                            <a:ext cx="234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wps:spPr bwMode="auto">
                          <a:xfrm flipH="1">
                            <a:off x="884592" y="1870330"/>
                            <a:ext cx="4156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5"/>
                        <wps:cNvSpPr txBox="1">
                          <a:spLocks noChangeArrowheads="1"/>
                        </wps:cNvSpPr>
                        <wps:spPr bwMode="auto">
                          <a:xfrm>
                            <a:off x="1471893" y="461605"/>
                            <a:ext cx="2763608" cy="37232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8F04B"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wps:txbx>
                        <wps:bodyPr rot="0" vert="horz" wrap="square" lIns="91440" tIns="45720" rIns="91440" bIns="45720" anchor="t" anchorCtr="0" upright="1">
                          <a:noAutofit/>
                        </wps:bodyPr>
                      </wps:wsp>
                      <wps:wsp>
                        <wps:cNvPr id="29" name="Line 8"/>
                        <wps:cNvCnPr/>
                        <wps:spPr bwMode="auto">
                          <a:xfrm>
                            <a:off x="3492500" y="676485"/>
                            <a:ext cx="968718" cy="698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0" name="Line 9"/>
                        <wps:cNvCnPr/>
                        <wps:spPr bwMode="auto">
                          <a:xfrm flipH="1">
                            <a:off x="860134" y="676485"/>
                            <a:ext cx="6038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344C7F1" id="Area di disegno 31" o:spid="_x0000_s1040"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">
                <v:shape id="_x0000_s1041" type="#_x0000_t75" style="position:absolute;width:54489;height:21158;visibility:visible;mso-wrap-style:square">
                  <v:fill o:detectmouseclick="t"/>
                  <v:path o:connecttype="none"/>
                </v:shape>
                <v:shape id="Text Box 7" o:spid="_x0000_s1042"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4724F4F7"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1043"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" fillcolor="#bbe0e3">
                  <v:imagedata r:id="rId32" o:title=""/>
                </v:shape>
                <v:shape id="Picture 16" o:spid="_x0000_s1044"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" fillcolor="#bbe0e3">
                  <v:imagedata r:id="rId33" o:title=""/>
                </v:shape>
                <v:shape id="Text Box 17" o:spid="_x0000_s1045"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13E4E7D3"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Creation Status Advice (reda.008</w:t>
                        </w:r>
                        <w:r w:rsidRPr="005771D6">
                          <w:rPr>
                            <w:rFonts w:cs="Arial"/>
                            <w:color w:val="000000"/>
                            <w:sz w:val="18"/>
                            <w:szCs w:val="18"/>
                          </w:rPr>
                          <w:t>)</w:t>
                        </w:r>
                        <w:r>
                          <w:rPr>
                            <w:rFonts w:cs="Arial"/>
                            <w:color w:val="000000"/>
                            <w:sz w:val="18"/>
                            <w:szCs w:val="18"/>
                          </w:rPr>
                          <w:t>: QUEUED</w:t>
                        </w:r>
                      </w:p>
                    </w:txbxContent>
                  </v:textbox>
                </v:shape>
                <v:line id="Line 18" o:spid="_x0000_s1046"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">
                  <v:stroke dashstyle="dash"/>
                </v:line>
                <v:line id="Line 19" o:spid="_x0000_s1047"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">
                  <v:stroke dashstyle="dash" endarrow="block"/>
                </v:line>
                <v:shape id="Text Box 20" o:spid="_x0000_s1048" type="#_x0000_t202" style="position:absolute;left:12362;top:17414;width:318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071FCFB2"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REJECTED</w:t>
                        </w:r>
                      </w:p>
                      <w:p w14:paraId="6A6F904A"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1049" style="position:absolute;flip:x;visibility:visible;mso-wrap-style:square" from="4301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2" o:spid="_x0000_s1050"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1051"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6478F04B"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v:textbox>
                </v:shape>
                <v:line id="Line 8" o:spid="_x0000_s1052" style="position:absolute;visibility:visible;mso-wrap-style:square" from="34925,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" strokecolor="black [3213]">
                  <v:stroke endarrow="block"/>
                </v:line>
                <v:line id="Line 9" o:spid="_x0000_s1053"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" strokecolor="black [3213]"/>
                <w10:anchorlock/>
              </v:group>
            </w:pict>
          </mc:Fallback>
        </mc:AlternateContent>
      </w:r>
    </w:p>
    <w:p w14:paraId="28029A7D" w14:textId="77777777" w:rsidR="00627870" w:rsidRPr="00627870" w:rsidRDefault="00627870" w:rsidP="00F307D3"/>
    <w:p w14:paraId="06ED7DBD" w14:textId="77777777" w:rsidR="00627870" w:rsidRPr="00627870" w:rsidRDefault="00627870" w:rsidP="00F307D3">
      <w:pPr>
        <w:pStyle w:val="BlockLabelBeforeXML"/>
      </w:pPr>
      <w:r w:rsidRPr="00627870">
        <w:t>Security Creation Request</w:t>
      </w:r>
    </w:p>
    <w:p w14:paraId="5FFD6458" w14:textId="77777777" w:rsidR="00627870" w:rsidRPr="00627870" w:rsidRDefault="00627870" w:rsidP="00627870">
      <w:r w:rsidRPr="00627870">
        <w:t xml:space="preserve">The Instructing Party sends the instruction to the Executing/Servicing Party to create a new security. This instruction contains information that clearly identify the security. </w:t>
      </w:r>
    </w:p>
    <w:p w14:paraId="16FF7603" w14:textId="77777777" w:rsidR="00627870" w:rsidRPr="00627870" w:rsidRDefault="00627870" w:rsidP="00F307D3">
      <w:pPr>
        <w:pStyle w:val="BlockLabelBeforeXML"/>
      </w:pPr>
      <w:r w:rsidRPr="00627870">
        <w:t>Security Creation Status Advice</w:t>
      </w:r>
    </w:p>
    <w:p w14:paraId="615F1619" w14:textId="77777777" w:rsidR="00627870" w:rsidRPr="00627870" w:rsidRDefault="00627870" w:rsidP="00627870">
      <w:r w:rsidRPr="00627870">
        <w:t>The Executing/Servicing Party informs the Instructing Party about the lifecycle of its instruction with the following statuses:</w:t>
      </w:r>
    </w:p>
    <w:p w14:paraId="17DFA217" w14:textId="77777777" w:rsidR="00627870" w:rsidRPr="00627870" w:rsidRDefault="00627870" w:rsidP="00F307D3">
      <w:pPr>
        <w:pStyle w:val="BlockLabelBeforeXML"/>
      </w:pPr>
      <w:r w:rsidRPr="00627870">
        <w:t>Rejected</w:t>
      </w:r>
    </w:p>
    <w:p w14:paraId="7959FA22" w14:textId="77777777" w:rsidR="00627870" w:rsidRPr="00627870" w:rsidRDefault="00627870" w:rsidP="00627870">
      <w:r w:rsidRPr="00627870">
        <w:t>The instruction did not pass validation, some reasons could be:</w:t>
      </w:r>
    </w:p>
    <w:p w14:paraId="0BDDE9E2" w14:textId="77777777" w:rsidR="00627870" w:rsidRPr="00627870" w:rsidRDefault="00627870" w:rsidP="00F307D3">
      <w:pPr>
        <w:pStyle w:val="ListBullet"/>
      </w:pPr>
      <w:r w:rsidRPr="00627870">
        <w:t>the mandatory information is not present or incorrect,</w:t>
      </w:r>
    </w:p>
    <w:p w14:paraId="5B623C92" w14:textId="77777777" w:rsidR="00627870" w:rsidRPr="00627870" w:rsidRDefault="00627870" w:rsidP="00F307D3">
      <w:pPr>
        <w:pStyle w:val="ListBullet"/>
      </w:pPr>
      <w:r w:rsidRPr="00627870">
        <w:t>the instruction is not a new occurrence,</w:t>
      </w:r>
    </w:p>
    <w:p w14:paraId="62BA9317" w14:textId="77777777" w:rsidR="00627870" w:rsidRPr="00627870" w:rsidRDefault="00627870" w:rsidP="00F307D3">
      <w:pPr>
        <w:pStyle w:val="ListBullet"/>
      </w:pPr>
      <w:r w:rsidRPr="00627870">
        <w:t xml:space="preserve">the instruction has already been received and is being processed. </w:t>
      </w:r>
    </w:p>
    <w:p w14:paraId="2AA9C255" w14:textId="77777777" w:rsidR="00627870" w:rsidRPr="00627870" w:rsidRDefault="00627870" w:rsidP="00627870">
      <w:r w:rsidRPr="00627870">
        <w:t>This instruction contains information that identifies the status and the reasons why the instruction is rejected. It is possible to have more than one reason for this status.</w:t>
      </w:r>
    </w:p>
    <w:p w14:paraId="4D90FCB6" w14:textId="77777777" w:rsidR="00627870" w:rsidRPr="00627870" w:rsidRDefault="00627870" w:rsidP="00F307D3">
      <w:pPr>
        <w:pStyle w:val="BlockLabelBeforeXML"/>
      </w:pPr>
      <w:r w:rsidRPr="00627870">
        <w:t>Queued</w:t>
      </w:r>
    </w:p>
    <w:p w14:paraId="4E3BB70C" w14:textId="77777777" w:rsidR="00627870" w:rsidRPr="00627870" w:rsidRDefault="00627870" w:rsidP="00627870">
      <w:r w:rsidRPr="00627870">
        <w:t xml:space="preserve">The Executing/Servicing Party might inform the Instructing party that the processing of the Create Security instruction has been delayed. In case of e.g. a night-time cycle is running.  </w:t>
      </w:r>
    </w:p>
    <w:p w14:paraId="63EA1489" w14:textId="77777777" w:rsidR="00627870" w:rsidRPr="00627870" w:rsidRDefault="00627870" w:rsidP="00F307D3">
      <w:pPr>
        <w:pStyle w:val="BlockLabelBeforeXML"/>
      </w:pPr>
      <w:r w:rsidRPr="00627870">
        <w:t>Rejected</w:t>
      </w:r>
    </w:p>
    <w:p w14:paraId="2622A90F" w14:textId="77777777" w:rsidR="00627870" w:rsidRPr="00627870" w:rsidRDefault="00627870" w:rsidP="00627870">
      <w:r w:rsidRPr="00627870">
        <w:t>After the re-validation of the instruction, with the new set of data the current instruction did not pass validation, some reasons could be:</w:t>
      </w:r>
    </w:p>
    <w:p w14:paraId="1ABC5D66" w14:textId="77777777" w:rsidR="00627870" w:rsidRPr="00627870" w:rsidRDefault="00627870" w:rsidP="00F307D3">
      <w:pPr>
        <w:pStyle w:val="ListBullet"/>
      </w:pPr>
      <w:r w:rsidRPr="00627870">
        <w:t>the mandatory information is not present or incorrect,</w:t>
      </w:r>
    </w:p>
    <w:p w14:paraId="4757C754" w14:textId="77777777" w:rsidR="00627870" w:rsidRPr="00627870" w:rsidRDefault="00627870" w:rsidP="00F307D3">
      <w:pPr>
        <w:pStyle w:val="ListBullet"/>
      </w:pPr>
      <w:r w:rsidRPr="00627870">
        <w:t>the instruction is not a new occurrence,</w:t>
      </w:r>
    </w:p>
    <w:p w14:paraId="0D86C0FA" w14:textId="77777777" w:rsidR="00627870" w:rsidRPr="00627870" w:rsidRDefault="00627870" w:rsidP="00F307D3">
      <w:pPr>
        <w:pStyle w:val="ListBullet"/>
      </w:pPr>
      <w:r w:rsidRPr="00627870">
        <w:t xml:space="preserve">the instruction has already been received and is being processed </w:t>
      </w:r>
    </w:p>
    <w:p w14:paraId="05A5FA09" w14:textId="77777777" w:rsidR="00627870" w:rsidRPr="00627870" w:rsidRDefault="00627870" w:rsidP="00627870">
      <w:r w:rsidRPr="00627870">
        <w:t>This instruction contains information that identifies the status and the reasons why the instruction is rejected. It is possible to have more than one reason for this status.</w:t>
      </w:r>
    </w:p>
    <w:p w14:paraId="4B75DC1F" w14:textId="77777777" w:rsidR="00627870" w:rsidRPr="00627870" w:rsidRDefault="00627870" w:rsidP="00627870"/>
    <w:p w14:paraId="038A7B97" w14:textId="77777777" w:rsidR="00627870" w:rsidRPr="00627870" w:rsidRDefault="00627870" w:rsidP="00627870"/>
    <w:p w14:paraId="72B3F9AA" w14:textId="77777777" w:rsidR="00627870" w:rsidRPr="00627870" w:rsidRDefault="00627870" w:rsidP="00627870"/>
    <w:p w14:paraId="7D7DD63B" w14:textId="77777777" w:rsidR="00627870" w:rsidRPr="00627870" w:rsidRDefault="00627870" w:rsidP="00627870">
      <w:pPr>
        <w:pStyle w:val="Heading2"/>
      </w:pPr>
      <w:bookmarkStart w:id="32" w:name="_Toc52263278"/>
      <w:bookmarkStart w:id="33" w:name="_Toc161582940"/>
      <w:r w:rsidRPr="00627870">
        <w:lastRenderedPageBreak/>
        <w:t>Modification Process</w:t>
      </w:r>
      <w:bookmarkEnd w:id="32"/>
      <w:bookmarkEnd w:id="33"/>
    </w:p>
    <w:p w14:paraId="5F908FCA" w14:textId="77777777" w:rsidR="00627870" w:rsidRPr="00627870" w:rsidRDefault="00627870" w:rsidP="00627870">
      <w:pPr>
        <w:pStyle w:val="Heading3"/>
      </w:pPr>
      <w:bookmarkStart w:id="34" w:name="_Toc52263279"/>
      <w:r w:rsidRPr="00627870">
        <w:t>Confirmation Scenario</w:t>
      </w:r>
      <w:bookmarkEnd w:id="34"/>
    </w:p>
    <w:p w14:paraId="47E92A0D" w14:textId="77777777" w:rsidR="00627870" w:rsidRPr="00627870" w:rsidRDefault="00627870" w:rsidP="00627870">
      <w:r w:rsidRPr="00627870">
        <w:t>Applies when the instruction sent by the Instructing Party is processed and confirmed by the Executing/Servicing party</w:t>
      </w:r>
    </w:p>
    <w:p w14:paraId="56FEFD41" w14:textId="77777777" w:rsidR="00627870" w:rsidRPr="00627870" w:rsidRDefault="00627870" w:rsidP="00627870"/>
    <w:p w14:paraId="0F4679DD" w14:textId="77777777" w:rsidR="00627870" w:rsidRPr="00627870" w:rsidRDefault="00627870" w:rsidP="00F307D3">
      <w:pPr>
        <w:pStyle w:val="Graphic"/>
      </w:pPr>
      <w:r w:rsidRPr="00627870">
        <w:rPr>
          <w:noProof/>
          <w:lang w:eastAsia="en-GB"/>
        </w:rPr>
        <mc:AlternateContent>
          <mc:Choice Requires="wpc">
            <w:drawing>
              <wp:inline distT="0" distB="0" distL="0" distR="0" wp14:anchorId="75876DF4" wp14:editId="67920E91">
                <wp:extent cx="5448935" cy="2115820"/>
                <wp:effectExtent l="0" t="0" r="0" b="0"/>
                <wp:docPr id="239" name="Area di disegno 2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1" name="Text Box 46"/>
                        <wps:cNvSpPr txBox="1">
                          <a:spLocks noChangeArrowheads="1"/>
                        </wps:cNvSpPr>
                        <wps:spPr bwMode="auto">
                          <a:xfrm>
                            <a:off x="1351441" y="526203"/>
                            <a:ext cx="283399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EF311"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w:t>
                              </w:r>
                              <w:r>
                                <w:rPr>
                                  <w:rFonts w:cs="Arial"/>
                                  <w:sz w:val="18"/>
                                  <w:szCs w:val="18"/>
                                </w:rPr>
                                <w:t>ecurity 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wps:txbx>
                        <wps:bodyPr rot="0" vert="horz" wrap="square" lIns="91440" tIns="45720" rIns="91440" bIns="45720" anchor="t" anchorCtr="0" upright="1">
                          <a:noAutofit/>
                        </wps:bodyPr>
                      </wps:wsp>
                      <wps:wsp>
                        <wps:cNvPr id="223"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520E5"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4" name="Line 49"/>
                        <wps:cNvCnPr/>
                        <wps:spPr bwMode="auto">
                          <a:xfrm>
                            <a:off x="3670300" y="647700"/>
                            <a:ext cx="874729" cy="7453"/>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5" name="Line 50"/>
                        <wps:cNvCnPr/>
                        <wps:spPr bwMode="auto">
                          <a:xfrm flipH="1">
                            <a:off x="868368" y="658221"/>
                            <a:ext cx="43186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1" name="Picture 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32" name="Picture 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33" name="Text Box 58"/>
                        <wps:cNvSpPr txBox="1">
                          <a:spLocks noChangeArrowheads="1"/>
                        </wps:cNvSpPr>
                        <wps:spPr bwMode="auto">
                          <a:xfrm>
                            <a:off x="1268656" y="1247775"/>
                            <a:ext cx="3025366" cy="34944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691B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 xml:space="preserve">Maintenance </w:t>
                              </w:r>
                              <w:r w:rsidRPr="005771D6">
                                <w:rPr>
                                  <w:rFonts w:cs="Arial"/>
                                  <w:color w:val="000000"/>
                                  <w:sz w:val="18"/>
                                  <w:szCs w:val="18"/>
                                </w:rPr>
                                <w:t>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44E2333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34" name="Line 59"/>
                        <wps:cNvCnPr/>
                        <wps:spPr bwMode="auto">
                          <a:xfrm flipH="1">
                            <a:off x="3790950" y="1425378"/>
                            <a:ext cx="7359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Line 60"/>
                        <wps:cNvCnPr/>
                        <wps:spPr bwMode="auto">
                          <a:xfrm flipH="1" flipV="1">
                            <a:off x="908050" y="1416050"/>
                            <a:ext cx="392186" cy="9328"/>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36" name="Text Box 61"/>
                        <wps:cNvSpPr txBox="1">
                          <a:spLocks noChangeArrowheads="1"/>
                        </wps:cNvSpPr>
                        <wps:spPr bwMode="auto">
                          <a:xfrm>
                            <a:off x="1228953" y="1597222"/>
                            <a:ext cx="3235523" cy="35540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8F180"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COMPLETED</w:t>
                              </w:r>
                            </w:p>
                            <w:p w14:paraId="50D57DD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37" name="Line 62"/>
                        <wps:cNvCnPr/>
                        <wps:spPr bwMode="auto">
                          <a:xfrm flipH="1">
                            <a:off x="3784600" y="1716131"/>
                            <a:ext cx="751159" cy="92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63"/>
                        <wps:cNvCnPr/>
                        <wps:spPr bwMode="auto">
                          <a:xfrm flipH="1">
                            <a:off x="884592" y="1725337"/>
                            <a:ext cx="34436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876DF4" id="Area di disegno 239" o:spid="_x0000_s1054"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">
                <v:shape id="_x0000_s1055" type="#_x0000_t75" style="position:absolute;width:54489;height:21158;visibility:visible;mso-wrap-style:square">
                  <v:fill o:detectmouseclick="t"/>
                  <v:path o:connecttype="none"/>
                </v:shape>
                <v:shape id="Text Box 46" o:spid="_x0000_s1056"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w:txbxContent>
                      <w:p w14:paraId="443EF311"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w:t>
                        </w:r>
                        <w:r>
                          <w:rPr>
                            <w:rFonts w:cs="Arial"/>
                            <w:sz w:val="18"/>
                            <w:szCs w:val="18"/>
                          </w:rPr>
                          <w:t>ecurity 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v:textbox>
                </v:shape>
                <v:shape id="Text Box 48" o:spid="_x0000_s1057"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14E520E5"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58" style="position:absolute;visibility:visible;mso-wrap-style:square" from="36703,6477"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" strokecolor="black [3213]">
                  <v:stroke endarrow="block"/>
                </v:line>
                <v:line id="Line 50" o:spid="_x0000_s1059"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" strokecolor="black [3213]"/>
                <v:shape id="Picture 56" o:spid="_x0000_s1060"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2" o:title=""/>
                </v:shape>
                <v:shape id="Picture 57" o:spid="_x0000_s1061"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3" o:title=""/>
                </v:shape>
                <v:shape id="Text Box 58" o:spid="_x0000_s1062" type="#_x0000_t202" style="position:absolute;left:12686;top:12477;width:30254;height:3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681691B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 xml:space="preserve">Maintenance </w:t>
                        </w:r>
                        <w:r w:rsidRPr="005771D6">
                          <w:rPr>
                            <w:rFonts w:cs="Arial"/>
                            <w:color w:val="000000"/>
                            <w:sz w:val="18"/>
                            <w:szCs w:val="18"/>
                          </w:rPr>
                          <w:t>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44E23330" w14:textId="77777777" w:rsidR="00ED0E20" w:rsidRDefault="00ED0E20" w:rsidP="00627870">
                        <w:pPr>
                          <w:autoSpaceDE w:val="0"/>
                          <w:autoSpaceDN w:val="0"/>
                          <w:adjustRightInd w:val="0"/>
                          <w:spacing w:before="0"/>
                          <w:rPr>
                            <w:rFonts w:cs="Arial"/>
                            <w:color w:val="000000"/>
                            <w:sz w:val="18"/>
                            <w:szCs w:val="18"/>
                          </w:rPr>
                        </w:pPr>
                      </w:p>
                    </w:txbxContent>
                  </v:textbox>
                </v:shape>
                <v:line id="Line 59" o:spid="_x0000_s1063" style="position:absolute;flip:x;visibility:visible;mso-wrap-style:square" from="37909,14253" to="45269,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1064" style="position:absolute;flip:x y;visibility:visible;mso-wrap-style:square" from="9080,14160" to="13002,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1065" type="#_x0000_t202" style="position:absolute;left:12289;top:15972;width:32355;height:3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w:txbxContent>
                      <w:p w14:paraId="0E78F180"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COMPLETED</w:t>
                        </w:r>
                      </w:p>
                      <w:p w14:paraId="50D57DD0" w14:textId="77777777" w:rsidR="00ED0E20" w:rsidRDefault="00ED0E20" w:rsidP="00627870">
                        <w:pPr>
                          <w:autoSpaceDE w:val="0"/>
                          <w:autoSpaceDN w:val="0"/>
                          <w:adjustRightInd w:val="0"/>
                          <w:spacing w:before="0"/>
                          <w:rPr>
                            <w:rFonts w:cs="Arial"/>
                            <w:color w:val="000000"/>
                            <w:sz w:val="18"/>
                            <w:szCs w:val="18"/>
                          </w:rPr>
                        </w:pPr>
                      </w:p>
                    </w:txbxContent>
                  </v:textbox>
                </v:shape>
                <v:line id="Line 62" o:spid="_x0000_s1066" style="position:absolute;flip:x;visibility:visible;mso-wrap-style:square" from="37846,17161" to="45357,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1067"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mc:Fallback>
        </mc:AlternateContent>
      </w:r>
    </w:p>
    <w:p w14:paraId="1DBDBF32" w14:textId="77777777" w:rsidR="00627870" w:rsidRPr="00627870" w:rsidRDefault="00627870" w:rsidP="00F307D3">
      <w:pPr>
        <w:pStyle w:val="BlockLabelBeforeXML"/>
      </w:pPr>
      <w:r w:rsidRPr="00627870">
        <w:t>Security Maintenance Request</w:t>
      </w:r>
    </w:p>
    <w:p w14:paraId="135CA594" w14:textId="77777777" w:rsidR="00627870" w:rsidRPr="00627870" w:rsidRDefault="00627870" w:rsidP="00F307D3">
      <w:r w:rsidRPr="00627870">
        <w:t xml:space="preserve">The Instructing Party sends an instruction to the Executing/Servicing Party to modify data for a security. This instruction contains information that uniquely identify the security. </w:t>
      </w:r>
    </w:p>
    <w:p w14:paraId="6448CC05" w14:textId="77777777" w:rsidR="00627870" w:rsidRPr="00627870" w:rsidRDefault="00627870" w:rsidP="00F307D3">
      <w:r w:rsidRPr="00627870">
        <w:t>In this case, this instruction contains details of the restriction like the restriction type and timeframe.</w:t>
      </w:r>
    </w:p>
    <w:p w14:paraId="57C7D0EE" w14:textId="77777777" w:rsidR="00627870" w:rsidRPr="00627870" w:rsidRDefault="00627870" w:rsidP="00F307D3">
      <w:pPr>
        <w:pStyle w:val="BlockLabelBeforeXML"/>
      </w:pPr>
      <w:r w:rsidRPr="00627870">
        <w:t>Security Maintenance Status Advice</w:t>
      </w:r>
    </w:p>
    <w:p w14:paraId="27A710A1" w14:textId="77777777" w:rsidR="00627870" w:rsidRPr="00627870" w:rsidRDefault="00627870" w:rsidP="00F307D3">
      <w:r w:rsidRPr="00627870">
        <w:t>The Executing/Servicing Party informs the Instructing Party about the lifecycle of its instruction with the following statuses:</w:t>
      </w:r>
    </w:p>
    <w:p w14:paraId="4F35C5FB" w14:textId="77777777" w:rsidR="00627870" w:rsidRPr="00627870" w:rsidRDefault="00627870" w:rsidP="00F307D3">
      <w:pPr>
        <w:pStyle w:val="BlockLabelBeforeXML"/>
      </w:pPr>
      <w:r w:rsidRPr="00627870">
        <w:t>Queued</w:t>
      </w:r>
    </w:p>
    <w:p w14:paraId="5CF911B0" w14:textId="6C0F2C9D" w:rsidR="00627870" w:rsidRPr="00627870" w:rsidRDefault="00627870" w:rsidP="00F307D3">
      <w:r w:rsidRPr="00627870">
        <w:t xml:space="preserve">The Executing/Servicing Party might informs the Instructing party that the processing of the Modify </w:t>
      </w:r>
      <w:r w:rsidR="00687ACD">
        <w:t>Security</w:t>
      </w:r>
      <w:r w:rsidRPr="00627870">
        <w:t xml:space="preserve"> instruction has been delayed. In case of e.g. a night-time cycle is running.  </w:t>
      </w:r>
    </w:p>
    <w:p w14:paraId="5A286F2B" w14:textId="77777777" w:rsidR="00627870" w:rsidRPr="00627870" w:rsidRDefault="00627870" w:rsidP="00F307D3">
      <w:pPr>
        <w:pStyle w:val="BlockLabelBeforeXML"/>
      </w:pPr>
      <w:r w:rsidRPr="00627870">
        <w:t>Completed</w:t>
      </w:r>
    </w:p>
    <w:p w14:paraId="5C3DA37B" w14:textId="77777777" w:rsidR="00627870" w:rsidRPr="00627870" w:rsidRDefault="00627870" w:rsidP="00F307D3">
      <w:r w:rsidRPr="00627870">
        <w:t>The Executing/Servicing Party informs the Instructing party that the Modify Security instruction has been successfully processed. The Executing/Servicing Party present to the Instructing Party the identification of the security that has been processed.</w:t>
      </w:r>
    </w:p>
    <w:p w14:paraId="43B57DE0" w14:textId="77777777" w:rsidR="00627870" w:rsidRPr="00627870" w:rsidRDefault="00627870" w:rsidP="00627870"/>
    <w:p w14:paraId="24AACC33" w14:textId="77777777" w:rsidR="00627870" w:rsidRPr="00627870" w:rsidRDefault="00627870" w:rsidP="00627870"/>
    <w:p w14:paraId="4768817D" w14:textId="77777777" w:rsidR="00627870" w:rsidRPr="00627870" w:rsidRDefault="00627870" w:rsidP="00627870"/>
    <w:p w14:paraId="0F3C84C3" w14:textId="77777777" w:rsidR="00627870" w:rsidRPr="00627870" w:rsidRDefault="00627870" w:rsidP="00627870"/>
    <w:p w14:paraId="1FBDD2FB" w14:textId="77777777" w:rsidR="00627870" w:rsidRPr="00627870" w:rsidRDefault="00627870" w:rsidP="00627870"/>
    <w:p w14:paraId="5053AC1E" w14:textId="77777777" w:rsidR="00627870" w:rsidRPr="00627870" w:rsidRDefault="00627870" w:rsidP="00627870"/>
    <w:p w14:paraId="34FED8EF" w14:textId="77777777" w:rsidR="00627870" w:rsidRPr="00627870" w:rsidRDefault="00627870" w:rsidP="00627870"/>
    <w:p w14:paraId="0D4724AA" w14:textId="77777777" w:rsidR="00627870" w:rsidRPr="00627870" w:rsidRDefault="00627870" w:rsidP="00627870">
      <w:pPr>
        <w:pStyle w:val="Heading3"/>
      </w:pPr>
      <w:bookmarkStart w:id="35" w:name="_Toc52263280"/>
      <w:r w:rsidRPr="00627870">
        <w:lastRenderedPageBreak/>
        <w:t>Rejection Scenario</w:t>
      </w:r>
      <w:bookmarkEnd w:id="35"/>
    </w:p>
    <w:p w14:paraId="7D5656BC" w14:textId="77777777" w:rsidR="00627870" w:rsidRPr="00627870" w:rsidRDefault="00627870" w:rsidP="00B82E62">
      <w:r w:rsidRPr="00627870">
        <w:t>Applies when the instruction sent by the Instructing Party is rejected by the Executing/Servicing Party</w:t>
      </w:r>
    </w:p>
    <w:p w14:paraId="744A6759" w14:textId="77777777" w:rsidR="00627870" w:rsidRPr="00627870" w:rsidRDefault="00627870" w:rsidP="00627870"/>
    <w:p w14:paraId="656BC7AD" w14:textId="77777777" w:rsidR="00627870" w:rsidRPr="00627870" w:rsidRDefault="00627870" w:rsidP="00F307D3">
      <w:pPr>
        <w:pStyle w:val="Graphic"/>
      </w:pPr>
      <w:r w:rsidRPr="00627870">
        <w:rPr>
          <w:noProof/>
          <w:lang w:eastAsia="en-GB"/>
        </w:rPr>
        <mc:AlternateContent>
          <mc:Choice Requires="wpc">
            <w:drawing>
              <wp:inline distT="0" distB="0" distL="0" distR="0" wp14:anchorId="28E74166" wp14:editId="4AC4A8AA">
                <wp:extent cx="5448935" cy="2115820"/>
                <wp:effectExtent l="0" t="0" r="0" b="0"/>
                <wp:docPr id="261" name="Area di disegno 2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6" name="Text Box 46"/>
                        <wps:cNvSpPr txBox="1">
                          <a:spLocks noChangeArrowheads="1"/>
                        </wps:cNvSpPr>
                        <wps:spPr bwMode="auto">
                          <a:xfrm>
                            <a:off x="1351441" y="526203"/>
                            <a:ext cx="283399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32783"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Securit</w:t>
                              </w:r>
                              <w:r>
                                <w:rPr>
                                  <w:rFonts w:cs="Arial"/>
                                  <w:sz w:val="18"/>
                                  <w:szCs w:val="18"/>
                                </w:rPr>
                                <w:t>y</w:t>
                              </w:r>
                              <w:r w:rsidRPr="000945FA">
                                <w:rPr>
                                  <w:rFonts w:cs="Arial"/>
                                  <w:sz w:val="18"/>
                                  <w:szCs w:val="18"/>
                                </w:rPr>
                                <w:t xml:space="preserve"> </w:t>
                              </w:r>
                              <w:r>
                                <w:rPr>
                                  <w:rFonts w:cs="Arial"/>
                                  <w:sz w:val="18"/>
                                  <w:szCs w:val="18"/>
                                </w:rPr>
                                <w:t>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wps:txbx>
                        <wps:bodyPr rot="0" vert="horz" wrap="square" lIns="91440" tIns="45720" rIns="91440" bIns="45720" anchor="t" anchorCtr="0" upright="1">
                          <a:noAutofit/>
                        </wps:bodyPr>
                      </wps:wsp>
                      <wps:wsp>
                        <wps:cNvPr id="227"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111D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8" name="Line 49"/>
                        <wps:cNvCnPr/>
                        <wps:spPr bwMode="auto">
                          <a:xfrm flipV="1">
                            <a:off x="3651250" y="655153"/>
                            <a:ext cx="893779" cy="3068"/>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9" name="Line 50"/>
                        <wps:cNvCnPr/>
                        <wps:spPr bwMode="auto">
                          <a:xfrm flipH="1">
                            <a:off x="868368" y="658221"/>
                            <a:ext cx="43186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0" name="Picture 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40" name="Picture 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42" name="Text Box 58"/>
                        <wps:cNvSpPr txBox="1">
                          <a:spLocks noChangeArrowheads="1"/>
                        </wps:cNvSpPr>
                        <wps:spPr bwMode="auto">
                          <a:xfrm>
                            <a:off x="1268656" y="1228725"/>
                            <a:ext cx="3025366" cy="36849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49D3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6DD12CB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46" name="Line 59"/>
                        <wps:cNvCnPr/>
                        <wps:spPr bwMode="auto">
                          <a:xfrm flipH="1">
                            <a:off x="3740150" y="1425378"/>
                            <a:ext cx="801020" cy="997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Line 60"/>
                        <wps:cNvCnPr/>
                        <wps:spPr bwMode="auto">
                          <a:xfrm flipH="1">
                            <a:off x="887684" y="1425378"/>
                            <a:ext cx="412551" cy="9973"/>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48" name="Text Box 61"/>
                        <wps:cNvSpPr txBox="1">
                          <a:spLocks noChangeArrowheads="1"/>
                        </wps:cNvSpPr>
                        <wps:spPr bwMode="auto">
                          <a:xfrm>
                            <a:off x="1228953" y="1597222"/>
                            <a:ext cx="3114447" cy="40302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81AF4"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REJECTED</w:t>
                              </w:r>
                            </w:p>
                            <w:p w14:paraId="08AED477"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49" name="Line 62"/>
                        <wps:cNvCnPr/>
                        <wps:spPr bwMode="auto">
                          <a:xfrm flipH="1" flipV="1">
                            <a:off x="3841750" y="1708150"/>
                            <a:ext cx="694009" cy="79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63"/>
                        <wps:cNvCnPr/>
                        <wps:spPr bwMode="auto">
                          <a:xfrm flipH="1">
                            <a:off x="884592" y="1725337"/>
                            <a:ext cx="34436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8E74166" id="Area di disegno 261" o:spid="_x0000_s1068"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">
                <v:shape id="_x0000_s1069" type="#_x0000_t75" style="position:absolute;width:54489;height:21158;visibility:visible;mso-wrap-style:square">
                  <v:fill o:detectmouseclick="t"/>
                  <v:path o:connecttype="none"/>
                </v:shape>
                <v:shape id="Text Box 46" o:spid="_x0000_s1070"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G/k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8RAeZ8IRkNM/AAAA//8DAFBLAQItABQABgAIAAAAIQDb4fbL7gAAAIUBAAATAAAAAAAA&#10;AAAAAAAAAAAAAABbQ29udGVudF9UeXBlc10ueG1sUEsBAi0AFAAGAAgAAAAhAFr0LFu/AAAAFQEA&#10;AAsAAAAAAAAAAAAAAAAAHwEAAF9yZWxzLy5yZWxzUEsBAi0AFAAGAAgAAAAhAOTIb+THAAAA3AAA&#10;AA8AAAAAAAAAAAAAAAAABwIAAGRycy9kb3ducmV2LnhtbFBLBQYAAAAAAwADALcAAAD7AgAAAAA=&#10;" filled="f" fillcolor="#bbe0e3" stroked="f">
                  <v:textbox>
                    <w:txbxContent>
                      <w:p w14:paraId="59532783"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Securit</w:t>
                        </w:r>
                        <w:r>
                          <w:rPr>
                            <w:rFonts w:cs="Arial"/>
                            <w:sz w:val="18"/>
                            <w:szCs w:val="18"/>
                          </w:rPr>
                          <w:t>y</w:t>
                        </w:r>
                        <w:r w:rsidRPr="000945FA">
                          <w:rPr>
                            <w:rFonts w:cs="Arial"/>
                            <w:sz w:val="18"/>
                            <w:szCs w:val="18"/>
                          </w:rPr>
                          <w:t xml:space="preserve"> </w:t>
                        </w:r>
                        <w:r>
                          <w:rPr>
                            <w:rFonts w:cs="Arial"/>
                            <w:sz w:val="18"/>
                            <w:szCs w:val="18"/>
                          </w:rPr>
                          <w:t>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v:textbox>
                </v:shape>
                <v:shape id="Text Box 48" o:spid="_x0000_s1071"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p/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8QjuZ8IRkNM/AAAA//8DAFBLAQItABQABgAIAAAAIQDb4fbL7gAAAIUBAAATAAAAAAAA&#10;AAAAAAAAAAAAAABbQ29udGVudF9UeXBlc10ueG1sUEsBAi0AFAAGAAgAAAAhAFr0LFu/AAAAFQEA&#10;AAsAAAAAAAAAAAAAAAAAHwEAAF9yZWxzLy5yZWxzUEsBAi0AFAAGAAgAAAAhAIuEyn/HAAAA3AAA&#10;AA8AAAAAAAAAAAAAAAAABwIAAGRycy9kb3ducmV2LnhtbFBLBQYAAAAAAwADALcAAAD7AgAAAAA=&#10;" filled="f" fillcolor="#bbe0e3" stroked="f">
                  <v:textbox>
                    <w:txbxContent>
                      <w:p w14:paraId="6AE111D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72" style="position:absolute;flip:y;visibility:visible;mso-wrap-style:square" from="36512,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" strokecolor="black [3213]">
                  <v:stroke endarrow="block"/>
                </v:line>
                <v:line id="Line 50" o:spid="_x0000_s1073"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" strokecolor="black [3213]"/>
                <v:shape id="Picture 56" o:spid="_x0000_s1074"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" fillcolor="#bbe0e3">
                  <v:imagedata r:id="rId32" o:title=""/>
                </v:shape>
                <v:shape id="Picture 57" o:spid="_x0000_s1075"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" fillcolor="#bbe0e3">
                  <v:imagedata r:id="rId33" o:title=""/>
                </v:shape>
                <v:shape id="Text Box 58" o:spid="_x0000_s1076" type="#_x0000_t202" style="position:absolute;left:12686;top:12287;width:30254;height:3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" filled="f" fillcolor="#bbe0e3" stroked="f">
                  <v:textbox>
                    <w:txbxContent>
                      <w:p w14:paraId="0CC49D3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6DD12CB0" w14:textId="77777777" w:rsidR="00ED0E20" w:rsidRDefault="00ED0E20" w:rsidP="00627870">
                        <w:pPr>
                          <w:autoSpaceDE w:val="0"/>
                          <w:autoSpaceDN w:val="0"/>
                          <w:adjustRightInd w:val="0"/>
                          <w:spacing w:before="0"/>
                          <w:rPr>
                            <w:rFonts w:cs="Arial"/>
                            <w:color w:val="000000"/>
                            <w:sz w:val="18"/>
                            <w:szCs w:val="18"/>
                          </w:rPr>
                        </w:pPr>
                      </w:p>
                    </w:txbxContent>
                  </v:textbox>
                </v:shape>
                <v:line id="Line 59" o:spid="_x0000_s1077" style="position:absolute;flip:x;visibility:visible;mso-wrap-style:square" from="37401,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">
                  <v:stroke dashstyle="dash"/>
                </v:line>
                <v:line id="Line 60" o:spid="_x0000_s1078"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">
                  <v:stroke dashstyle="dash" endarrow="block"/>
                </v:line>
                <v:shape id="Text Box 61" o:spid="_x0000_s1079" type="#_x0000_t202" style="position:absolute;left:12289;top:15972;width:31145;height:4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" filled="f" fillcolor="#bbe0e3" stroked="f">
                  <v:textbox>
                    <w:txbxContent>
                      <w:p w14:paraId="46781AF4"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REJECTED</w:t>
                        </w:r>
                      </w:p>
                      <w:p w14:paraId="08AED477" w14:textId="77777777" w:rsidR="00ED0E20" w:rsidRDefault="00ED0E20" w:rsidP="00627870">
                        <w:pPr>
                          <w:autoSpaceDE w:val="0"/>
                          <w:autoSpaceDN w:val="0"/>
                          <w:adjustRightInd w:val="0"/>
                          <w:spacing w:before="0"/>
                          <w:rPr>
                            <w:rFonts w:cs="Arial"/>
                            <w:color w:val="000000"/>
                            <w:sz w:val="18"/>
                            <w:szCs w:val="18"/>
                          </w:rPr>
                        </w:pPr>
                      </w:p>
                    </w:txbxContent>
                  </v:textbox>
                </v:shape>
                <v:line id="Line 62" o:spid="_x0000_s1080" style="position:absolute;flip:x y;visibility:visible;mso-wrap-style:square" from="38417,1708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"/>
                <v:line id="Line 63" o:spid="_x0000_s1081"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">
                  <v:stroke endarrow="block"/>
                </v:line>
                <w10:anchorlock/>
              </v:group>
            </w:pict>
          </mc:Fallback>
        </mc:AlternateContent>
      </w:r>
    </w:p>
    <w:p w14:paraId="72D82BE9" w14:textId="7AF72D8D" w:rsidR="00627870" w:rsidRPr="00627870" w:rsidRDefault="00687ACD" w:rsidP="00F307D3">
      <w:pPr>
        <w:pStyle w:val="BlockLabelBeforeTable"/>
      </w:pPr>
      <w:r>
        <w:t>Security</w:t>
      </w:r>
      <w:r w:rsidR="00627870" w:rsidRPr="00627870">
        <w:t xml:space="preserve"> Maintenance Request</w:t>
      </w:r>
    </w:p>
    <w:p w14:paraId="6A197158" w14:textId="728538B0" w:rsidR="00627870" w:rsidRPr="00627870" w:rsidRDefault="00627870" w:rsidP="00F307D3">
      <w:r w:rsidRPr="00627870">
        <w:t xml:space="preserve">The Instructing Party sends an instruction to the Executing/Servicing Party to modify reference data for a </w:t>
      </w:r>
      <w:r w:rsidR="00687ACD">
        <w:t>Security</w:t>
      </w:r>
      <w:r w:rsidRPr="00627870">
        <w:t xml:space="preserve">. </w:t>
      </w:r>
    </w:p>
    <w:p w14:paraId="6D1E25CA" w14:textId="01DD6AD6" w:rsidR="00627870" w:rsidRPr="00627870" w:rsidRDefault="00687ACD" w:rsidP="00F307D3">
      <w:pPr>
        <w:pStyle w:val="BlockLabelBeforeXML"/>
      </w:pPr>
      <w:r>
        <w:t>Security</w:t>
      </w:r>
      <w:r w:rsidR="00627870" w:rsidRPr="00627870">
        <w:t xml:space="preserve"> Maintenance Status Advice</w:t>
      </w:r>
    </w:p>
    <w:p w14:paraId="389CBB02" w14:textId="77777777" w:rsidR="00627870" w:rsidRPr="00627870" w:rsidRDefault="00627870" w:rsidP="00F307D3">
      <w:r w:rsidRPr="00627870">
        <w:t>The Executing/Servicing Party informs the Instructing Party about the lifecycle of its instruction with the following statuses:</w:t>
      </w:r>
    </w:p>
    <w:p w14:paraId="6FBF02AE" w14:textId="77777777" w:rsidR="00627870" w:rsidRPr="00627870" w:rsidRDefault="00627870" w:rsidP="00F307D3">
      <w:pPr>
        <w:pStyle w:val="BlockLabelBeforeXML"/>
      </w:pPr>
      <w:r w:rsidRPr="00627870">
        <w:t>Rejected</w:t>
      </w:r>
    </w:p>
    <w:p w14:paraId="0DD6CDF1" w14:textId="77777777" w:rsidR="00627870" w:rsidRPr="00627870" w:rsidRDefault="00627870" w:rsidP="00F307D3">
      <w:r w:rsidRPr="00627870">
        <w:t>The instruction did not pass validation, some reasons could be:</w:t>
      </w:r>
    </w:p>
    <w:p w14:paraId="04A74C6E" w14:textId="77777777" w:rsidR="00627870" w:rsidRPr="00627870" w:rsidRDefault="00627870" w:rsidP="00F307D3">
      <w:pPr>
        <w:pStyle w:val="ListBullet"/>
      </w:pPr>
      <w:r w:rsidRPr="00627870">
        <w:t>the mandatory information is not present or incorrect,</w:t>
      </w:r>
    </w:p>
    <w:p w14:paraId="212BBC14" w14:textId="77777777" w:rsidR="00627870" w:rsidRPr="00627870" w:rsidRDefault="00627870" w:rsidP="00F307D3">
      <w:pPr>
        <w:pStyle w:val="ListBullet"/>
      </w:pPr>
      <w:r w:rsidRPr="00627870">
        <w:t>the data cannot be updated,</w:t>
      </w:r>
    </w:p>
    <w:p w14:paraId="25DB13E0" w14:textId="24A6EE8F" w:rsidR="00627870" w:rsidRPr="00627870" w:rsidRDefault="00627870" w:rsidP="00F307D3">
      <w:pPr>
        <w:pStyle w:val="ListBullet"/>
      </w:pPr>
      <w:r w:rsidRPr="00627870">
        <w:t>the instruction has already been received and is being processed</w:t>
      </w:r>
      <w:r w:rsidR="00512ABD">
        <w:t>.</w:t>
      </w:r>
      <w:r w:rsidRPr="00627870">
        <w:t xml:space="preserve"> </w:t>
      </w:r>
    </w:p>
    <w:p w14:paraId="60962C39" w14:textId="77777777" w:rsidR="00627870" w:rsidRPr="00627870" w:rsidRDefault="00627870" w:rsidP="00F307D3">
      <w:r w:rsidRPr="00627870">
        <w:t>This instruction contains information that identifies the status and the reasons why the instruction is rejected. It is possible to have more than one reason for this status.</w:t>
      </w:r>
    </w:p>
    <w:p w14:paraId="7C2B7B38" w14:textId="77777777" w:rsidR="00627870" w:rsidRPr="00627870" w:rsidRDefault="00627870" w:rsidP="00F307D3">
      <w:pPr>
        <w:pStyle w:val="BlockLabelBeforeXML"/>
      </w:pPr>
      <w:r w:rsidRPr="00627870">
        <w:t>Queued</w:t>
      </w:r>
    </w:p>
    <w:p w14:paraId="2B22FE7E" w14:textId="77777777" w:rsidR="00627870" w:rsidRPr="00627870" w:rsidRDefault="00627870" w:rsidP="00F307D3">
      <w:r w:rsidRPr="00627870">
        <w:t xml:space="preserve">The Executing/Servicing Party might inform the Instructing party that the processing of the Modify Security instruction has been delayed. In case of e.g. a night-time cycle is running.  </w:t>
      </w:r>
    </w:p>
    <w:p w14:paraId="7889F805" w14:textId="77777777" w:rsidR="00627870" w:rsidRPr="00627870" w:rsidRDefault="00627870" w:rsidP="00F307D3">
      <w:pPr>
        <w:pStyle w:val="BlockLabelBeforeXML"/>
      </w:pPr>
      <w:r w:rsidRPr="00627870">
        <w:t>Rejected</w:t>
      </w:r>
    </w:p>
    <w:p w14:paraId="5FFCC642" w14:textId="77777777" w:rsidR="00627870" w:rsidRPr="00627870" w:rsidRDefault="00627870" w:rsidP="00F307D3">
      <w:r w:rsidRPr="00627870">
        <w:t>After the re-validation of the instruction, with the new set of data the current instruction did not pass validation, some reasons could be:</w:t>
      </w:r>
    </w:p>
    <w:p w14:paraId="7F4EC849" w14:textId="77777777" w:rsidR="00627870" w:rsidRPr="00627870" w:rsidRDefault="00627870" w:rsidP="00F307D3">
      <w:pPr>
        <w:pStyle w:val="ListBullet"/>
      </w:pPr>
      <w:r w:rsidRPr="00627870">
        <w:t>the mandatory information is not present or incorrect,</w:t>
      </w:r>
    </w:p>
    <w:p w14:paraId="0C669175" w14:textId="77777777" w:rsidR="00627870" w:rsidRPr="00627870" w:rsidRDefault="00627870" w:rsidP="00F307D3">
      <w:pPr>
        <w:pStyle w:val="ListBullet"/>
      </w:pPr>
      <w:r w:rsidRPr="00627870">
        <w:t>the data cannot be updated,</w:t>
      </w:r>
    </w:p>
    <w:p w14:paraId="55E6EF93" w14:textId="77777777" w:rsidR="00627870" w:rsidRPr="00627870" w:rsidRDefault="00627870" w:rsidP="00F307D3">
      <w:pPr>
        <w:pStyle w:val="ListBullet"/>
      </w:pPr>
      <w:r w:rsidRPr="00627870">
        <w:t xml:space="preserve">the instruction has already been received and is being processed. </w:t>
      </w:r>
    </w:p>
    <w:p w14:paraId="1781AB7A" w14:textId="77777777" w:rsidR="00627870" w:rsidRPr="00627870" w:rsidRDefault="00627870" w:rsidP="00F307D3">
      <w:r w:rsidRPr="00627870">
        <w:t>This instruction contains information that identifies the status and the reasons why the instruction is rejected. It is possible to have more than one reason for this status.</w:t>
      </w:r>
    </w:p>
    <w:p w14:paraId="649C2F53" w14:textId="77777777" w:rsidR="00627870" w:rsidRPr="00627870" w:rsidRDefault="00627870" w:rsidP="00F307D3">
      <w:pPr>
        <w:pStyle w:val="Heading2"/>
      </w:pPr>
      <w:bookmarkStart w:id="36" w:name="_Toc52263281"/>
      <w:bookmarkStart w:id="37" w:name="_Toc161582941"/>
      <w:r w:rsidRPr="00627870">
        <w:lastRenderedPageBreak/>
        <w:t xml:space="preserve">Deletion </w:t>
      </w:r>
      <w:r w:rsidRPr="00F307D3">
        <w:t>Process</w:t>
      </w:r>
      <w:bookmarkEnd w:id="36"/>
      <w:bookmarkEnd w:id="37"/>
    </w:p>
    <w:p w14:paraId="56D07258" w14:textId="77777777" w:rsidR="00627870" w:rsidRPr="00627870" w:rsidRDefault="00627870" w:rsidP="00627870">
      <w:pPr>
        <w:pStyle w:val="Heading3"/>
      </w:pPr>
      <w:bookmarkStart w:id="38" w:name="_Toc52263282"/>
      <w:r w:rsidRPr="00627870">
        <w:t>Confirmation Scenario</w:t>
      </w:r>
      <w:bookmarkEnd w:id="38"/>
    </w:p>
    <w:p w14:paraId="15BF8917" w14:textId="77777777" w:rsidR="00627870" w:rsidRPr="00627870" w:rsidRDefault="00627870" w:rsidP="00627870">
      <w:r w:rsidRPr="00627870">
        <w:t>Applies when the instruction sent by the Instructing Party is processed and confirmed by the Executing/Servicing party</w:t>
      </w:r>
    </w:p>
    <w:p w14:paraId="6FFAF924" w14:textId="77777777" w:rsidR="00627870" w:rsidRPr="00627870" w:rsidRDefault="00627870" w:rsidP="00627870"/>
    <w:p w14:paraId="0A34C65A" w14:textId="77777777" w:rsidR="00627870" w:rsidRPr="00627870" w:rsidRDefault="00627870" w:rsidP="00F307D3">
      <w:pPr>
        <w:pStyle w:val="Graphic"/>
      </w:pPr>
      <w:r w:rsidRPr="00627870">
        <w:rPr>
          <w:noProof/>
          <w:lang w:eastAsia="en-GB"/>
        </w:rPr>
        <mc:AlternateContent>
          <mc:Choice Requires="wpc">
            <w:drawing>
              <wp:inline distT="0" distB="0" distL="0" distR="0" wp14:anchorId="3D9834BF" wp14:editId="132C6339">
                <wp:extent cx="5448935" cy="2115820"/>
                <wp:effectExtent l="0" t="0" r="0" b="0"/>
                <wp:docPr id="296" name="Area di disegno 2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0" name="Text Box 46"/>
                        <wps:cNvSpPr txBox="1">
                          <a:spLocks noChangeArrowheads="1"/>
                        </wps:cNvSpPr>
                        <wps:spPr bwMode="auto">
                          <a:xfrm>
                            <a:off x="1471746" y="530106"/>
                            <a:ext cx="2683287"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D3627"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wps:txbx>
                        <wps:bodyPr rot="0" vert="horz" wrap="square" lIns="91440" tIns="45720" rIns="91440" bIns="45720" anchor="t" anchorCtr="0" upright="1">
                          <a:noAutofit/>
                        </wps:bodyPr>
                      </wps:wsp>
                      <wps:wsp>
                        <wps:cNvPr id="262"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1C7A3"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wps:txbx>
                        <wps:bodyPr rot="0" vert="horz" wrap="square" lIns="91440" tIns="45720" rIns="91440" bIns="45720" upright="1">
                          <a:noAutofit/>
                        </wps:bodyPr>
                      </wps:wsp>
                      <wps:wsp>
                        <wps:cNvPr id="263" name="Line 49"/>
                        <wps:cNvCnPr/>
                        <wps:spPr bwMode="auto">
                          <a:xfrm>
                            <a:off x="3594100" y="647700"/>
                            <a:ext cx="950929" cy="7453"/>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64" name="Line 50"/>
                        <wps:cNvCnPr/>
                        <wps:spPr bwMode="auto">
                          <a:xfrm flipH="1">
                            <a:off x="868368" y="658221"/>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0" name="Picture 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71" name="Picture 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72" name="Text Box 58"/>
                        <wps:cNvSpPr txBox="1">
                          <a:spLocks noChangeArrowheads="1"/>
                        </wps:cNvSpPr>
                        <wps:spPr bwMode="auto">
                          <a:xfrm>
                            <a:off x="1389080" y="1309538"/>
                            <a:ext cx="3021178" cy="2876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52FBB"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 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wps:txbx>
                        <wps:bodyPr rot="0" vert="horz" wrap="square" lIns="91440" tIns="45720" rIns="91440" bIns="45720" anchor="t" anchorCtr="0" upright="1">
                          <a:noAutofit/>
                        </wps:bodyPr>
                      </wps:wsp>
                      <wps:wsp>
                        <wps:cNvPr id="273" name="Line 59"/>
                        <wps:cNvCnPr/>
                        <wps:spPr bwMode="auto">
                          <a:xfrm flipH="1">
                            <a:off x="4301337" y="1425378"/>
                            <a:ext cx="239829"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4" name="Line 60"/>
                        <wps:cNvCnPr/>
                        <wps:spPr bwMode="auto">
                          <a:xfrm flipH="1" flipV="1">
                            <a:off x="887683" y="1435351"/>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75" name="Text Box 61"/>
                        <wps:cNvSpPr txBox="1">
                          <a:spLocks noChangeArrowheads="1"/>
                        </wps:cNvSpPr>
                        <wps:spPr bwMode="auto">
                          <a:xfrm>
                            <a:off x="1157565" y="1597222"/>
                            <a:ext cx="3293711"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2969"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COMPLETED</w:t>
                              </w:r>
                            </w:p>
                          </w:txbxContent>
                        </wps:txbx>
                        <wps:bodyPr rot="0" vert="horz" wrap="square" lIns="91440" tIns="45720" rIns="91440" bIns="45720" anchor="t" anchorCtr="0" upright="1">
                          <a:noAutofit/>
                        </wps:bodyPr>
                      </wps:wsp>
                      <wps:wsp>
                        <wps:cNvPr id="276" name="Line 62"/>
                        <wps:cNvCnPr/>
                        <wps:spPr bwMode="auto">
                          <a:xfrm flipH="1">
                            <a:off x="4371149" y="1725337"/>
                            <a:ext cx="1700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63"/>
                        <wps:cNvCnPr/>
                        <wps:spPr bwMode="auto">
                          <a:xfrm flipH="1">
                            <a:off x="884592" y="1725337"/>
                            <a:ext cx="3205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D9834BF" id="Area di disegno 296" o:spid="_x0000_s1082"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">
                <v:shape id="_x0000_s1083" type="#_x0000_t75" style="position:absolute;width:54489;height:21158;visibility:visible;mso-wrap-style:square">
                  <v:fill o:detectmouseclick="t"/>
                  <v:path o:connecttype="none"/>
                </v:shape>
                <v:shape id="Text Box 46" o:spid="_x0000_s1084"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0F3D3627"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v:textbox>
                </v:shape>
                <v:shape id="Text Box 48" o:spid="_x0000_s1085"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2171C7A3"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1086" style="position:absolute;visibility:visible;mso-wrap-style:square" from="35941,6477"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" strokecolor="black [3213]">
                  <v:stroke endarrow="block"/>
                </v:line>
                <v:line id="Line 50" o:spid="_x0000_s1087"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" strokecolor="black [3213]"/>
                <v:shape id="Picture 56" o:spid="_x0000_s1088"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2" o:title=""/>
                </v:shape>
                <v:shape id="Picture 57" o:spid="_x0000_s1089"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3" o:title=""/>
                </v:shape>
                <v:shape id="Text Box 58" o:spid="_x0000_s1090"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36452FBB"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 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v:textbox>
                </v:shape>
                <v:line id="Line 59" o:spid="_x0000_s1091"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1092"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1093"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4AFA2969"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COMPLETED</w:t>
                        </w:r>
                      </w:p>
                    </w:txbxContent>
                  </v:textbox>
                </v:shape>
                <v:line id="Line 62" o:spid="_x0000_s1094"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1095"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mc:Fallback>
        </mc:AlternateContent>
      </w:r>
    </w:p>
    <w:p w14:paraId="25AA304E" w14:textId="77777777" w:rsidR="00627870" w:rsidRPr="00627870" w:rsidRDefault="00627870" w:rsidP="00F307D3">
      <w:pPr>
        <w:pStyle w:val="BlockLabelBeforeXML"/>
      </w:pPr>
      <w:r w:rsidRPr="00627870">
        <w:t>Security Deletion Request</w:t>
      </w:r>
    </w:p>
    <w:p w14:paraId="0D0BF05D" w14:textId="77777777" w:rsidR="00627870" w:rsidRPr="00627870" w:rsidRDefault="00627870" w:rsidP="00F307D3">
      <w:r w:rsidRPr="00627870">
        <w:t>The Instructing Party sends an instruction to the Executing/Servicing Party to delete a security. This instruction contains information that uniquely identifies the security and it is used when a security is no longer active.</w:t>
      </w:r>
    </w:p>
    <w:p w14:paraId="1E10D2F7" w14:textId="77777777" w:rsidR="00627870" w:rsidRPr="00627870" w:rsidRDefault="00627870" w:rsidP="00F307D3">
      <w:pPr>
        <w:pStyle w:val="BlockLabelBeforeXML"/>
      </w:pPr>
      <w:r w:rsidRPr="00627870">
        <w:t>Security Deletion Status Advice</w:t>
      </w:r>
    </w:p>
    <w:p w14:paraId="067A0388" w14:textId="77777777" w:rsidR="00627870" w:rsidRPr="00627870" w:rsidRDefault="00627870" w:rsidP="00F307D3">
      <w:r w:rsidRPr="00627870">
        <w:t>The Executing/Servicing Party informs the Instructing Party about the lifecycle of its instruction with the following statuses:</w:t>
      </w:r>
    </w:p>
    <w:p w14:paraId="11E63BEB" w14:textId="77777777" w:rsidR="00627870" w:rsidRPr="00627870" w:rsidRDefault="00627870" w:rsidP="00F307D3">
      <w:pPr>
        <w:pStyle w:val="BlockLabelBeforeXML"/>
      </w:pPr>
      <w:r w:rsidRPr="00627870">
        <w:t>Queued</w:t>
      </w:r>
    </w:p>
    <w:p w14:paraId="48957319" w14:textId="77777777" w:rsidR="00627870" w:rsidRPr="00627870" w:rsidRDefault="00627870" w:rsidP="00F307D3">
      <w:r w:rsidRPr="00627870">
        <w:t xml:space="preserve">The Executing/Servicing Party might inform the Instructing party that the processing of the Delete Security instruction has been delayed. In case of e.g. a night-time cycle is running.  </w:t>
      </w:r>
    </w:p>
    <w:p w14:paraId="286D5FEC" w14:textId="77777777" w:rsidR="00627870" w:rsidRPr="00627870" w:rsidRDefault="00627870" w:rsidP="00F307D3">
      <w:pPr>
        <w:pStyle w:val="BlockLabelBeforeXML"/>
      </w:pPr>
      <w:r w:rsidRPr="00627870">
        <w:t>Completed</w:t>
      </w:r>
    </w:p>
    <w:p w14:paraId="0705B269" w14:textId="77777777" w:rsidR="00627870" w:rsidRPr="00627870" w:rsidRDefault="00627870" w:rsidP="00F307D3">
      <w:r w:rsidRPr="00627870">
        <w:t xml:space="preserve">The Executing/Servicing Party informs the Instructing party that the Delete </w:t>
      </w:r>
      <w:proofErr w:type="spellStart"/>
      <w:r w:rsidRPr="00627870">
        <w:t>Securiy</w:t>
      </w:r>
      <w:proofErr w:type="spellEnd"/>
      <w:r w:rsidRPr="00627870">
        <w:t xml:space="preserve"> instruction has been successfully processed. The Executing/Servicing Party present to the Instructing Party the identification of the security that has been processed.</w:t>
      </w:r>
    </w:p>
    <w:p w14:paraId="009A192D" w14:textId="77777777" w:rsidR="00627870" w:rsidRPr="00627870" w:rsidRDefault="00627870" w:rsidP="00627870"/>
    <w:p w14:paraId="32C47B36" w14:textId="77777777" w:rsidR="00627870" w:rsidRPr="00627870" w:rsidRDefault="00627870" w:rsidP="00627870"/>
    <w:p w14:paraId="36B7925F" w14:textId="77777777" w:rsidR="00627870" w:rsidRPr="00627870" w:rsidRDefault="00627870" w:rsidP="00627870"/>
    <w:p w14:paraId="030911C9" w14:textId="77777777" w:rsidR="00B82E62" w:rsidRDefault="00B82E62">
      <w:pPr>
        <w:suppressAutoHyphens w:val="0"/>
        <w:spacing w:before="0"/>
        <w:rPr>
          <w:b/>
          <w:kern w:val="28"/>
          <w:sz w:val="28"/>
        </w:rPr>
      </w:pPr>
      <w:bookmarkStart w:id="39" w:name="_Toc52263283"/>
      <w:r>
        <w:br w:type="page"/>
      </w:r>
    </w:p>
    <w:p w14:paraId="3B771DFE" w14:textId="27870CF6" w:rsidR="00627870" w:rsidRPr="00627870" w:rsidRDefault="00627870" w:rsidP="00627870">
      <w:pPr>
        <w:pStyle w:val="Heading3"/>
      </w:pPr>
      <w:r w:rsidRPr="00627870">
        <w:lastRenderedPageBreak/>
        <w:t>Rejection Scenario</w:t>
      </w:r>
      <w:bookmarkEnd w:id="39"/>
    </w:p>
    <w:p w14:paraId="63C66267" w14:textId="77777777" w:rsidR="00627870" w:rsidRPr="00627870" w:rsidRDefault="00627870" w:rsidP="00FF1E86">
      <w:r w:rsidRPr="00627870">
        <w:t>Applies when the instruction sent by the Instructing Party is rejected by the Executing/Servicing Party</w:t>
      </w:r>
    </w:p>
    <w:p w14:paraId="4CB9EE0C" w14:textId="77777777" w:rsidR="00627870" w:rsidRPr="00627870" w:rsidRDefault="00627870" w:rsidP="00627870"/>
    <w:p w14:paraId="13EE1A07" w14:textId="77777777" w:rsidR="00627870" w:rsidRPr="00627870" w:rsidRDefault="00627870" w:rsidP="00F307D3">
      <w:pPr>
        <w:pStyle w:val="Graphic"/>
      </w:pPr>
      <w:r w:rsidRPr="00627870">
        <w:rPr>
          <w:noProof/>
          <w:lang w:eastAsia="en-GB"/>
        </w:rPr>
        <mc:AlternateContent>
          <mc:Choice Requires="wpc">
            <w:drawing>
              <wp:inline distT="0" distB="0" distL="0" distR="0" wp14:anchorId="67852CE7" wp14:editId="7B1875ED">
                <wp:extent cx="5448935" cy="2115820"/>
                <wp:effectExtent l="0" t="0" r="0" b="0"/>
                <wp:docPr id="299" name="Area di disegno 2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5" name="Text Box 46"/>
                        <wps:cNvSpPr txBox="1">
                          <a:spLocks noChangeArrowheads="1"/>
                        </wps:cNvSpPr>
                        <wps:spPr bwMode="auto">
                          <a:xfrm>
                            <a:off x="1471746" y="530106"/>
                            <a:ext cx="2683287"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646A1"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wps:txbx>
                        <wps:bodyPr rot="0" vert="horz" wrap="square" lIns="91440" tIns="45720" rIns="91440" bIns="45720" anchor="t" anchorCtr="0" upright="1">
                          <a:noAutofit/>
                        </wps:bodyPr>
                      </wps:wsp>
                      <wps:wsp>
                        <wps:cNvPr id="266"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C355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wps:txbx>
                        <wps:bodyPr rot="0" vert="horz" wrap="square" lIns="91440" tIns="45720" rIns="91440" bIns="45720" upright="1">
                          <a:noAutofit/>
                        </wps:bodyPr>
                      </wps:wsp>
                      <wps:wsp>
                        <wps:cNvPr id="267" name="Line 49"/>
                        <wps:cNvCnPr/>
                        <wps:spPr bwMode="auto">
                          <a:xfrm>
                            <a:off x="3517900" y="655153"/>
                            <a:ext cx="1027129"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68" name="Line 50"/>
                        <wps:cNvCnPr/>
                        <wps:spPr bwMode="auto">
                          <a:xfrm flipH="1">
                            <a:off x="868368" y="658221"/>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69" name="Picture 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79" name="Picture 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83" name="Text Box 58"/>
                        <wps:cNvSpPr txBox="1">
                          <a:spLocks noChangeArrowheads="1"/>
                        </wps:cNvSpPr>
                        <wps:spPr bwMode="auto">
                          <a:xfrm>
                            <a:off x="1389080" y="1309538"/>
                            <a:ext cx="3021178" cy="2876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05D22"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wps:txbx>
                        <wps:bodyPr rot="0" vert="horz" wrap="square" lIns="91440" tIns="45720" rIns="91440" bIns="45720" anchor="t" anchorCtr="0" upright="1">
                          <a:noAutofit/>
                        </wps:bodyPr>
                      </wps:wsp>
                      <wps:wsp>
                        <wps:cNvPr id="284" name="Line 59"/>
                        <wps:cNvCnPr/>
                        <wps:spPr bwMode="auto">
                          <a:xfrm flipH="1">
                            <a:off x="4301337" y="1425378"/>
                            <a:ext cx="239829"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5" name="Line 60"/>
                        <wps:cNvCnPr/>
                        <wps:spPr bwMode="auto">
                          <a:xfrm flipH="1" flipV="1">
                            <a:off x="887683" y="1435351"/>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86" name="Text Box 61"/>
                        <wps:cNvSpPr txBox="1">
                          <a:spLocks noChangeArrowheads="1"/>
                        </wps:cNvSpPr>
                        <wps:spPr bwMode="auto">
                          <a:xfrm>
                            <a:off x="1157565" y="1597222"/>
                            <a:ext cx="3293711"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D204"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REJECTED</w:t>
                              </w:r>
                            </w:p>
                          </w:txbxContent>
                        </wps:txbx>
                        <wps:bodyPr rot="0" vert="horz" wrap="square" lIns="91440" tIns="45720" rIns="91440" bIns="45720" anchor="t" anchorCtr="0" upright="1">
                          <a:noAutofit/>
                        </wps:bodyPr>
                      </wps:wsp>
                      <wps:wsp>
                        <wps:cNvPr id="287" name="Line 62"/>
                        <wps:cNvCnPr/>
                        <wps:spPr bwMode="auto">
                          <a:xfrm flipH="1" flipV="1">
                            <a:off x="4171950" y="1725337"/>
                            <a:ext cx="3692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63"/>
                        <wps:cNvCnPr/>
                        <wps:spPr bwMode="auto">
                          <a:xfrm flipH="1">
                            <a:off x="884592" y="1725337"/>
                            <a:ext cx="3205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7852CE7" id="Area di disegno 299" o:spid="_x0000_s1096"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">
                <v:shape id="_x0000_s1097" type="#_x0000_t75" style="position:absolute;width:54489;height:21158;visibility:visible;mso-wrap-style:square">
                  <v:fill o:detectmouseclick="t"/>
                  <v:path o:connecttype="none"/>
                </v:shape>
                <v:shape id="Text Box 46" o:spid="_x0000_s1098"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EhT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SE/zPhCMjJFQAA//8DAFBLAQItABQABgAIAAAAIQDb4fbL7gAAAIUBAAATAAAAAAAA&#10;AAAAAAAAAAAAAABbQ29udGVudF9UeXBlc10ueG1sUEsBAi0AFAAGAAgAAAAhAFr0LFu/AAAAFQEA&#10;AAsAAAAAAAAAAAAAAAAAHwEAAF9yZWxzLy5yZWxzUEsBAi0AFAAGAAgAAAAhAIJwSFPHAAAA3AAA&#10;AA8AAAAAAAAAAAAAAAAABwIAAGRycy9kb3ducmV2LnhtbFBLBQYAAAAAAwADALcAAAD7AgAAAAA=&#10;" filled="f" fillcolor="#bbe0e3" stroked="f">
                  <v:textbox>
                    <w:txbxContent>
                      <w:p w14:paraId="5B3646A1"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v:textbox>
                </v:shape>
                <v:shape id="Text Box 48" o:spid="_x0000_s1099"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" filled="f" fillcolor="#bbe0e3" stroked="f">
                  <v:textbox>
                    <w:txbxContent>
                      <w:p w14:paraId="5D7C355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1100" style="position:absolute;visibility:visible;mso-wrap-style:square" from="35179,6551"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" strokecolor="black [3213]">
                  <v:stroke endarrow="block"/>
                </v:line>
                <v:line id="Line 50" o:spid="_x0000_s1101"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" strokecolor="black [3213]"/>
                <v:shape id="Picture 56" o:spid="_x0000_s1102"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" fillcolor="#bbe0e3">
                  <v:imagedata r:id="rId32" o:title=""/>
                </v:shape>
                <v:shape id="Picture 57" o:spid="_x0000_s1103"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" fillcolor="#bbe0e3">
                  <v:imagedata r:id="rId33" o:title=""/>
                </v:shape>
                <v:shape id="Text Box 58" o:spid="_x0000_s1104"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" filled="f" fillcolor="#bbe0e3" stroked="f">
                  <v:textbox>
                    <w:txbxContent>
                      <w:p w14:paraId="0E405D22"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v:textbox>
                </v:shape>
                <v:line id="Line 59" o:spid="_x0000_s1105"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">
                  <v:stroke dashstyle="dash"/>
                </v:line>
                <v:line id="Line 60" o:spid="_x0000_s1106"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">
                  <v:stroke dashstyle="dash" endarrow="block"/>
                </v:line>
                <v:shape id="Text Box 61" o:spid="_x0000_s1107"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" filled="f" fillcolor="#bbe0e3" stroked="f">
                  <v:textbox>
                    <w:txbxContent>
                      <w:p w14:paraId="2EB7D204"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REJECTED</w:t>
                        </w:r>
                      </w:p>
                    </w:txbxContent>
                  </v:textbox>
                </v:shape>
                <v:line id="Line 62" o:spid="_x0000_s1108" style="position:absolute;flip:x y;visibility:visible;mso-wrap-style:square" from="41719,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"/>
                <v:line id="Line 63" o:spid="_x0000_s1109"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">
                  <v:stroke endarrow="block"/>
                </v:line>
                <w10:anchorlock/>
              </v:group>
            </w:pict>
          </mc:Fallback>
        </mc:AlternateContent>
      </w:r>
    </w:p>
    <w:p w14:paraId="306945F3" w14:textId="77777777" w:rsidR="00627870" w:rsidRPr="00627870" w:rsidRDefault="00627870" w:rsidP="00FF1E86">
      <w:pPr>
        <w:pStyle w:val="BlockLabelBeforeXML"/>
      </w:pPr>
      <w:r w:rsidRPr="00627870">
        <w:t>Security Deletion Request</w:t>
      </w:r>
    </w:p>
    <w:p w14:paraId="51AD5916" w14:textId="77777777" w:rsidR="00627870" w:rsidRPr="00627870" w:rsidRDefault="00627870" w:rsidP="00FF1E86">
      <w:r w:rsidRPr="00627870">
        <w:t xml:space="preserve">The Instructing Party sends an instruction to the Executing/Servicing Party to delete a security. </w:t>
      </w:r>
    </w:p>
    <w:p w14:paraId="023F8AB8" w14:textId="77777777" w:rsidR="00627870" w:rsidRPr="00627870" w:rsidRDefault="00627870" w:rsidP="00FF1E86">
      <w:pPr>
        <w:pStyle w:val="BlockLabelBeforeXML"/>
      </w:pPr>
      <w:r w:rsidRPr="00627870">
        <w:t>Security Status Advice</w:t>
      </w:r>
    </w:p>
    <w:p w14:paraId="5AB973A2" w14:textId="77777777" w:rsidR="00627870" w:rsidRPr="00627870" w:rsidRDefault="00627870" w:rsidP="00FF1E86">
      <w:r w:rsidRPr="00627870">
        <w:t>The Executing/Servicing Party informs the Instructing Party about the lifecycle of its instruction with the following statuses:</w:t>
      </w:r>
    </w:p>
    <w:p w14:paraId="1795EFF0" w14:textId="77777777" w:rsidR="00627870" w:rsidRPr="00627870" w:rsidRDefault="00627870" w:rsidP="00FF1E86">
      <w:pPr>
        <w:pStyle w:val="BlockLabelBeforeXML"/>
      </w:pPr>
      <w:r w:rsidRPr="00627870">
        <w:t>Rejected</w:t>
      </w:r>
    </w:p>
    <w:p w14:paraId="6E228BBF" w14:textId="77777777" w:rsidR="00627870" w:rsidRPr="00627870" w:rsidRDefault="00627870" w:rsidP="00FF1E86">
      <w:r w:rsidRPr="00627870">
        <w:t>The instruction did not pass validation, some reasons could be:</w:t>
      </w:r>
    </w:p>
    <w:p w14:paraId="3E581C1E" w14:textId="77777777" w:rsidR="00627870" w:rsidRPr="00627870" w:rsidRDefault="00627870" w:rsidP="00FF1E86">
      <w:pPr>
        <w:pStyle w:val="ListBullet"/>
      </w:pPr>
      <w:r w:rsidRPr="00627870">
        <w:t>the mandatory information is not present or incorrect,</w:t>
      </w:r>
    </w:p>
    <w:p w14:paraId="553B7CF2" w14:textId="77777777" w:rsidR="00627870" w:rsidRPr="00627870" w:rsidRDefault="00627870" w:rsidP="00FF1E86">
      <w:pPr>
        <w:pStyle w:val="ListBullet"/>
      </w:pPr>
      <w:r w:rsidRPr="00627870">
        <w:t>the Instructing Party does not have the right to delete security,</w:t>
      </w:r>
    </w:p>
    <w:p w14:paraId="663525C8" w14:textId="77777777" w:rsidR="00627870" w:rsidRPr="00627870" w:rsidRDefault="00627870" w:rsidP="00FF1E86">
      <w:pPr>
        <w:pStyle w:val="ListBullet"/>
      </w:pPr>
      <w:r w:rsidRPr="00627870">
        <w:t xml:space="preserve">the instruction has already been received and is being processed. </w:t>
      </w:r>
    </w:p>
    <w:p w14:paraId="1FF749A4" w14:textId="77777777" w:rsidR="00627870" w:rsidRPr="00627870" w:rsidRDefault="00627870" w:rsidP="00FF1E86">
      <w:r w:rsidRPr="00627870">
        <w:t>This instruction contains information that identifies the status and the reasons why the instruction is rejected. It is possible to have more than one reason for this status.</w:t>
      </w:r>
    </w:p>
    <w:p w14:paraId="6CD0E634" w14:textId="77777777" w:rsidR="00627870" w:rsidRPr="00627870" w:rsidRDefault="00627870" w:rsidP="00FF1E86">
      <w:pPr>
        <w:pStyle w:val="BlockLabelBeforeXML"/>
      </w:pPr>
      <w:r w:rsidRPr="00627870">
        <w:t>Queued</w:t>
      </w:r>
    </w:p>
    <w:p w14:paraId="251C39A0" w14:textId="77777777" w:rsidR="00627870" w:rsidRPr="00627870" w:rsidRDefault="00627870" w:rsidP="00FF1E86">
      <w:r w:rsidRPr="00627870">
        <w:t xml:space="preserve">The Executing/Servicing Party might inform the Instructing party that the processing of the Delete Security instruction has been delayed. In case of e.g. a night-time cycle is running.  </w:t>
      </w:r>
    </w:p>
    <w:p w14:paraId="46DB75C8" w14:textId="77777777" w:rsidR="00627870" w:rsidRPr="00627870" w:rsidRDefault="00627870" w:rsidP="00FF1E86">
      <w:pPr>
        <w:pStyle w:val="BlockLabelBeforeXML"/>
      </w:pPr>
      <w:r w:rsidRPr="00627870">
        <w:t>Rejected</w:t>
      </w:r>
    </w:p>
    <w:p w14:paraId="6C425E82" w14:textId="77777777" w:rsidR="00627870" w:rsidRPr="00627870" w:rsidRDefault="00627870" w:rsidP="00FF1E86">
      <w:r w:rsidRPr="00627870">
        <w:t>After the re-validation of the instruction, with the new set of data the current instruction did not pass validation, some reasons could be:</w:t>
      </w:r>
    </w:p>
    <w:p w14:paraId="49308DCC" w14:textId="77777777" w:rsidR="00627870" w:rsidRPr="00627870" w:rsidRDefault="00627870" w:rsidP="00FF1E86">
      <w:pPr>
        <w:pStyle w:val="ListBullet"/>
      </w:pPr>
      <w:r w:rsidRPr="00627870">
        <w:t>the mandatory information is not present or incorrect,</w:t>
      </w:r>
    </w:p>
    <w:p w14:paraId="66BCAC97" w14:textId="77777777" w:rsidR="00627870" w:rsidRPr="00627870" w:rsidRDefault="00627870" w:rsidP="00FF1E86">
      <w:pPr>
        <w:pStyle w:val="ListBullet"/>
      </w:pPr>
      <w:r w:rsidRPr="00627870">
        <w:t>the security cannot be deleted,</w:t>
      </w:r>
    </w:p>
    <w:p w14:paraId="6F3602C1" w14:textId="77777777" w:rsidR="00627870" w:rsidRPr="00627870" w:rsidRDefault="00627870" w:rsidP="00FF1E86">
      <w:pPr>
        <w:pStyle w:val="ListBullet"/>
      </w:pPr>
      <w:r w:rsidRPr="00627870">
        <w:t>the Instructing Party does not have the right to delete security,</w:t>
      </w:r>
    </w:p>
    <w:p w14:paraId="0614A785" w14:textId="77777777" w:rsidR="00627870" w:rsidRPr="00627870" w:rsidRDefault="00627870" w:rsidP="00FF1E86">
      <w:pPr>
        <w:pStyle w:val="ListBullet"/>
      </w:pPr>
      <w:r w:rsidRPr="00627870">
        <w:t xml:space="preserve">the instruction has already been received and is being processed </w:t>
      </w:r>
    </w:p>
    <w:p w14:paraId="616B411A" w14:textId="77777777" w:rsidR="00627870" w:rsidRPr="00627870" w:rsidRDefault="00627870" w:rsidP="00FF1E86">
      <w:r w:rsidRPr="00627870">
        <w:t>This instruction contains information that identifies the status and the reasons why the instruction is rejected. It is possible to have more than one reason for this status.</w:t>
      </w:r>
    </w:p>
    <w:p w14:paraId="5E1473EF" w14:textId="77777777" w:rsidR="00627870" w:rsidRPr="00627870" w:rsidRDefault="00627870" w:rsidP="00627870">
      <w:pPr>
        <w:pStyle w:val="Heading2"/>
      </w:pPr>
      <w:bookmarkStart w:id="40" w:name="_Toc52263284"/>
      <w:bookmarkStart w:id="41" w:name="_Toc161582942"/>
      <w:r w:rsidRPr="00627870">
        <w:lastRenderedPageBreak/>
        <w:t>Query/Response Process</w:t>
      </w:r>
      <w:bookmarkEnd w:id="40"/>
      <w:bookmarkEnd w:id="41"/>
    </w:p>
    <w:p w14:paraId="51B06FDD" w14:textId="77777777" w:rsidR="00627870" w:rsidRPr="00627870" w:rsidRDefault="00627870" w:rsidP="00627870">
      <w:pPr>
        <w:pStyle w:val="Heading3"/>
      </w:pPr>
      <w:bookmarkStart w:id="42" w:name="_Toc52263285"/>
      <w:r w:rsidRPr="00627870">
        <w:t>Security Query/Security Report Scenario</w:t>
      </w:r>
      <w:bookmarkEnd w:id="42"/>
    </w:p>
    <w:p w14:paraId="78C05B88" w14:textId="77777777" w:rsidR="00627870" w:rsidRPr="00627870" w:rsidRDefault="00627870" w:rsidP="00627870"/>
    <w:p w14:paraId="06845FFA" w14:textId="77777777" w:rsidR="00627870" w:rsidRPr="00627870" w:rsidRDefault="00627870" w:rsidP="00F307D3">
      <w:pPr>
        <w:pStyle w:val="Graphic"/>
      </w:pPr>
      <w:r w:rsidRPr="00627870">
        <w:rPr>
          <w:noProof/>
          <w:lang w:eastAsia="en-GB"/>
        </w:rPr>
        <mc:AlternateContent>
          <mc:Choice Requires="wpc">
            <w:drawing>
              <wp:inline distT="0" distB="0" distL="0" distR="0" wp14:anchorId="74710765" wp14:editId="2F35A91A">
                <wp:extent cx="5373370" cy="1466850"/>
                <wp:effectExtent l="0" t="0" r="0" b="0"/>
                <wp:docPr id="329" name="Area di disegno 3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17" name="Picture 8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8" name="Picture 8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9" name="Text Box 89"/>
                        <wps:cNvSpPr txBox="1">
                          <a:spLocks noChangeArrowheads="1"/>
                        </wps:cNvSpPr>
                        <wps:spPr bwMode="auto">
                          <a:xfrm>
                            <a:off x="1296408" y="360575"/>
                            <a:ext cx="2303866"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EB1A6" w14:textId="77777777" w:rsidR="00ED0E20" w:rsidRPr="00957EA0" w:rsidRDefault="00ED0E20" w:rsidP="00627870">
                              <w:pPr>
                                <w:autoSpaceDE w:val="0"/>
                                <w:autoSpaceDN w:val="0"/>
                                <w:adjustRightInd w:val="0"/>
                                <w:spacing w:before="0"/>
                                <w:rPr>
                                  <w:rFonts w:cs="Arial"/>
                                  <w:sz w:val="18"/>
                                  <w:szCs w:val="18"/>
                                </w:rPr>
                              </w:pPr>
                              <w:r w:rsidRPr="005E3C1F">
                                <w:rPr>
                                  <w:rFonts w:cs="Arial"/>
                                  <w:sz w:val="18"/>
                                  <w:szCs w:val="18"/>
                                </w:rPr>
                                <w:t>Securit</w:t>
                              </w:r>
                              <w:r>
                                <w:rPr>
                                  <w:rFonts w:cs="Arial"/>
                                  <w:sz w:val="18"/>
                                  <w:szCs w:val="18"/>
                                </w:rPr>
                                <w:t>y</w:t>
                              </w:r>
                              <w:r w:rsidRPr="005E3C1F">
                                <w:rPr>
                                  <w:rFonts w:cs="Arial"/>
                                  <w:sz w:val="18"/>
                                  <w:szCs w:val="18"/>
                                </w:rPr>
                                <w:t xml:space="preserve"> Query (reda.01</w:t>
                              </w:r>
                              <w:r>
                                <w:rPr>
                                  <w:rFonts w:cs="Arial"/>
                                  <w:sz w:val="18"/>
                                  <w:szCs w:val="18"/>
                                </w:rPr>
                                <w:t>0</w:t>
                              </w:r>
                              <w:r w:rsidRPr="005E3C1F">
                                <w:rPr>
                                  <w:rFonts w:cs="Arial"/>
                                  <w:sz w:val="18"/>
                                  <w:szCs w:val="18"/>
                                </w:rPr>
                                <w:t>)</w:t>
                              </w:r>
                            </w:p>
                          </w:txbxContent>
                        </wps:txbx>
                        <wps:bodyPr rot="0" vert="horz" wrap="square" lIns="91440" tIns="45720" rIns="91440" bIns="45720" anchor="t" anchorCtr="0" upright="1">
                          <a:noAutofit/>
                        </wps:bodyPr>
                      </wps:wsp>
                      <wps:wsp>
                        <wps:cNvPr id="320" name="Line 90"/>
                        <wps:cNvCnPr/>
                        <wps:spPr bwMode="auto">
                          <a:xfrm>
                            <a:off x="2781300" y="504805"/>
                            <a:ext cx="1684276"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21" name="Line 91"/>
                        <wps:cNvCnPr/>
                        <wps:spPr bwMode="auto">
                          <a:xfrm flipH="1">
                            <a:off x="864529" y="488694"/>
                            <a:ext cx="502184"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22" name="Text Box 92"/>
                        <wps:cNvSpPr txBox="1">
                          <a:spLocks noChangeArrowheads="1"/>
                        </wps:cNvSpPr>
                        <wps:spPr bwMode="auto">
                          <a:xfrm>
                            <a:off x="1009776" y="72115"/>
                            <a:ext cx="2190624"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22DDE"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wps:txbx>
                        <wps:bodyPr rot="0" vert="horz" wrap="square" lIns="91440" tIns="45720" rIns="91440" bIns="45720" upright="1">
                          <a:noAutofit/>
                        </wps:bodyPr>
                      </wps:wsp>
                      <wps:wsp>
                        <wps:cNvPr id="323" name="Text Box 93"/>
                        <wps:cNvSpPr txBox="1">
                          <a:spLocks noChangeArrowheads="1"/>
                        </wps:cNvSpPr>
                        <wps:spPr bwMode="auto">
                          <a:xfrm>
                            <a:off x="1296408" y="602237"/>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718D6"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324" name="Line 94"/>
                        <wps:cNvCnPr/>
                        <wps:spPr bwMode="auto">
                          <a:xfrm flipH="1">
                            <a:off x="3276600" y="708108"/>
                            <a:ext cx="1185887"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5" name="Line 95"/>
                        <wps:cNvCnPr/>
                        <wps:spPr bwMode="auto">
                          <a:xfrm flipH="1">
                            <a:off x="861439" y="720383"/>
                            <a:ext cx="505274"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326" name="Text Box 96"/>
                        <wps:cNvSpPr txBox="1">
                          <a:spLocks noChangeArrowheads="1"/>
                        </wps:cNvSpPr>
                        <wps:spPr bwMode="auto">
                          <a:xfrm>
                            <a:off x="1296408" y="850804"/>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1C9A"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p>
                          </w:txbxContent>
                        </wps:txbx>
                        <wps:bodyPr rot="0" vert="horz" wrap="square" lIns="91440" tIns="45720" rIns="91440" bIns="45720" anchor="t" anchorCtr="0" upright="1">
                          <a:noAutofit/>
                        </wps:bodyPr>
                      </wps:wsp>
                      <wps:wsp>
                        <wps:cNvPr id="327" name="Line 97"/>
                        <wps:cNvCnPr/>
                        <wps:spPr bwMode="auto">
                          <a:xfrm flipH="1">
                            <a:off x="2819400" y="975087"/>
                            <a:ext cx="16461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98"/>
                        <wps:cNvCnPr/>
                        <wps:spPr bwMode="auto">
                          <a:xfrm flipH="1">
                            <a:off x="864530" y="979690"/>
                            <a:ext cx="50218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4710765" id="Area di disegno 329" o:spid="_x0000_s1110"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">
                <v:shape id="_x0000_s1111" type="#_x0000_t75" style="position:absolute;width:53733;height:14668;visibility:visible;mso-wrap-style:square">
                  <v:fill o:detectmouseclick="t"/>
                  <v:path o:connecttype="none"/>
                </v:shape>
                <v:shape id="Picture 87" o:spid="_x0000_s1112"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6" o:title=""/>
                </v:shape>
                <v:shape id="Picture 88" o:spid="_x0000_s1113"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7" o:title=""/>
                </v:shape>
                <v:shape id="Text Box 89" o:spid="_x0000_s1114"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7E2EB1A6" w14:textId="77777777" w:rsidR="00ED0E20" w:rsidRPr="00957EA0" w:rsidRDefault="00ED0E20" w:rsidP="00627870">
                        <w:pPr>
                          <w:autoSpaceDE w:val="0"/>
                          <w:autoSpaceDN w:val="0"/>
                          <w:adjustRightInd w:val="0"/>
                          <w:spacing w:before="0"/>
                          <w:rPr>
                            <w:rFonts w:cs="Arial"/>
                            <w:sz w:val="18"/>
                            <w:szCs w:val="18"/>
                          </w:rPr>
                        </w:pPr>
                        <w:r w:rsidRPr="005E3C1F">
                          <w:rPr>
                            <w:rFonts w:cs="Arial"/>
                            <w:sz w:val="18"/>
                            <w:szCs w:val="18"/>
                          </w:rPr>
                          <w:t>Securit</w:t>
                        </w:r>
                        <w:r>
                          <w:rPr>
                            <w:rFonts w:cs="Arial"/>
                            <w:sz w:val="18"/>
                            <w:szCs w:val="18"/>
                          </w:rPr>
                          <w:t>y</w:t>
                        </w:r>
                        <w:r w:rsidRPr="005E3C1F">
                          <w:rPr>
                            <w:rFonts w:cs="Arial"/>
                            <w:sz w:val="18"/>
                            <w:szCs w:val="18"/>
                          </w:rPr>
                          <w:t xml:space="preserve"> Query (reda.01</w:t>
                        </w:r>
                        <w:r>
                          <w:rPr>
                            <w:rFonts w:cs="Arial"/>
                            <w:sz w:val="18"/>
                            <w:szCs w:val="18"/>
                          </w:rPr>
                          <w:t>0</w:t>
                        </w:r>
                        <w:r w:rsidRPr="005E3C1F">
                          <w:rPr>
                            <w:rFonts w:cs="Arial"/>
                            <w:sz w:val="18"/>
                            <w:szCs w:val="18"/>
                          </w:rPr>
                          <w:t>)</w:t>
                        </w:r>
                      </w:p>
                    </w:txbxContent>
                  </v:textbox>
                </v:shape>
                <v:line id="Line 90" o:spid="_x0000_s1115" style="position:absolute;visibility:visible;mso-wrap-style:square" from="27813,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" strokecolor="black [3213]">
                  <v:stroke endarrow="block"/>
                </v:line>
                <v:line id="Line 91" o:spid="_x0000_s1116"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" strokecolor="black [3213]"/>
                <v:shape id="Text Box 92" o:spid="_x0000_s1117"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33922DDE"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1118"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4B1718D6"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r>
                          <w:rPr>
                            <w:rFonts w:cs="Arial"/>
                            <w:color w:val="000000"/>
                            <w:sz w:val="18"/>
                            <w:szCs w:val="18"/>
                          </w:rPr>
                          <w:t>: ERROR</w:t>
                        </w:r>
                      </w:p>
                    </w:txbxContent>
                  </v:textbox>
                </v:shape>
                <v:line id="Line 94" o:spid="_x0000_s1119" style="position:absolute;flip:x;visibility:visible;mso-wrap-style:square" from="3276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1120"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1121"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11FC1C9A"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p>
                    </w:txbxContent>
                  </v:textbox>
                </v:shape>
                <v:line id="Line 97" o:spid="_x0000_s1122" style="position:absolute;flip:x;visibility:visible;mso-wrap-style:square" from="28194,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1123"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mc:Fallback>
        </mc:AlternateContent>
      </w:r>
    </w:p>
    <w:p w14:paraId="1F62BF22" w14:textId="77777777" w:rsidR="00627870" w:rsidRPr="00627870" w:rsidRDefault="00627870" w:rsidP="00FF1E86">
      <w:pPr>
        <w:pStyle w:val="BlockLabelBeforeXML"/>
      </w:pPr>
      <w:r w:rsidRPr="00627870">
        <w:t>Security Query</w:t>
      </w:r>
    </w:p>
    <w:p w14:paraId="2A4B2F81" w14:textId="77777777" w:rsidR="00627870" w:rsidRPr="00627870" w:rsidRDefault="00627870" w:rsidP="00FF1E86">
      <w:r w:rsidRPr="00627870">
        <w:t>The Instructing Party sends an instruction to the Executing/Servicing Party to run a query according to specified criteria.</w:t>
      </w:r>
    </w:p>
    <w:p w14:paraId="216A2B87" w14:textId="77777777" w:rsidR="00627870" w:rsidRPr="00627870" w:rsidRDefault="00627870" w:rsidP="00FF1E86">
      <w:pPr>
        <w:pStyle w:val="BlockLabelBeforeXML"/>
      </w:pPr>
      <w:r w:rsidRPr="00627870">
        <w:t xml:space="preserve">Security Report </w:t>
      </w:r>
    </w:p>
    <w:p w14:paraId="01148E59" w14:textId="77777777" w:rsidR="00627870" w:rsidRPr="00627870" w:rsidRDefault="00627870" w:rsidP="00FF1E86">
      <w:r w:rsidRPr="00627870">
        <w:t>Depending on the query criteria, it is possible that the processing will take more than a certain time or that the result of the query will be empty due to wrong combination of criteria or no result set. In this case, an error message within a query response message is sent to the Instructing Party.</w:t>
      </w:r>
    </w:p>
    <w:p w14:paraId="0CA59792" w14:textId="77777777" w:rsidR="00627870" w:rsidRPr="00627870" w:rsidRDefault="00627870" w:rsidP="00FF1E86">
      <w:pPr>
        <w:pStyle w:val="BlockLabelBeforeXML"/>
      </w:pPr>
      <w:r w:rsidRPr="00627870">
        <w:t xml:space="preserve">Security Report </w:t>
      </w:r>
    </w:p>
    <w:p w14:paraId="47B46819" w14:textId="77777777" w:rsidR="00FF1E86" w:rsidRDefault="00627870" w:rsidP="00FF1E86">
      <w:bookmarkStart w:id="43" w:name="_Toc52263286"/>
      <w:r w:rsidRPr="00627870">
        <w:t>The Executing/Servicing Party sends a query response that meets the specified criteria to the Instructing Party.</w:t>
      </w:r>
    </w:p>
    <w:p w14:paraId="6F0A64ED" w14:textId="77777777" w:rsidR="00627870" w:rsidRPr="00627870" w:rsidRDefault="00627870" w:rsidP="00627870">
      <w:pPr>
        <w:pStyle w:val="Heading3"/>
      </w:pPr>
      <w:r w:rsidRPr="00627870">
        <w:t>Securities Audit Trail Query</w:t>
      </w:r>
      <w:r w:rsidR="00FF1E86">
        <w:t xml:space="preserve"> and </w:t>
      </w:r>
      <w:r w:rsidRPr="00627870">
        <w:t>Report Scenario</w:t>
      </w:r>
      <w:bookmarkEnd w:id="43"/>
    </w:p>
    <w:p w14:paraId="7CCED885" w14:textId="77777777" w:rsidR="00627870" w:rsidRPr="00627870" w:rsidRDefault="00627870" w:rsidP="00F307D3">
      <w:pPr>
        <w:pStyle w:val="Graphic"/>
      </w:pPr>
      <w:r w:rsidRPr="00627870">
        <w:rPr>
          <w:noProof/>
          <w:lang w:eastAsia="en-GB"/>
        </w:rPr>
        <mc:AlternateContent>
          <mc:Choice Requires="wpc">
            <w:drawing>
              <wp:inline distT="0" distB="0" distL="0" distR="0" wp14:anchorId="38A50437" wp14:editId="2D9F8D8B">
                <wp:extent cx="5374005" cy="1466850"/>
                <wp:effectExtent l="0" t="0" r="0" b="0"/>
                <wp:docPr id="17" name="Area di disegno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AutoShape 103"/>
                        <wps:cNvSpPr>
                          <a:spLocks noChangeAspect="1" noChangeArrowheads="1"/>
                        </wps:cNvSpPr>
                        <wps:spPr bwMode="auto">
                          <a:xfrm>
                            <a:off x="0" y="0"/>
                            <a:ext cx="537400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10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768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10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4466234" y="72115"/>
                            <a:ext cx="907771"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106"/>
                        <wps:cNvSpPr txBox="1">
                          <a:spLocks noChangeArrowheads="1"/>
                        </wps:cNvSpPr>
                        <wps:spPr bwMode="auto">
                          <a:xfrm>
                            <a:off x="1367451" y="300912"/>
                            <a:ext cx="2580259" cy="3578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5D7FF" w14:textId="77777777" w:rsidR="00ED0E20" w:rsidRPr="00957EA0" w:rsidRDefault="00ED0E20" w:rsidP="00627870">
                              <w:pPr>
                                <w:autoSpaceDE w:val="0"/>
                                <w:autoSpaceDN w:val="0"/>
                                <w:adjustRightInd w:val="0"/>
                                <w:rPr>
                                  <w:rFonts w:cs="Arial"/>
                                  <w:sz w:val="36"/>
                                  <w:szCs w:val="36"/>
                                </w:rPr>
                              </w:pPr>
                              <w:r w:rsidRPr="00967587">
                                <w:rPr>
                                  <w:rFonts w:cs="Arial"/>
                                  <w:sz w:val="18"/>
                                  <w:szCs w:val="18"/>
                                </w:rPr>
                                <w:t>Securities Audit Trail Query (reda.03</w:t>
                              </w:r>
                              <w:r>
                                <w:rPr>
                                  <w:rFonts w:cs="Arial"/>
                                  <w:sz w:val="18"/>
                                  <w:szCs w:val="18"/>
                                </w:rPr>
                                <w:t>3</w:t>
                              </w:r>
                              <w:r w:rsidRPr="00967587">
                                <w:rPr>
                                  <w:rFonts w:cs="Arial"/>
                                  <w:sz w:val="18"/>
                                  <w:szCs w:val="18"/>
                                </w:rPr>
                                <w:t>)</w:t>
                              </w:r>
                            </w:p>
                          </w:txbxContent>
                        </wps:txbx>
                        <wps:bodyPr rot="0" vert="horz" wrap="square" lIns="91440" tIns="45720" rIns="91440" bIns="45720" anchor="t" anchorCtr="0" upright="1">
                          <a:noAutofit/>
                        </wps:bodyPr>
                      </wps:wsp>
                      <wps:wsp>
                        <wps:cNvPr id="8" name="Line 107"/>
                        <wps:cNvCnPr/>
                        <wps:spPr bwMode="auto">
                          <a:xfrm flipV="1">
                            <a:off x="3492500" y="504805"/>
                            <a:ext cx="973734" cy="4551"/>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9" name="Line 108"/>
                        <wps:cNvCnPr/>
                        <wps:spPr bwMode="auto">
                          <a:xfrm flipH="1">
                            <a:off x="865281" y="488694"/>
                            <a:ext cx="502170"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 name="Text Box 109"/>
                        <wps:cNvSpPr txBox="1">
                          <a:spLocks noChangeArrowheads="1"/>
                        </wps:cNvSpPr>
                        <wps:spPr bwMode="auto">
                          <a:xfrm>
                            <a:off x="1009751" y="72115"/>
                            <a:ext cx="1568319" cy="38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E5A6" w14:textId="77777777" w:rsidR="00ED0E20" w:rsidRDefault="00ED0E20" w:rsidP="00627870">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wps:txbx>
                        <wps:bodyPr rot="0" vert="horz" wrap="square" lIns="91440" tIns="45720" rIns="91440" bIns="45720" upright="1">
                          <a:noAutofit/>
                        </wps:bodyPr>
                      </wps:wsp>
                      <wps:wsp>
                        <wps:cNvPr id="11" name="Text Box 110"/>
                        <wps:cNvSpPr txBox="1">
                          <a:spLocks noChangeArrowheads="1"/>
                        </wps:cNvSpPr>
                        <wps:spPr bwMode="auto">
                          <a:xfrm>
                            <a:off x="1063603" y="509356"/>
                            <a:ext cx="3174128" cy="31224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7C5A2"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12" name="Line 111"/>
                        <wps:cNvCnPr/>
                        <wps:spPr bwMode="auto">
                          <a:xfrm flipH="1">
                            <a:off x="3721100" y="708108"/>
                            <a:ext cx="742045"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112"/>
                        <wps:cNvCnPr/>
                        <wps:spPr bwMode="auto">
                          <a:xfrm flipH="1">
                            <a:off x="862189" y="720383"/>
                            <a:ext cx="242406"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4" name="Text Box 113"/>
                        <wps:cNvSpPr txBox="1">
                          <a:spLocks noChangeArrowheads="1"/>
                        </wps:cNvSpPr>
                        <wps:spPr bwMode="auto">
                          <a:xfrm>
                            <a:off x="1098218" y="790419"/>
                            <a:ext cx="2806751" cy="40660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F4275"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p>
                          </w:txbxContent>
                        </wps:txbx>
                        <wps:bodyPr rot="0" vert="horz" wrap="square" lIns="91440" tIns="45720" rIns="91440" bIns="45720" anchor="t" anchorCtr="0" upright="1">
                          <a:noAutofit/>
                        </wps:bodyPr>
                      </wps:wsp>
                      <wps:wsp>
                        <wps:cNvPr id="15" name="Line 114"/>
                        <wps:cNvCnPr/>
                        <wps:spPr bwMode="auto">
                          <a:xfrm flipH="1">
                            <a:off x="3289300" y="975087"/>
                            <a:ext cx="1176936" cy="15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5"/>
                        <wps:cNvCnPr/>
                        <wps:spPr bwMode="auto">
                          <a:xfrm flipH="1">
                            <a:off x="865280" y="979690"/>
                            <a:ext cx="2832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8A50437" id="Area di disegno 17" o:spid="_x0000_s1124" editas="canvas" style="width:423.15pt;height:115.5pt;mso-position-horizontal-relative:char;mso-position-vertical-relative:line" coordsize="53740,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">
                <v:shape id="_x0000_s1125" type="#_x0000_t75" style="position:absolute;width:53740;height:14668;visibility:visible;mso-wrap-style:square">
                  <v:fill o:detectmouseclick="t"/>
                  <v:path o:connecttype="none"/>
                </v:shape>
                <v:rect id="AutoShape 103" o:spid="_x0000_s1126" style="position:absolute;width:53740;height:1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1127" type="#_x0000_t75" style="position:absolute;width:8876;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36" o:title=""/>
                </v:shape>
                <v:shape id="Picture 105" o:spid="_x0000_s1128" type="#_x0000_t75" style="position:absolute;left:44662;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37" o:title=""/>
                </v:shape>
                <v:shape id="Text Box 106" o:spid="_x0000_s1129" type="#_x0000_t202" style="position:absolute;left:13674;top:3009;width:25803;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w:txbxContent>
                      <w:p w14:paraId="6BA5D7FF" w14:textId="77777777" w:rsidR="00ED0E20" w:rsidRPr="00957EA0" w:rsidRDefault="00ED0E20" w:rsidP="00627870">
                        <w:pPr>
                          <w:autoSpaceDE w:val="0"/>
                          <w:autoSpaceDN w:val="0"/>
                          <w:adjustRightInd w:val="0"/>
                          <w:rPr>
                            <w:rFonts w:cs="Arial"/>
                            <w:sz w:val="36"/>
                            <w:szCs w:val="36"/>
                          </w:rPr>
                        </w:pPr>
                        <w:r w:rsidRPr="00967587">
                          <w:rPr>
                            <w:rFonts w:cs="Arial"/>
                            <w:sz w:val="18"/>
                            <w:szCs w:val="18"/>
                          </w:rPr>
                          <w:t>Securities Audit Trail Query (reda.03</w:t>
                        </w:r>
                        <w:r>
                          <w:rPr>
                            <w:rFonts w:cs="Arial"/>
                            <w:sz w:val="18"/>
                            <w:szCs w:val="18"/>
                          </w:rPr>
                          <w:t>3</w:t>
                        </w:r>
                        <w:r w:rsidRPr="00967587">
                          <w:rPr>
                            <w:rFonts w:cs="Arial"/>
                            <w:sz w:val="18"/>
                            <w:szCs w:val="18"/>
                          </w:rPr>
                          <w:t>)</w:t>
                        </w:r>
                      </w:p>
                    </w:txbxContent>
                  </v:textbox>
                </v:shape>
                <v:line id="Line 107" o:spid="_x0000_s1130" style="position:absolute;flip:y;visibility:visible;mso-wrap-style:square" from="34925,5048" to="44662,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" strokecolor="black [3213]">
                  <v:stroke endarrow="block"/>
                </v:line>
                <v:line id="Line 108" o:spid="_x0000_s1131" style="position:absolute;flip:x;visibility:visible;mso-wrap-style:square" from="8652,4886" to="13674,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" strokecolor="black [3213]"/>
                <v:shape id="Text Box 109" o:spid="_x0000_s1132" type="#_x0000_t202" style="position:absolute;left:10097;top:721;width:15683;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w:txbxContent>
                      <w:p w14:paraId="7371E5A6" w14:textId="77777777" w:rsidR="00ED0E20" w:rsidRDefault="00ED0E20" w:rsidP="00627870">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1133" type="#_x0000_t202" style="position:absolute;left:10636;top:5093;width:31741;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w:txbxContent>
                      <w:p w14:paraId="28D7C5A2"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r>
                          <w:rPr>
                            <w:rFonts w:cs="Arial"/>
                            <w:color w:val="000000"/>
                            <w:sz w:val="18"/>
                            <w:szCs w:val="18"/>
                          </w:rPr>
                          <w:t>: ERROR</w:t>
                        </w:r>
                      </w:p>
                    </w:txbxContent>
                  </v:textbox>
                </v:shape>
                <v:line id="Line 111" o:spid="_x0000_s1134" style="position:absolute;flip:x;visibility:visible;mso-wrap-style:square" from="37211,7081" to="44631,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1135" style="position:absolute;flip:x;visibility:visible;mso-wrap-style:square" from="8621,7203" to="11045,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1136" type="#_x0000_t202" style="position:absolute;left:10982;top:7904;width:28067;height:4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w:txbxContent>
                      <w:p w14:paraId="50AF4275"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p>
                    </w:txbxContent>
                  </v:textbox>
                </v:shape>
                <v:line id="Line 114" o:spid="_x0000_s1137" style="position:absolute;flip:x;visibility:visible;mso-wrap-style:square" from="32893,9750" to="44662,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1138" style="position:absolute;flip:x;visibility:visible;mso-wrap-style:square" from="8652,9796" to="11484,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w10:anchorlock/>
              </v:group>
            </w:pict>
          </mc:Fallback>
        </mc:AlternateContent>
      </w:r>
    </w:p>
    <w:p w14:paraId="26557369" w14:textId="77777777" w:rsidR="00627870" w:rsidRPr="00627870" w:rsidRDefault="00627870" w:rsidP="00FF1E86">
      <w:pPr>
        <w:pStyle w:val="BlockLabelBeforeXML"/>
      </w:pPr>
      <w:r w:rsidRPr="00627870">
        <w:t>Securities Audit Trail Query</w:t>
      </w:r>
    </w:p>
    <w:p w14:paraId="373937D2" w14:textId="77777777" w:rsidR="00627870" w:rsidRPr="00627870" w:rsidRDefault="00627870" w:rsidP="00FF1E86">
      <w:r w:rsidRPr="00627870">
        <w:t>The Instructing Party sends an instruction to the Executing/Servicing Party to run a query according to specified criteria’s to retrieve the complete audit trail on a specific security.</w:t>
      </w:r>
    </w:p>
    <w:p w14:paraId="291F415E" w14:textId="77777777" w:rsidR="00627870" w:rsidRPr="00627870" w:rsidRDefault="00627870" w:rsidP="00FF1E86">
      <w:pPr>
        <w:pStyle w:val="BlockLabelBeforeXML"/>
      </w:pPr>
      <w:r w:rsidRPr="00627870">
        <w:t>Securities Audit Trail Report</w:t>
      </w:r>
    </w:p>
    <w:p w14:paraId="2F1B70F7" w14:textId="29C14819" w:rsidR="00627870" w:rsidRPr="00627870" w:rsidRDefault="00627870" w:rsidP="00FF1E86">
      <w:r w:rsidRPr="00627870">
        <w:t>Depending on the query criteria, it is possible that the processing will take more than a certain time</w:t>
      </w:r>
      <w:r w:rsidR="00512ABD">
        <w:t xml:space="preserve"> </w:t>
      </w:r>
      <w:r w:rsidRPr="00627870">
        <w:t>or that the result of the query will be empty due to wrong combination of criteria or no result set. In this case, an error message within a query response message is sent to the Instructing Party.</w:t>
      </w:r>
    </w:p>
    <w:p w14:paraId="4AC987F3" w14:textId="77777777" w:rsidR="00627870" w:rsidRPr="00627870" w:rsidRDefault="00627870" w:rsidP="00FF1E86">
      <w:pPr>
        <w:pStyle w:val="BlockLabelBeforeXML"/>
      </w:pPr>
      <w:r w:rsidRPr="00627870">
        <w:lastRenderedPageBreak/>
        <w:t>Securities Audit Trail Report</w:t>
      </w:r>
    </w:p>
    <w:p w14:paraId="30715569" w14:textId="77777777" w:rsidR="00627870" w:rsidRPr="00627870" w:rsidRDefault="00627870" w:rsidP="00FF1E86">
      <w:bookmarkStart w:id="44" w:name="_Toc491193436"/>
      <w:r w:rsidRPr="00627870">
        <w:t>The Executing/Servicing Party sends a query response that meets the specified criteria to the Instructing Party.</w:t>
      </w:r>
      <w:bookmarkEnd w:id="44"/>
    </w:p>
    <w:p w14:paraId="06E678B6" w14:textId="77777777" w:rsidR="00627870" w:rsidRPr="0065592C" w:rsidRDefault="00627870" w:rsidP="00627870"/>
    <w:p w14:paraId="52B1903E" w14:textId="77777777" w:rsidR="00627870" w:rsidRPr="00627870" w:rsidRDefault="00627870" w:rsidP="00627870">
      <w:pPr>
        <w:pStyle w:val="Heading2"/>
      </w:pPr>
      <w:bookmarkStart w:id="45" w:name="_Toc52263287"/>
      <w:bookmarkStart w:id="46" w:name="_Toc161582943"/>
      <w:r w:rsidRPr="00627870">
        <w:t>Statement Process</w:t>
      </w:r>
      <w:bookmarkEnd w:id="45"/>
      <w:bookmarkEnd w:id="46"/>
    </w:p>
    <w:p w14:paraId="00F78839" w14:textId="77777777" w:rsidR="00627870" w:rsidRPr="00627870" w:rsidRDefault="00627870" w:rsidP="00FF1E86">
      <w:pPr>
        <w:pStyle w:val="Graphic"/>
      </w:pPr>
      <w:r w:rsidRPr="00627870">
        <w:rPr>
          <w:noProof/>
          <w:lang w:eastAsia="en-GB"/>
        </w:rPr>
        <mc:AlternateContent>
          <mc:Choice Requires="wpc">
            <w:drawing>
              <wp:inline distT="0" distB="0" distL="0" distR="0" wp14:anchorId="5D05E5FC" wp14:editId="4654E23E">
                <wp:extent cx="5373370" cy="1466850"/>
                <wp:effectExtent l="0" t="0" r="0" b="0"/>
                <wp:docPr id="378" name="Area di disegno 3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72" name="Picture 1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3" name="Picture 1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4" name="Text Box 120"/>
                        <wps:cNvSpPr txBox="1">
                          <a:spLocks noChangeArrowheads="1"/>
                        </wps:cNvSpPr>
                        <wps:spPr bwMode="auto">
                          <a:xfrm>
                            <a:off x="1578634" y="641755"/>
                            <a:ext cx="2642748" cy="3234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4D91" w14:textId="77777777" w:rsidR="00ED0E20" w:rsidRPr="0065592C" w:rsidRDefault="00ED0E20" w:rsidP="00627870">
                              <w:pPr>
                                <w:autoSpaceDE w:val="0"/>
                                <w:autoSpaceDN w:val="0"/>
                                <w:adjustRightInd w:val="0"/>
                                <w:rPr>
                                  <w:rFonts w:cs="Arial"/>
                                  <w:sz w:val="18"/>
                                  <w:szCs w:val="18"/>
                                </w:rPr>
                              </w:pPr>
                              <w:r w:rsidRPr="002A425E">
                                <w:rPr>
                                  <w:rFonts w:cs="Arial"/>
                                  <w:sz w:val="18"/>
                                  <w:szCs w:val="18"/>
                                </w:rPr>
                                <w:t>S</w:t>
                              </w:r>
                              <w:r>
                                <w:rPr>
                                  <w:rFonts w:cs="Arial"/>
                                  <w:sz w:val="18"/>
                                  <w:szCs w:val="18"/>
                                </w:rPr>
                                <w:t xml:space="preserve">ecurity </w:t>
                              </w:r>
                              <w:r w:rsidRPr="002A425E">
                                <w:rPr>
                                  <w:rFonts w:cs="Arial"/>
                                  <w:sz w:val="18"/>
                                  <w:szCs w:val="18"/>
                                </w:rPr>
                                <w:t>Activity Advice (reda.0</w:t>
                              </w:r>
                              <w:r>
                                <w:rPr>
                                  <w:rFonts w:cs="Arial"/>
                                  <w:sz w:val="18"/>
                                  <w:szCs w:val="18"/>
                                </w:rPr>
                                <w:t>09</w:t>
                              </w:r>
                              <w:r w:rsidRPr="002A425E">
                                <w:rPr>
                                  <w:rFonts w:cs="Arial"/>
                                  <w:sz w:val="18"/>
                                  <w:szCs w:val="18"/>
                                </w:rPr>
                                <w:t>)</w:t>
                              </w:r>
                            </w:p>
                          </w:txbxContent>
                        </wps:txbx>
                        <wps:bodyPr rot="0" vert="horz" wrap="square" lIns="91440" tIns="45720" rIns="91440" bIns="45720" anchor="t" anchorCtr="0" upright="1">
                          <a:noAutofit/>
                        </wps:bodyPr>
                      </wps:wsp>
                      <wps:wsp>
                        <wps:cNvPr id="375" name="Line 121"/>
                        <wps:cNvCnPr/>
                        <wps:spPr bwMode="auto">
                          <a:xfrm flipH="1">
                            <a:off x="3467100" y="844666"/>
                            <a:ext cx="998476" cy="12584"/>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76" name="Text Box 122"/>
                        <wps:cNvSpPr txBox="1">
                          <a:spLocks noChangeArrowheads="1"/>
                        </wps:cNvSpPr>
                        <wps:spPr bwMode="auto">
                          <a:xfrm>
                            <a:off x="936379" y="360575"/>
                            <a:ext cx="1668797"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83B6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wps:txbx>
                        <wps:bodyPr rot="0" vert="horz" wrap="square" lIns="91440" tIns="45720" rIns="91440" bIns="45720" upright="1">
                          <a:noAutofit/>
                        </wps:bodyPr>
                      </wps:wsp>
                      <wps:wsp>
                        <wps:cNvPr id="377" name="Line 123"/>
                        <wps:cNvCnPr/>
                        <wps:spPr bwMode="auto">
                          <a:xfrm flipH="1">
                            <a:off x="864530" y="863846"/>
                            <a:ext cx="714104"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D05E5FC" id="Area di disegno 378" o:spid="_x0000_s1139"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">
                <v:shape id="_x0000_s1140" type="#_x0000_t75" style="position:absolute;width:53733;height:14668;visibility:visible;mso-wrap-style:square">
                  <v:fill o:detectmouseclick="t"/>
                  <v:path o:connecttype="none"/>
                </v:shape>
                <v:shape id="Picture 118" o:spid="_x0000_s1141"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36" o:title=""/>
                </v:shape>
                <v:shape id="Picture 119" o:spid="_x0000_s1142"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37" o:title=""/>
                </v:shape>
                <v:shape id="Text Box 120" o:spid="_x0000_s1143" type="#_x0000_t202" style="position:absolute;left:15786;top:6417;width:26427;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w:txbxContent>
                      <w:p w14:paraId="75CD4D91" w14:textId="77777777" w:rsidR="00ED0E20" w:rsidRPr="0065592C" w:rsidRDefault="00ED0E20" w:rsidP="00627870">
                        <w:pPr>
                          <w:autoSpaceDE w:val="0"/>
                          <w:autoSpaceDN w:val="0"/>
                          <w:adjustRightInd w:val="0"/>
                          <w:rPr>
                            <w:rFonts w:cs="Arial"/>
                            <w:sz w:val="18"/>
                            <w:szCs w:val="18"/>
                          </w:rPr>
                        </w:pPr>
                        <w:r w:rsidRPr="002A425E">
                          <w:rPr>
                            <w:rFonts w:cs="Arial"/>
                            <w:sz w:val="18"/>
                            <w:szCs w:val="18"/>
                          </w:rPr>
                          <w:t>S</w:t>
                        </w:r>
                        <w:r>
                          <w:rPr>
                            <w:rFonts w:cs="Arial"/>
                            <w:sz w:val="18"/>
                            <w:szCs w:val="18"/>
                          </w:rPr>
                          <w:t xml:space="preserve">ecurity </w:t>
                        </w:r>
                        <w:r w:rsidRPr="002A425E">
                          <w:rPr>
                            <w:rFonts w:cs="Arial"/>
                            <w:sz w:val="18"/>
                            <w:szCs w:val="18"/>
                          </w:rPr>
                          <w:t>Activity Advice (reda.0</w:t>
                        </w:r>
                        <w:r>
                          <w:rPr>
                            <w:rFonts w:cs="Arial"/>
                            <w:sz w:val="18"/>
                            <w:szCs w:val="18"/>
                          </w:rPr>
                          <w:t>09</w:t>
                        </w:r>
                        <w:r w:rsidRPr="002A425E">
                          <w:rPr>
                            <w:rFonts w:cs="Arial"/>
                            <w:sz w:val="18"/>
                            <w:szCs w:val="18"/>
                          </w:rPr>
                          <w:t>)</w:t>
                        </w:r>
                      </w:p>
                    </w:txbxContent>
                  </v:textbox>
                </v:shape>
                <v:line id="Line 121" o:spid="_x0000_s1144" style="position:absolute;flip:x;visibility:visible;mso-wrap-style:square" from="34671,8446" to="44655,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" strokecolor="black [3213]"/>
                <v:shape id="Text Box 122" o:spid="_x0000_s1145" type="#_x0000_t202" style="position:absolute;left:9363;top:3605;width:1668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w:txbxContent>
                      <w:p w14:paraId="1DB83B6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1146" style="position:absolute;flip:x;visibility:visible;mso-wrap-style:squar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" strokecolor="black [3213]">
                  <v:stroke endarrow="block"/>
                </v:line>
                <w10:anchorlock/>
              </v:group>
            </w:pict>
          </mc:Fallback>
        </mc:AlternateContent>
      </w:r>
    </w:p>
    <w:p w14:paraId="3331A330" w14:textId="77777777" w:rsidR="00627870" w:rsidRPr="00627870" w:rsidRDefault="00627870" w:rsidP="00FF1E86">
      <w:pPr>
        <w:pStyle w:val="BlockLabelBeforeXML"/>
      </w:pPr>
      <w:r w:rsidRPr="00627870">
        <w:t xml:space="preserve">Security Activity Advice </w:t>
      </w:r>
    </w:p>
    <w:p w14:paraId="124E2FEC" w14:textId="77777777" w:rsidR="00FF1E86" w:rsidRDefault="00627870" w:rsidP="00FF1E86">
      <w:r w:rsidRPr="00627870">
        <w:t>The Executing/Servicing Party sends a statement to the Instructing Party containing information on changes occurred for securities reference data during the business day.</w:t>
      </w:r>
    </w:p>
    <w:p w14:paraId="5C913AA6" w14:textId="77777777" w:rsidR="00627870" w:rsidRPr="00627870" w:rsidRDefault="00627870" w:rsidP="00FF1E86">
      <w:r w:rsidRPr="00627870">
        <w:t>The statement is sent unilaterally in an unsolicited manner.</w:t>
      </w:r>
    </w:p>
    <w:p w14:paraId="4A83E68E" w14:textId="77777777" w:rsidR="00C70DB1" w:rsidRPr="00C70DB1" w:rsidRDefault="00C70DB1" w:rsidP="00C70DB1"/>
    <w:p w14:paraId="4130BB7D" w14:textId="77777777" w:rsidR="000E53BB" w:rsidRDefault="00B5372E" w:rsidP="00A8050C">
      <w:pPr>
        <w:pStyle w:val="Heading1"/>
      </w:pPr>
      <w:bookmarkStart w:id="47" w:name="_Toc161582944"/>
      <w:r>
        <w:lastRenderedPageBreak/>
        <w:t>Business Examples</w:t>
      </w:r>
      <w:bookmarkEnd w:id="47"/>
    </w:p>
    <w:p w14:paraId="05958574" w14:textId="773A7860"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6767299E" w14:textId="77777777" w:rsidR="00F307D3" w:rsidRPr="00F307D3" w:rsidRDefault="00F307D3" w:rsidP="00F307D3">
      <w:pPr>
        <w:pStyle w:val="Heading2"/>
      </w:pPr>
      <w:bookmarkStart w:id="48" w:name="_Toc52263289"/>
      <w:bookmarkStart w:id="49" w:name="_Toc161582945"/>
      <w:bookmarkEnd w:id="6"/>
      <w:r w:rsidRPr="00832F8C">
        <w:t>Securit</w:t>
      </w:r>
      <w:r w:rsidRPr="00F307D3">
        <w:t>y Creation Request - reda.006.001.01</w:t>
      </w:r>
      <w:bookmarkEnd w:id="48"/>
      <w:bookmarkEnd w:id="49"/>
    </w:p>
    <w:p w14:paraId="7BB4852F" w14:textId="77777777" w:rsidR="00F307D3" w:rsidRDefault="00F307D3" w:rsidP="00FF1E86">
      <w:pPr>
        <w:pStyle w:val="BlockLabel"/>
      </w:pPr>
      <w:r>
        <w:t>Description</w:t>
      </w:r>
    </w:p>
    <w:p w14:paraId="576666C4" w14:textId="77777777" w:rsidR="00F307D3" w:rsidRPr="00F307D3" w:rsidRDefault="00F307D3" w:rsidP="00F307D3">
      <w:r w:rsidRPr="00F307D3">
        <w:t>The instructing Party wants to create a new security with the following information:</w:t>
      </w:r>
    </w:p>
    <w:p w14:paraId="0E814F70" w14:textId="77777777" w:rsidR="00F307D3" w:rsidRPr="00622077" w:rsidRDefault="00F307D3" w:rsidP="00622077">
      <w:pPr>
        <w:pStyle w:val="ListBullet"/>
      </w:pPr>
      <w:r w:rsidRPr="00622077">
        <w:t>ISIN: SECXXXYYYZZ1</w:t>
      </w:r>
    </w:p>
    <w:p w14:paraId="11D13430" w14:textId="77777777" w:rsidR="00F307D3" w:rsidRPr="00622077" w:rsidRDefault="00F307D3" w:rsidP="00622077">
      <w:pPr>
        <w:pStyle w:val="ListBullet"/>
      </w:pPr>
      <w:r w:rsidRPr="00622077">
        <w:t>Security Long Name: Sample equity shares, Fixed Interest Rate</w:t>
      </w:r>
    </w:p>
    <w:p w14:paraId="21CBC744" w14:textId="77777777" w:rsidR="00F307D3" w:rsidRPr="00622077" w:rsidRDefault="00F307D3" w:rsidP="00622077">
      <w:pPr>
        <w:pStyle w:val="ListBullet"/>
      </w:pPr>
      <w:r w:rsidRPr="00622077">
        <w:t>Security Short Name: Sample ES, FIR</w:t>
      </w:r>
    </w:p>
    <w:p w14:paraId="21A84D87" w14:textId="77777777" w:rsidR="00F307D3" w:rsidRPr="00622077" w:rsidRDefault="00F307D3" w:rsidP="00622077">
      <w:pPr>
        <w:pStyle w:val="ListBullet"/>
      </w:pPr>
      <w:r w:rsidRPr="00622077">
        <w:t>Valid From Name: 2020-01-01</w:t>
      </w:r>
    </w:p>
    <w:p w14:paraId="50B2F501" w14:textId="77777777" w:rsidR="00F307D3" w:rsidRPr="00622077" w:rsidRDefault="00F307D3" w:rsidP="00622077">
      <w:pPr>
        <w:pStyle w:val="ListBullet"/>
      </w:pPr>
      <w:r w:rsidRPr="00622077">
        <w:t>Denomination Currency: EUR</w:t>
      </w:r>
    </w:p>
    <w:p w14:paraId="7C6E13B5" w14:textId="77777777" w:rsidR="00F307D3" w:rsidRPr="00622077" w:rsidRDefault="00F307D3" w:rsidP="00622077">
      <w:pPr>
        <w:pStyle w:val="ListBullet"/>
      </w:pPr>
      <w:r w:rsidRPr="00622077">
        <w:t>Expiry Date: 2030-12-31</w:t>
      </w:r>
    </w:p>
    <w:p w14:paraId="25F6F99F" w14:textId="77777777" w:rsidR="00F307D3" w:rsidRPr="00622077" w:rsidRDefault="00F307D3" w:rsidP="00622077">
      <w:pPr>
        <w:pStyle w:val="ListBullet"/>
      </w:pPr>
      <w:r w:rsidRPr="00622077">
        <w:t>Classification Type: ESFUFR</w:t>
      </w:r>
    </w:p>
    <w:p w14:paraId="0ED30DC6" w14:textId="77777777" w:rsidR="00F307D3" w:rsidRPr="00622077" w:rsidRDefault="00F307D3" w:rsidP="00622077">
      <w:pPr>
        <w:pStyle w:val="ListBullet"/>
      </w:pPr>
      <w:r w:rsidRPr="00622077">
        <w:t>Country of Issue: IT</w:t>
      </w:r>
    </w:p>
    <w:p w14:paraId="51C42392" w14:textId="77777777" w:rsidR="00F307D3" w:rsidRPr="00622077" w:rsidRDefault="00F307D3" w:rsidP="00622077">
      <w:pPr>
        <w:pStyle w:val="ListBullet"/>
      </w:pPr>
      <w:r w:rsidRPr="00622077">
        <w:t>Issue Date: 2020-01-01</w:t>
      </w:r>
    </w:p>
    <w:p w14:paraId="6C956C2E" w14:textId="77777777" w:rsidR="00F307D3" w:rsidRPr="00622077" w:rsidRDefault="00F307D3" w:rsidP="00622077">
      <w:pPr>
        <w:pStyle w:val="ListBullet"/>
      </w:pPr>
      <w:r w:rsidRPr="00622077">
        <w:t>ISIN Valid From: 2020-01-01</w:t>
      </w:r>
    </w:p>
    <w:p w14:paraId="3B64203D" w14:textId="77777777" w:rsidR="00F307D3" w:rsidRPr="00622077" w:rsidRDefault="00F307D3" w:rsidP="00622077">
      <w:pPr>
        <w:pStyle w:val="ListBullet"/>
      </w:pPr>
      <w:r w:rsidRPr="00622077">
        <w:t>Quantity Type: UNIT</w:t>
      </w:r>
    </w:p>
    <w:p w14:paraId="0B35A3FF" w14:textId="77777777" w:rsidR="00F307D3" w:rsidRPr="00622077" w:rsidRDefault="00F307D3" w:rsidP="00622077">
      <w:pPr>
        <w:pStyle w:val="ListBullet"/>
      </w:pPr>
      <w:r w:rsidRPr="00622077">
        <w:t>Minimum Denomination: 100</w:t>
      </w:r>
    </w:p>
    <w:p w14:paraId="23E12D54" w14:textId="77777777" w:rsidR="00F307D3" w:rsidRPr="00622077" w:rsidRDefault="00F307D3" w:rsidP="00622077">
      <w:pPr>
        <w:pStyle w:val="ListBullet"/>
      </w:pPr>
      <w:r w:rsidRPr="00622077">
        <w:t>Minimum Multiple Quantity: 10</w:t>
      </w:r>
    </w:p>
    <w:p w14:paraId="1094B221" w14:textId="77777777" w:rsidR="00F307D3" w:rsidRPr="00F307D3" w:rsidRDefault="00F307D3" w:rsidP="00622077">
      <w:pPr>
        <w:pStyle w:val="ListBullet"/>
      </w:pPr>
      <w:r w:rsidRPr="00622077">
        <w:t>Dev</w:t>
      </w:r>
      <w:r w:rsidRPr="00F307D3">
        <w:t>iating Settlement Unit: 60,67</w:t>
      </w:r>
    </w:p>
    <w:p w14:paraId="2BEF9A38" w14:textId="77777777" w:rsidR="00F307D3" w:rsidRPr="00F307D3" w:rsidRDefault="00F307D3" w:rsidP="00FF1E86">
      <w:pPr>
        <w:pStyle w:val="BlockLabel"/>
      </w:pPr>
      <w:r w:rsidRPr="00F307D3">
        <w:t>Message Instance</w:t>
      </w:r>
    </w:p>
    <w:p w14:paraId="21FC2386" w14:textId="77777777" w:rsidR="00F307D3" w:rsidRPr="00F307D3" w:rsidRDefault="00F307D3" w:rsidP="00FF1E86">
      <w:pPr>
        <w:pStyle w:val="XMLCode"/>
        <w:rPr>
          <w:highlight w:val="white"/>
        </w:rPr>
      </w:pPr>
      <w:r w:rsidRPr="00F307D3">
        <w:rPr>
          <w:highlight w:val="white"/>
        </w:rPr>
        <w:t>&lt;Document&gt;</w:t>
      </w:r>
    </w:p>
    <w:p w14:paraId="60EB829A"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SctyCreReq</w:t>
      </w:r>
      <w:proofErr w:type="spellEnd"/>
      <w:r w:rsidRPr="00F307D3">
        <w:rPr>
          <w:highlight w:val="white"/>
        </w:rPr>
        <w:t>&gt;</w:t>
      </w:r>
    </w:p>
    <w:p w14:paraId="5C785D3C" w14:textId="77777777" w:rsidR="009F4CD7" w:rsidRPr="009F4CD7" w:rsidRDefault="00F307D3" w:rsidP="009F4CD7">
      <w:pPr>
        <w:pStyle w:val="XMLCode"/>
      </w:pPr>
      <w:r w:rsidRPr="00F307D3">
        <w:rPr>
          <w:highlight w:val="white"/>
        </w:rPr>
        <w:tab/>
      </w:r>
      <w:r w:rsidRPr="00F307D3">
        <w:rPr>
          <w:highlight w:val="white"/>
        </w:rPr>
        <w:tab/>
      </w:r>
      <w:r w:rsidR="009F4CD7" w:rsidRPr="009F4CD7">
        <w:t>&lt;</w:t>
      </w:r>
      <w:proofErr w:type="spellStart"/>
      <w:r w:rsidR="009F4CD7" w:rsidRPr="009F4CD7">
        <w:t>MsgHdr</w:t>
      </w:r>
      <w:proofErr w:type="spellEnd"/>
      <w:r w:rsidR="009F4CD7" w:rsidRPr="009F4CD7">
        <w:t>&gt;</w:t>
      </w:r>
    </w:p>
    <w:p w14:paraId="109DBB9D" w14:textId="280EB0E9" w:rsidR="009F4CD7" w:rsidRPr="009F4CD7" w:rsidRDefault="009F4CD7" w:rsidP="009F4CD7">
      <w:pPr>
        <w:pStyle w:val="XMLCode"/>
      </w:pPr>
      <w:r w:rsidRPr="009F4CD7">
        <w:tab/>
      </w:r>
      <w:r w:rsidRPr="009F4CD7">
        <w:tab/>
      </w:r>
      <w:r>
        <w:tab/>
      </w:r>
      <w:r w:rsidRPr="009F4CD7">
        <w:t>&lt;</w:t>
      </w:r>
      <w:proofErr w:type="spellStart"/>
      <w:r w:rsidRPr="009F4CD7">
        <w:t>MsgId</w:t>
      </w:r>
      <w:proofErr w:type="spellEnd"/>
      <w:r w:rsidRPr="009F4CD7">
        <w:t>&gt;SAMPLECRESEC001&lt;/</w:t>
      </w:r>
      <w:proofErr w:type="spellStart"/>
      <w:r w:rsidRPr="009F4CD7">
        <w:t>MsgId</w:t>
      </w:r>
      <w:proofErr w:type="spellEnd"/>
      <w:r w:rsidRPr="009F4CD7">
        <w:t>&gt;</w:t>
      </w:r>
    </w:p>
    <w:p w14:paraId="7BCC60B5" w14:textId="4F0E51F0" w:rsidR="00F307D3" w:rsidRPr="00F307D3" w:rsidRDefault="009F4CD7" w:rsidP="009F4CD7">
      <w:pPr>
        <w:pStyle w:val="XMLCode"/>
        <w:rPr>
          <w:highlight w:val="white"/>
        </w:rPr>
      </w:pPr>
      <w:r w:rsidRPr="009F4CD7">
        <w:tab/>
      </w:r>
      <w:r>
        <w:tab/>
      </w:r>
      <w:r w:rsidRPr="009F4CD7">
        <w:t>&lt;/</w:t>
      </w:r>
      <w:proofErr w:type="spellStart"/>
      <w:r w:rsidRPr="009F4CD7">
        <w:t>MsgHdr</w:t>
      </w:r>
      <w:proofErr w:type="spellEnd"/>
      <w:r w:rsidRPr="009F4CD7">
        <w:t>&gt;</w:t>
      </w:r>
    </w:p>
    <w:p w14:paraId="6AA6E953"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Scty</w:t>
      </w:r>
      <w:proofErr w:type="spellEnd"/>
      <w:r w:rsidRPr="00F307D3">
        <w:rPr>
          <w:highlight w:val="white"/>
        </w:rPr>
        <w:t>&gt;</w:t>
      </w:r>
    </w:p>
    <w:p w14:paraId="205212C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7A85A2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6096700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655177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0972C07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ISOSctyLngNm</w:t>
      </w:r>
      <w:proofErr w:type="spellEnd"/>
      <w:r w:rsidRPr="00F307D3">
        <w:rPr>
          <w:highlight w:val="white"/>
        </w:rPr>
        <w:t>&gt;Sample equity shares, Fixed Interest Rate&lt;/</w:t>
      </w:r>
      <w:proofErr w:type="spellStart"/>
      <w:r w:rsidRPr="00F307D3">
        <w:rPr>
          <w:highlight w:val="white"/>
        </w:rPr>
        <w:t>ISOSctyLngNm</w:t>
      </w:r>
      <w:proofErr w:type="spellEnd"/>
      <w:r w:rsidRPr="00F307D3">
        <w:rPr>
          <w:highlight w:val="white"/>
        </w:rPr>
        <w:t>&gt;</w:t>
      </w:r>
    </w:p>
    <w:p w14:paraId="124DAB6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ISOSctyShrtNm</w:t>
      </w:r>
      <w:proofErr w:type="spellEnd"/>
      <w:r w:rsidRPr="00F307D3">
        <w:rPr>
          <w:highlight w:val="white"/>
        </w:rPr>
        <w:t>&gt;Sample ES, FIR&lt;/</w:t>
      </w:r>
      <w:proofErr w:type="spellStart"/>
      <w:r w:rsidRPr="00F307D3">
        <w:rPr>
          <w:highlight w:val="white"/>
        </w:rPr>
        <w:t>ISOSctyShrtNm</w:t>
      </w:r>
      <w:proofErr w:type="spellEnd"/>
      <w:r w:rsidRPr="00F307D3">
        <w:rPr>
          <w:highlight w:val="white"/>
        </w:rPr>
        <w:t>&gt;</w:t>
      </w:r>
    </w:p>
    <w:p w14:paraId="48B688E1"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NmVldFr</w:t>
      </w:r>
      <w:proofErr w:type="spellEnd"/>
      <w:r w:rsidRPr="00F307D3">
        <w:rPr>
          <w:highlight w:val="white"/>
        </w:rPr>
        <w:t>&gt;</w:t>
      </w:r>
    </w:p>
    <w:p w14:paraId="1DAE0B7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&lt;Dt&gt;2020-01-01&lt;/Dt&gt;</w:t>
      </w:r>
    </w:p>
    <w:p w14:paraId="38FB758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NmVldFr</w:t>
      </w:r>
      <w:proofErr w:type="spellEnd"/>
      <w:r w:rsidRPr="00F307D3">
        <w:rPr>
          <w:highlight w:val="white"/>
        </w:rPr>
        <w:t>&gt;</w:t>
      </w:r>
    </w:p>
    <w:p w14:paraId="21D8A1F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DnmtnCcy</w:t>
      </w:r>
      <w:proofErr w:type="spellEnd"/>
      <w:r w:rsidRPr="00F307D3">
        <w:rPr>
          <w:highlight w:val="white"/>
        </w:rPr>
        <w:t>&gt;EUR&lt;/</w:t>
      </w:r>
      <w:proofErr w:type="spellStart"/>
      <w:r w:rsidRPr="00F307D3">
        <w:rPr>
          <w:highlight w:val="white"/>
        </w:rPr>
        <w:t>DnmtnCcy</w:t>
      </w:r>
      <w:proofErr w:type="spellEnd"/>
      <w:r w:rsidRPr="00F307D3">
        <w:rPr>
          <w:highlight w:val="white"/>
        </w:rPr>
        <w:t>&gt;</w:t>
      </w:r>
    </w:p>
    <w:p w14:paraId="0EC99BF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XpryDt</w:t>
      </w:r>
      <w:proofErr w:type="spellEnd"/>
      <w:r w:rsidRPr="00F307D3">
        <w:rPr>
          <w:highlight w:val="white"/>
        </w:rPr>
        <w:t>&gt;2030-12-31&lt;/</w:t>
      </w:r>
      <w:proofErr w:type="spellStart"/>
      <w:r w:rsidRPr="00F307D3">
        <w:rPr>
          <w:highlight w:val="white"/>
        </w:rPr>
        <w:t>XpryDt</w:t>
      </w:r>
      <w:proofErr w:type="spellEnd"/>
      <w:r w:rsidRPr="00F307D3">
        <w:rPr>
          <w:highlight w:val="white"/>
        </w:rPr>
        <w:t>&gt;</w:t>
      </w:r>
    </w:p>
    <w:p w14:paraId="6770ADB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68C529A8" w14:textId="77777777" w:rsidR="00F307D3" w:rsidRPr="00F307D3" w:rsidRDefault="00F307D3" w:rsidP="00FF1E86">
      <w:pPr>
        <w:pStyle w:val="XMLCode"/>
        <w:rPr>
          <w:highlight w:val="white"/>
        </w:rPr>
      </w:pPr>
      <w:r w:rsidRPr="00F307D3">
        <w:rPr>
          <w:highlight w:val="white"/>
        </w:rPr>
        <w:lastRenderedPageBreak/>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ClssfctnFinInstrm</w:t>
      </w:r>
      <w:proofErr w:type="spellEnd"/>
      <w:r w:rsidRPr="00F307D3">
        <w:rPr>
          <w:highlight w:val="white"/>
        </w:rPr>
        <w:t>&gt;ESXXXX&lt;/</w:t>
      </w:r>
      <w:proofErr w:type="spellStart"/>
      <w:r w:rsidRPr="00F307D3">
        <w:rPr>
          <w:highlight w:val="white"/>
        </w:rPr>
        <w:t>ClssfctnFinInstrm</w:t>
      </w:r>
      <w:proofErr w:type="spellEnd"/>
      <w:r w:rsidRPr="00F307D3">
        <w:rPr>
          <w:highlight w:val="white"/>
        </w:rPr>
        <w:t>&gt;</w:t>
      </w:r>
    </w:p>
    <w:p w14:paraId="6EDC0C9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0ADCC32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5238244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CtryOfIsse</w:t>
      </w:r>
      <w:proofErr w:type="spellEnd"/>
      <w:r w:rsidRPr="00F307D3">
        <w:rPr>
          <w:highlight w:val="white"/>
        </w:rPr>
        <w:t>&gt;IT&lt;/</w:t>
      </w:r>
      <w:proofErr w:type="spellStart"/>
      <w:r w:rsidRPr="00F307D3">
        <w:rPr>
          <w:highlight w:val="white"/>
        </w:rPr>
        <w:t>CtryOfIsse</w:t>
      </w:r>
      <w:proofErr w:type="spellEnd"/>
      <w:r w:rsidRPr="00F307D3">
        <w:rPr>
          <w:highlight w:val="white"/>
        </w:rPr>
        <w:t>&gt;</w:t>
      </w:r>
    </w:p>
    <w:p w14:paraId="4ED3D76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IsseDt</w:t>
      </w:r>
      <w:proofErr w:type="spellEnd"/>
      <w:r w:rsidRPr="00F307D3">
        <w:rPr>
          <w:highlight w:val="white"/>
        </w:rPr>
        <w:t>&gt;2020-01-01&lt;/</w:t>
      </w:r>
      <w:proofErr w:type="spellStart"/>
      <w:r w:rsidRPr="00F307D3">
        <w:rPr>
          <w:highlight w:val="white"/>
        </w:rPr>
        <w:t>IsseDt</w:t>
      </w:r>
      <w:proofErr w:type="spellEnd"/>
      <w:r w:rsidRPr="00F307D3">
        <w:rPr>
          <w:highlight w:val="white"/>
        </w:rPr>
        <w:t>&gt;</w:t>
      </w:r>
    </w:p>
    <w:p w14:paraId="2FFCA6E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ISINVldFr</w:t>
      </w:r>
      <w:proofErr w:type="spellEnd"/>
      <w:r w:rsidRPr="00F307D3">
        <w:rPr>
          <w:highlight w:val="white"/>
        </w:rPr>
        <w:t>&gt;2020-01-01&lt;/</w:t>
      </w:r>
      <w:proofErr w:type="spellStart"/>
      <w:r w:rsidRPr="00F307D3">
        <w:rPr>
          <w:highlight w:val="white"/>
        </w:rPr>
        <w:t>ISINVldFr</w:t>
      </w:r>
      <w:proofErr w:type="spellEnd"/>
      <w:r w:rsidRPr="00F307D3">
        <w:rPr>
          <w:highlight w:val="white"/>
        </w:rPr>
        <w:t>&gt;</w:t>
      </w:r>
    </w:p>
    <w:p w14:paraId="0A9B9CC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0EDA1BE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606CCA0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488E497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&lt;Cd&gt;UNIT&lt;/Cd&gt;</w:t>
      </w:r>
    </w:p>
    <w:p w14:paraId="15A5A13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0E278BC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1E2A63B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&lt;Unit&gt;100&lt;/Unit&gt;</w:t>
      </w:r>
    </w:p>
    <w:p w14:paraId="5B3FC76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38D0D00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3DC92C5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&lt;Unit&gt;10&lt;/Unit&gt;</w:t>
      </w:r>
    </w:p>
    <w:p w14:paraId="69B75F0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3AC62DD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5FD9932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&lt;Unit&gt;60&lt;/Unit&gt;</w:t>
      </w:r>
    </w:p>
    <w:p w14:paraId="38F0322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1C04E2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9839F3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&lt;Unit&gt;67&lt;/Unit&gt;</w:t>
      </w:r>
    </w:p>
    <w:p w14:paraId="497FC17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452EE7B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337D769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6F3B170E"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Scty</w:t>
      </w:r>
      <w:proofErr w:type="spellEnd"/>
      <w:r w:rsidRPr="00F307D3">
        <w:rPr>
          <w:highlight w:val="white"/>
        </w:rPr>
        <w:t>&gt;</w:t>
      </w:r>
    </w:p>
    <w:p w14:paraId="48F067A0"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SctyCreReq</w:t>
      </w:r>
      <w:proofErr w:type="spellEnd"/>
      <w:r w:rsidRPr="00F307D3">
        <w:rPr>
          <w:highlight w:val="white"/>
        </w:rPr>
        <w:t>&gt;</w:t>
      </w:r>
    </w:p>
    <w:p w14:paraId="49C4428F" w14:textId="77777777" w:rsidR="00F307D3" w:rsidRPr="00F307D3" w:rsidRDefault="00F307D3" w:rsidP="00FF1E86">
      <w:pPr>
        <w:pStyle w:val="XMLCode"/>
        <w:rPr>
          <w:highlight w:val="white"/>
        </w:rPr>
      </w:pPr>
      <w:r w:rsidRPr="00F307D3">
        <w:rPr>
          <w:highlight w:val="white"/>
        </w:rPr>
        <w:t>&lt;/Document&gt;</w:t>
      </w:r>
    </w:p>
    <w:p w14:paraId="093A5533" w14:textId="77777777" w:rsidR="00F307D3" w:rsidRPr="00F307D3" w:rsidRDefault="00F307D3" w:rsidP="00F307D3">
      <w:pPr>
        <w:pStyle w:val="Heading2"/>
      </w:pPr>
      <w:bookmarkStart w:id="50" w:name="_Toc52263290"/>
      <w:bookmarkStart w:id="51" w:name="_Toc161582946"/>
      <w:r>
        <w:t xml:space="preserve">Security Creation </w:t>
      </w:r>
      <w:r w:rsidRPr="00F307D3">
        <w:t>Status Advice - reda.008.001.01</w:t>
      </w:r>
      <w:bookmarkEnd w:id="50"/>
      <w:bookmarkEnd w:id="51"/>
    </w:p>
    <w:p w14:paraId="1DE33290" w14:textId="77777777" w:rsidR="00F307D3" w:rsidRPr="00F307D3" w:rsidRDefault="00F307D3" w:rsidP="008D4E65">
      <w:pPr>
        <w:pStyle w:val="BlockLabel"/>
      </w:pPr>
      <w:r w:rsidRPr="00F307D3">
        <w:t>Description</w:t>
      </w:r>
    </w:p>
    <w:p w14:paraId="30177829" w14:textId="77777777" w:rsidR="00F307D3" w:rsidRPr="00F307D3" w:rsidRDefault="00F307D3" w:rsidP="00F307D3">
      <w:r w:rsidRPr="00F307D3">
        <w:t>The Executing/Servicing Party informs the Instructing Party about the lifecycle of its Create Security instruction with the following statuses:</w:t>
      </w:r>
    </w:p>
    <w:p w14:paraId="0F697911" w14:textId="77777777" w:rsidR="00F307D3" w:rsidRPr="00F307D3" w:rsidRDefault="00F307D3" w:rsidP="008D4E65">
      <w:pPr>
        <w:pStyle w:val="ListBullet"/>
      </w:pPr>
      <w:r w:rsidRPr="00F307D3">
        <w:t>Completed</w:t>
      </w:r>
    </w:p>
    <w:p w14:paraId="5C562F2E" w14:textId="77777777" w:rsidR="00F307D3" w:rsidRPr="00F307D3" w:rsidRDefault="00F307D3" w:rsidP="008D4E65">
      <w:pPr>
        <w:pStyle w:val="ListBullet"/>
      </w:pPr>
      <w:r w:rsidRPr="00F307D3">
        <w:t>Queued</w:t>
      </w:r>
    </w:p>
    <w:p w14:paraId="715CE5C7" w14:textId="77777777" w:rsidR="00F307D3" w:rsidRDefault="00F307D3" w:rsidP="008D4E65">
      <w:pPr>
        <w:pStyle w:val="ListBullet"/>
      </w:pPr>
      <w:r w:rsidRPr="00F307D3">
        <w:t>Rejected</w:t>
      </w:r>
    </w:p>
    <w:p w14:paraId="13E7FCFB" w14:textId="77777777" w:rsidR="008D4E65" w:rsidRPr="008D4E65" w:rsidRDefault="008D4E65" w:rsidP="008D4E65"/>
    <w:p w14:paraId="45E0DC0F" w14:textId="77777777" w:rsidR="00F307D3" w:rsidRPr="00F307D3" w:rsidRDefault="00F307D3" w:rsidP="00F307D3">
      <w:pPr>
        <w:pStyle w:val="Heading3"/>
      </w:pPr>
      <w:bookmarkStart w:id="52" w:name="_Toc52263291"/>
      <w:r w:rsidRPr="00F307D3">
        <w:lastRenderedPageBreak/>
        <w:t>Security Creation Status Advice - reda.008.001.01 – Completed example</w:t>
      </w:r>
      <w:bookmarkEnd w:id="52"/>
    </w:p>
    <w:p w14:paraId="5E671219" w14:textId="77777777" w:rsidR="008D4E65" w:rsidRDefault="008D4E65" w:rsidP="008D4E65">
      <w:pPr>
        <w:pStyle w:val="BlockLabel"/>
      </w:pPr>
      <w:r>
        <w:t>Description</w:t>
      </w:r>
    </w:p>
    <w:p w14:paraId="332E4371" w14:textId="77777777" w:rsidR="00F307D3" w:rsidRPr="00F307D3" w:rsidRDefault="00F307D3" w:rsidP="00F307D3">
      <w:r w:rsidRPr="00F307D3">
        <w:t>In this case the Security Creation Request has been successfully executed.</w:t>
      </w:r>
    </w:p>
    <w:p w14:paraId="10DE1148" w14:textId="77777777" w:rsidR="00F307D3" w:rsidRPr="00F307D3" w:rsidRDefault="00F307D3" w:rsidP="008D4E65">
      <w:pPr>
        <w:pStyle w:val="ListBullet"/>
      </w:pPr>
      <w:r w:rsidRPr="00F307D3">
        <w:t>Original Message ID: SAMPLECRESEC001</w:t>
      </w:r>
    </w:p>
    <w:p w14:paraId="3249B8B8" w14:textId="77777777" w:rsidR="00F307D3" w:rsidRPr="00F307D3" w:rsidRDefault="00F307D3" w:rsidP="008D4E65">
      <w:pPr>
        <w:pStyle w:val="ListBullet"/>
      </w:pPr>
      <w:r w:rsidRPr="00F307D3">
        <w:t>ISIN: SECXXXYYYZZ1</w:t>
      </w:r>
    </w:p>
    <w:p w14:paraId="51404236" w14:textId="77777777" w:rsidR="00F307D3" w:rsidRPr="00F307D3" w:rsidRDefault="00F307D3" w:rsidP="008D4E65">
      <w:pPr>
        <w:pStyle w:val="ListBullet"/>
      </w:pPr>
      <w:r w:rsidRPr="00F307D3">
        <w:t>Status: COMP</w:t>
      </w:r>
    </w:p>
    <w:p w14:paraId="2938E384" w14:textId="77777777" w:rsidR="00F307D3" w:rsidRPr="00F307D3" w:rsidRDefault="00F307D3" w:rsidP="008D4E65">
      <w:pPr>
        <w:pStyle w:val="BlockLabel"/>
      </w:pPr>
      <w:r w:rsidRPr="00F307D3">
        <w:t>Message Instance</w:t>
      </w:r>
    </w:p>
    <w:p w14:paraId="067D06E3" w14:textId="77777777" w:rsidR="00F307D3" w:rsidRPr="00F307D3" w:rsidRDefault="00F307D3" w:rsidP="00FF1E86">
      <w:pPr>
        <w:pStyle w:val="XMLCode"/>
        <w:rPr>
          <w:highlight w:val="white"/>
        </w:rPr>
      </w:pPr>
      <w:r w:rsidRPr="00F307D3">
        <w:rPr>
          <w:highlight w:val="white"/>
        </w:rPr>
        <w:t>&lt;Document&gt;</w:t>
      </w:r>
    </w:p>
    <w:p w14:paraId="09F1A32A" w14:textId="10317300" w:rsidR="00ED0E20" w:rsidRPr="00ED0E20" w:rsidRDefault="00622077" w:rsidP="00ED0E20">
      <w:pPr>
        <w:pStyle w:val="XMLCode"/>
      </w:pPr>
      <w:r>
        <w:rPr>
          <w:highlight w:val="white"/>
        </w:rPr>
        <w:tab/>
      </w:r>
      <w:r w:rsidR="00ED0E20" w:rsidRPr="00ED0E20">
        <w:t>&lt;</w:t>
      </w:r>
      <w:proofErr w:type="spellStart"/>
      <w:r w:rsidR="00ED0E20" w:rsidRPr="00ED0E20">
        <w:t>MsgHdr</w:t>
      </w:r>
      <w:proofErr w:type="spellEnd"/>
      <w:r w:rsidR="00ED0E20" w:rsidRPr="00ED0E20">
        <w:t>&gt;</w:t>
      </w:r>
    </w:p>
    <w:p w14:paraId="160D3B82" w14:textId="536BD10A" w:rsidR="00ED0E20" w:rsidRPr="00ED0E20" w:rsidRDefault="00ED0E20" w:rsidP="00ED0E20">
      <w:pPr>
        <w:pStyle w:val="XMLCode"/>
      </w:pPr>
      <w:r>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14B09503" w14:textId="2830C84C" w:rsidR="00ED0E20" w:rsidRPr="00ED0E20" w:rsidRDefault="00622077" w:rsidP="00ED0E20">
      <w:pPr>
        <w:pStyle w:val="XMLCode"/>
      </w:pPr>
      <w:r>
        <w:tab/>
      </w:r>
      <w:r w:rsidR="00ED0E20" w:rsidRPr="00ED0E20">
        <w:tab/>
        <w:t>&lt;</w:t>
      </w:r>
      <w:proofErr w:type="spellStart"/>
      <w:r w:rsidR="00ED0E20" w:rsidRPr="00ED0E20">
        <w:t>OrgnlBizInstr</w:t>
      </w:r>
      <w:proofErr w:type="spellEnd"/>
      <w:r w:rsidR="00ED0E20" w:rsidRPr="00ED0E20">
        <w:t>&gt;</w:t>
      </w:r>
    </w:p>
    <w:p w14:paraId="55516310" w14:textId="594F0ACD" w:rsidR="00ED0E20" w:rsidRPr="00ED0E20" w:rsidRDefault="00ED0E20" w:rsidP="00ED0E20">
      <w:pPr>
        <w:pStyle w:val="XMLCode"/>
      </w:pPr>
      <w:r w:rsidRPr="00ED0E20">
        <w:tab/>
      </w:r>
      <w:r w:rsidRPr="00ED0E20">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2E5247E3" w14:textId="07DEE169" w:rsidR="00ED0E20" w:rsidRPr="00ED0E20" w:rsidRDefault="00ED0E20" w:rsidP="00ED0E20">
      <w:pPr>
        <w:pStyle w:val="XMLCode"/>
      </w:pPr>
      <w:r w:rsidRPr="00ED0E20">
        <w:tab/>
      </w:r>
      <w:r w:rsidR="00622077">
        <w:tab/>
      </w:r>
      <w:r w:rsidRPr="00ED0E20">
        <w:t>&lt;/</w:t>
      </w:r>
      <w:proofErr w:type="spellStart"/>
      <w:r w:rsidRPr="00ED0E20">
        <w:t>OrgnlBizInstr</w:t>
      </w:r>
      <w:proofErr w:type="spellEnd"/>
      <w:r w:rsidRPr="00ED0E20">
        <w:t>&gt;</w:t>
      </w:r>
    </w:p>
    <w:p w14:paraId="057DF455" w14:textId="318CF9A6" w:rsidR="00ED0E20" w:rsidRPr="00F307D3" w:rsidRDefault="00622077" w:rsidP="00ED0E20">
      <w:pPr>
        <w:pStyle w:val="XMLCode"/>
      </w:pPr>
      <w:r>
        <w:tab/>
      </w:r>
      <w:r>
        <w:tab/>
      </w:r>
      <w:r w:rsidR="00ED0E20" w:rsidRPr="00ED0E20">
        <w:t>&lt;/</w:t>
      </w:r>
      <w:proofErr w:type="spellStart"/>
      <w:r w:rsidR="00ED0E20" w:rsidRPr="00ED0E20">
        <w:t>MsgHdr</w:t>
      </w:r>
      <w:proofErr w:type="spellEnd"/>
      <w:r w:rsidR="00ED0E20" w:rsidRPr="00ED0E20">
        <w:t>&gt;</w:t>
      </w:r>
    </w:p>
    <w:p w14:paraId="047B1A6A" w14:textId="076D6CB8"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01B1122E" w14:textId="1D5B88BE"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01130EA2" w14:textId="17815176"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53251EDD" w14:textId="1A133002"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521DF618" w14:textId="4B26635B"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276E071" w14:textId="4A04D543"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58D3435" w14:textId="0646FFD9"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&lt;Id&gt;COMP&lt;/Id&gt;</w:t>
      </w:r>
    </w:p>
    <w:p w14:paraId="151890FA" w14:textId="55DA74AB"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6A7E7161" w14:textId="4104B611"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&gt;SCSS&lt;/</w:t>
      </w:r>
      <w:proofErr w:type="spellStart"/>
      <w:r w:rsidR="00F307D3" w:rsidRPr="00F307D3">
        <w:rPr>
          <w:highlight w:val="white"/>
        </w:rPr>
        <w:t>SchmeNm</w:t>
      </w:r>
      <w:proofErr w:type="spellEnd"/>
      <w:r w:rsidR="00F307D3" w:rsidRPr="00F307D3">
        <w:rPr>
          <w:highlight w:val="white"/>
        </w:rPr>
        <w:t>&gt;</w:t>
      </w:r>
    </w:p>
    <w:p w14:paraId="0FD076AD" w14:textId="04068FDA"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4B65758E" w14:textId="63BAC985"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0E5BB6F5" w14:textId="192425F0"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F869DD5" w14:textId="400DC479"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1A61E380" w14:textId="77777777" w:rsidR="00F307D3" w:rsidRPr="00F307D3" w:rsidRDefault="00F307D3" w:rsidP="00FF1E86">
      <w:pPr>
        <w:pStyle w:val="XMLCode"/>
      </w:pPr>
      <w:r w:rsidRPr="00F307D3">
        <w:rPr>
          <w:highlight w:val="white"/>
        </w:rPr>
        <w:t>&lt;/Document&gt;</w:t>
      </w:r>
    </w:p>
    <w:p w14:paraId="3861675D" w14:textId="77777777" w:rsidR="00F307D3" w:rsidRPr="00F307D3" w:rsidRDefault="00F307D3" w:rsidP="00F307D3"/>
    <w:p w14:paraId="0BC727AA" w14:textId="77777777" w:rsidR="00F307D3" w:rsidRPr="00F307D3" w:rsidRDefault="00F307D3" w:rsidP="00F307D3">
      <w:pPr>
        <w:pStyle w:val="Heading3"/>
      </w:pPr>
      <w:bookmarkStart w:id="53" w:name="_Toc52263292"/>
      <w:r w:rsidRPr="00F307D3">
        <w:t>Security Creation Status Advice - reda.008.001.01 – Queued example</w:t>
      </w:r>
      <w:bookmarkEnd w:id="53"/>
    </w:p>
    <w:p w14:paraId="7249662B" w14:textId="77777777" w:rsidR="008D4E65" w:rsidRDefault="008D4E65" w:rsidP="008D4E65">
      <w:pPr>
        <w:pStyle w:val="BlockLabel"/>
      </w:pPr>
      <w:r>
        <w:t>Description</w:t>
      </w:r>
    </w:p>
    <w:p w14:paraId="04E16F6B" w14:textId="77777777" w:rsidR="00F307D3" w:rsidRPr="00F307D3" w:rsidRDefault="00F307D3" w:rsidP="00F307D3">
      <w:r w:rsidRPr="00F307D3">
        <w:t>In this case the Securities Creation Request has been delayed. In case of e.g. a night-time cycle is running.</w:t>
      </w:r>
    </w:p>
    <w:p w14:paraId="577C0FA5" w14:textId="77777777" w:rsidR="00F307D3" w:rsidRPr="00F307D3" w:rsidRDefault="00F307D3" w:rsidP="008D4E65">
      <w:pPr>
        <w:pStyle w:val="ListBullet"/>
      </w:pPr>
      <w:r w:rsidRPr="00F307D3">
        <w:t>Original Message ID: SAMPLECRESEC001</w:t>
      </w:r>
    </w:p>
    <w:p w14:paraId="4D711A7C" w14:textId="77777777" w:rsidR="00F307D3" w:rsidRPr="00F307D3" w:rsidRDefault="00F307D3" w:rsidP="008D4E65">
      <w:pPr>
        <w:pStyle w:val="ListBullet"/>
      </w:pPr>
      <w:r w:rsidRPr="00F307D3">
        <w:t>Status: QUED</w:t>
      </w:r>
    </w:p>
    <w:p w14:paraId="0711F652" w14:textId="77777777" w:rsidR="00F307D3" w:rsidRPr="00F307D3" w:rsidRDefault="00F307D3" w:rsidP="008D4E65">
      <w:pPr>
        <w:pStyle w:val="ListBullet"/>
      </w:pPr>
      <w:r w:rsidRPr="00F307D3">
        <w:t>Additional Information: CREATION QUEUED</w:t>
      </w:r>
    </w:p>
    <w:p w14:paraId="57235126" w14:textId="77777777" w:rsidR="00F307D3" w:rsidRPr="00F307D3" w:rsidRDefault="00F307D3" w:rsidP="008D4E65">
      <w:pPr>
        <w:pStyle w:val="BlockLabel"/>
      </w:pPr>
      <w:r w:rsidRPr="00F307D3">
        <w:lastRenderedPageBreak/>
        <w:t>Message Instance</w:t>
      </w:r>
    </w:p>
    <w:p w14:paraId="00ED02D7" w14:textId="77777777" w:rsidR="00F307D3" w:rsidRPr="00F307D3" w:rsidRDefault="00F307D3" w:rsidP="00FF1E86">
      <w:pPr>
        <w:pStyle w:val="XMLCode"/>
        <w:rPr>
          <w:highlight w:val="white"/>
        </w:rPr>
      </w:pPr>
      <w:r w:rsidRPr="00F307D3">
        <w:rPr>
          <w:highlight w:val="white"/>
        </w:rPr>
        <w:t>&lt;Document&gt;</w:t>
      </w:r>
    </w:p>
    <w:p w14:paraId="1F929207" w14:textId="3CACF258"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1F85FA7B" w14:textId="77777777" w:rsidR="00ED0E20" w:rsidRPr="00ED0E20" w:rsidRDefault="00F307D3" w:rsidP="00ED0E20">
      <w:pPr>
        <w:pStyle w:val="XMLCode"/>
      </w:pPr>
      <w:r w:rsidRPr="00F307D3">
        <w:rPr>
          <w:highlight w:val="white"/>
        </w:rPr>
        <w:tab/>
      </w:r>
      <w:r w:rsidRPr="00F307D3">
        <w:rPr>
          <w:highlight w:val="white"/>
        </w:rPr>
        <w:tab/>
      </w:r>
      <w:r w:rsidR="00ED0E20" w:rsidRPr="00ED0E20">
        <w:t>&lt;</w:t>
      </w:r>
      <w:proofErr w:type="spellStart"/>
      <w:r w:rsidR="00ED0E20" w:rsidRPr="00ED0E20">
        <w:t>MsgHdr</w:t>
      </w:r>
      <w:proofErr w:type="spellEnd"/>
      <w:r w:rsidR="00ED0E20" w:rsidRPr="00ED0E20">
        <w:t>&gt;</w:t>
      </w:r>
    </w:p>
    <w:p w14:paraId="71E6FD4C" w14:textId="1463761A" w:rsidR="00ED0E20" w:rsidRPr="00ED0E20" w:rsidRDefault="00ED0E20" w:rsidP="00ED0E20">
      <w:pPr>
        <w:pStyle w:val="XMLCode"/>
      </w:pPr>
      <w:r>
        <w:tab/>
      </w:r>
      <w:r w:rsidR="00622077">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45904ACA" w14:textId="12A3AFAF" w:rsidR="00ED0E20" w:rsidRPr="00ED0E20" w:rsidRDefault="00622077" w:rsidP="00ED0E20">
      <w:pPr>
        <w:pStyle w:val="XMLCode"/>
      </w:pPr>
      <w:r>
        <w:tab/>
      </w:r>
      <w:r>
        <w:tab/>
      </w:r>
      <w:r>
        <w:tab/>
      </w:r>
      <w:r w:rsidR="00ED0E20" w:rsidRPr="00ED0E20">
        <w:t>&lt;</w:t>
      </w:r>
      <w:proofErr w:type="spellStart"/>
      <w:r w:rsidR="00ED0E20" w:rsidRPr="00ED0E20">
        <w:t>OrgnlBizInstr</w:t>
      </w:r>
      <w:proofErr w:type="spellEnd"/>
      <w:r w:rsidR="00ED0E20" w:rsidRPr="00ED0E20">
        <w:t>&gt;</w:t>
      </w:r>
    </w:p>
    <w:p w14:paraId="4B91FCBA" w14:textId="6505DEA1" w:rsidR="00ED0E20" w:rsidRPr="00ED0E20" w:rsidRDefault="00ED0E20" w:rsidP="00ED0E20">
      <w:pPr>
        <w:pStyle w:val="XMLCode"/>
      </w:pPr>
      <w:r w:rsidRPr="00ED0E20">
        <w:tab/>
      </w:r>
      <w:r w:rsidRPr="00ED0E20">
        <w:tab/>
      </w:r>
      <w:r w:rsidR="00622077">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3A994124" w14:textId="01D59162" w:rsidR="00ED0E20" w:rsidRPr="00ED0E20" w:rsidRDefault="00ED0E20" w:rsidP="00ED0E20">
      <w:pPr>
        <w:pStyle w:val="XMLCode"/>
      </w:pPr>
      <w:r w:rsidRPr="00ED0E20">
        <w:tab/>
      </w:r>
      <w:r w:rsidR="00622077">
        <w:tab/>
      </w:r>
      <w:r w:rsidR="00622077">
        <w:tab/>
      </w:r>
      <w:r w:rsidRPr="00ED0E20">
        <w:t>&lt;/</w:t>
      </w:r>
      <w:proofErr w:type="spellStart"/>
      <w:r w:rsidRPr="00ED0E20">
        <w:t>OrgnlBizInstr</w:t>
      </w:r>
      <w:proofErr w:type="spellEnd"/>
      <w:r w:rsidRPr="00ED0E20">
        <w:t>&gt;</w:t>
      </w:r>
    </w:p>
    <w:p w14:paraId="2464C631" w14:textId="422BCBD3" w:rsidR="00ED0E20" w:rsidRPr="00F307D3" w:rsidRDefault="00622077" w:rsidP="00ED0E20">
      <w:pPr>
        <w:pStyle w:val="XMLCode"/>
      </w:pPr>
      <w:r>
        <w:tab/>
      </w:r>
      <w:r>
        <w:tab/>
      </w:r>
      <w:r w:rsidR="00ED0E20" w:rsidRPr="00ED0E20">
        <w:t>&lt;/</w:t>
      </w:r>
      <w:proofErr w:type="spellStart"/>
      <w:r w:rsidR="00ED0E20" w:rsidRPr="00ED0E20">
        <w:t>MsgHdr</w:t>
      </w:r>
      <w:proofErr w:type="spellEnd"/>
      <w:r w:rsidR="00ED0E20" w:rsidRPr="00ED0E20">
        <w:t>&gt;</w:t>
      </w:r>
    </w:p>
    <w:p w14:paraId="38962327" w14:textId="790A69B3" w:rsidR="00F307D3" w:rsidRPr="00F307D3" w:rsidRDefault="00F307D3" w:rsidP="00ED0E20">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72CF6C2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1A74FDF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153FD8D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&lt;Id&gt;QUED&lt;/Id&gt;</w:t>
      </w:r>
    </w:p>
    <w:p w14:paraId="4D6F012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368C2CD4"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&gt;SCSS&lt;/</w:t>
      </w:r>
      <w:proofErr w:type="spellStart"/>
      <w:r w:rsidRPr="00F307D3">
        <w:rPr>
          <w:highlight w:val="white"/>
        </w:rPr>
        <w:t>SchmeNm</w:t>
      </w:r>
      <w:proofErr w:type="spellEnd"/>
      <w:r w:rsidRPr="00F307D3">
        <w:rPr>
          <w:highlight w:val="white"/>
        </w:rPr>
        <w:t>&gt;</w:t>
      </w:r>
    </w:p>
    <w:p w14:paraId="3AA09DE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3ED76FE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69EDC75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6205323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&lt;Id&gt;QUED&lt;/Id&gt;</w:t>
      </w:r>
    </w:p>
    <w:p w14:paraId="7C63569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09FEDCE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&gt;SCSR&lt;/</w:t>
      </w:r>
      <w:proofErr w:type="spellStart"/>
      <w:r w:rsidRPr="00F307D3">
        <w:rPr>
          <w:highlight w:val="white"/>
        </w:rPr>
        <w:t>SchmeNm</w:t>
      </w:r>
      <w:proofErr w:type="spellEnd"/>
      <w:r w:rsidRPr="00F307D3">
        <w:rPr>
          <w:highlight w:val="white"/>
        </w:rPr>
        <w:t>&gt;</w:t>
      </w:r>
    </w:p>
    <w:p w14:paraId="116DDE0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3EEC081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AddtlRsnInf</w:t>
      </w:r>
      <w:proofErr w:type="spellEnd"/>
      <w:r w:rsidRPr="00F307D3">
        <w:rPr>
          <w:highlight w:val="white"/>
        </w:rPr>
        <w:t>&gt;CREATION QUEUED&lt;/</w:t>
      </w:r>
      <w:proofErr w:type="spellStart"/>
      <w:r w:rsidRPr="00F307D3">
        <w:rPr>
          <w:highlight w:val="white"/>
        </w:rPr>
        <w:t>AddtlRsnInf</w:t>
      </w:r>
      <w:proofErr w:type="spellEnd"/>
      <w:r w:rsidRPr="00F307D3">
        <w:rPr>
          <w:highlight w:val="white"/>
        </w:rPr>
        <w:t>&gt;</w:t>
      </w:r>
    </w:p>
    <w:p w14:paraId="7FFF27C1"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AA5094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2862C849"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70AA4EFD"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SctyCreStsAdvc</w:t>
      </w:r>
      <w:proofErr w:type="spellEnd"/>
      <w:r w:rsidRPr="00F307D3">
        <w:rPr>
          <w:highlight w:val="white"/>
        </w:rPr>
        <w:t>&gt;</w:t>
      </w:r>
    </w:p>
    <w:p w14:paraId="50A54223" w14:textId="77777777" w:rsidR="00F307D3" w:rsidRPr="00F307D3" w:rsidRDefault="00F307D3" w:rsidP="00FF1E86">
      <w:pPr>
        <w:pStyle w:val="XMLCode"/>
      </w:pPr>
      <w:r w:rsidRPr="00F307D3">
        <w:rPr>
          <w:highlight w:val="white"/>
        </w:rPr>
        <w:t>&lt;/Document&gt;</w:t>
      </w:r>
    </w:p>
    <w:p w14:paraId="6EE706DD" w14:textId="77777777" w:rsidR="00F307D3" w:rsidRPr="006C2C36" w:rsidRDefault="00F307D3" w:rsidP="00F307D3"/>
    <w:p w14:paraId="2FFF376F" w14:textId="77777777" w:rsidR="00F307D3" w:rsidRPr="00F307D3" w:rsidRDefault="00F307D3" w:rsidP="00F307D3">
      <w:pPr>
        <w:pStyle w:val="Heading3"/>
      </w:pPr>
      <w:bookmarkStart w:id="54" w:name="_Toc52263293"/>
      <w:r w:rsidRPr="00F307D3">
        <w:t>Security Creation Status Advice - reda.008.001.01 – Rejected example</w:t>
      </w:r>
      <w:bookmarkEnd w:id="54"/>
    </w:p>
    <w:p w14:paraId="6CFE6D92" w14:textId="77777777" w:rsidR="008D4E65" w:rsidRDefault="008D4E65" w:rsidP="008D4E65">
      <w:pPr>
        <w:pStyle w:val="BlockLabel"/>
      </w:pPr>
      <w:r w:rsidRPr="008D4E65">
        <w:t>Description</w:t>
      </w:r>
    </w:p>
    <w:p w14:paraId="77BE687B" w14:textId="77777777" w:rsidR="00F307D3" w:rsidRPr="00F307D3" w:rsidRDefault="00F307D3" w:rsidP="00F307D3">
      <w:r w:rsidRPr="00F307D3">
        <w:t>In this example the Securities Creation Status Advice reports that the Securities Creation Request has been rejected, specifying the rejection reason.</w:t>
      </w:r>
    </w:p>
    <w:p w14:paraId="5EBB2CFE" w14:textId="77777777" w:rsidR="00F307D3" w:rsidRPr="00F307D3" w:rsidRDefault="00F307D3" w:rsidP="008D4E65">
      <w:pPr>
        <w:pStyle w:val="ListBullet"/>
      </w:pPr>
      <w:r w:rsidRPr="00F307D3">
        <w:t>Original Message ID: SAMPLECRESEC001</w:t>
      </w:r>
    </w:p>
    <w:p w14:paraId="4DBA0548" w14:textId="77777777" w:rsidR="00F307D3" w:rsidRPr="00F307D3" w:rsidRDefault="00F307D3" w:rsidP="008D4E65">
      <w:pPr>
        <w:pStyle w:val="ListBullet"/>
      </w:pPr>
      <w:r w:rsidRPr="00F307D3">
        <w:t>Status. REJT</w:t>
      </w:r>
    </w:p>
    <w:p w14:paraId="74698268" w14:textId="77777777" w:rsidR="00F307D3" w:rsidRPr="00F307D3" w:rsidRDefault="00F307D3" w:rsidP="008D4E65">
      <w:pPr>
        <w:pStyle w:val="ListBullet"/>
      </w:pPr>
      <w:r w:rsidRPr="00F307D3">
        <w:t>Additional Information: ERRC001 CREATION REJECTED</w:t>
      </w:r>
    </w:p>
    <w:p w14:paraId="0EBCB52A" w14:textId="77777777" w:rsidR="00F307D3" w:rsidRPr="00F307D3" w:rsidRDefault="00F307D3" w:rsidP="008D4E65">
      <w:pPr>
        <w:pStyle w:val="BlockLabel"/>
      </w:pPr>
      <w:r w:rsidRPr="00F307D3">
        <w:lastRenderedPageBreak/>
        <w:t>Message Instance</w:t>
      </w:r>
    </w:p>
    <w:p w14:paraId="576AEEE4" w14:textId="77777777" w:rsidR="00622077" w:rsidRDefault="00F307D3" w:rsidP="00FF1E86">
      <w:pPr>
        <w:pStyle w:val="XMLCode"/>
        <w:rPr>
          <w:highlight w:val="white"/>
        </w:rPr>
      </w:pPr>
      <w:r w:rsidRPr="00F307D3">
        <w:rPr>
          <w:highlight w:val="white"/>
        </w:rPr>
        <w:t>&lt;Document&gt;</w:t>
      </w:r>
    </w:p>
    <w:p w14:paraId="302FB0BF" w14:textId="2F147912"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4872828A" w14:textId="77777777" w:rsidR="002B7912" w:rsidRPr="00ED0E20" w:rsidRDefault="00F307D3" w:rsidP="002B7912">
      <w:pPr>
        <w:pStyle w:val="XMLCode"/>
      </w:pPr>
      <w:r w:rsidRPr="00F307D3">
        <w:rPr>
          <w:highlight w:val="white"/>
        </w:rPr>
        <w:tab/>
      </w:r>
      <w:r w:rsidRPr="00F307D3">
        <w:rPr>
          <w:highlight w:val="white"/>
        </w:rPr>
        <w:tab/>
      </w:r>
      <w:r w:rsidR="002B7912" w:rsidRPr="00ED0E20">
        <w:t>&lt;</w:t>
      </w:r>
      <w:proofErr w:type="spellStart"/>
      <w:r w:rsidR="002B7912" w:rsidRPr="00ED0E20">
        <w:t>MsgHdr</w:t>
      </w:r>
      <w:proofErr w:type="spellEnd"/>
      <w:r w:rsidR="002B7912" w:rsidRPr="00ED0E20">
        <w:t>&gt;</w:t>
      </w:r>
    </w:p>
    <w:p w14:paraId="6C06C7E4" w14:textId="3D878A06" w:rsidR="002B7912" w:rsidRPr="00ED0E20" w:rsidRDefault="002B7912" w:rsidP="002B7912">
      <w:pPr>
        <w:pStyle w:val="XMLCode"/>
      </w:pPr>
      <w:r>
        <w:tab/>
      </w:r>
      <w:r w:rsidR="00622077">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5B2F54E9" w14:textId="0789D183" w:rsidR="002B7912" w:rsidRPr="00ED0E20" w:rsidRDefault="00622077" w:rsidP="002B7912">
      <w:pPr>
        <w:pStyle w:val="XMLCode"/>
      </w:pPr>
      <w:r>
        <w:tab/>
      </w:r>
      <w:r>
        <w:tab/>
      </w:r>
      <w:r>
        <w:tab/>
      </w:r>
      <w:r w:rsidR="002B7912" w:rsidRPr="00ED0E20">
        <w:t>&lt;</w:t>
      </w:r>
      <w:proofErr w:type="spellStart"/>
      <w:r w:rsidR="002B7912" w:rsidRPr="00ED0E20">
        <w:t>OrgnlBizInstr</w:t>
      </w:r>
      <w:proofErr w:type="spellEnd"/>
      <w:r w:rsidR="002B7912" w:rsidRPr="00ED0E20">
        <w:t>&gt;</w:t>
      </w:r>
    </w:p>
    <w:p w14:paraId="41D95BD1" w14:textId="4F5322DC" w:rsidR="002B7912" w:rsidRPr="00ED0E20" w:rsidRDefault="002B7912" w:rsidP="002B7912">
      <w:pPr>
        <w:pStyle w:val="XMLCode"/>
      </w:pPr>
      <w:r w:rsidRPr="00ED0E20">
        <w:tab/>
      </w:r>
      <w:r w:rsidRPr="00ED0E20">
        <w:tab/>
      </w:r>
      <w:r w:rsidR="00622077">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4AA42D5A" w14:textId="636DE31D" w:rsidR="002B7912" w:rsidRPr="00ED0E20" w:rsidRDefault="002B7912" w:rsidP="002B7912">
      <w:pPr>
        <w:pStyle w:val="XMLCode"/>
      </w:pPr>
      <w:r w:rsidRPr="00ED0E20">
        <w:tab/>
      </w:r>
      <w:r w:rsidR="00622077">
        <w:tab/>
      </w:r>
      <w:r w:rsidR="00622077">
        <w:tab/>
      </w:r>
      <w:r w:rsidRPr="00ED0E20">
        <w:t>&lt;/</w:t>
      </w:r>
      <w:proofErr w:type="spellStart"/>
      <w:r w:rsidRPr="00ED0E20">
        <w:t>OrgnlBizInstr</w:t>
      </w:r>
      <w:proofErr w:type="spellEnd"/>
      <w:r w:rsidRPr="00ED0E20">
        <w:t>&gt;</w:t>
      </w:r>
    </w:p>
    <w:p w14:paraId="176CBA07" w14:textId="2EFFD420" w:rsidR="002B7912" w:rsidRPr="00F307D3" w:rsidRDefault="00622077" w:rsidP="002B7912">
      <w:pPr>
        <w:pStyle w:val="XMLCode"/>
      </w:pPr>
      <w:r>
        <w:tab/>
      </w:r>
      <w:r>
        <w:tab/>
      </w:r>
      <w:r w:rsidR="002B7912" w:rsidRPr="00ED0E20">
        <w:t>&lt;/</w:t>
      </w:r>
      <w:proofErr w:type="spellStart"/>
      <w:r w:rsidR="002B7912" w:rsidRPr="00ED0E20">
        <w:t>MsgHdr</w:t>
      </w:r>
      <w:proofErr w:type="spellEnd"/>
      <w:r w:rsidR="002B7912" w:rsidRPr="00ED0E20">
        <w:t>&gt;</w:t>
      </w:r>
    </w:p>
    <w:p w14:paraId="7AEAC686" w14:textId="560CE9CF" w:rsidR="00F307D3" w:rsidRPr="00F307D3" w:rsidRDefault="00F307D3" w:rsidP="002B7912">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1BCEF8F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6E32FAE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34D0F0A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&lt;Id&gt;REJT&lt;/Id&gt;</w:t>
      </w:r>
    </w:p>
    <w:p w14:paraId="4EABE94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34219A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&gt;SCSS&lt;/</w:t>
      </w:r>
      <w:proofErr w:type="spellStart"/>
      <w:r w:rsidRPr="00F307D3">
        <w:rPr>
          <w:highlight w:val="white"/>
        </w:rPr>
        <w:t>SchmeNm</w:t>
      </w:r>
      <w:proofErr w:type="spellEnd"/>
      <w:r w:rsidRPr="00F307D3">
        <w:rPr>
          <w:highlight w:val="white"/>
        </w:rPr>
        <w:t>&gt;</w:t>
      </w:r>
    </w:p>
    <w:p w14:paraId="082EC3B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0517BF3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B106CF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4031F9F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&lt;Id&gt;REJT&lt;/Id&gt;</w:t>
      </w:r>
    </w:p>
    <w:p w14:paraId="584FE48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0BFF00C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&gt;SCSR&lt;/</w:t>
      </w:r>
      <w:proofErr w:type="spellStart"/>
      <w:r w:rsidRPr="00F307D3">
        <w:rPr>
          <w:highlight w:val="white"/>
        </w:rPr>
        <w:t>SchmeNm</w:t>
      </w:r>
      <w:proofErr w:type="spellEnd"/>
      <w:r w:rsidRPr="00F307D3">
        <w:rPr>
          <w:highlight w:val="white"/>
        </w:rPr>
        <w:t>&gt;</w:t>
      </w:r>
    </w:p>
    <w:p w14:paraId="50CDEE8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074433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AddtlRsnInf</w:t>
      </w:r>
      <w:proofErr w:type="spellEnd"/>
      <w:r w:rsidRPr="00F307D3">
        <w:rPr>
          <w:highlight w:val="white"/>
        </w:rPr>
        <w:t>&gt;ERRC001</w:t>
      </w:r>
      <w:r w:rsidRPr="00F307D3">
        <w:t xml:space="preserve"> </w:t>
      </w:r>
      <w:r w:rsidRPr="00F307D3">
        <w:rPr>
          <w:highlight w:val="white"/>
        </w:rPr>
        <w:t>CREATION REJECTED&lt;/</w:t>
      </w:r>
      <w:proofErr w:type="spellStart"/>
      <w:r w:rsidRPr="00F307D3">
        <w:rPr>
          <w:highlight w:val="white"/>
        </w:rPr>
        <w:t>AddtlRsnInf</w:t>
      </w:r>
      <w:proofErr w:type="spellEnd"/>
      <w:r w:rsidRPr="00F307D3">
        <w:rPr>
          <w:highlight w:val="white"/>
        </w:rPr>
        <w:t>&gt;</w:t>
      </w:r>
    </w:p>
    <w:p w14:paraId="5E7648B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ACFBBE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0E68E564"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6934D7A9"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SctyCreStsAdvc</w:t>
      </w:r>
      <w:proofErr w:type="spellEnd"/>
      <w:r w:rsidRPr="00F307D3">
        <w:rPr>
          <w:highlight w:val="white"/>
        </w:rPr>
        <w:t>&gt;</w:t>
      </w:r>
    </w:p>
    <w:p w14:paraId="2B42604A" w14:textId="77777777" w:rsidR="00F307D3" w:rsidRPr="00F307D3" w:rsidRDefault="00F307D3" w:rsidP="00FF1E86">
      <w:pPr>
        <w:pStyle w:val="XMLCode"/>
      </w:pPr>
      <w:r w:rsidRPr="00F307D3">
        <w:rPr>
          <w:highlight w:val="white"/>
        </w:rPr>
        <w:t>&lt;/Document&gt;</w:t>
      </w:r>
    </w:p>
    <w:p w14:paraId="730C15DB" w14:textId="77777777" w:rsidR="00F307D3" w:rsidRPr="00F307D3" w:rsidRDefault="00F307D3" w:rsidP="00F307D3">
      <w:pPr>
        <w:pStyle w:val="Heading2"/>
      </w:pPr>
      <w:r w:rsidRPr="00C75D71">
        <w:t xml:space="preserve"> </w:t>
      </w:r>
      <w:bookmarkStart w:id="55" w:name="_Toc52263294"/>
      <w:bookmarkStart w:id="56" w:name="_Toc161582947"/>
      <w:r w:rsidRPr="00F307D3">
        <w:t>Security Maintenance Request - reda.007.001.01</w:t>
      </w:r>
      <w:bookmarkEnd w:id="55"/>
      <w:bookmarkEnd w:id="56"/>
    </w:p>
    <w:p w14:paraId="31AF7922" w14:textId="77777777" w:rsidR="00F307D3" w:rsidRPr="00F307D3" w:rsidRDefault="00F307D3" w:rsidP="008D4E65">
      <w:pPr>
        <w:pStyle w:val="BlockLabel"/>
      </w:pPr>
      <w:r w:rsidRPr="00F307D3">
        <w:t>Description</w:t>
      </w:r>
    </w:p>
    <w:p w14:paraId="33C6C985" w14:textId="77777777" w:rsidR="00F307D3" w:rsidRPr="00F307D3" w:rsidRDefault="00F307D3" w:rsidP="00F307D3">
      <w:r w:rsidRPr="00F307D3">
        <w:t>In this example, the instructing party wants to update the classification type of the security SECXXXYYYZZ1.</w:t>
      </w:r>
    </w:p>
    <w:p w14:paraId="6C2DC7AF" w14:textId="77777777" w:rsidR="00F307D3" w:rsidRPr="00F307D3" w:rsidRDefault="00F307D3" w:rsidP="008D4E65">
      <w:pPr>
        <w:pStyle w:val="ListBullet"/>
      </w:pPr>
      <w:r w:rsidRPr="00F307D3">
        <w:t>Security Identification: SECXXXYYYZZ1</w:t>
      </w:r>
    </w:p>
    <w:p w14:paraId="335272A5" w14:textId="77777777" w:rsidR="00F307D3" w:rsidRPr="00F307D3" w:rsidRDefault="00F307D3" w:rsidP="008D4E65">
      <w:pPr>
        <w:pStyle w:val="ListBullet"/>
      </w:pPr>
      <w:r w:rsidRPr="00F307D3">
        <w:t>Classification Type: ESFTFR</w:t>
      </w:r>
    </w:p>
    <w:p w14:paraId="7D04F755" w14:textId="77777777" w:rsidR="00F307D3" w:rsidRPr="00F307D3" w:rsidRDefault="00F307D3" w:rsidP="008D4E65">
      <w:pPr>
        <w:pStyle w:val="BlockLabel"/>
      </w:pPr>
      <w:r w:rsidRPr="00F307D3">
        <w:t>Message Instance</w:t>
      </w:r>
    </w:p>
    <w:p w14:paraId="42917E73" w14:textId="77777777" w:rsidR="00F307D3" w:rsidRPr="00F307D3" w:rsidRDefault="00F307D3" w:rsidP="00FF1E86">
      <w:pPr>
        <w:pStyle w:val="XMLCode"/>
        <w:rPr>
          <w:highlight w:val="white"/>
        </w:rPr>
      </w:pPr>
      <w:r w:rsidRPr="00F307D3">
        <w:rPr>
          <w:highlight w:val="white"/>
        </w:rPr>
        <w:t>&lt;Document&gt;</w:t>
      </w:r>
    </w:p>
    <w:p w14:paraId="62ACE44E" w14:textId="77777777" w:rsidR="00F307D3" w:rsidRPr="00F307D3" w:rsidRDefault="008D4E65"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SctyMntncReq</w:t>
      </w:r>
      <w:proofErr w:type="spellEnd"/>
      <w:r w:rsidR="00F307D3" w:rsidRPr="00F307D3">
        <w:rPr>
          <w:highlight w:val="white"/>
        </w:rPr>
        <w:t>&gt;</w:t>
      </w:r>
    </w:p>
    <w:p w14:paraId="0C416F28" w14:textId="77777777" w:rsidR="00494F83" w:rsidRPr="00494F83" w:rsidRDefault="00F307D3" w:rsidP="00494F83">
      <w:pPr>
        <w:pStyle w:val="XMLCode"/>
      </w:pPr>
      <w:r w:rsidRPr="00F307D3">
        <w:rPr>
          <w:highlight w:val="white"/>
        </w:rPr>
        <w:tab/>
      </w:r>
      <w:r w:rsidRPr="00F307D3">
        <w:rPr>
          <w:highlight w:val="white"/>
        </w:rPr>
        <w:tab/>
      </w:r>
      <w:r w:rsidR="00494F83" w:rsidRPr="00494F83">
        <w:t>&lt;</w:t>
      </w:r>
      <w:proofErr w:type="spellStart"/>
      <w:r w:rsidR="00494F83" w:rsidRPr="00494F83">
        <w:t>MsgHdr</w:t>
      </w:r>
      <w:proofErr w:type="spellEnd"/>
      <w:r w:rsidR="00494F83" w:rsidRPr="00494F83">
        <w:t>&gt;</w:t>
      </w:r>
    </w:p>
    <w:p w14:paraId="45520D06" w14:textId="1F7B8A05" w:rsidR="00494F83" w:rsidRPr="00494F83" w:rsidRDefault="00494F83" w:rsidP="00494F83">
      <w:pPr>
        <w:pStyle w:val="XMLCode"/>
      </w:pPr>
      <w:r w:rsidRPr="00494F83">
        <w:lastRenderedPageBreak/>
        <w:tab/>
      </w:r>
      <w:r w:rsidRPr="00494F83">
        <w:tab/>
      </w:r>
      <w:r w:rsidR="00622077">
        <w:tab/>
      </w:r>
      <w:r w:rsidRPr="00494F83">
        <w:t>&lt;</w:t>
      </w:r>
      <w:proofErr w:type="spellStart"/>
      <w:r w:rsidRPr="00494F83">
        <w:t>MsgId</w:t>
      </w:r>
      <w:proofErr w:type="spellEnd"/>
      <w:r w:rsidRPr="00494F83">
        <w:t>&gt;SAMPLEUPDSEC001&lt;/</w:t>
      </w:r>
      <w:proofErr w:type="spellStart"/>
      <w:r w:rsidRPr="00494F83">
        <w:t>MsgId</w:t>
      </w:r>
      <w:proofErr w:type="spellEnd"/>
      <w:r w:rsidRPr="00494F83">
        <w:t>&gt;</w:t>
      </w:r>
    </w:p>
    <w:p w14:paraId="38EF4D35" w14:textId="7727234C" w:rsidR="00F307D3" w:rsidRPr="00F307D3" w:rsidRDefault="00494F83" w:rsidP="00494F83">
      <w:pPr>
        <w:pStyle w:val="XMLCode"/>
        <w:rPr>
          <w:highlight w:val="white"/>
        </w:rPr>
      </w:pPr>
      <w:r w:rsidRPr="00494F83">
        <w:tab/>
      </w:r>
      <w:r w:rsidR="00622077">
        <w:tab/>
      </w:r>
      <w:r w:rsidRPr="00494F83">
        <w:t>&lt;/</w:t>
      </w:r>
      <w:proofErr w:type="spellStart"/>
      <w:r w:rsidRPr="00494F83">
        <w:t>MsgHdr</w:t>
      </w:r>
      <w:proofErr w:type="spellEnd"/>
      <w:r w:rsidRPr="00494F83">
        <w:t>&gt;</w:t>
      </w:r>
    </w:p>
    <w:p w14:paraId="4F71C37E"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5A659F6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07A1EC9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Modfy</w:t>
      </w:r>
      <w:proofErr w:type="spellEnd"/>
      <w:r w:rsidRPr="00F307D3">
        <w:rPr>
          <w:highlight w:val="white"/>
        </w:rPr>
        <w:t>&gt;</w:t>
      </w:r>
    </w:p>
    <w:p w14:paraId="69FE4E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5C14535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12CE07F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ClssfctnFinInstrm</w:t>
      </w:r>
      <w:proofErr w:type="spellEnd"/>
      <w:r w:rsidRPr="00F307D3">
        <w:rPr>
          <w:highlight w:val="white"/>
        </w:rPr>
        <w:t>&gt;ESFTFR&lt;/</w:t>
      </w:r>
      <w:proofErr w:type="spellStart"/>
      <w:r w:rsidRPr="00F307D3">
        <w:rPr>
          <w:highlight w:val="white"/>
        </w:rPr>
        <w:t>ClssfctnFinInstrm</w:t>
      </w:r>
      <w:proofErr w:type="spellEnd"/>
      <w:r w:rsidRPr="00F307D3">
        <w:rPr>
          <w:highlight w:val="white"/>
        </w:rPr>
        <w:t>&gt;</w:t>
      </w:r>
    </w:p>
    <w:p w14:paraId="0514AD5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054B43F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337C292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Modfy</w:t>
      </w:r>
      <w:proofErr w:type="spellEnd"/>
      <w:r w:rsidRPr="00F307D3">
        <w:rPr>
          <w:highlight w:val="white"/>
        </w:rPr>
        <w:t>&gt;</w:t>
      </w:r>
    </w:p>
    <w:p w14:paraId="3D42F09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4C14B8A1"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51FBE848"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480AEC4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&lt;ISIN&gt;SECXXXYYYZZ1&lt;/ISIN&gt;</w:t>
      </w:r>
    </w:p>
    <w:p w14:paraId="6617E6CA"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3DFDC2A7"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SctyMntncReq</w:t>
      </w:r>
      <w:proofErr w:type="spellEnd"/>
      <w:r w:rsidRPr="00F307D3">
        <w:rPr>
          <w:highlight w:val="white"/>
        </w:rPr>
        <w:t>&gt;</w:t>
      </w:r>
    </w:p>
    <w:p w14:paraId="4B215064" w14:textId="77777777" w:rsidR="00F307D3" w:rsidRPr="00F307D3" w:rsidRDefault="00F307D3" w:rsidP="00FF1E86">
      <w:pPr>
        <w:pStyle w:val="XMLCode"/>
        <w:rPr>
          <w:highlight w:val="white"/>
        </w:rPr>
      </w:pPr>
      <w:r w:rsidRPr="00F307D3">
        <w:rPr>
          <w:highlight w:val="white"/>
        </w:rPr>
        <w:t>&lt;/Document&gt;</w:t>
      </w:r>
    </w:p>
    <w:p w14:paraId="507144C4" w14:textId="77777777" w:rsidR="00F307D3" w:rsidRPr="00F307D3" w:rsidRDefault="00F307D3" w:rsidP="00F307D3">
      <w:pPr>
        <w:pStyle w:val="Heading2"/>
      </w:pPr>
      <w:bookmarkStart w:id="57" w:name="_Toc52263295"/>
      <w:bookmarkStart w:id="58" w:name="_Toc161582948"/>
      <w:r>
        <w:t xml:space="preserve">Security Maintenance </w:t>
      </w:r>
      <w:r w:rsidRPr="00F307D3">
        <w:t>Status Advice - reda.029.001.01</w:t>
      </w:r>
      <w:bookmarkEnd w:id="57"/>
      <w:bookmarkEnd w:id="58"/>
    </w:p>
    <w:p w14:paraId="2467EE05" w14:textId="77777777" w:rsidR="00F307D3" w:rsidRPr="00F307D3" w:rsidRDefault="00F307D3" w:rsidP="00821814">
      <w:pPr>
        <w:pStyle w:val="BlockLabel"/>
      </w:pPr>
      <w:r w:rsidRPr="00F307D3">
        <w:t>Description</w:t>
      </w:r>
    </w:p>
    <w:p w14:paraId="4222EEFD" w14:textId="77777777" w:rsidR="00F307D3" w:rsidRPr="00F307D3" w:rsidRDefault="00F307D3" w:rsidP="00F307D3">
      <w:r w:rsidRPr="00F307D3">
        <w:t>The Executing/Servicing Party informs the Instructing Party about the lifecycle of its Maintenance Security instruction with the following statuses:</w:t>
      </w:r>
    </w:p>
    <w:p w14:paraId="51372A17" w14:textId="77777777" w:rsidR="00F307D3" w:rsidRPr="00F307D3" w:rsidRDefault="00F307D3" w:rsidP="00821814">
      <w:pPr>
        <w:pStyle w:val="ListBullet"/>
      </w:pPr>
      <w:r w:rsidRPr="00F307D3">
        <w:t>Completed</w:t>
      </w:r>
    </w:p>
    <w:p w14:paraId="4C568773" w14:textId="77777777" w:rsidR="00F307D3" w:rsidRPr="00F307D3" w:rsidRDefault="00F307D3" w:rsidP="00821814">
      <w:pPr>
        <w:pStyle w:val="ListBullet"/>
      </w:pPr>
      <w:r w:rsidRPr="00F307D3">
        <w:t>Queued</w:t>
      </w:r>
    </w:p>
    <w:p w14:paraId="2E97317A" w14:textId="77777777" w:rsidR="00F307D3" w:rsidRPr="00F307D3" w:rsidRDefault="00F307D3" w:rsidP="00821814">
      <w:pPr>
        <w:pStyle w:val="ListBullet"/>
      </w:pPr>
      <w:r w:rsidRPr="00F307D3">
        <w:t>Rejected</w:t>
      </w:r>
    </w:p>
    <w:p w14:paraId="7951E1F8" w14:textId="77777777" w:rsidR="00F307D3" w:rsidRPr="00F307D3" w:rsidRDefault="00F307D3" w:rsidP="00F307D3"/>
    <w:p w14:paraId="5556E054" w14:textId="77777777" w:rsidR="00F307D3" w:rsidRPr="00F307D3" w:rsidRDefault="00F307D3" w:rsidP="00F307D3">
      <w:pPr>
        <w:pStyle w:val="Heading3"/>
      </w:pPr>
      <w:bookmarkStart w:id="59" w:name="_Toc52263296"/>
      <w:r w:rsidRPr="00F307D3">
        <w:t>Security Maintenance Status Advice - reda.029.001.01 – Completed example</w:t>
      </w:r>
      <w:bookmarkEnd w:id="59"/>
    </w:p>
    <w:p w14:paraId="00E8CC76" w14:textId="77777777" w:rsidR="008D4E65" w:rsidRDefault="008D4E65" w:rsidP="008D4E65">
      <w:pPr>
        <w:pStyle w:val="BlockLabel"/>
      </w:pPr>
      <w:r>
        <w:t>Description</w:t>
      </w:r>
    </w:p>
    <w:p w14:paraId="7DF88B74" w14:textId="77777777" w:rsidR="00F307D3" w:rsidRPr="00F307D3" w:rsidRDefault="00F307D3" w:rsidP="00F307D3">
      <w:r w:rsidRPr="00F307D3">
        <w:t>In this case the Security Maintenance Request has been successfully executed.</w:t>
      </w:r>
    </w:p>
    <w:p w14:paraId="430AD103" w14:textId="77777777" w:rsidR="00F307D3" w:rsidRPr="00F307D3" w:rsidRDefault="00F307D3" w:rsidP="008D4E65">
      <w:pPr>
        <w:pStyle w:val="ListBullet"/>
      </w:pPr>
      <w:r w:rsidRPr="00F307D3">
        <w:t>Original Message ID: SAMPLEUPDSEC001</w:t>
      </w:r>
    </w:p>
    <w:p w14:paraId="11012673" w14:textId="77777777" w:rsidR="00F307D3" w:rsidRPr="00F307D3" w:rsidRDefault="00F307D3" w:rsidP="008D4E65">
      <w:pPr>
        <w:pStyle w:val="ListBullet"/>
      </w:pPr>
      <w:r w:rsidRPr="00F307D3">
        <w:t>ISIN: SECXXXYYYZZ1</w:t>
      </w:r>
    </w:p>
    <w:p w14:paraId="742CD2C1" w14:textId="77777777" w:rsidR="00F307D3" w:rsidRPr="00F307D3" w:rsidRDefault="00F307D3" w:rsidP="008D4E65">
      <w:pPr>
        <w:pStyle w:val="ListBullet"/>
      </w:pPr>
      <w:r w:rsidRPr="00F307D3">
        <w:t>Status: COMP</w:t>
      </w:r>
    </w:p>
    <w:p w14:paraId="769E332A" w14:textId="77777777" w:rsidR="00F307D3" w:rsidRPr="00F307D3" w:rsidRDefault="00F307D3" w:rsidP="00821814">
      <w:pPr>
        <w:pStyle w:val="BlockLabel"/>
      </w:pPr>
      <w:r w:rsidRPr="00F307D3">
        <w:t>Message Instance</w:t>
      </w:r>
    </w:p>
    <w:p w14:paraId="2E1DD89B" w14:textId="77777777" w:rsidR="00F307D3" w:rsidRPr="00F307D3" w:rsidRDefault="00F307D3" w:rsidP="00821814">
      <w:pPr>
        <w:pStyle w:val="XMLCode"/>
        <w:rPr>
          <w:highlight w:val="white"/>
        </w:rPr>
      </w:pPr>
      <w:r w:rsidRPr="00F307D3">
        <w:rPr>
          <w:highlight w:val="white"/>
        </w:rPr>
        <w:t>&lt;Document&gt;</w:t>
      </w:r>
    </w:p>
    <w:p w14:paraId="4A0B8002" w14:textId="3CD8E65D"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00048CD6" w14:textId="32653CCA" w:rsidR="00E84AC3" w:rsidRPr="00E84AC3" w:rsidRDefault="00622077" w:rsidP="00E84AC3">
      <w:pPr>
        <w:pStyle w:val="XMLCode"/>
      </w:pPr>
      <w:r>
        <w:lastRenderedPageBreak/>
        <w:tab/>
      </w:r>
      <w:r>
        <w:tab/>
      </w:r>
      <w:r w:rsidR="00E84AC3" w:rsidRPr="00E84AC3">
        <w:t>&lt;</w:t>
      </w:r>
      <w:proofErr w:type="spellStart"/>
      <w:r w:rsidR="00E84AC3" w:rsidRPr="00E84AC3">
        <w:t>MsgHdr</w:t>
      </w:r>
      <w:proofErr w:type="spellEnd"/>
      <w:r w:rsidR="00E84AC3" w:rsidRPr="00E84AC3">
        <w:t>&gt;</w:t>
      </w:r>
    </w:p>
    <w:p w14:paraId="499B97A0" w14:textId="6202AE12"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7114C391" w14:textId="34F305F4"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449F95B3" w14:textId="4B5EA22A"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393ECFF7" w14:textId="16B3234E"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73C1E290" w14:textId="12D2D195" w:rsidR="00E84AC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r w:rsidR="00F307D3" w:rsidRPr="00F307D3">
        <w:rPr>
          <w:highlight w:val="white"/>
        </w:rPr>
        <w:t xml:space="preserve"> </w:t>
      </w:r>
    </w:p>
    <w:p w14:paraId="29A9716E" w14:textId="77AD2F21" w:rsidR="00F307D3" w:rsidRPr="00F307D3" w:rsidRDefault="00622077" w:rsidP="00E84AC3">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64714953" w14:textId="2C6CC63D"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6916D01D" w14:textId="70EA730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2B3AD602" w14:textId="0C071E7C"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0B30CCAB" w14:textId="10C266A3"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A28699A" w14:textId="453538B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2B681C9A" w14:textId="571FC2B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&lt;Id&gt;COMP&lt;/Id&gt;</w:t>
      </w:r>
    </w:p>
    <w:p w14:paraId="541E09C0" w14:textId="3BB1332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1F68E15F" w14:textId="72D3615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159AAC17" w14:textId="6BE9DC2B"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69C8B922" w14:textId="49AEF4A4"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547331D4" w14:textId="16BF3EEA"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24B821B" w14:textId="79862397"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05CB3BD3" w14:textId="77777777" w:rsidR="00F307D3" w:rsidRPr="00F307D3" w:rsidRDefault="00F307D3" w:rsidP="00821814">
      <w:pPr>
        <w:pStyle w:val="XMLCode"/>
        <w:rPr>
          <w:highlight w:val="white"/>
        </w:rPr>
      </w:pPr>
      <w:r w:rsidRPr="00F307D3">
        <w:rPr>
          <w:highlight w:val="white"/>
        </w:rPr>
        <w:t>&lt;/Document&gt;</w:t>
      </w:r>
    </w:p>
    <w:p w14:paraId="2AF37B1A" w14:textId="77777777" w:rsidR="00F307D3" w:rsidRPr="00F307D3" w:rsidRDefault="00F307D3" w:rsidP="00F307D3"/>
    <w:p w14:paraId="59C65615" w14:textId="77777777" w:rsidR="00F307D3" w:rsidRPr="00F307D3" w:rsidRDefault="00F307D3" w:rsidP="00F307D3">
      <w:pPr>
        <w:pStyle w:val="Heading3"/>
      </w:pPr>
      <w:bookmarkStart w:id="60" w:name="_Toc52263297"/>
      <w:r w:rsidRPr="00F307D3">
        <w:t>Security Maintenance Status Advice - reda.029.001.01 – Queued example</w:t>
      </w:r>
      <w:bookmarkEnd w:id="60"/>
    </w:p>
    <w:p w14:paraId="28E141F7" w14:textId="77777777" w:rsidR="008D4E65" w:rsidRDefault="008D4E65" w:rsidP="008D4E65">
      <w:pPr>
        <w:pStyle w:val="BlockLabel"/>
      </w:pPr>
      <w:r>
        <w:t>Description</w:t>
      </w:r>
    </w:p>
    <w:p w14:paraId="64AC6E81" w14:textId="77777777" w:rsidR="00F307D3" w:rsidRPr="00F307D3" w:rsidRDefault="00F307D3" w:rsidP="00F307D3">
      <w:r w:rsidRPr="00F307D3">
        <w:t>In this case the Security Maintenance Request has been delayed. In case of e.g. a night-time cycle is running.</w:t>
      </w:r>
    </w:p>
    <w:p w14:paraId="46183988" w14:textId="77777777" w:rsidR="00F307D3" w:rsidRPr="00F307D3" w:rsidRDefault="00F307D3" w:rsidP="008D4E65">
      <w:pPr>
        <w:pStyle w:val="ListBullet"/>
      </w:pPr>
      <w:r w:rsidRPr="00F307D3">
        <w:t>Original Message ID: SAMPLEUPDSEC001</w:t>
      </w:r>
    </w:p>
    <w:p w14:paraId="2A63FB1D" w14:textId="77777777" w:rsidR="00F307D3" w:rsidRPr="00F307D3" w:rsidRDefault="00F307D3" w:rsidP="008D4E65">
      <w:pPr>
        <w:pStyle w:val="ListBullet"/>
      </w:pPr>
      <w:r w:rsidRPr="00F307D3">
        <w:t>Status: QUED</w:t>
      </w:r>
    </w:p>
    <w:p w14:paraId="58A53FCE" w14:textId="77777777" w:rsidR="00F307D3" w:rsidRPr="00F307D3" w:rsidRDefault="00F307D3" w:rsidP="008D4E65">
      <w:pPr>
        <w:pStyle w:val="ListBullet"/>
      </w:pPr>
      <w:r w:rsidRPr="00F307D3">
        <w:t>Reason: MAINTENANCE QUEUED</w:t>
      </w:r>
    </w:p>
    <w:p w14:paraId="568DAB7C" w14:textId="77777777" w:rsidR="00F307D3" w:rsidRPr="00F307D3" w:rsidRDefault="00F307D3" w:rsidP="008D4E65">
      <w:pPr>
        <w:pStyle w:val="BlockLabel"/>
      </w:pPr>
      <w:r w:rsidRPr="00F307D3">
        <w:t>Message Instance</w:t>
      </w:r>
    </w:p>
    <w:p w14:paraId="13F8923C" w14:textId="77777777" w:rsidR="00F307D3" w:rsidRPr="00F307D3" w:rsidRDefault="00F307D3" w:rsidP="00821814">
      <w:pPr>
        <w:pStyle w:val="XMLCode"/>
        <w:rPr>
          <w:highlight w:val="white"/>
        </w:rPr>
      </w:pPr>
      <w:r w:rsidRPr="00F307D3">
        <w:rPr>
          <w:highlight w:val="white"/>
        </w:rPr>
        <w:t>&lt;Document&gt;</w:t>
      </w:r>
    </w:p>
    <w:p w14:paraId="420EC7A3" w14:textId="74F9982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5E27F79E" w14:textId="750F9CD5" w:rsidR="00E84AC3" w:rsidRPr="00E84AC3" w:rsidRDefault="00622077" w:rsidP="00E84AC3">
      <w:pPr>
        <w:pStyle w:val="XMLCode"/>
      </w:pPr>
      <w:r>
        <w:rPr>
          <w:highlight w:val="white"/>
        </w:rPr>
        <w:tab/>
      </w:r>
      <w:r>
        <w:rPr>
          <w:highlight w:val="white"/>
        </w:rPr>
        <w:tab/>
      </w:r>
      <w:r w:rsidR="00E84AC3" w:rsidRPr="00E84AC3">
        <w:t>&lt;</w:t>
      </w:r>
      <w:proofErr w:type="spellStart"/>
      <w:r w:rsidR="00E84AC3" w:rsidRPr="00E84AC3">
        <w:t>MsgHdr</w:t>
      </w:r>
      <w:proofErr w:type="spellEnd"/>
      <w:r w:rsidR="00E84AC3" w:rsidRPr="00E84AC3">
        <w:t>&gt;</w:t>
      </w:r>
    </w:p>
    <w:p w14:paraId="3E5345FC" w14:textId="4B9E2BE8"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1BB0A95E" w14:textId="13DD4A7F"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635E464D" w14:textId="58BC0E4F"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32BBD8EE" w14:textId="0F4A3432"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7F2A0B90" w14:textId="6FADD7BA" w:rsidR="00F307D3" w:rsidRPr="00F307D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p>
    <w:p w14:paraId="0B0A9877" w14:textId="1688F3C3" w:rsidR="00F307D3" w:rsidRPr="00F307D3" w:rsidRDefault="00622077" w:rsidP="00821814">
      <w:pPr>
        <w:pStyle w:val="XMLCode"/>
        <w:rPr>
          <w:highlight w:val="white"/>
        </w:rPr>
      </w:pPr>
      <w:r>
        <w:rPr>
          <w:highlight w:val="white"/>
        </w:rPr>
        <w:lastRenderedPageBreak/>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087B82A" w14:textId="213C098C"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1B1002B" w14:textId="616C7128"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5E605473" w14:textId="78B10ED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3094B005" w14:textId="5C0B240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53318D67" w14:textId="1E146C7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2F0A7D3D" w14:textId="254B944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40735850" w14:textId="018A2AB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240FD606" w14:textId="79ACD3E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E92594F" w14:textId="7613A726"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1F78D6DC" w14:textId="3D95BD8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79D7815F" w14:textId="4A86DCE1"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&gt;SMSR&lt;/</w:t>
      </w:r>
      <w:proofErr w:type="spellStart"/>
      <w:r w:rsidR="00F307D3" w:rsidRPr="00F307D3">
        <w:rPr>
          <w:highlight w:val="white"/>
        </w:rPr>
        <w:t>SchmeNm</w:t>
      </w:r>
      <w:proofErr w:type="spellEnd"/>
      <w:r w:rsidR="00F307D3" w:rsidRPr="00F307D3">
        <w:rPr>
          <w:highlight w:val="white"/>
        </w:rPr>
        <w:t>&gt;</w:t>
      </w:r>
    </w:p>
    <w:p w14:paraId="5B8B1657" w14:textId="36C4ABF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1E4F920" w14:textId="01FB154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&gt;MAINTENANCE QUEUED&lt;/</w:t>
      </w:r>
      <w:proofErr w:type="spellStart"/>
      <w:r w:rsidR="00F307D3" w:rsidRPr="00F307D3">
        <w:rPr>
          <w:highlight w:val="white"/>
        </w:rPr>
        <w:t>AddtlRsnInf</w:t>
      </w:r>
      <w:proofErr w:type="spellEnd"/>
      <w:r w:rsidR="00F307D3" w:rsidRPr="00F307D3">
        <w:rPr>
          <w:highlight w:val="white"/>
        </w:rPr>
        <w:t>&gt;</w:t>
      </w:r>
    </w:p>
    <w:p w14:paraId="4835FB38" w14:textId="33564C7B"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9F36ED5" w14:textId="74027891"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AEFC9E7" w14:textId="17BC3AD2"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0C218BAC" w14:textId="6764632F"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7DF7F68F" w14:textId="77777777" w:rsidR="00F307D3" w:rsidRPr="00F307D3" w:rsidRDefault="00F307D3" w:rsidP="00821814">
      <w:pPr>
        <w:pStyle w:val="XMLCode"/>
        <w:rPr>
          <w:highlight w:val="white"/>
        </w:rPr>
      </w:pPr>
      <w:r w:rsidRPr="00F307D3">
        <w:rPr>
          <w:highlight w:val="white"/>
        </w:rPr>
        <w:t>&lt;/Document&gt;</w:t>
      </w:r>
    </w:p>
    <w:p w14:paraId="2CBACB2E" w14:textId="77777777" w:rsidR="00F307D3" w:rsidRPr="00F307D3" w:rsidRDefault="00F307D3" w:rsidP="008D4E65"/>
    <w:p w14:paraId="151167AD" w14:textId="77777777" w:rsidR="00F307D3" w:rsidRPr="00F307D3" w:rsidRDefault="00F307D3" w:rsidP="00F307D3">
      <w:pPr>
        <w:pStyle w:val="Heading3"/>
      </w:pPr>
      <w:bookmarkStart w:id="61" w:name="_Toc52263298"/>
      <w:r w:rsidRPr="00F307D3">
        <w:t>Security Maintenance Status Advice - reda.029.001.01 – Rejected example</w:t>
      </w:r>
      <w:bookmarkEnd w:id="61"/>
    </w:p>
    <w:p w14:paraId="57C301A8" w14:textId="77777777" w:rsidR="008D4E65" w:rsidRDefault="008D4E65" w:rsidP="008D4E65">
      <w:pPr>
        <w:pStyle w:val="BlockLabel"/>
      </w:pPr>
      <w:r>
        <w:t>Description</w:t>
      </w:r>
    </w:p>
    <w:p w14:paraId="6F237181" w14:textId="77777777" w:rsidR="00F307D3" w:rsidRPr="00F307D3" w:rsidRDefault="00F307D3" w:rsidP="00F307D3">
      <w:r w:rsidRPr="00F307D3">
        <w:t>In this example the Securities Maintenance Status Advice reports that the Securities Maintenance Request has been rejected, specifying the rejection reason.</w:t>
      </w:r>
    </w:p>
    <w:p w14:paraId="3DC65C26" w14:textId="77777777" w:rsidR="00F307D3" w:rsidRPr="00F307D3" w:rsidRDefault="00F307D3" w:rsidP="008D4E65">
      <w:pPr>
        <w:pStyle w:val="ListBullet"/>
      </w:pPr>
      <w:r w:rsidRPr="00F307D3">
        <w:t>Original Message ID: SAMPLEUPDSEC001</w:t>
      </w:r>
    </w:p>
    <w:p w14:paraId="7DC9E210" w14:textId="77777777" w:rsidR="00F307D3" w:rsidRPr="00F307D3" w:rsidRDefault="00F307D3" w:rsidP="008D4E65">
      <w:pPr>
        <w:pStyle w:val="ListBullet"/>
      </w:pPr>
      <w:r w:rsidRPr="00F307D3">
        <w:t>Status: REJT</w:t>
      </w:r>
    </w:p>
    <w:p w14:paraId="44F26BDC" w14:textId="77777777" w:rsidR="00F307D3" w:rsidRPr="00F307D3" w:rsidRDefault="00F307D3" w:rsidP="008D4E65">
      <w:pPr>
        <w:pStyle w:val="ListBullet"/>
      </w:pPr>
      <w:r w:rsidRPr="00F307D3">
        <w:t>Reason: ERRU001 MAINTENANCE REJECTED</w:t>
      </w:r>
    </w:p>
    <w:p w14:paraId="2320AE11" w14:textId="77777777" w:rsidR="00F307D3" w:rsidRPr="00F307D3" w:rsidRDefault="00F307D3" w:rsidP="008D4E65">
      <w:pPr>
        <w:pStyle w:val="BlockLabel"/>
      </w:pPr>
      <w:r w:rsidRPr="00F307D3">
        <w:t>Message Instance</w:t>
      </w:r>
    </w:p>
    <w:p w14:paraId="37C27F2B" w14:textId="77777777" w:rsidR="00F307D3" w:rsidRPr="00F307D3" w:rsidRDefault="00F307D3" w:rsidP="00821814">
      <w:pPr>
        <w:pStyle w:val="XMLCode"/>
        <w:rPr>
          <w:highlight w:val="white"/>
        </w:rPr>
      </w:pPr>
      <w:r w:rsidRPr="00F307D3">
        <w:rPr>
          <w:highlight w:val="white"/>
        </w:rPr>
        <w:t>&lt;Document&gt;</w:t>
      </w:r>
    </w:p>
    <w:p w14:paraId="3B9568EB" w14:textId="21468F0B"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650FFF00" w14:textId="6187B0A0" w:rsidR="00E84AC3" w:rsidRPr="00E84AC3" w:rsidRDefault="00622077" w:rsidP="00E84AC3">
      <w:pPr>
        <w:pStyle w:val="XMLCode"/>
      </w:pPr>
      <w:r>
        <w:tab/>
      </w:r>
      <w:r>
        <w:tab/>
      </w:r>
      <w:r w:rsidR="00E84AC3" w:rsidRPr="00E84AC3">
        <w:t>&lt;</w:t>
      </w:r>
      <w:proofErr w:type="spellStart"/>
      <w:r w:rsidR="00E84AC3" w:rsidRPr="00E84AC3">
        <w:t>MsgHdr</w:t>
      </w:r>
      <w:proofErr w:type="spellEnd"/>
      <w:r w:rsidR="00E84AC3" w:rsidRPr="00E84AC3">
        <w:t>&gt;</w:t>
      </w:r>
    </w:p>
    <w:p w14:paraId="31B69D82" w14:textId="475376B5"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45C55D64" w14:textId="5DE0CED4"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3F9CA503" w14:textId="25DED774"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77733C34" w14:textId="17A96169"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41C5768B" w14:textId="66377612" w:rsidR="00F307D3" w:rsidRPr="00F307D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p>
    <w:p w14:paraId="4F618225" w14:textId="4F051E5E"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ACAA280" w14:textId="4DD23F5C" w:rsidR="00F307D3" w:rsidRPr="00F307D3" w:rsidRDefault="00622077" w:rsidP="00821814">
      <w:pPr>
        <w:pStyle w:val="XMLCode"/>
        <w:rPr>
          <w:highlight w:val="white"/>
        </w:rPr>
      </w:pPr>
      <w:r>
        <w:rPr>
          <w:highlight w:val="white"/>
        </w:rPr>
        <w:lastRenderedPageBreak/>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7AC8F944" w14:textId="622CF0D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B0F8DC8" w14:textId="27F65017"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&lt;Id&gt;REJT&lt;/Id&gt;</w:t>
      </w:r>
    </w:p>
    <w:p w14:paraId="6EBEF0AB" w14:textId="42CD9B45"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2E23C71C" w14:textId="04F06203"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2D9A41BC" w14:textId="1428F987"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11D8847E" w14:textId="1057638F"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3A5F9C48" w14:textId="5EAFE6AF"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0FB4D14" w14:textId="0BE0808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&lt;Id&gt;REJT&lt;/Id&gt;</w:t>
      </w:r>
    </w:p>
    <w:p w14:paraId="43C8A05A" w14:textId="243B56E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02BC7D5C" w14:textId="21915148"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&gt;SMSR&lt;/</w:t>
      </w:r>
      <w:proofErr w:type="spellStart"/>
      <w:r w:rsidR="00F307D3" w:rsidRPr="00F307D3">
        <w:rPr>
          <w:highlight w:val="white"/>
        </w:rPr>
        <w:t>SchmeNm</w:t>
      </w:r>
      <w:proofErr w:type="spellEnd"/>
      <w:r w:rsidR="00F307D3" w:rsidRPr="00F307D3">
        <w:rPr>
          <w:highlight w:val="white"/>
        </w:rPr>
        <w:t>&gt;</w:t>
      </w:r>
    </w:p>
    <w:p w14:paraId="1421D724" w14:textId="4AF661CA"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714733B4" w14:textId="0FF9B36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&gt;ERRU001</w:t>
      </w:r>
      <w:r w:rsidR="00F307D3" w:rsidRPr="00F307D3">
        <w:t xml:space="preserve"> </w:t>
      </w:r>
      <w:r w:rsidR="00F307D3" w:rsidRPr="00F307D3">
        <w:rPr>
          <w:highlight w:val="white"/>
        </w:rPr>
        <w:t>MAINTENANCE REJECTED&lt;/</w:t>
      </w:r>
      <w:proofErr w:type="spellStart"/>
      <w:r w:rsidR="00F307D3" w:rsidRPr="00F307D3">
        <w:rPr>
          <w:highlight w:val="white"/>
        </w:rPr>
        <w:t>AddtlRsnInf</w:t>
      </w:r>
      <w:proofErr w:type="spellEnd"/>
      <w:r w:rsidR="00F307D3" w:rsidRPr="00F307D3">
        <w:rPr>
          <w:highlight w:val="white"/>
        </w:rPr>
        <w:t>&gt;</w:t>
      </w:r>
    </w:p>
    <w:p w14:paraId="53977700" w14:textId="6C9EB469"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74BD2984" w14:textId="3567B4E3"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17EEAA16" w14:textId="52BFD10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9FFCEA8" w14:textId="32F86DA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25A7D382" w14:textId="77777777" w:rsidR="00F307D3" w:rsidRPr="00F307D3" w:rsidRDefault="00F307D3" w:rsidP="00821814">
      <w:pPr>
        <w:pStyle w:val="XMLCode"/>
        <w:rPr>
          <w:highlight w:val="white"/>
        </w:rPr>
      </w:pPr>
      <w:r w:rsidRPr="00F307D3">
        <w:rPr>
          <w:highlight w:val="white"/>
        </w:rPr>
        <w:t>&lt;/Document&gt;</w:t>
      </w:r>
    </w:p>
    <w:p w14:paraId="3269D8DA" w14:textId="77777777" w:rsidR="00F307D3" w:rsidRPr="00F307D3" w:rsidRDefault="00F307D3" w:rsidP="00F307D3">
      <w:pPr>
        <w:pStyle w:val="Heading2"/>
      </w:pPr>
      <w:bookmarkStart w:id="62" w:name="_Toc52263299"/>
      <w:bookmarkStart w:id="63" w:name="_Toc161582949"/>
      <w:r>
        <w:t xml:space="preserve">Security </w:t>
      </w:r>
      <w:r w:rsidRPr="00F307D3">
        <w:t>Deletion Request - reda.013.001.01</w:t>
      </w:r>
      <w:bookmarkEnd w:id="62"/>
      <w:bookmarkEnd w:id="63"/>
    </w:p>
    <w:p w14:paraId="21B0E6A2" w14:textId="77777777" w:rsidR="00F307D3" w:rsidRPr="00F307D3" w:rsidRDefault="00F307D3" w:rsidP="00821814">
      <w:pPr>
        <w:pStyle w:val="BlockLabel"/>
      </w:pPr>
      <w:r w:rsidRPr="00F307D3">
        <w:t>Description</w:t>
      </w:r>
    </w:p>
    <w:p w14:paraId="1A8C9A9D" w14:textId="77777777" w:rsidR="00F307D3" w:rsidRPr="00F307D3" w:rsidRDefault="00F307D3" w:rsidP="00F307D3">
      <w:r w:rsidRPr="00F307D3">
        <w:t>This example message is sent in order to delete the security SECXXXYYYZZ1:</w:t>
      </w:r>
    </w:p>
    <w:p w14:paraId="1F1430A2" w14:textId="77777777" w:rsidR="00F307D3" w:rsidRPr="00F307D3" w:rsidRDefault="00F307D3" w:rsidP="00821814">
      <w:pPr>
        <w:pStyle w:val="ListBullet"/>
      </w:pPr>
      <w:r w:rsidRPr="00F307D3">
        <w:t>ISIN: SECXXXYYYZZ1</w:t>
      </w:r>
    </w:p>
    <w:p w14:paraId="649A8826" w14:textId="77777777" w:rsidR="00F307D3" w:rsidRPr="00F307D3" w:rsidRDefault="00F307D3" w:rsidP="00821814">
      <w:pPr>
        <w:pStyle w:val="BlockLabel"/>
      </w:pPr>
      <w:r w:rsidRPr="00F307D3">
        <w:t>Message Instance</w:t>
      </w:r>
    </w:p>
    <w:p w14:paraId="1765F6B8" w14:textId="77777777" w:rsidR="00F307D3" w:rsidRPr="00F307D3" w:rsidRDefault="00F307D3" w:rsidP="00821814">
      <w:pPr>
        <w:pStyle w:val="XMLCode"/>
        <w:rPr>
          <w:highlight w:val="white"/>
        </w:rPr>
      </w:pPr>
      <w:r w:rsidRPr="00F307D3">
        <w:rPr>
          <w:highlight w:val="white"/>
        </w:rPr>
        <w:t>&lt;Document&gt;</w:t>
      </w:r>
    </w:p>
    <w:p w14:paraId="3DB6AD50" w14:textId="5BCDA32E"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SctyDeltnReq</w:t>
      </w:r>
      <w:proofErr w:type="spellEnd"/>
      <w:r w:rsidR="00F307D3" w:rsidRPr="00F307D3">
        <w:rPr>
          <w:highlight w:val="white"/>
        </w:rPr>
        <w:t>&gt;</w:t>
      </w:r>
    </w:p>
    <w:p w14:paraId="59D19DA3" w14:textId="377B49DD" w:rsidR="004A1058" w:rsidRPr="004A1058" w:rsidRDefault="00622077" w:rsidP="004A1058">
      <w:pPr>
        <w:pStyle w:val="XMLCode"/>
      </w:pPr>
      <w:r>
        <w:rPr>
          <w:highlight w:val="white"/>
        </w:rPr>
        <w:tab/>
      </w:r>
      <w:r>
        <w:rPr>
          <w:highlight w:val="white"/>
        </w:rPr>
        <w:tab/>
      </w:r>
      <w:r w:rsidR="004A1058" w:rsidRPr="004A1058">
        <w:t>&lt;</w:t>
      </w:r>
      <w:proofErr w:type="spellStart"/>
      <w:r w:rsidR="004A1058" w:rsidRPr="004A1058">
        <w:t>MsgHdr</w:t>
      </w:r>
      <w:proofErr w:type="spellEnd"/>
      <w:r w:rsidR="004A1058" w:rsidRPr="004A1058">
        <w:t>&gt;</w:t>
      </w:r>
    </w:p>
    <w:p w14:paraId="599952D3" w14:textId="30A5B874" w:rsidR="004A1058" w:rsidRPr="004A1058" w:rsidRDefault="004A1058" w:rsidP="004A1058">
      <w:pPr>
        <w:pStyle w:val="XMLCode"/>
      </w:pPr>
      <w:r w:rsidRPr="004A1058">
        <w:tab/>
      </w:r>
      <w:r w:rsidR="00622077">
        <w:tab/>
      </w:r>
      <w:r w:rsidR="00622077">
        <w:tab/>
      </w:r>
      <w:r w:rsidRPr="004A1058">
        <w:t>&lt;</w:t>
      </w:r>
      <w:proofErr w:type="spellStart"/>
      <w:r w:rsidRPr="004A1058">
        <w:t>MsgId</w:t>
      </w:r>
      <w:proofErr w:type="spellEnd"/>
      <w:r w:rsidRPr="004A1058">
        <w:t>&gt;SAMPLEDELSEC001&lt;/</w:t>
      </w:r>
      <w:proofErr w:type="spellStart"/>
      <w:r w:rsidRPr="004A1058">
        <w:t>MsgId</w:t>
      </w:r>
      <w:proofErr w:type="spellEnd"/>
      <w:r w:rsidRPr="004A1058">
        <w:t>&gt;</w:t>
      </w:r>
    </w:p>
    <w:p w14:paraId="0E7A1989" w14:textId="339984A3" w:rsidR="00F307D3" w:rsidRPr="00F307D3" w:rsidRDefault="00622077" w:rsidP="004A1058">
      <w:pPr>
        <w:pStyle w:val="XMLCode"/>
        <w:rPr>
          <w:highlight w:val="white"/>
        </w:rPr>
      </w:pPr>
      <w:r>
        <w:tab/>
      </w:r>
      <w:r>
        <w:tab/>
      </w:r>
      <w:r w:rsidR="004A1058" w:rsidRPr="004A1058">
        <w:t>&lt;/</w:t>
      </w:r>
      <w:proofErr w:type="spellStart"/>
      <w:r w:rsidR="004A1058" w:rsidRPr="004A1058">
        <w:t>MsgHdr</w:t>
      </w:r>
      <w:proofErr w:type="spellEnd"/>
      <w:r w:rsidR="004A1058" w:rsidRPr="004A1058">
        <w:t>&gt;</w:t>
      </w:r>
    </w:p>
    <w:p w14:paraId="7D3267EB" w14:textId="477C7E8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11C9A9B2" w14:textId="265B67DC"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007FC6F1" w14:textId="2E6A655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40FFC4A5" w14:textId="0EA024F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SctyDeltnReq</w:t>
      </w:r>
      <w:proofErr w:type="spellEnd"/>
      <w:r w:rsidR="00F307D3" w:rsidRPr="00F307D3">
        <w:rPr>
          <w:highlight w:val="white"/>
        </w:rPr>
        <w:t>&gt;</w:t>
      </w:r>
    </w:p>
    <w:p w14:paraId="2F27D785" w14:textId="77777777" w:rsidR="00F307D3" w:rsidRPr="00F307D3" w:rsidRDefault="00F307D3" w:rsidP="00821814">
      <w:pPr>
        <w:pStyle w:val="XMLCode"/>
        <w:rPr>
          <w:highlight w:val="white"/>
        </w:rPr>
      </w:pPr>
      <w:r w:rsidRPr="00F307D3">
        <w:rPr>
          <w:highlight w:val="white"/>
        </w:rPr>
        <w:t>&lt;/Document&gt;</w:t>
      </w:r>
    </w:p>
    <w:p w14:paraId="2683C5A3" w14:textId="77777777" w:rsidR="00F307D3" w:rsidRPr="00F307D3" w:rsidRDefault="00F307D3" w:rsidP="00F307D3">
      <w:pPr>
        <w:pStyle w:val="Heading2"/>
      </w:pPr>
      <w:bookmarkStart w:id="64" w:name="_Toc52263300"/>
      <w:bookmarkStart w:id="65" w:name="_Toc161582950"/>
      <w:r>
        <w:t xml:space="preserve">Security </w:t>
      </w:r>
      <w:r w:rsidRPr="00F307D3">
        <w:t>Deletion Status Advice - reda.030.001.01</w:t>
      </w:r>
      <w:bookmarkEnd w:id="64"/>
      <w:bookmarkEnd w:id="65"/>
    </w:p>
    <w:p w14:paraId="2841BA29" w14:textId="77777777" w:rsidR="00F307D3" w:rsidRPr="00F307D3" w:rsidRDefault="00F307D3" w:rsidP="00821814">
      <w:pPr>
        <w:pStyle w:val="BlockLabel"/>
      </w:pPr>
      <w:r w:rsidRPr="00F307D3">
        <w:t>Description</w:t>
      </w:r>
    </w:p>
    <w:p w14:paraId="7C8F765B" w14:textId="77777777" w:rsidR="00F307D3" w:rsidRPr="00F307D3" w:rsidRDefault="00F307D3" w:rsidP="00F307D3">
      <w:r w:rsidRPr="00F307D3">
        <w:t>The Executing/Servicing Party informs the Instructing Party about the lifecycle of its Deletion Security instruction with the following statuses:</w:t>
      </w:r>
    </w:p>
    <w:p w14:paraId="26BC7B7E" w14:textId="77777777" w:rsidR="00F307D3" w:rsidRPr="00F307D3" w:rsidRDefault="00F307D3" w:rsidP="00821814">
      <w:pPr>
        <w:pStyle w:val="ListBullet"/>
      </w:pPr>
      <w:r w:rsidRPr="00F307D3">
        <w:lastRenderedPageBreak/>
        <w:t>Completed</w:t>
      </w:r>
    </w:p>
    <w:p w14:paraId="27DA631F" w14:textId="77777777" w:rsidR="00F307D3" w:rsidRPr="00F307D3" w:rsidRDefault="00F307D3" w:rsidP="00821814">
      <w:pPr>
        <w:pStyle w:val="ListBullet"/>
      </w:pPr>
      <w:r w:rsidRPr="00F307D3">
        <w:t>Queued</w:t>
      </w:r>
    </w:p>
    <w:p w14:paraId="001967A5" w14:textId="77777777" w:rsidR="00F307D3" w:rsidRPr="00F307D3" w:rsidRDefault="00F307D3" w:rsidP="00821814">
      <w:pPr>
        <w:pStyle w:val="ListBullet"/>
      </w:pPr>
      <w:r w:rsidRPr="00F307D3">
        <w:t>Rejected</w:t>
      </w:r>
    </w:p>
    <w:p w14:paraId="69A9CE13" w14:textId="77777777" w:rsidR="00F307D3" w:rsidRPr="00F307D3" w:rsidRDefault="00F307D3" w:rsidP="00F307D3"/>
    <w:p w14:paraId="3253A464" w14:textId="77777777" w:rsidR="00F307D3" w:rsidRPr="00F307D3" w:rsidRDefault="00F307D3" w:rsidP="00F307D3">
      <w:pPr>
        <w:pStyle w:val="Heading3"/>
      </w:pPr>
      <w:bookmarkStart w:id="66" w:name="_Toc52263301"/>
      <w:r w:rsidRPr="00F307D3">
        <w:t>Security Deletion Status Advice - reda.030.001.01 – Completed example</w:t>
      </w:r>
      <w:bookmarkEnd w:id="66"/>
    </w:p>
    <w:p w14:paraId="4DD6709C" w14:textId="77777777" w:rsidR="00821814" w:rsidRDefault="00821814" w:rsidP="00821814">
      <w:pPr>
        <w:pStyle w:val="BlockLabel"/>
      </w:pPr>
      <w:r>
        <w:t>Description</w:t>
      </w:r>
    </w:p>
    <w:p w14:paraId="36AAFA2C" w14:textId="77777777" w:rsidR="00F307D3" w:rsidRPr="00F307D3" w:rsidRDefault="00F307D3" w:rsidP="00F307D3">
      <w:r w:rsidRPr="00F307D3">
        <w:t>In this case the Security Deletion Request has been successfully executed.</w:t>
      </w:r>
    </w:p>
    <w:p w14:paraId="584C3A3B" w14:textId="77777777" w:rsidR="00F307D3" w:rsidRPr="00F307D3" w:rsidRDefault="00F307D3" w:rsidP="00821814">
      <w:pPr>
        <w:pStyle w:val="ListBullet"/>
      </w:pPr>
      <w:r w:rsidRPr="00F307D3">
        <w:t>Original Message ID: SAMPLEDELSEC001</w:t>
      </w:r>
    </w:p>
    <w:p w14:paraId="7F62D7E0" w14:textId="77777777" w:rsidR="00F307D3" w:rsidRPr="00F307D3" w:rsidRDefault="00F307D3" w:rsidP="00821814">
      <w:pPr>
        <w:pStyle w:val="ListBullet"/>
      </w:pPr>
      <w:r w:rsidRPr="00F307D3">
        <w:t>ISIN: SECXXXYYYZZ1</w:t>
      </w:r>
    </w:p>
    <w:p w14:paraId="0E00A28A" w14:textId="77777777" w:rsidR="00F307D3" w:rsidRPr="00F307D3" w:rsidRDefault="00F307D3" w:rsidP="00821814">
      <w:pPr>
        <w:pStyle w:val="ListBullet"/>
      </w:pPr>
      <w:r w:rsidRPr="00F307D3">
        <w:t>Status: COMP</w:t>
      </w:r>
    </w:p>
    <w:p w14:paraId="49684CD8" w14:textId="77777777" w:rsidR="00F307D3" w:rsidRPr="00F307D3" w:rsidRDefault="00F307D3" w:rsidP="00821814">
      <w:pPr>
        <w:pStyle w:val="BlockLabel"/>
      </w:pPr>
      <w:r w:rsidRPr="00F307D3">
        <w:t>Message Instance</w:t>
      </w:r>
    </w:p>
    <w:p w14:paraId="4158C399" w14:textId="77777777" w:rsidR="00F307D3" w:rsidRPr="00F307D3" w:rsidRDefault="00F307D3" w:rsidP="00821814">
      <w:pPr>
        <w:pStyle w:val="XMLCode"/>
        <w:rPr>
          <w:highlight w:val="white"/>
        </w:rPr>
      </w:pPr>
      <w:r w:rsidRPr="00F307D3">
        <w:rPr>
          <w:highlight w:val="white"/>
        </w:rPr>
        <w:t>&lt;Document&gt;</w:t>
      </w:r>
    </w:p>
    <w:p w14:paraId="0554A937" w14:textId="77777777" w:rsidR="00F307D3" w:rsidRPr="00F307D3" w:rsidRDefault="00821814"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567441B2" w14:textId="59C26619" w:rsidR="003A3DBA" w:rsidRPr="003A3DBA" w:rsidRDefault="00622077" w:rsidP="003A3DBA">
      <w:pPr>
        <w:pStyle w:val="XMLCode"/>
      </w:pPr>
      <w:r>
        <w:rPr>
          <w:highlight w:val="white"/>
        </w:rPr>
        <w:tab/>
      </w:r>
      <w:r>
        <w:rPr>
          <w:highlight w:val="white"/>
        </w:rPr>
        <w:tab/>
      </w:r>
      <w:r w:rsidR="003A3DBA" w:rsidRPr="003A3DBA">
        <w:t>&lt;</w:t>
      </w:r>
      <w:proofErr w:type="spellStart"/>
      <w:r w:rsidR="003A3DBA" w:rsidRPr="003A3DBA">
        <w:t>MsgHdr</w:t>
      </w:r>
      <w:proofErr w:type="spellEnd"/>
      <w:r w:rsidR="003A3DBA" w:rsidRPr="003A3DBA">
        <w:t>&gt;</w:t>
      </w:r>
    </w:p>
    <w:p w14:paraId="45093975" w14:textId="77777777" w:rsidR="003A3DBA" w:rsidRPr="003A3DBA" w:rsidRDefault="003A3DBA" w:rsidP="003A3DBA">
      <w:pPr>
        <w:pStyle w:val="XMLCode"/>
      </w:pPr>
      <w:r w:rsidRPr="003A3DBA">
        <w:tab/>
      </w:r>
      <w:r w:rsidRPr="003A3DBA">
        <w:tab/>
      </w:r>
      <w:r w:rsidRPr="003A3DBA">
        <w:tab/>
        <w:t>&lt;</w:t>
      </w:r>
      <w:proofErr w:type="spellStart"/>
      <w:r w:rsidRPr="003A3DBA">
        <w:t>MsgId</w:t>
      </w:r>
      <w:proofErr w:type="spellEnd"/>
      <w:r w:rsidRPr="003A3DBA">
        <w:t>&gt;NONREF&lt;/</w:t>
      </w:r>
      <w:proofErr w:type="spellStart"/>
      <w:r w:rsidRPr="003A3DBA">
        <w:t>MsgId</w:t>
      </w:r>
      <w:proofErr w:type="spellEnd"/>
      <w:r w:rsidRPr="003A3DBA">
        <w:t>&gt;</w:t>
      </w:r>
    </w:p>
    <w:p w14:paraId="0DEE17A5" w14:textId="77777777" w:rsidR="003A3DBA" w:rsidRPr="003A3DBA" w:rsidRDefault="003A3DBA" w:rsidP="003A3DBA">
      <w:pPr>
        <w:pStyle w:val="XMLCode"/>
      </w:pPr>
      <w:r w:rsidRPr="003A3DBA">
        <w:tab/>
      </w:r>
      <w:r w:rsidRPr="003A3DBA">
        <w:tab/>
      </w:r>
      <w:r w:rsidRPr="003A3DBA">
        <w:tab/>
        <w:t>&lt;</w:t>
      </w:r>
      <w:proofErr w:type="spellStart"/>
      <w:r w:rsidRPr="003A3DBA">
        <w:t>OrgnlBizInstr</w:t>
      </w:r>
      <w:proofErr w:type="spellEnd"/>
      <w:r w:rsidRPr="003A3DBA">
        <w:t>&gt;</w:t>
      </w:r>
    </w:p>
    <w:p w14:paraId="020DDC21" w14:textId="77777777" w:rsidR="003A3DBA" w:rsidRPr="003A3DBA" w:rsidRDefault="003A3DBA" w:rsidP="003A3DBA">
      <w:pPr>
        <w:pStyle w:val="XMLCode"/>
      </w:pPr>
      <w:r w:rsidRPr="003A3DBA">
        <w:tab/>
      </w:r>
      <w:r w:rsidRPr="003A3DBA">
        <w:tab/>
      </w:r>
      <w:r w:rsidRPr="003A3DBA">
        <w:tab/>
      </w:r>
      <w:r w:rsidRPr="003A3DBA">
        <w:tab/>
        <w:t>&lt;</w:t>
      </w:r>
      <w:proofErr w:type="spellStart"/>
      <w:r w:rsidRPr="003A3DBA">
        <w:t>MsgId</w:t>
      </w:r>
      <w:proofErr w:type="spellEnd"/>
      <w:r w:rsidRPr="003A3DBA">
        <w:t>&gt;SAMPLEDELSEC001&lt;/</w:t>
      </w:r>
      <w:proofErr w:type="spellStart"/>
      <w:r w:rsidRPr="003A3DBA">
        <w:t>MsgId</w:t>
      </w:r>
      <w:proofErr w:type="spellEnd"/>
      <w:r w:rsidRPr="003A3DBA">
        <w:t>&gt;</w:t>
      </w:r>
    </w:p>
    <w:p w14:paraId="68C28087" w14:textId="77777777" w:rsidR="003A3DBA" w:rsidRPr="003A3DBA" w:rsidRDefault="003A3DBA" w:rsidP="003A3DBA">
      <w:pPr>
        <w:pStyle w:val="XMLCode"/>
      </w:pPr>
      <w:r w:rsidRPr="003A3DBA">
        <w:tab/>
      </w:r>
      <w:r w:rsidRPr="003A3DBA">
        <w:tab/>
      </w:r>
      <w:r w:rsidRPr="003A3DBA">
        <w:tab/>
        <w:t>&lt;/</w:t>
      </w:r>
      <w:proofErr w:type="spellStart"/>
      <w:r w:rsidRPr="003A3DBA">
        <w:t>OrgnlBizInstr</w:t>
      </w:r>
      <w:proofErr w:type="spellEnd"/>
      <w:r w:rsidRPr="003A3DBA">
        <w:t>&gt;</w:t>
      </w:r>
    </w:p>
    <w:p w14:paraId="0B96570A" w14:textId="08C9B123" w:rsidR="00F307D3" w:rsidRPr="00F307D3" w:rsidRDefault="003A3DBA" w:rsidP="003A3DBA">
      <w:pPr>
        <w:pStyle w:val="XMLCode"/>
        <w:rPr>
          <w:highlight w:val="white"/>
        </w:rPr>
      </w:pPr>
      <w:r w:rsidRPr="003A3DBA">
        <w:tab/>
      </w:r>
      <w:r w:rsidRPr="003A3DBA">
        <w:tab/>
        <w:t>&lt;/</w:t>
      </w:r>
      <w:proofErr w:type="spellStart"/>
      <w:r w:rsidRPr="003A3DBA">
        <w:t>MsgHdr</w:t>
      </w:r>
      <w:proofErr w:type="spellEnd"/>
      <w:r w:rsidRPr="003A3DBA">
        <w:t>&gt;</w:t>
      </w:r>
    </w:p>
    <w:p w14:paraId="2195C532" w14:textId="2E9C1BB1"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09BAC93D" w14:textId="212965B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&lt;ISIN&gt;SECXXXYYYZZ1&lt;/ISIN&gt;</w:t>
      </w:r>
    </w:p>
    <w:p w14:paraId="5DC6D3DE" w14:textId="0EC4B8B0"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2FBADA05" w14:textId="183B7F86"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2E4ABAA6" w14:textId="363E4C65"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Prtry</w:t>
      </w:r>
      <w:proofErr w:type="spellEnd"/>
      <w:r w:rsidR="00F307D3" w:rsidRPr="00F307D3">
        <w:rPr>
          <w:highlight w:val="white"/>
        </w:rPr>
        <w:t>&gt;</w:t>
      </w:r>
    </w:p>
    <w:p w14:paraId="03E73B10" w14:textId="64EBE460"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PrtrySts</w:t>
      </w:r>
      <w:proofErr w:type="spellEnd"/>
      <w:r w:rsidR="00F307D3" w:rsidRPr="00F307D3">
        <w:rPr>
          <w:highlight w:val="white"/>
        </w:rPr>
        <w:t>&gt;</w:t>
      </w:r>
    </w:p>
    <w:p w14:paraId="58D19699" w14:textId="53316DD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&lt;Id&gt;COMP&lt;/Id&gt;</w:t>
      </w:r>
    </w:p>
    <w:p w14:paraId="7B8B57DA" w14:textId="47C23598"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2BB63218" w14:textId="242087F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SchmeNm</w:t>
      </w:r>
      <w:proofErr w:type="spellEnd"/>
      <w:r w:rsidR="00F307D3" w:rsidRPr="00F307D3">
        <w:rPr>
          <w:highlight w:val="white"/>
        </w:rPr>
        <w:t>&gt;SDSS&lt;/</w:t>
      </w:r>
      <w:proofErr w:type="spellStart"/>
      <w:r w:rsidR="00F307D3" w:rsidRPr="00F307D3">
        <w:rPr>
          <w:highlight w:val="white"/>
        </w:rPr>
        <w:t>SchmeNm</w:t>
      </w:r>
      <w:proofErr w:type="spellEnd"/>
      <w:r w:rsidR="00F307D3" w:rsidRPr="00F307D3">
        <w:rPr>
          <w:highlight w:val="white"/>
        </w:rPr>
        <w:t>&gt;</w:t>
      </w:r>
    </w:p>
    <w:p w14:paraId="07AC8BC7" w14:textId="6592202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PrtrySts</w:t>
      </w:r>
      <w:proofErr w:type="spellEnd"/>
      <w:r w:rsidR="00F307D3" w:rsidRPr="00F307D3">
        <w:rPr>
          <w:highlight w:val="white"/>
        </w:rPr>
        <w:t>&gt;</w:t>
      </w:r>
    </w:p>
    <w:p w14:paraId="017B0898" w14:textId="690BC17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Prtry</w:t>
      </w:r>
      <w:proofErr w:type="spellEnd"/>
      <w:r w:rsidR="00F307D3" w:rsidRPr="00F307D3">
        <w:rPr>
          <w:highlight w:val="white"/>
        </w:rPr>
        <w:t>&gt;</w:t>
      </w:r>
    </w:p>
    <w:p w14:paraId="680564A4" w14:textId="09866AC9"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1F2D4FA" w14:textId="61FE0FBC"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4BE14141" w14:textId="77777777" w:rsidR="00F307D3" w:rsidRPr="00F307D3" w:rsidRDefault="00F307D3" w:rsidP="00821814">
      <w:pPr>
        <w:pStyle w:val="XMLCode"/>
        <w:rPr>
          <w:highlight w:val="white"/>
        </w:rPr>
      </w:pPr>
      <w:r w:rsidRPr="00F307D3">
        <w:rPr>
          <w:highlight w:val="white"/>
        </w:rPr>
        <w:t>&lt;/Document&gt;</w:t>
      </w:r>
    </w:p>
    <w:p w14:paraId="1B912A90" w14:textId="77777777" w:rsidR="00F307D3" w:rsidRPr="00F307D3" w:rsidRDefault="00F307D3" w:rsidP="00F307D3"/>
    <w:p w14:paraId="2B1AA8E3" w14:textId="77777777" w:rsidR="00F307D3" w:rsidRPr="00F307D3" w:rsidRDefault="00F307D3" w:rsidP="00F307D3">
      <w:pPr>
        <w:pStyle w:val="Heading3"/>
      </w:pPr>
      <w:bookmarkStart w:id="67" w:name="_Toc52263302"/>
      <w:r w:rsidRPr="00F307D3">
        <w:lastRenderedPageBreak/>
        <w:t>Security Deletion Status Advice - reda.030.001.01 – Queued example</w:t>
      </w:r>
      <w:bookmarkEnd w:id="67"/>
    </w:p>
    <w:p w14:paraId="38CDC663" w14:textId="77777777" w:rsidR="00821814" w:rsidRDefault="00821814" w:rsidP="00821814">
      <w:pPr>
        <w:pStyle w:val="BlockLabel"/>
      </w:pPr>
      <w:r>
        <w:t>Description</w:t>
      </w:r>
    </w:p>
    <w:p w14:paraId="4940871A" w14:textId="77777777" w:rsidR="00F307D3" w:rsidRPr="00F307D3" w:rsidRDefault="00F307D3" w:rsidP="00F307D3">
      <w:r w:rsidRPr="00F307D3">
        <w:t>In this case the Securities Deletion Request has been delayed. In case of e.g. a night-time cycle is running</w:t>
      </w:r>
      <w:r w:rsidR="00821814">
        <w:t>:</w:t>
      </w:r>
      <w:r w:rsidRPr="00F307D3">
        <w:t xml:space="preserve"> </w:t>
      </w:r>
    </w:p>
    <w:p w14:paraId="4B8BC0B1" w14:textId="77777777" w:rsidR="00F307D3" w:rsidRPr="00F307D3" w:rsidRDefault="00F307D3" w:rsidP="00821814">
      <w:pPr>
        <w:pStyle w:val="ListBullet"/>
      </w:pPr>
      <w:r w:rsidRPr="00F307D3">
        <w:t>Original Message ID: SAMPLEDELSEC001</w:t>
      </w:r>
    </w:p>
    <w:p w14:paraId="4B6C34BF" w14:textId="77777777" w:rsidR="00F307D3" w:rsidRPr="00F307D3" w:rsidRDefault="00F307D3" w:rsidP="00821814">
      <w:pPr>
        <w:pStyle w:val="ListBullet"/>
      </w:pPr>
      <w:r w:rsidRPr="00F307D3">
        <w:t>Status: QUED</w:t>
      </w:r>
    </w:p>
    <w:p w14:paraId="11305330" w14:textId="77777777" w:rsidR="00F307D3" w:rsidRPr="00F307D3" w:rsidRDefault="00F307D3" w:rsidP="00821814">
      <w:pPr>
        <w:pStyle w:val="ListBullet"/>
      </w:pPr>
      <w:r w:rsidRPr="00F307D3">
        <w:t>Reason: DELETION QUEUED</w:t>
      </w:r>
    </w:p>
    <w:p w14:paraId="05F41D13" w14:textId="77777777" w:rsidR="00F307D3" w:rsidRPr="00F307D3" w:rsidRDefault="00F307D3" w:rsidP="00821814">
      <w:pPr>
        <w:pStyle w:val="BlockLabel"/>
      </w:pPr>
      <w:r w:rsidRPr="00F307D3">
        <w:t>Message Instance</w:t>
      </w:r>
    </w:p>
    <w:p w14:paraId="010C2411" w14:textId="77777777" w:rsidR="00F307D3" w:rsidRPr="00F307D3" w:rsidRDefault="00F307D3" w:rsidP="00821814">
      <w:pPr>
        <w:pStyle w:val="XMLCode"/>
        <w:rPr>
          <w:highlight w:val="white"/>
        </w:rPr>
      </w:pPr>
      <w:r w:rsidRPr="00F307D3">
        <w:rPr>
          <w:highlight w:val="white"/>
        </w:rPr>
        <w:t>&lt;Document&gt;</w:t>
      </w:r>
    </w:p>
    <w:p w14:paraId="49D06290" w14:textId="4137EE5D"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1F338114" w14:textId="1D2AB420" w:rsidR="003A3DBA" w:rsidRPr="003A3DBA" w:rsidRDefault="008B049B" w:rsidP="003A3DBA">
      <w:pPr>
        <w:pStyle w:val="XMLCode"/>
      </w:pPr>
      <w:r>
        <w:rPr>
          <w:highlight w:val="white"/>
        </w:rPr>
        <w:tab/>
      </w:r>
      <w:r>
        <w:rPr>
          <w:highlight w:val="white"/>
        </w:rPr>
        <w:tab/>
      </w:r>
      <w:r w:rsidR="003A3DBA" w:rsidRPr="003A3DBA">
        <w:t>&lt;</w:t>
      </w:r>
      <w:proofErr w:type="spellStart"/>
      <w:r w:rsidR="003A3DBA" w:rsidRPr="003A3DBA">
        <w:t>MsgHdr</w:t>
      </w:r>
      <w:proofErr w:type="spellEnd"/>
      <w:r w:rsidR="003A3DBA" w:rsidRPr="003A3DBA">
        <w:t>&gt;</w:t>
      </w:r>
    </w:p>
    <w:p w14:paraId="15EB9F2E" w14:textId="1CFAA721" w:rsidR="003A3DBA" w:rsidRPr="003A3DBA" w:rsidRDefault="003A3DBA" w:rsidP="003A3DBA">
      <w:pPr>
        <w:pStyle w:val="XMLCode"/>
      </w:pPr>
      <w:r w:rsidRPr="003A3DBA">
        <w:tab/>
      </w:r>
      <w:r w:rsidR="008B049B">
        <w:tab/>
      </w:r>
      <w:r w:rsidR="008B049B">
        <w:tab/>
      </w:r>
      <w:r w:rsidRPr="003A3DBA">
        <w:t>&lt;</w:t>
      </w:r>
      <w:proofErr w:type="spellStart"/>
      <w:r w:rsidRPr="003A3DBA">
        <w:t>MsgId</w:t>
      </w:r>
      <w:proofErr w:type="spellEnd"/>
      <w:r w:rsidRPr="003A3DBA">
        <w:t>&gt;NONREF&lt;/</w:t>
      </w:r>
      <w:proofErr w:type="spellStart"/>
      <w:r w:rsidRPr="003A3DBA">
        <w:t>MsgId</w:t>
      </w:r>
      <w:proofErr w:type="spellEnd"/>
      <w:r w:rsidRPr="003A3DBA">
        <w:t>&gt;</w:t>
      </w:r>
    </w:p>
    <w:p w14:paraId="0B46630F" w14:textId="3F65BA08" w:rsidR="003A3DBA" w:rsidRPr="003A3DBA" w:rsidRDefault="003A3DBA" w:rsidP="003A3DBA">
      <w:pPr>
        <w:pStyle w:val="XMLCode"/>
      </w:pPr>
      <w:r w:rsidRPr="003A3DBA">
        <w:tab/>
      </w:r>
      <w:r w:rsidR="008B049B">
        <w:tab/>
      </w:r>
      <w:r w:rsidR="008B049B">
        <w:tab/>
      </w:r>
      <w:r w:rsidRPr="003A3DBA">
        <w:t>&lt;</w:t>
      </w:r>
      <w:proofErr w:type="spellStart"/>
      <w:r w:rsidRPr="003A3DBA">
        <w:t>OrgnlBizInstr</w:t>
      </w:r>
      <w:proofErr w:type="spellEnd"/>
      <w:r w:rsidRPr="003A3DBA">
        <w:t>&gt;</w:t>
      </w:r>
    </w:p>
    <w:p w14:paraId="2652E488" w14:textId="6739AACB" w:rsidR="003A3DBA" w:rsidRPr="003A3DBA" w:rsidRDefault="003A3DBA" w:rsidP="003A3DBA">
      <w:pPr>
        <w:pStyle w:val="XMLCode"/>
      </w:pPr>
      <w:r w:rsidRPr="003A3DBA">
        <w:tab/>
      </w:r>
      <w:r w:rsidRPr="003A3DBA">
        <w:tab/>
      </w:r>
      <w:r w:rsidR="008B049B">
        <w:tab/>
      </w:r>
      <w:r w:rsidR="008B049B">
        <w:tab/>
      </w:r>
      <w:r w:rsidRPr="003A3DBA">
        <w:t>&lt;</w:t>
      </w:r>
      <w:proofErr w:type="spellStart"/>
      <w:r w:rsidRPr="003A3DBA">
        <w:t>MsgId</w:t>
      </w:r>
      <w:proofErr w:type="spellEnd"/>
      <w:r w:rsidRPr="003A3DBA">
        <w:t>&gt;SAMPLEDELSEC001&lt;/</w:t>
      </w:r>
      <w:proofErr w:type="spellStart"/>
      <w:r w:rsidRPr="003A3DBA">
        <w:t>MsgId</w:t>
      </w:r>
      <w:proofErr w:type="spellEnd"/>
      <w:r w:rsidRPr="003A3DBA">
        <w:t>&gt;</w:t>
      </w:r>
    </w:p>
    <w:p w14:paraId="55160414" w14:textId="6D24936C" w:rsidR="003A3DBA" w:rsidRPr="003A3DBA" w:rsidRDefault="003A3DBA" w:rsidP="003A3DBA">
      <w:pPr>
        <w:pStyle w:val="XMLCode"/>
      </w:pPr>
      <w:r w:rsidRPr="003A3DBA">
        <w:tab/>
      </w:r>
      <w:r w:rsidR="008B049B">
        <w:tab/>
      </w:r>
      <w:r w:rsidR="008B049B">
        <w:tab/>
      </w:r>
      <w:r w:rsidRPr="003A3DBA">
        <w:t>&lt;/</w:t>
      </w:r>
      <w:proofErr w:type="spellStart"/>
      <w:r w:rsidRPr="003A3DBA">
        <w:t>OrgnlBizInstr</w:t>
      </w:r>
      <w:proofErr w:type="spellEnd"/>
      <w:r w:rsidRPr="003A3DBA">
        <w:t>&gt;</w:t>
      </w:r>
    </w:p>
    <w:p w14:paraId="5227F9BF" w14:textId="0B41B30E" w:rsidR="00F307D3" w:rsidRPr="00F307D3" w:rsidRDefault="008B049B" w:rsidP="003A3DBA">
      <w:pPr>
        <w:pStyle w:val="XMLCode"/>
        <w:rPr>
          <w:highlight w:val="white"/>
        </w:rPr>
      </w:pPr>
      <w:r>
        <w:tab/>
      </w:r>
      <w:r>
        <w:tab/>
      </w:r>
      <w:r w:rsidR="003A3DBA" w:rsidRPr="003A3DBA">
        <w:t>&lt;/</w:t>
      </w:r>
      <w:proofErr w:type="spellStart"/>
      <w:r w:rsidR="003A3DBA" w:rsidRPr="003A3DBA">
        <w:t>MsgHdr</w:t>
      </w:r>
      <w:proofErr w:type="spellEnd"/>
      <w:r w:rsidR="003A3DBA" w:rsidRPr="003A3DBA">
        <w:t>&gt;</w:t>
      </w:r>
    </w:p>
    <w:p w14:paraId="62A4FB7C" w14:textId="69B0369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E50C1D9" w14:textId="47C4F17B" w:rsidR="00F307D3" w:rsidRPr="00F307D3" w:rsidRDefault="008B049B"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2B29A110" w14:textId="3CD770F0"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7714A6C5" w14:textId="492E0F8D"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6E4ECA1A" w14:textId="65DC1066"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5FAC2F12" w14:textId="5D09E078"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&gt;SDSS&lt;/</w:t>
      </w:r>
      <w:proofErr w:type="spellStart"/>
      <w:r w:rsidR="00F307D3" w:rsidRPr="00F307D3">
        <w:rPr>
          <w:highlight w:val="white"/>
        </w:rPr>
        <w:t>SchmeNm</w:t>
      </w:r>
      <w:proofErr w:type="spellEnd"/>
      <w:r w:rsidR="00F307D3" w:rsidRPr="00F307D3">
        <w:rPr>
          <w:highlight w:val="white"/>
        </w:rPr>
        <w:t>&gt;</w:t>
      </w:r>
    </w:p>
    <w:p w14:paraId="6B96A778" w14:textId="2D587827"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DA38FF2" w14:textId="0C5F8709"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6D5F960" w14:textId="1829B1A5"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69CCB622" w14:textId="2198608B"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6D742385" w14:textId="67324193"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1B83981C" w14:textId="1882795C"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&gt;SDSR&lt;/</w:t>
      </w:r>
      <w:proofErr w:type="spellStart"/>
      <w:r w:rsidR="00F307D3" w:rsidRPr="00F307D3">
        <w:rPr>
          <w:highlight w:val="white"/>
        </w:rPr>
        <w:t>SchmeNm</w:t>
      </w:r>
      <w:proofErr w:type="spellEnd"/>
      <w:r w:rsidR="00F307D3" w:rsidRPr="00F307D3">
        <w:rPr>
          <w:highlight w:val="white"/>
        </w:rPr>
        <w:t>&gt;</w:t>
      </w:r>
    </w:p>
    <w:p w14:paraId="226F2824" w14:textId="514417AF"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1D63A8E0" w14:textId="17E24796"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&gt;DELETION QUEUED&lt;/</w:t>
      </w:r>
      <w:proofErr w:type="spellStart"/>
      <w:r w:rsidR="00F307D3" w:rsidRPr="00F307D3">
        <w:rPr>
          <w:highlight w:val="white"/>
        </w:rPr>
        <w:t>AddtlRsnInf</w:t>
      </w:r>
      <w:proofErr w:type="spellEnd"/>
      <w:r w:rsidR="00F307D3" w:rsidRPr="00F307D3">
        <w:rPr>
          <w:highlight w:val="white"/>
        </w:rPr>
        <w:t>&gt;</w:t>
      </w:r>
    </w:p>
    <w:p w14:paraId="13524AE8" w14:textId="23FC0060"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7105C3B" w14:textId="249D9585" w:rsidR="00F307D3" w:rsidRPr="00F307D3" w:rsidRDefault="008B049B"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29AF14E2" w14:textId="6D19A4E2"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CC0E696" w14:textId="5E6F23F3"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4F5AE314" w14:textId="77777777" w:rsidR="00F307D3" w:rsidRPr="00F307D3" w:rsidRDefault="00F307D3" w:rsidP="00821814">
      <w:pPr>
        <w:pStyle w:val="XMLCode"/>
        <w:rPr>
          <w:highlight w:val="white"/>
        </w:rPr>
      </w:pPr>
      <w:r w:rsidRPr="00F307D3">
        <w:rPr>
          <w:highlight w:val="white"/>
        </w:rPr>
        <w:t>&lt;/Document&gt;</w:t>
      </w:r>
    </w:p>
    <w:p w14:paraId="6CC66741" w14:textId="77777777" w:rsidR="00F307D3" w:rsidRPr="00F307D3" w:rsidRDefault="00F307D3" w:rsidP="00F307D3"/>
    <w:p w14:paraId="12742586" w14:textId="77777777" w:rsidR="00F307D3" w:rsidRPr="00F307D3" w:rsidRDefault="00F307D3" w:rsidP="00F307D3">
      <w:pPr>
        <w:pStyle w:val="Heading3"/>
      </w:pPr>
      <w:bookmarkStart w:id="68" w:name="_Toc52263303"/>
      <w:r w:rsidRPr="00F307D3">
        <w:lastRenderedPageBreak/>
        <w:t>Security Deletion Status Advice - reda.030.001.01 – Rejected example</w:t>
      </w:r>
      <w:bookmarkEnd w:id="68"/>
    </w:p>
    <w:p w14:paraId="0CD0315E" w14:textId="77777777" w:rsidR="00821814" w:rsidRDefault="00821814" w:rsidP="00821814">
      <w:pPr>
        <w:pStyle w:val="BlockLabel"/>
      </w:pPr>
      <w:r>
        <w:t>Description</w:t>
      </w:r>
    </w:p>
    <w:p w14:paraId="2A0292A8" w14:textId="77777777" w:rsidR="00F307D3" w:rsidRPr="00F307D3" w:rsidRDefault="00F307D3" w:rsidP="00F307D3">
      <w:r w:rsidRPr="00F307D3">
        <w:t>In this example the Securities Deletion Status Advice reports that the Securities Deletion Request has been rejected, specifying the rejection reason.</w:t>
      </w:r>
    </w:p>
    <w:p w14:paraId="3FC0F0A7" w14:textId="77777777" w:rsidR="00F307D3" w:rsidRPr="00F307D3" w:rsidRDefault="00F307D3" w:rsidP="00821814">
      <w:pPr>
        <w:pStyle w:val="ListBullet"/>
      </w:pPr>
      <w:r w:rsidRPr="00F307D3">
        <w:t>Original Message ID: SAMPLEDELSEC001</w:t>
      </w:r>
    </w:p>
    <w:p w14:paraId="67DD044B" w14:textId="77777777" w:rsidR="00F307D3" w:rsidRPr="00F307D3" w:rsidRDefault="00F307D3" w:rsidP="00821814">
      <w:pPr>
        <w:pStyle w:val="ListBullet"/>
      </w:pPr>
      <w:r w:rsidRPr="00F307D3">
        <w:t>Status: REJT</w:t>
      </w:r>
    </w:p>
    <w:p w14:paraId="24FA91FB" w14:textId="77777777" w:rsidR="00F307D3" w:rsidRPr="00F307D3" w:rsidRDefault="00F307D3" w:rsidP="00821814">
      <w:pPr>
        <w:pStyle w:val="ListBullet"/>
      </w:pPr>
      <w:r w:rsidRPr="00F307D3">
        <w:t>Reason: ERRD001 DELETION REJECTED</w:t>
      </w:r>
    </w:p>
    <w:p w14:paraId="3BBF10C4" w14:textId="77777777" w:rsidR="00F307D3" w:rsidRPr="00F307D3" w:rsidRDefault="00F307D3" w:rsidP="00821814">
      <w:pPr>
        <w:pStyle w:val="BlockLabel"/>
      </w:pPr>
      <w:r w:rsidRPr="00F307D3">
        <w:t>Message Instance</w:t>
      </w:r>
    </w:p>
    <w:p w14:paraId="2BF30D17" w14:textId="77777777" w:rsidR="00F307D3" w:rsidRPr="00821814" w:rsidRDefault="00F307D3" w:rsidP="00821814">
      <w:pPr>
        <w:pStyle w:val="XMLCode"/>
        <w:rPr>
          <w:highlight w:val="white"/>
        </w:rPr>
      </w:pPr>
      <w:r w:rsidRPr="00821814">
        <w:rPr>
          <w:highlight w:val="white"/>
        </w:rPr>
        <w:t>&lt;Document&gt;</w:t>
      </w:r>
    </w:p>
    <w:p w14:paraId="2649F5B0" w14:textId="1881877C" w:rsidR="00F307D3" w:rsidRPr="00821814" w:rsidRDefault="008B049B" w:rsidP="00821814">
      <w:pPr>
        <w:pStyle w:val="XMLCode"/>
        <w:rPr>
          <w:highlight w:val="white"/>
        </w:rPr>
      </w:pPr>
      <w:r>
        <w:rPr>
          <w:highlight w:val="white"/>
        </w:rPr>
        <w:tab/>
      </w:r>
      <w:r w:rsidR="00F307D3" w:rsidRPr="00821814">
        <w:rPr>
          <w:highlight w:val="white"/>
        </w:rPr>
        <w:t>&lt;</w:t>
      </w:r>
      <w:proofErr w:type="spellStart"/>
      <w:r w:rsidR="00F307D3" w:rsidRPr="00821814">
        <w:rPr>
          <w:highlight w:val="white"/>
        </w:rPr>
        <w:t>SctyDeltnStsAdvc</w:t>
      </w:r>
      <w:proofErr w:type="spellEnd"/>
      <w:r w:rsidR="00F307D3" w:rsidRPr="00821814">
        <w:rPr>
          <w:highlight w:val="white"/>
        </w:rPr>
        <w:t>&gt;</w:t>
      </w:r>
    </w:p>
    <w:p w14:paraId="28029D10" w14:textId="2277914B" w:rsidR="00824D50" w:rsidRPr="003A3DBA" w:rsidRDefault="008B049B" w:rsidP="00824D50">
      <w:pPr>
        <w:pStyle w:val="XMLCode"/>
      </w:pPr>
      <w:r>
        <w:tab/>
      </w:r>
      <w:r>
        <w:tab/>
      </w:r>
      <w:r w:rsidR="00824D50" w:rsidRPr="003A3DBA">
        <w:t>&lt;</w:t>
      </w:r>
      <w:proofErr w:type="spellStart"/>
      <w:r w:rsidR="00824D50" w:rsidRPr="003A3DBA">
        <w:t>MsgHdr</w:t>
      </w:r>
      <w:proofErr w:type="spellEnd"/>
      <w:r w:rsidR="00824D50" w:rsidRPr="003A3DBA">
        <w:t>&gt;</w:t>
      </w:r>
    </w:p>
    <w:p w14:paraId="0750261D" w14:textId="5154A776" w:rsidR="00824D50" w:rsidRPr="003A3DBA" w:rsidRDefault="00824D50" w:rsidP="00824D50">
      <w:pPr>
        <w:pStyle w:val="XMLCode"/>
      </w:pPr>
      <w:r w:rsidRPr="003A3DBA">
        <w:tab/>
      </w:r>
      <w:r w:rsidR="008B049B">
        <w:tab/>
      </w:r>
      <w:r w:rsidR="008B049B">
        <w:tab/>
      </w:r>
      <w:r w:rsidRPr="003A3DBA">
        <w:t>&lt;</w:t>
      </w:r>
      <w:proofErr w:type="spellStart"/>
      <w:r w:rsidRPr="003A3DBA">
        <w:t>MsgId</w:t>
      </w:r>
      <w:proofErr w:type="spellEnd"/>
      <w:r w:rsidRPr="003A3DBA">
        <w:t>&gt;NONREF&lt;/</w:t>
      </w:r>
      <w:proofErr w:type="spellStart"/>
      <w:r w:rsidRPr="003A3DBA">
        <w:t>MsgId</w:t>
      </w:r>
      <w:proofErr w:type="spellEnd"/>
      <w:r w:rsidRPr="003A3DBA">
        <w:t>&gt;</w:t>
      </w:r>
    </w:p>
    <w:p w14:paraId="28D2DBF6" w14:textId="3795EE14" w:rsidR="00824D50" w:rsidRPr="003A3DBA" w:rsidRDefault="00824D50" w:rsidP="00824D50">
      <w:pPr>
        <w:pStyle w:val="XMLCode"/>
      </w:pPr>
      <w:r w:rsidRPr="003A3DBA">
        <w:tab/>
      </w:r>
      <w:r w:rsidR="008B049B">
        <w:tab/>
      </w:r>
      <w:r w:rsidR="008B049B">
        <w:tab/>
      </w:r>
      <w:r w:rsidRPr="003A3DBA">
        <w:t>&lt;</w:t>
      </w:r>
      <w:proofErr w:type="spellStart"/>
      <w:r w:rsidRPr="003A3DBA">
        <w:t>OrgnlBizInstr</w:t>
      </w:r>
      <w:proofErr w:type="spellEnd"/>
      <w:r w:rsidRPr="003A3DBA">
        <w:t>&gt;</w:t>
      </w:r>
    </w:p>
    <w:p w14:paraId="3C4D3366" w14:textId="2A360F40" w:rsidR="00824D50" w:rsidRPr="003A3DBA" w:rsidRDefault="00824D50" w:rsidP="00824D50">
      <w:pPr>
        <w:pStyle w:val="XMLCode"/>
      </w:pPr>
      <w:r w:rsidRPr="003A3DBA">
        <w:tab/>
      </w:r>
      <w:r w:rsidRPr="003A3DBA">
        <w:tab/>
      </w:r>
      <w:r w:rsidR="008B049B">
        <w:tab/>
      </w:r>
      <w:r w:rsidR="008B049B">
        <w:tab/>
      </w:r>
      <w:r w:rsidRPr="003A3DBA">
        <w:t>&lt;</w:t>
      </w:r>
      <w:proofErr w:type="spellStart"/>
      <w:r w:rsidRPr="003A3DBA">
        <w:t>MsgId</w:t>
      </w:r>
      <w:proofErr w:type="spellEnd"/>
      <w:r w:rsidRPr="003A3DBA">
        <w:t>&gt;SAMPLEDELSEC001&lt;/</w:t>
      </w:r>
      <w:proofErr w:type="spellStart"/>
      <w:r w:rsidRPr="003A3DBA">
        <w:t>MsgId</w:t>
      </w:r>
      <w:proofErr w:type="spellEnd"/>
      <w:r w:rsidRPr="003A3DBA">
        <w:t>&gt;</w:t>
      </w:r>
    </w:p>
    <w:p w14:paraId="78B9B162" w14:textId="02685949" w:rsidR="00824D50" w:rsidRPr="003A3DBA" w:rsidRDefault="00824D50" w:rsidP="00824D50">
      <w:pPr>
        <w:pStyle w:val="XMLCode"/>
      </w:pPr>
      <w:r w:rsidRPr="003A3DBA">
        <w:tab/>
      </w:r>
      <w:r w:rsidR="008B049B">
        <w:tab/>
      </w:r>
      <w:r w:rsidR="008B049B">
        <w:tab/>
      </w:r>
      <w:r w:rsidRPr="003A3DBA">
        <w:t>&lt;/</w:t>
      </w:r>
      <w:proofErr w:type="spellStart"/>
      <w:r w:rsidRPr="003A3DBA">
        <w:t>OrgnlBizInstr</w:t>
      </w:r>
      <w:proofErr w:type="spellEnd"/>
      <w:r w:rsidRPr="003A3DBA">
        <w:t>&gt;</w:t>
      </w:r>
    </w:p>
    <w:p w14:paraId="06D6FAEF" w14:textId="1D5040CA" w:rsidR="00824D50" w:rsidRPr="00F307D3" w:rsidRDefault="008B049B" w:rsidP="00824D50">
      <w:pPr>
        <w:pStyle w:val="XMLCode"/>
        <w:rPr>
          <w:highlight w:val="white"/>
        </w:rPr>
      </w:pPr>
      <w:r>
        <w:tab/>
      </w:r>
      <w:r>
        <w:tab/>
      </w:r>
      <w:r w:rsidR="00824D50" w:rsidRPr="003A3DBA">
        <w:t>&lt;/</w:t>
      </w:r>
      <w:proofErr w:type="spellStart"/>
      <w:r w:rsidR="00824D50" w:rsidRPr="003A3DBA">
        <w:t>MsgHdr</w:t>
      </w:r>
      <w:proofErr w:type="spellEnd"/>
      <w:r w:rsidR="00824D50" w:rsidRPr="003A3DBA">
        <w:t>&gt;</w:t>
      </w:r>
    </w:p>
    <w:p w14:paraId="4C31E42A" w14:textId="3A4FAA21" w:rsidR="00F307D3" w:rsidRPr="00821814" w:rsidRDefault="008B049B" w:rsidP="00821814">
      <w:pPr>
        <w:pStyle w:val="XMLCode"/>
        <w:rPr>
          <w:highlight w:val="white"/>
        </w:rPr>
      </w:pPr>
      <w:r>
        <w:rPr>
          <w:highlight w:val="white"/>
        </w:rPr>
        <w:tab/>
      </w:r>
      <w:r>
        <w:rPr>
          <w:highlight w:val="white"/>
        </w:rPr>
        <w:tab/>
      </w:r>
      <w:r w:rsidR="00F307D3" w:rsidRPr="00821814">
        <w:rPr>
          <w:highlight w:val="white"/>
        </w:rPr>
        <w:t>&lt;</w:t>
      </w:r>
      <w:proofErr w:type="spellStart"/>
      <w:r w:rsidR="00F307D3" w:rsidRPr="00821814">
        <w:rPr>
          <w:highlight w:val="white"/>
        </w:rPr>
        <w:t>PrcgSts</w:t>
      </w:r>
      <w:proofErr w:type="spellEnd"/>
      <w:r w:rsidR="00F307D3" w:rsidRPr="00821814">
        <w:rPr>
          <w:highlight w:val="white"/>
        </w:rPr>
        <w:t>&gt;</w:t>
      </w:r>
    </w:p>
    <w:p w14:paraId="310AEE88" w14:textId="07244D8B" w:rsidR="00F307D3" w:rsidRPr="00821814" w:rsidRDefault="008B049B" w:rsidP="00821814">
      <w:pPr>
        <w:pStyle w:val="XMLCode"/>
        <w:rPr>
          <w:highlight w:val="white"/>
        </w:rPr>
      </w:pP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w:t>
      </w:r>
      <w:proofErr w:type="spellEnd"/>
      <w:r w:rsidR="00F307D3" w:rsidRPr="00821814">
        <w:rPr>
          <w:highlight w:val="white"/>
        </w:rPr>
        <w:t>&gt;</w:t>
      </w:r>
    </w:p>
    <w:p w14:paraId="0B6DB7FE" w14:textId="5BD76626"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PrtrySts</w:t>
      </w:r>
      <w:proofErr w:type="spellEnd"/>
      <w:r w:rsidR="00F307D3" w:rsidRPr="00821814">
        <w:rPr>
          <w:highlight w:val="white"/>
        </w:rPr>
        <w:t>&gt;</w:t>
      </w:r>
    </w:p>
    <w:p w14:paraId="0B3843EC" w14:textId="1360BE28"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&lt;Id&gt;REJT&lt;/Id&gt;</w:t>
      </w:r>
    </w:p>
    <w:p w14:paraId="08927481" w14:textId="2F12A0EE"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Issr</w:t>
      </w:r>
      <w:proofErr w:type="spellEnd"/>
      <w:r w:rsidR="00F307D3" w:rsidRPr="00821814">
        <w:rPr>
          <w:highlight w:val="white"/>
        </w:rPr>
        <w:t>&gt;T2S&lt;/</w:t>
      </w:r>
      <w:proofErr w:type="spellStart"/>
      <w:r w:rsidR="00F307D3" w:rsidRPr="00821814">
        <w:rPr>
          <w:highlight w:val="white"/>
        </w:rPr>
        <w:t>Issr</w:t>
      </w:r>
      <w:proofErr w:type="spellEnd"/>
      <w:r w:rsidR="00F307D3" w:rsidRPr="00821814">
        <w:rPr>
          <w:highlight w:val="white"/>
        </w:rPr>
        <w:t>&gt;</w:t>
      </w:r>
    </w:p>
    <w:p w14:paraId="758C1C14" w14:textId="00358A30"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SchmeNm</w:t>
      </w:r>
      <w:proofErr w:type="spellEnd"/>
      <w:r w:rsidR="00F307D3" w:rsidRPr="00821814">
        <w:rPr>
          <w:highlight w:val="white"/>
        </w:rPr>
        <w:t>&gt;SDSS&lt;/</w:t>
      </w:r>
      <w:proofErr w:type="spellStart"/>
      <w:r w:rsidR="00F307D3" w:rsidRPr="00821814">
        <w:rPr>
          <w:highlight w:val="white"/>
        </w:rPr>
        <w:t>SchmeNm</w:t>
      </w:r>
      <w:proofErr w:type="spellEnd"/>
      <w:r w:rsidR="00F307D3" w:rsidRPr="00821814">
        <w:rPr>
          <w:highlight w:val="white"/>
        </w:rPr>
        <w:t>&gt;</w:t>
      </w:r>
    </w:p>
    <w:p w14:paraId="1B1E1358" w14:textId="6BDA1AA2"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PrtrySts</w:t>
      </w:r>
      <w:proofErr w:type="spellEnd"/>
      <w:r w:rsidR="00F307D3" w:rsidRPr="00821814">
        <w:rPr>
          <w:highlight w:val="white"/>
        </w:rPr>
        <w:t>&gt;</w:t>
      </w:r>
    </w:p>
    <w:p w14:paraId="6BD8D5FB" w14:textId="1328760F"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PrtryRsn</w:t>
      </w:r>
      <w:proofErr w:type="spellEnd"/>
      <w:r w:rsidR="00F307D3" w:rsidRPr="00821814">
        <w:rPr>
          <w:highlight w:val="white"/>
        </w:rPr>
        <w:t>&gt;</w:t>
      </w:r>
    </w:p>
    <w:p w14:paraId="7895F52B" w14:textId="56DFB993"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Rsn</w:t>
      </w:r>
      <w:proofErr w:type="spellEnd"/>
      <w:r w:rsidR="00F307D3" w:rsidRPr="00821814">
        <w:rPr>
          <w:highlight w:val="white"/>
        </w:rPr>
        <w:t>&gt;</w:t>
      </w:r>
    </w:p>
    <w:p w14:paraId="2BEB5D8C" w14:textId="527C1E5E"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&lt;Id&gt;REJT&lt;/Id&gt;</w:t>
      </w:r>
    </w:p>
    <w:p w14:paraId="7F707F20" w14:textId="1BF79C41"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Issr</w:t>
      </w:r>
      <w:proofErr w:type="spellEnd"/>
      <w:r w:rsidR="00F307D3" w:rsidRPr="00821814">
        <w:rPr>
          <w:highlight w:val="white"/>
        </w:rPr>
        <w:t>&gt;T2S&lt;/</w:t>
      </w:r>
      <w:proofErr w:type="spellStart"/>
      <w:r w:rsidR="00F307D3" w:rsidRPr="00821814">
        <w:rPr>
          <w:highlight w:val="white"/>
        </w:rPr>
        <w:t>Issr</w:t>
      </w:r>
      <w:proofErr w:type="spellEnd"/>
      <w:r w:rsidR="00F307D3" w:rsidRPr="00821814">
        <w:rPr>
          <w:highlight w:val="white"/>
        </w:rPr>
        <w:t>&gt;</w:t>
      </w:r>
    </w:p>
    <w:p w14:paraId="19C9E278" w14:textId="447D6992"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SchmeNm</w:t>
      </w:r>
      <w:proofErr w:type="spellEnd"/>
      <w:r w:rsidR="00F307D3" w:rsidRPr="00821814">
        <w:rPr>
          <w:highlight w:val="white"/>
        </w:rPr>
        <w:t>&gt;SDSR&lt;/</w:t>
      </w:r>
      <w:proofErr w:type="spellStart"/>
      <w:r w:rsidR="00F307D3" w:rsidRPr="00821814">
        <w:rPr>
          <w:highlight w:val="white"/>
        </w:rPr>
        <w:t>SchmeNm</w:t>
      </w:r>
      <w:proofErr w:type="spellEnd"/>
      <w:r w:rsidR="00F307D3" w:rsidRPr="00821814">
        <w:rPr>
          <w:highlight w:val="white"/>
        </w:rPr>
        <w:t>&gt;</w:t>
      </w:r>
    </w:p>
    <w:p w14:paraId="7101C22C" w14:textId="4ADD8806"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Rsn</w:t>
      </w:r>
      <w:proofErr w:type="spellEnd"/>
      <w:r w:rsidR="00F307D3" w:rsidRPr="00821814">
        <w:rPr>
          <w:highlight w:val="white"/>
        </w:rPr>
        <w:t>&gt;</w:t>
      </w:r>
    </w:p>
    <w:p w14:paraId="6B83151B" w14:textId="69FA768D"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AddtlRsnInf</w:t>
      </w:r>
      <w:proofErr w:type="spellEnd"/>
      <w:r w:rsidR="00F307D3" w:rsidRPr="00821814">
        <w:rPr>
          <w:highlight w:val="white"/>
        </w:rPr>
        <w:t>&gt;ERRD001 DELETION REJECTED&lt;/</w:t>
      </w:r>
      <w:proofErr w:type="spellStart"/>
      <w:r w:rsidR="00F307D3" w:rsidRPr="00821814">
        <w:rPr>
          <w:highlight w:val="white"/>
        </w:rPr>
        <w:t>AddtlRsnInf</w:t>
      </w:r>
      <w:proofErr w:type="spellEnd"/>
      <w:r w:rsidR="00F307D3" w:rsidRPr="00821814">
        <w:rPr>
          <w:highlight w:val="white"/>
        </w:rPr>
        <w:t>&gt;</w:t>
      </w:r>
    </w:p>
    <w:p w14:paraId="1ECDA838" w14:textId="3A3409E3"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PrtryRsn</w:t>
      </w:r>
      <w:proofErr w:type="spellEnd"/>
      <w:r w:rsidR="00F307D3" w:rsidRPr="00821814">
        <w:rPr>
          <w:highlight w:val="white"/>
        </w:rPr>
        <w:t>&gt;</w:t>
      </w:r>
    </w:p>
    <w:p w14:paraId="52BB261D" w14:textId="0932AE4C" w:rsidR="00F307D3" w:rsidRPr="00821814" w:rsidRDefault="008B049B" w:rsidP="00821814">
      <w:pPr>
        <w:pStyle w:val="XMLCode"/>
        <w:rPr>
          <w:highlight w:val="white"/>
        </w:rPr>
      </w:pP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w:t>
      </w:r>
      <w:proofErr w:type="spellEnd"/>
      <w:r w:rsidR="00F307D3" w:rsidRPr="00821814">
        <w:rPr>
          <w:highlight w:val="white"/>
        </w:rPr>
        <w:t>&gt;</w:t>
      </w:r>
    </w:p>
    <w:p w14:paraId="70B20218" w14:textId="0F4D4EEA" w:rsidR="00F307D3" w:rsidRPr="00821814" w:rsidRDefault="008B049B" w:rsidP="00821814">
      <w:pPr>
        <w:pStyle w:val="XMLCode"/>
        <w:rPr>
          <w:highlight w:val="white"/>
        </w:rPr>
      </w:pPr>
      <w:r>
        <w:rPr>
          <w:highlight w:val="white"/>
        </w:rPr>
        <w:tab/>
      </w:r>
      <w:r>
        <w:rPr>
          <w:highlight w:val="white"/>
        </w:rPr>
        <w:tab/>
      </w:r>
      <w:r w:rsidR="00F307D3" w:rsidRPr="00821814">
        <w:rPr>
          <w:highlight w:val="white"/>
        </w:rPr>
        <w:t>&lt;/</w:t>
      </w:r>
      <w:proofErr w:type="spellStart"/>
      <w:r w:rsidR="00F307D3" w:rsidRPr="00821814">
        <w:rPr>
          <w:highlight w:val="white"/>
        </w:rPr>
        <w:t>PrcgSts</w:t>
      </w:r>
      <w:proofErr w:type="spellEnd"/>
      <w:r w:rsidR="00F307D3" w:rsidRPr="00821814">
        <w:rPr>
          <w:highlight w:val="white"/>
        </w:rPr>
        <w:t>&gt;</w:t>
      </w:r>
    </w:p>
    <w:p w14:paraId="78075192" w14:textId="5BDF6CF3" w:rsidR="00F307D3" w:rsidRPr="00821814" w:rsidRDefault="008B049B" w:rsidP="00821814">
      <w:pPr>
        <w:pStyle w:val="XMLCode"/>
        <w:rPr>
          <w:highlight w:val="white"/>
        </w:rPr>
      </w:pPr>
      <w:r>
        <w:rPr>
          <w:highlight w:val="white"/>
        </w:rPr>
        <w:tab/>
      </w:r>
      <w:r w:rsidR="00F307D3" w:rsidRPr="00821814">
        <w:rPr>
          <w:highlight w:val="white"/>
        </w:rPr>
        <w:t>&lt;/</w:t>
      </w:r>
      <w:proofErr w:type="spellStart"/>
      <w:r w:rsidR="00F307D3" w:rsidRPr="00821814">
        <w:rPr>
          <w:highlight w:val="white"/>
        </w:rPr>
        <w:t>SctyDeltnStsAdvc</w:t>
      </w:r>
      <w:proofErr w:type="spellEnd"/>
      <w:r w:rsidR="00F307D3" w:rsidRPr="00821814">
        <w:rPr>
          <w:highlight w:val="white"/>
        </w:rPr>
        <w:t>&gt;</w:t>
      </w:r>
    </w:p>
    <w:p w14:paraId="4BD13BCF" w14:textId="77777777" w:rsidR="00F307D3" w:rsidRPr="00821814" w:rsidRDefault="00F307D3" w:rsidP="00821814">
      <w:pPr>
        <w:pStyle w:val="XMLCode"/>
        <w:rPr>
          <w:highlight w:val="white"/>
        </w:rPr>
      </w:pPr>
      <w:r w:rsidRPr="00821814">
        <w:rPr>
          <w:highlight w:val="white"/>
        </w:rPr>
        <w:t>&lt;/Document&gt;</w:t>
      </w:r>
    </w:p>
    <w:p w14:paraId="34F05216" w14:textId="77777777" w:rsidR="00F307D3" w:rsidRPr="00F307D3" w:rsidRDefault="00F307D3" w:rsidP="00F307D3"/>
    <w:p w14:paraId="0289E053" w14:textId="77777777" w:rsidR="00F307D3" w:rsidRPr="00F307D3" w:rsidRDefault="00F307D3" w:rsidP="00F307D3">
      <w:pPr>
        <w:pStyle w:val="Heading2"/>
      </w:pPr>
      <w:bookmarkStart w:id="69" w:name="_Toc52263304"/>
      <w:bookmarkStart w:id="70" w:name="_Toc161582951"/>
      <w:r>
        <w:lastRenderedPageBreak/>
        <w:t>Security</w:t>
      </w:r>
      <w:r w:rsidRPr="00F307D3">
        <w:t xml:space="preserve"> Query - reda.010.001.01</w:t>
      </w:r>
      <w:bookmarkEnd w:id="69"/>
      <w:bookmarkEnd w:id="70"/>
    </w:p>
    <w:p w14:paraId="7E6F8AD1" w14:textId="77777777" w:rsidR="00F307D3" w:rsidRPr="00F307D3" w:rsidRDefault="00F307D3" w:rsidP="00821814">
      <w:pPr>
        <w:pStyle w:val="BlockLabel"/>
      </w:pPr>
      <w:bookmarkStart w:id="71" w:name="_Toc491193447"/>
      <w:r w:rsidRPr="00F307D3">
        <w:t>Description</w:t>
      </w:r>
      <w:bookmarkEnd w:id="71"/>
    </w:p>
    <w:p w14:paraId="182D7CC0" w14:textId="77777777" w:rsidR="00F307D3" w:rsidRPr="00F307D3" w:rsidRDefault="00F307D3" w:rsidP="00F307D3">
      <w:r w:rsidRPr="00F307D3">
        <w:t>The Security Query message can be used to perform the following queries:</w:t>
      </w:r>
    </w:p>
    <w:p w14:paraId="24178FDE" w14:textId="77777777" w:rsidR="00F307D3" w:rsidRPr="00F307D3" w:rsidRDefault="00F307D3" w:rsidP="00821814">
      <w:pPr>
        <w:pStyle w:val="ListBullet"/>
      </w:pPr>
      <w:r w:rsidRPr="00F307D3">
        <w:t xml:space="preserve">Securities Reference Data Query; </w:t>
      </w:r>
    </w:p>
    <w:p w14:paraId="36F70161" w14:textId="77777777" w:rsidR="00F307D3" w:rsidRPr="00F307D3" w:rsidRDefault="00F307D3" w:rsidP="00821814">
      <w:pPr>
        <w:pStyle w:val="ListBullet"/>
      </w:pPr>
      <w:r w:rsidRPr="00F307D3">
        <w:t>ISIN List Query;</w:t>
      </w:r>
    </w:p>
    <w:p w14:paraId="3CFCB5E3" w14:textId="77777777" w:rsidR="00F307D3" w:rsidRPr="00F307D3" w:rsidRDefault="00F307D3" w:rsidP="00821814">
      <w:pPr>
        <w:pStyle w:val="ListBullet"/>
      </w:pPr>
      <w:r w:rsidRPr="00F307D3">
        <w:t xml:space="preserve">Securities CSD Link Query; </w:t>
      </w:r>
    </w:p>
    <w:p w14:paraId="45DAA287" w14:textId="77777777" w:rsidR="00F307D3" w:rsidRPr="00F307D3" w:rsidRDefault="00F307D3" w:rsidP="00821814">
      <w:pPr>
        <w:pStyle w:val="ListBullet"/>
      </w:pPr>
      <w:r w:rsidRPr="00F307D3">
        <w:t>Securities Deviating Nominal Query.</w:t>
      </w:r>
    </w:p>
    <w:p w14:paraId="6F99DF72" w14:textId="77777777" w:rsidR="00F307D3" w:rsidRPr="00F307D3" w:rsidRDefault="00F307D3" w:rsidP="00F307D3">
      <w:r w:rsidRPr="00F307D3">
        <w:t>In this example the Party CSDXCCYY001 performs a Securities Reference Data Query to request reference data about all the securities issued after “2020-01-01” and before “2020-31-12”.</w:t>
      </w:r>
    </w:p>
    <w:p w14:paraId="7D1E0069" w14:textId="77777777" w:rsidR="00F307D3" w:rsidRPr="005A7323" w:rsidRDefault="00F307D3" w:rsidP="00821814">
      <w:pPr>
        <w:pStyle w:val="BlockLabel"/>
        <w:rPr>
          <w:lang w:val="fr-FR"/>
        </w:rPr>
      </w:pPr>
      <w:r w:rsidRPr="005A7323">
        <w:rPr>
          <w:lang w:val="fr-FR"/>
        </w:rPr>
        <w:t>Message Instance</w:t>
      </w:r>
    </w:p>
    <w:p w14:paraId="0302C0D9" w14:textId="77777777" w:rsidR="00F307D3" w:rsidRPr="005A7323" w:rsidRDefault="00F307D3" w:rsidP="00821814">
      <w:pPr>
        <w:pStyle w:val="XMLCode"/>
        <w:rPr>
          <w:highlight w:val="white"/>
          <w:lang w:val="fr-FR"/>
        </w:rPr>
      </w:pPr>
      <w:r w:rsidRPr="005A7323">
        <w:rPr>
          <w:highlight w:val="white"/>
          <w:lang w:val="fr-FR"/>
        </w:rPr>
        <w:t>&lt;Document&gt;</w:t>
      </w:r>
    </w:p>
    <w:p w14:paraId="1BACEC52" w14:textId="77777777" w:rsidR="00F307D3" w:rsidRPr="005A7323" w:rsidRDefault="00821814" w:rsidP="00821814">
      <w:pPr>
        <w:pStyle w:val="XMLCode"/>
        <w:rPr>
          <w:highlight w:val="white"/>
          <w:lang w:val="fr-FR"/>
        </w:rPr>
      </w:pPr>
      <w:r w:rsidRPr="005A7323">
        <w:rPr>
          <w:highlight w:val="white"/>
          <w:lang w:val="fr-FR"/>
        </w:rPr>
        <w:tab/>
      </w:r>
      <w:r w:rsidR="00F307D3" w:rsidRPr="005A7323">
        <w:rPr>
          <w:highlight w:val="white"/>
          <w:lang w:val="fr-FR"/>
        </w:rPr>
        <w:t>&lt;</w:t>
      </w:r>
      <w:proofErr w:type="spellStart"/>
      <w:r w:rsidR="00F307D3" w:rsidRPr="005A7323">
        <w:rPr>
          <w:highlight w:val="white"/>
          <w:lang w:val="fr-FR"/>
        </w:rPr>
        <w:t>SctyQry</w:t>
      </w:r>
      <w:proofErr w:type="spellEnd"/>
      <w:r w:rsidR="00F307D3" w:rsidRPr="005A7323">
        <w:rPr>
          <w:highlight w:val="white"/>
          <w:lang w:val="fr-FR"/>
        </w:rPr>
        <w:t>&gt;</w:t>
      </w:r>
    </w:p>
    <w:p w14:paraId="24CAD75B" w14:textId="3C091592" w:rsidR="00352B99" w:rsidRPr="005A7323" w:rsidRDefault="008B049B" w:rsidP="00352B99">
      <w:pPr>
        <w:pStyle w:val="XMLCode"/>
        <w:rPr>
          <w:lang w:val="fr-FR"/>
        </w:rPr>
      </w:pPr>
      <w:r>
        <w:rPr>
          <w:highlight w:val="white"/>
          <w:lang w:val="fr-FR"/>
        </w:rPr>
        <w:tab/>
      </w:r>
      <w:r>
        <w:rPr>
          <w:highlight w:val="white"/>
          <w:lang w:val="fr-FR"/>
        </w:rPr>
        <w:tab/>
      </w:r>
      <w:r w:rsidR="00352B99" w:rsidRPr="005A7323">
        <w:rPr>
          <w:lang w:val="fr-FR"/>
        </w:rPr>
        <w:t>&lt;</w:t>
      </w:r>
      <w:proofErr w:type="spellStart"/>
      <w:r w:rsidR="00352B99" w:rsidRPr="005A7323">
        <w:rPr>
          <w:lang w:val="fr-FR"/>
        </w:rPr>
        <w:t>MsgHdr</w:t>
      </w:r>
      <w:proofErr w:type="spellEnd"/>
      <w:r w:rsidR="00352B99" w:rsidRPr="005A7323">
        <w:rPr>
          <w:lang w:val="fr-FR"/>
        </w:rPr>
        <w:t>&gt;</w:t>
      </w:r>
    </w:p>
    <w:p w14:paraId="14B49175" w14:textId="41080775" w:rsidR="00352B99" w:rsidRPr="00D71CE3" w:rsidRDefault="00352B99" w:rsidP="00352B99">
      <w:pPr>
        <w:pStyle w:val="XMLCode"/>
        <w:rPr>
          <w:lang w:val="fr-FR"/>
        </w:rPr>
      </w:pPr>
      <w:r w:rsidRPr="005A7323">
        <w:rPr>
          <w:lang w:val="fr-FR"/>
        </w:rPr>
        <w:tab/>
      </w:r>
      <w:r w:rsidRPr="005A7323">
        <w:rPr>
          <w:lang w:val="fr-FR"/>
        </w:rPr>
        <w:tab/>
      </w:r>
      <w:r w:rsidR="008B049B" w:rsidRPr="00D71CE3">
        <w:rPr>
          <w:lang w:val="fr-FR"/>
        </w:rPr>
        <w:tab/>
      </w:r>
      <w:r w:rsidRPr="00D71CE3">
        <w:rPr>
          <w:lang w:val="fr-FR"/>
        </w:rPr>
        <w:t>&lt;</w:t>
      </w:r>
      <w:proofErr w:type="spellStart"/>
      <w:r w:rsidRPr="00D71CE3">
        <w:rPr>
          <w:lang w:val="fr-FR"/>
        </w:rPr>
        <w:t>MsgId</w:t>
      </w:r>
      <w:proofErr w:type="spellEnd"/>
      <w:r w:rsidRPr="00D71CE3">
        <w:rPr>
          <w:lang w:val="fr-FR"/>
        </w:rPr>
        <w:t>&gt;SAMPLEQRYSEC001&lt;/</w:t>
      </w:r>
      <w:proofErr w:type="spellStart"/>
      <w:r w:rsidRPr="00D71CE3">
        <w:rPr>
          <w:lang w:val="fr-FR"/>
        </w:rPr>
        <w:t>MsgId</w:t>
      </w:r>
      <w:proofErr w:type="spellEnd"/>
      <w:r w:rsidRPr="00D71CE3">
        <w:rPr>
          <w:lang w:val="fr-FR"/>
        </w:rPr>
        <w:t>&gt;</w:t>
      </w:r>
    </w:p>
    <w:p w14:paraId="536924FF" w14:textId="540EBB3C" w:rsidR="00F307D3" w:rsidRPr="00D71CE3" w:rsidRDefault="00352B99" w:rsidP="00352B99">
      <w:pPr>
        <w:pStyle w:val="XMLCode"/>
        <w:rPr>
          <w:highlight w:val="white"/>
          <w:lang w:val="fr-FR"/>
        </w:rPr>
      </w:pPr>
      <w:r w:rsidRPr="00D71CE3">
        <w:rPr>
          <w:lang w:val="fr-FR"/>
        </w:rPr>
        <w:tab/>
      </w:r>
      <w:r w:rsidR="008B049B" w:rsidRPr="00D71CE3">
        <w:rPr>
          <w:lang w:val="fr-FR"/>
        </w:rPr>
        <w:tab/>
      </w:r>
      <w:r w:rsidRPr="00D71CE3">
        <w:rPr>
          <w:lang w:val="fr-FR"/>
        </w:rPr>
        <w:t>&lt;/</w:t>
      </w:r>
      <w:proofErr w:type="spellStart"/>
      <w:r w:rsidRPr="00D71CE3">
        <w:rPr>
          <w:lang w:val="fr-FR"/>
        </w:rPr>
        <w:t>MsgHdr</w:t>
      </w:r>
      <w:proofErr w:type="spellEnd"/>
      <w:r w:rsidRPr="00D71CE3">
        <w:rPr>
          <w:lang w:val="fr-FR"/>
        </w:rPr>
        <w:t>&gt;</w:t>
      </w:r>
    </w:p>
    <w:p w14:paraId="03BD3198" w14:textId="56398DF1" w:rsidR="00F307D3" w:rsidRPr="00D71CE3" w:rsidRDefault="008B049B" w:rsidP="00821814">
      <w:pPr>
        <w:pStyle w:val="XMLCode"/>
        <w:rPr>
          <w:highlight w:val="white"/>
          <w:lang w:val="fr-FR"/>
        </w:rPr>
      </w:pPr>
      <w:r w:rsidRPr="00D71CE3">
        <w:rPr>
          <w:highlight w:val="white"/>
          <w:lang w:val="fr-FR"/>
        </w:rPr>
        <w:tab/>
      </w:r>
      <w:r w:rsidRPr="00D71CE3">
        <w:rPr>
          <w:highlight w:val="white"/>
          <w:lang w:val="fr-FR"/>
        </w:rPr>
        <w:tab/>
      </w:r>
      <w:r w:rsidR="00F307D3" w:rsidRPr="00D71CE3">
        <w:rPr>
          <w:highlight w:val="white"/>
          <w:lang w:val="fr-FR"/>
        </w:rPr>
        <w:t>&lt;</w:t>
      </w:r>
      <w:proofErr w:type="spellStart"/>
      <w:r w:rsidR="00F307D3" w:rsidRPr="00D71CE3">
        <w:rPr>
          <w:highlight w:val="white"/>
          <w:lang w:val="fr-FR"/>
        </w:rPr>
        <w:t>ReqTp</w:t>
      </w:r>
      <w:proofErr w:type="spellEnd"/>
      <w:r w:rsidR="00F307D3" w:rsidRPr="00D71CE3">
        <w:rPr>
          <w:highlight w:val="white"/>
          <w:lang w:val="fr-FR"/>
        </w:rPr>
        <w:t>&gt;</w:t>
      </w:r>
    </w:p>
    <w:p w14:paraId="0C24375D" w14:textId="695A24A2" w:rsidR="00F307D3" w:rsidRPr="00F307D3" w:rsidRDefault="008B049B" w:rsidP="00821814">
      <w:pPr>
        <w:pStyle w:val="XMLCode"/>
        <w:rPr>
          <w:highlight w:val="white"/>
        </w:rPr>
      </w:pPr>
      <w:r w:rsidRPr="00D71CE3">
        <w:rPr>
          <w:highlight w:val="white"/>
          <w:lang w:val="fr-FR"/>
        </w:rPr>
        <w:tab/>
      </w:r>
      <w:r w:rsidRPr="00D71CE3">
        <w:rPr>
          <w:highlight w:val="white"/>
          <w:lang w:val="fr-FR"/>
        </w:rPr>
        <w:tab/>
      </w:r>
      <w:r w:rsidR="00F307D3" w:rsidRPr="00D71CE3">
        <w:rPr>
          <w:highlight w:val="white"/>
          <w:lang w:val="fr-FR"/>
        </w:rPr>
        <w:tab/>
      </w:r>
      <w:r w:rsidR="00F307D3" w:rsidRPr="00F307D3">
        <w:rPr>
          <w:highlight w:val="white"/>
        </w:rPr>
        <w:t>&lt;Id&gt;SECR&lt;/Id&gt;</w:t>
      </w:r>
    </w:p>
    <w:p w14:paraId="646CA587" w14:textId="52CE35E6"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SchmeNm</w:t>
      </w:r>
      <w:proofErr w:type="spellEnd"/>
      <w:r w:rsidR="00F307D3" w:rsidRPr="00F307D3">
        <w:rPr>
          <w:highlight w:val="white"/>
        </w:rPr>
        <w:t>&gt;SECQ&lt;/</w:t>
      </w:r>
      <w:proofErr w:type="spellStart"/>
      <w:r w:rsidR="00F307D3" w:rsidRPr="00F307D3">
        <w:rPr>
          <w:highlight w:val="white"/>
        </w:rPr>
        <w:t>SchmeNm</w:t>
      </w:r>
      <w:proofErr w:type="spellEnd"/>
      <w:r w:rsidR="00F307D3" w:rsidRPr="00F307D3">
        <w:rPr>
          <w:highlight w:val="white"/>
        </w:rPr>
        <w:t>&gt;</w:t>
      </w:r>
    </w:p>
    <w:p w14:paraId="37171578" w14:textId="0E61E56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0B9F65E1" w14:textId="0038A707" w:rsidR="00F307D3" w:rsidRPr="00F307D3" w:rsidRDefault="008B049B" w:rsidP="00821814">
      <w:pPr>
        <w:pStyle w:val="XMLCode"/>
        <w:rPr>
          <w:highlight w:val="white"/>
        </w:rPr>
      </w:pPr>
      <w:r>
        <w:rPr>
          <w:highlight w:val="white"/>
        </w:rPr>
        <w:tab/>
      </w:r>
      <w:r>
        <w:rPr>
          <w:highlight w:val="white"/>
        </w:rPr>
        <w:tab/>
        <w:t>&lt;</w:t>
      </w:r>
      <w:r w:rsidR="00F307D3" w:rsidRPr="00F307D3">
        <w:rPr>
          <w:highlight w:val="white"/>
        </w:rPr>
        <w:t>/</w:t>
      </w:r>
      <w:proofErr w:type="spellStart"/>
      <w:r w:rsidR="00F307D3" w:rsidRPr="00F307D3">
        <w:rPr>
          <w:highlight w:val="white"/>
        </w:rPr>
        <w:t>ReqTp</w:t>
      </w:r>
      <w:proofErr w:type="spellEnd"/>
      <w:r w:rsidR="00F307D3" w:rsidRPr="00F307D3">
        <w:rPr>
          <w:highlight w:val="white"/>
        </w:rPr>
        <w:t>&gt;</w:t>
      </w:r>
    </w:p>
    <w:p w14:paraId="7D140E93" w14:textId="054CC1E5"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SchCrit</w:t>
      </w:r>
      <w:proofErr w:type="spellEnd"/>
      <w:r w:rsidR="00F307D3" w:rsidRPr="00F307D3">
        <w:rPr>
          <w:highlight w:val="white"/>
        </w:rPr>
        <w:t>&gt;</w:t>
      </w:r>
    </w:p>
    <w:p w14:paraId="05801332" w14:textId="47F7E33C"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IsseDt</w:t>
      </w:r>
      <w:proofErr w:type="spellEnd"/>
      <w:r w:rsidR="00F307D3" w:rsidRPr="00F307D3">
        <w:rPr>
          <w:highlight w:val="white"/>
        </w:rPr>
        <w:t>&gt;</w:t>
      </w:r>
    </w:p>
    <w:p w14:paraId="1D6D06F6" w14:textId="6A091CA5" w:rsidR="00F307D3" w:rsidRPr="00F307D3" w:rsidRDefault="00821814"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FrToDt</w:t>
      </w:r>
      <w:proofErr w:type="spellEnd"/>
      <w:r w:rsidR="00F307D3" w:rsidRPr="00F307D3">
        <w:rPr>
          <w:highlight w:val="white"/>
        </w:rPr>
        <w:t>&gt;</w:t>
      </w:r>
    </w:p>
    <w:p w14:paraId="7AB0BBC5" w14:textId="02BEC86E"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FrDt</w:t>
      </w:r>
      <w:proofErr w:type="spellEnd"/>
      <w:r w:rsidR="00F307D3" w:rsidRPr="00F307D3">
        <w:rPr>
          <w:highlight w:val="white"/>
        </w:rPr>
        <w:t>&gt;2020-01-01&lt;/</w:t>
      </w:r>
      <w:proofErr w:type="spellStart"/>
      <w:r w:rsidR="00F307D3" w:rsidRPr="00F307D3">
        <w:rPr>
          <w:highlight w:val="white"/>
        </w:rPr>
        <w:t>FrDt</w:t>
      </w:r>
      <w:proofErr w:type="spellEnd"/>
      <w:r w:rsidR="00F307D3" w:rsidRPr="00F307D3">
        <w:rPr>
          <w:highlight w:val="white"/>
        </w:rPr>
        <w:t>&gt;</w:t>
      </w:r>
    </w:p>
    <w:p w14:paraId="69205B71" w14:textId="3322A07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ToDt</w:t>
      </w:r>
      <w:proofErr w:type="spellEnd"/>
      <w:r w:rsidR="00F307D3" w:rsidRPr="00F307D3">
        <w:rPr>
          <w:highlight w:val="white"/>
        </w:rPr>
        <w:t>&gt;2020-12-31&lt;/</w:t>
      </w:r>
      <w:proofErr w:type="spellStart"/>
      <w:r w:rsidR="00F307D3" w:rsidRPr="00F307D3">
        <w:rPr>
          <w:highlight w:val="white"/>
        </w:rPr>
        <w:t>ToDt</w:t>
      </w:r>
      <w:proofErr w:type="spellEnd"/>
      <w:r w:rsidR="00F307D3" w:rsidRPr="00F307D3">
        <w:rPr>
          <w:highlight w:val="white"/>
        </w:rPr>
        <w:t>&gt;</w:t>
      </w:r>
    </w:p>
    <w:p w14:paraId="1960E707" w14:textId="7616A562" w:rsidR="00F307D3" w:rsidRPr="00F307D3" w:rsidRDefault="00821814"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FrToDt</w:t>
      </w:r>
      <w:proofErr w:type="spellEnd"/>
      <w:r w:rsidR="00F307D3" w:rsidRPr="00F307D3">
        <w:rPr>
          <w:highlight w:val="white"/>
        </w:rPr>
        <w:t>&gt;</w:t>
      </w:r>
    </w:p>
    <w:p w14:paraId="358BBD61" w14:textId="10255F71"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IsseDt</w:t>
      </w:r>
      <w:proofErr w:type="spellEnd"/>
      <w:r w:rsidR="00F307D3" w:rsidRPr="00F307D3">
        <w:rPr>
          <w:highlight w:val="white"/>
        </w:rPr>
        <w:t>&gt;</w:t>
      </w:r>
    </w:p>
    <w:p w14:paraId="4CECF0CE" w14:textId="799C6D96"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SchCrit</w:t>
      </w:r>
      <w:proofErr w:type="spellEnd"/>
      <w:r w:rsidR="00F307D3" w:rsidRPr="00F307D3">
        <w:rPr>
          <w:highlight w:val="white"/>
        </w:rPr>
        <w:t>&gt;</w:t>
      </w:r>
    </w:p>
    <w:p w14:paraId="38DEDC03" w14:textId="2610E7D2"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SctyQry</w:t>
      </w:r>
      <w:proofErr w:type="spellEnd"/>
      <w:r w:rsidR="00F307D3" w:rsidRPr="00F307D3">
        <w:rPr>
          <w:highlight w:val="white"/>
        </w:rPr>
        <w:t>&gt;</w:t>
      </w:r>
    </w:p>
    <w:p w14:paraId="58AB3C60" w14:textId="77777777" w:rsidR="00F307D3" w:rsidRPr="00F307D3" w:rsidRDefault="00F307D3" w:rsidP="00821814">
      <w:pPr>
        <w:pStyle w:val="XMLCode"/>
      </w:pPr>
      <w:r w:rsidRPr="00F307D3">
        <w:rPr>
          <w:highlight w:val="white"/>
        </w:rPr>
        <w:t>&lt;/Document&gt;</w:t>
      </w:r>
    </w:p>
    <w:p w14:paraId="3C380E2F" w14:textId="77777777" w:rsidR="00F307D3" w:rsidRPr="00F307D3" w:rsidRDefault="00F307D3" w:rsidP="00F307D3"/>
    <w:p w14:paraId="4D84FCB6" w14:textId="77777777" w:rsidR="00F307D3" w:rsidRPr="00F307D3" w:rsidRDefault="00F307D3" w:rsidP="00F307D3">
      <w:pPr>
        <w:pStyle w:val="Heading2"/>
      </w:pPr>
      <w:bookmarkStart w:id="72" w:name="_Toc52263305"/>
      <w:bookmarkStart w:id="73" w:name="_Toc161582952"/>
      <w:r>
        <w:t>Security</w:t>
      </w:r>
      <w:r w:rsidRPr="00F307D3">
        <w:t xml:space="preserve"> Report - reda.012.001.01</w:t>
      </w:r>
      <w:bookmarkEnd w:id="72"/>
      <w:bookmarkEnd w:id="73"/>
    </w:p>
    <w:p w14:paraId="01DFB194" w14:textId="77777777" w:rsidR="00F307D3" w:rsidRPr="00F307D3" w:rsidRDefault="00F307D3" w:rsidP="00821814">
      <w:pPr>
        <w:pStyle w:val="BlockLabel"/>
      </w:pPr>
      <w:bookmarkStart w:id="74" w:name="_Toc491193449"/>
      <w:r w:rsidRPr="00F307D3">
        <w:t>Description</w:t>
      </w:r>
      <w:bookmarkEnd w:id="74"/>
    </w:p>
    <w:p w14:paraId="7DAC3DF9" w14:textId="77777777" w:rsidR="00F307D3" w:rsidRPr="00F307D3" w:rsidRDefault="00F307D3" w:rsidP="00F307D3">
      <w:r w:rsidRPr="00F307D3">
        <w:t>The Security Report message can be used as answer for:</w:t>
      </w:r>
    </w:p>
    <w:p w14:paraId="53D2770A" w14:textId="77777777" w:rsidR="00F307D3" w:rsidRPr="00F307D3" w:rsidRDefault="00F307D3" w:rsidP="00821814">
      <w:pPr>
        <w:pStyle w:val="ListBullet"/>
      </w:pPr>
      <w:r w:rsidRPr="00F307D3">
        <w:t xml:space="preserve">Securities Reference Data Query; </w:t>
      </w:r>
    </w:p>
    <w:p w14:paraId="4C2D95AC" w14:textId="77777777" w:rsidR="00F307D3" w:rsidRPr="00F307D3" w:rsidRDefault="00F307D3" w:rsidP="00821814">
      <w:pPr>
        <w:pStyle w:val="ListBullet"/>
      </w:pPr>
      <w:r w:rsidRPr="00F307D3">
        <w:t>ISIN List Query;</w:t>
      </w:r>
    </w:p>
    <w:p w14:paraId="0BD3B590" w14:textId="77777777" w:rsidR="00F307D3" w:rsidRPr="00F307D3" w:rsidRDefault="00F307D3" w:rsidP="00821814">
      <w:pPr>
        <w:pStyle w:val="ListBullet"/>
      </w:pPr>
      <w:r w:rsidRPr="00F307D3">
        <w:t xml:space="preserve">Securities CSD Link Query; </w:t>
      </w:r>
    </w:p>
    <w:p w14:paraId="53E91321" w14:textId="77777777" w:rsidR="00F307D3" w:rsidRPr="00F307D3" w:rsidRDefault="00F307D3" w:rsidP="00821814">
      <w:pPr>
        <w:pStyle w:val="ListBullet"/>
      </w:pPr>
      <w:r w:rsidRPr="00F307D3">
        <w:t>Securities Deviating Nominal Query</w:t>
      </w:r>
      <w:r w:rsidR="00821814">
        <w:t>;</w:t>
      </w:r>
    </w:p>
    <w:p w14:paraId="2F8FAD36" w14:textId="77777777" w:rsidR="00F307D3" w:rsidRPr="00F307D3" w:rsidRDefault="00F307D3" w:rsidP="00F307D3">
      <w:r w:rsidRPr="00F307D3">
        <w:lastRenderedPageBreak/>
        <w:t>performed using the Security Query. This example shows the answer to the Securities Reference Data Query described in the chapter 7.7. The query returns only one security:</w:t>
      </w:r>
    </w:p>
    <w:p w14:paraId="35F4AA63" w14:textId="77777777" w:rsidR="00F307D3" w:rsidRPr="00F307D3" w:rsidRDefault="00F307D3" w:rsidP="00821814">
      <w:pPr>
        <w:pStyle w:val="ListBullet"/>
      </w:pPr>
      <w:r w:rsidRPr="00F307D3">
        <w:t>Security Identification: SECXXXYYYZZ1</w:t>
      </w:r>
    </w:p>
    <w:p w14:paraId="06397388" w14:textId="77777777" w:rsidR="00F307D3" w:rsidRPr="00F307D3" w:rsidRDefault="00F307D3" w:rsidP="00821814">
      <w:pPr>
        <w:pStyle w:val="ListBullet"/>
      </w:pPr>
      <w:r w:rsidRPr="00F307D3">
        <w:t>Security Long Name: Sample equity shares, Fixed Interest Rate</w:t>
      </w:r>
    </w:p>
    <w:p w14:paraId="6511DA88" w14:textId="77777777" w:rsidR="00F307D3" w:rsidRPr="00F307D3" w:rsidRDefault="00F307D3" w:rsidP="00821814">
      <w:pPr>
        <w:pStyle w:val="ListBullet"/>
      </w:pPr>
      <w:r w:rsidRPr="00F307D3">
        <w:t>Security Short Name: Sample ES, FIR</w:t>
      </w:r>
    </w:p>
    <w:p w14:paraId="78F98119" w14:textId="77777777" w:rsidR="00F307D3" w:rsidRPr="00F307D3" w:rsidRDefault="00F307D3" w:rsidP="00821814">
      <w:pPr>
        <w:pStyle w:val="ListBullet"/>
      </w:pPr>
      <w:r w:rsidRPr="00F307D3">
        <w:t>Valid From Name: 2020-01-01</w:t>
      </w:r>
    </w:p>
    <w:p w14:paraId="16DA994A" w14:textId="77777777" w:rsidR="00F307D3" w:rsidRPr="00F307D3" w:rsidRDefault="00F307D3" w:rsidP="00821814">
      <w:pPr>
        <w:pStyle w:val="ListBullet"/>
      </w:pPr>
      <w:r w:rsidRPr="00F307D3">
        <w:t>Denomination Currency: EUR</w:t>
      </w:r>
    </w:p>
    <w:p w14:paraId="5B377370" w14:textId="77777777" w:rsidR="00F307D3" w:rsidRPr="00F307D3" w:rsidRDefault="00F307D3" w:rsidP="00821814">
      <w:pPr>
        <w:pStyle w:val="ListBullet"/>
      </w:pPr>
      <w:r w:rsidRPr="00F307D3">
        <w:t>Expiry Date: 2030-12-31</w:t>
      </w:r>
    </w:p>
    <w:p w14:paraId="79547B6E" w14:textId="77777777" w:rsidR="00F307D3" w:rsidRPr="00F307D3" w:rsidRDefault="00F307D3" w:rsidP="00821814">
      <w:pPr>
        <w:pStyle w:val="ListBullet"/>
      </w:pPr>
      <w:r w:rsidRPr="00F307D3">
        <w:t>Classification Type: ESFTFR</w:t>
      </w:r>
    </w:p>
    <w:p w14:paraId="391032CF" w14:textId="77777777" w:rsidR="00F307D3" w:rsidRPr="00F307D3" w:rsidRDefault="00F307D3" w:rsidP="00821814">
      <w:pPr>
        <w:pStyle w:val="ListBullet"/>
      </w:pPr>
      <w:r w:rsidRPr="00F307D3">
        <w:t>Country of Issue: IT</w:t>
      </w:r>
    </w:p>
    <w:p w14:paraId="3D79EED0" w14:textId="77777777" w:rsidR="00F307D3" w:rsidRPr="00F307D3" w:rsidRDefault="00F307D3" w:rsidP="00821814">
      <w:pPr>
        <w:pStyle w:val="ListBullet"/>
      </w:pPr>
      <w:r w:rsidRPr="00F307D3">
        <w:t>Issue Date: 2020-01-01</w:t>
      </w:r>
    </w:p>
    <w:p w14:paraId="09CB8393" w14:textId="77777777" w:rsidR="00F307D3" w:rsidRPr="00F307D3" w:rsidRDefault="00F307D3" w:rsidP="00821814">
      <w:pPr>
        <w:pStyle w:val="ListBullet"/>
      </w:pPr>
      <w:r w:rsidRPr="00F307D3">
        <w:t>ISIN Valid From: 2020-01-01</w:t>
      </w:r>
    </w:p>
    <w:p w14:paraId="5F8341FE" w14:textId="77777777" w:rsidR="00F307D3" w:rsidRPr="00F307D3" w:rsidRDefault="00F307D3" w:rsidP="00821814">
      <w:pPr>
        <w:pStyle w:val="ListBullet"/>
      </w:pPr>
      <w:r w:rsidRPr="00F307D3">
        <w:t>Quantity Type: UNIT</w:t>
      </w:r>
    </w:p>
    <w:p w14:paraId="498791D4" w14:textId="77777777" w:rsidR="00F307D3" w:rsidRPr="00F307D3" w:rsidRDefault="00F307D3" w:rsidP="00821814">
      <w:pPr>
        <w:pStyle w:val="ListBullet"/>
      </w:pPr>
      <w:r w:rsidRPr="00F307D3">
        <w:t>Minimum Denomination: 100</w:t>
      </w:r>
    </w:p>
    <w:p w14:paraId="70F242B6" w14:textId="77777777" w:rsidR="00F307D3" w:rsidRPr="00F307D3" w:rsidRDefault="00F307D3" w:rsidP="00821814">
      <w:pPr>
        <w:pStyle w:val="ListBullet"/>
      </w:pPr>
      <w:r w:rsidRPr="00F307D3">
        <w:t>Minimum Multiple Quantity: 10</w:t>
      </w:r>
    </w:p>
    <w:p w14:paraId="18F63203" w14:textId="77777777" w:rsidR="00F307D3" w:rsidRPr="00F307D3" w:rsidRDefault="00F307D3" w:rsidP="00821814">
      <w:pPr>
        <w:pStyle w:val="ListBullet"/>
      </w:pPr>
      <w:r w:rsidRPr="00F307D3">
        <w:t>Deviating Settlement Unit: 13</w:t>
      </w:r>
    </w:p>
    <w:p w14:paraId="37E9542A" w14:textId="77777777" w:rsidR="00F307D3" w:rsidRPr="00F307D3" w:rsidRDefault="00F307D3" w:rsidP="00821814">
      <w:pPr>
        <w:pStyle w:val="BlockLabel"/>
      </w:pPr>
      <w:r w:rsidRPr="00F307D3">
        <w:t>Message Instance</w:t>
      </w:r>
    </w:p>
    <w:p w14:paraId="0D4E9625" w14:textId="77777777" w:rsidR="00F307D3" w:rsidRPr="00F307D3" w:rsidRDefault="00F307D3" w:rsidP="00821814">
      <w:pPr>
        <w:pStyle w:val="XMLCode"/>
        <w:rPr>
          <w:highlight w:val="white"/>
        </w:rPr>
      </w:pPr>
      <w:r w:rsidRPr="00F307D3">
        <w:rPr>
          <w:highlight w:val="white"/>
        </w:rPr>
        <w:t>&lt;Document&gt;</w:t>
      </w:r>
    </w:p>
    <w:p w14:paraId="1AE2B67A" w14:textId="77777777" w:rsidR="00F307D3" w:rsidRPr="00F307D3" w:rsidRDefault="00821814"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SctyRpt</w:t>
      </w:r>
      <w:proofErr w:type="spellEnd"/>
      <w:r w:rsidR="00F307D3" w:rsidRPr="00F307D3">
        <w:rPr>
          <w:highlight w:val="white"/>
        </w:rPr>
        <w:t>&gt;</w:t>
      </w:r>
    </w:p>
    <w:p w14:paraId="7ACD7BBB" w14:textId="15CAF777" w:rsidR="00253C58" w:rsidRPr="00253C58" w:rsidRDefault="00253C58" w:rsidP="00253C58">
      <w:pPr>
        <w:pStyle w:val="XMLCode"/>
      </w:pPr>
      <w:r>
        <w:rPr>
          <w:highlight w:val="white"/>
        </w:rPr>
        <w:tab/>
      </w:r>
      <w:r w:rsidR="008E5605">
        <w:tab/>
      </w:r>
      <w:r w:rsidRPr="00253C58">
        <w:t>&lt;</w:t>
      </w:r>
      <w:proofErr w:type="spellStart"/>
      <w:r w:rsidRPr="00253C58">
        <w:t>MsgHdr</w:t>
      </w:r>
      <w:proofErr w:type="spellEnd"/>
      <w:r w:rsidRPr="00253C58">
        <w:t>&gt;</w:t>
      </w:r>
    </w:p>
    <w:p w14:paraId="3810A21B" w14:textId="5EC62455" w:rsidR="00253C58" w:rsidRPr="00253C58" w:rsidRDefault="00253C58" w:rsidP="00253C58">
      <w:pPr>
        <w:pStyle w:val="XMLCode"/>
      </w:pPr>
      <w:r w:rsidRPr="00253C58">
        <w:tab/>
      </w:r>
      <w:r w:rsidRPr="00253C58">
        <w:tab/>
      </w:r>
      <w:r w:rsidR="008E5605">
        <w:tab/>
      </w:r>
      <w:r w:rsidRPr="00253C58">
        <w:t>&lt;</w:t>
      </w:r>
      <w:proofErr w:type="spellStart"/>
      <w:r w:rsidRPr="00253C58">
        <w:t>MsgId</w:t>
      </w:r>
      <w:proofErr w:type="spellEnd"/>
      <w:r w:rsidRPr="00253C58">
        <w:t>&gt;NONREF&lt;/</w:t>
      </w:r>
      <w:proofErr w:type="spellStart"/>
      <w:r w:rsidRPr="00253C58">
        <w:t>MsgId</w:t>
      </w:r>
      <w:proofErr w:type="spellEnd"/>
      <w:r w:rsidRPr="00253C58">
        <w:t>&gt;</w:t>
      </w:r>
    </w:p>
    <w:p w14:paraId="7127B24F" w14:textId="52B94AAF" w:rsidR="00253C58" w:rsidRPr="00253C58" w:rsidRDefault="00253C58" w:rsidP="00253C58">
      <w:pPr>
        <w:pStyle w:val="XMLCode"/>
      </w:pPr>
      <w:r w:rsidRPr="00253C58">
        <w:tab/>
      </w:r>
      <w:r w:rsidRPr="00253C58">
        <w:tab/>
      </w:r>
      <w:r w:rsidR="008E5605">
        <w:tab/>
      </w:r>
      <w:r w:rsidRPr="00253C58">
        <w:t>&lt;</w:t>
      </w:r>
      <w:proofErr w:type="spellStart"/>
      <w:r w:rsidRPr="00253C58">
        <w:t>OrgnlBizInstr</w:t>
      </w:r>
      <w:proofErr w:type="spellEnd"/>
      <w:r w:rsidRPr="00253C58">
        <w:t>&gt;</w:t>
      </w:r>
    </w:p>
    <w:p w14:paraId="1AF06C00" w14:textId="67EB332E" w:rsidR="00253C58" w:rsidRPr="00253C58" w:rsidRDefault="00253C58" w:rsidP="00253C58">
      <w:pPr>
        <w:pStyle w:val="XMLCode"/>
      </w:pPr>
      <w:r w:rsidRPr="00253C58">
        <w:tab/>
      </w:r>
      <w:r w:rsidRPr="00253C58">
        <w:tab/>
      </w:r>
      <w:r w:rsidRPr="00253C58">
        <w:tab/>
      </w:r>
      <w:r w:rsidR="008E5605">
        <w:tab/>
      </w:r>
      <w:r w:rsidRPr="00253C58">
        <w:t>&lt;</w:t>
      </w:r>
      <w:proofErr w:type="spellStart"/>
      <w:r w:rsidRPr="00253C58">
        <w:t>MsgId</w:t>
      </w:r>
      <w:proofErr w:type="spellEnd"/>
      <w:r w:rsidRPr="00253C58">
        <w:t>&gt;SAMPLEQRYSEC001&lt;/</w:t>
      </w:r>
      <w:proofErr w:type="spellStart"/>
      <w:r w:rsidRPr="00253C58">
        <w:t>MsgId</w:t>
      </w:r>
      <w:proofErr w:type="spellEnd"/>
      <w:r w:rsidRPr="00253C58">
        <w:t>&gt;</w:t>
      </w:r>
    </w:p>
    <w:p w14:paraId="146BF3AD" w14:textId="0A9C3A02" w:rsidR="00253C58" w:rsidRPr="00253C58" w:rsidRDefault="00253C58" w:rsidP="00253C58">
      <w:pPr>
        <w:pStyle w:val="XMLCode"/>
      </w:pPr>
      <w:r w:rsidRPr="00253C58">
        <w:tab/>
      </w:r>
      <w:r w:rsidRPr="00253C58">
        <w:tab/>
      </w:r>
      <w:r w:rsidR="008E5605">
        <w:tab/>
      </w:r>
      <w:r w:rsidRPr="00253C58">
        <w:t>&lt;/</w:t>
      </w:r>
      <w:proofErr w:type="spellStart"/>
      <w:r w:rsidRPr="00253C58">
        <w:t>OrgnlBizInstr</w:t>
      </w:r>
      <w:proofErr w:type="spellEnd"/>
      <w:r w:rsidRPr="00253C58">
        <w:t>&gt;</w:t>
      </w:r>
    </w:p>
    <w:p w14:paraId="067F202B" w14:textId="282051B5" w:rsidR="00253C58" w:rsidRPr="00F307D3" w:rsidRDefault="00253C58" w:rsidP="00253C58">
      <w:pPr>
        <w:pStyle w:val="XMLCode"/>
      </w:pPr>
      <w:r w:rsidRPr="00253C58">
        <w:tab/>
      </w:r>
      <w:r w:rsidR="008E5605">
        <w:tab/>
      </w:r>
      <w:r w:rsidRPr="00253C58">
        <w:t>&lt;/</w:t>
      </w:r>
      <w:proofErr w:type="spellStart"/>
      <w:r w:rsidRPr="00253C58">
        <w:t>MsgHdr</w:t>
      </w:r>
      <w:proofErr w:type="spellEnd"/>
      <w:r w:rsidRPr="00253C58">
        <w:t>&gt;</w:t>
      </w:r>
    </w:p>
    <w:p w14:paraId="68121A4B"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Pgntn</w:t>
      </w:r>
      <w:proofErr w:type="spellEnd"/>
      <w:r w:rsidRPr="00F307D3">
        <w:rPr>
          <w:highlight w:val="white"/>
        </w:rPr>
        <w:t>&gt;</w:t>
      </w:r>
    </w:p>
    <w:p w14:paraId="1987A99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PgNb</w:t>
      </w:r>
      <w:proofErr w:type="spellEnd"/>
      <w:r w:rsidRPr="00F307D3">
        <w:rPr>
          <w:highlight w:val="white"/>
        </w:rPr>
        <w:t>&gt;1&lt;/</w:t>
      </w:r>
      <w:proofErr w:type="spellStart"/>
      <w:r w:rsidRPr="00F307D3">
        <w:rPr>
          <w:highlight w:val="white"/>
        </w:rPr>
        <w:t>PgNb</w:t>
      </w:r>
      <w:proofErr w:type="spellEnd"/>
      <w:r w:rsidRPr="00F307D3">
        <w:rPr>
          <w:highlight w:val="white"/>
        </w:rPr>
        <w:t>&gt;</w:t>
      </w:r>
    </w:p>
    <w:p w14:paraId="04826A8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LastPgInd</w:t>
      </w:r>
      <w:proofErr w:type="spellEnd"/>
      <w:r w:rsidRPr="00F307D3">
        <w:rPr>
          <w:highlight w:val="white"/>
        </w:rPr>
        <w:t>&gt;true&lt;/</w:t>
      </w:r>
      <w:proofErr w:type="spellStart"/>
      <w:r w:rsidRPr="00F307D3">
        <w:rPr>
          <w:highlight w:val="white"/>
        </w:rPr>
        <w:t>LastPgInd</w:t>
      </w:r>
      <w:proofErr w:type="spellEnd"/>
      <w:r w:rsidRPr="00F307D3">
        <w:rPr>
          <w:highlight w:val="white"/>
        </w:rPr>
        <w:t>&gt;</w:t>
      </w:r>
    </w:p>
    <w:p w14:paraId="1A3DF1B3"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Pgntn</w:t>
      </w:r>
      <w:proofErr w:type="spellEnd"/>
      <w:r w:rsidRPr="00F307D3">
        <w:rPr>
          <w:highlight w:val="white"/>
        </w:rPr>
        <w:t>&gt;</w:t>
      </w:r>
    </w:p>
    <w:p w14:paraId="556E1108"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SctyRptOrErr</w:t>
      </w:r>
      <w:proofErr w:type="spellEnd"/>
      <w:r w:rsidRPr="00F307D3">
        <w:rPr>
          <w:highlight w:val="white"/>
        </w:rPr>
        <w:t>&gt;</w:t>
      </w:r>
    </w:p>
    <w:p w14:paraId="7A9031C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SctyRptOrBizErr</w:t>
      </w:r>
      <w:proofErr w:type="spellEnd"/>
      <w:r w:rsidRPr="00F307D3">
        <w:rPr>
          <w:highlight w:val="white"/>
        </w:rPr>
        <w:t>&gt;</w:t>
      </w:r>
    </w:p>
    <w:p w14:paraId="08D373C5"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SctyRpt</w:t>
      </w:r>
      <w:proofErr w:type="spellEnd"/>
      <w:r w:rsidRPr="00F307D3">
        <w:rPr>
          <w:highlight w:val="white"/>
        </w:rPr>
        <w:t>&gt;</w:t>
      </w:r>
    </w:p>
    <w:p w14:paraId="330D0E6E"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16EF5ED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78161F8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3C3FAC0"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10774B8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FinInstrmNm</w:t>
      </w:r>
      <w:proofErr w:type="spellEnd"/>
      <w:r w:rsidRPr="00F307D3">
        <w:rPr>
          <w:highlight w:val="white"/>
        </w:rPr>
        <w:t>&gt;</w:t>
      </w:r>
    </w:p>
    <w:p w14:paraId="4B994139"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ISOShrtNm</w:t>
      </w:r>
      <w:proofErr w:type="spellEnd"/>
      <w:r w:rsidRPr="00F307D3">
        <w:rPr>
          <w:highlight w:val="white"/>
        </w:rPr>
        <w:t>&gt;Sample ES, FIR&lt;/</w:t>
      </w:r>
      <w:proofErr w:type="spellStart"/>
      <w:r w:rsidRPr="00F307D3">
        <w:rPr>
          <w:highlight w:val="white"/>
        </w:rPr>
        <w:t>ISOShrtNm</w:t>
      </w:r>
      <w:proofErr w:type="spellEnd"/>
      <w:r w:rsidRPr="00F307D3">
        <w:rPr>
          <w:highlight w:val="white"/>
        </w:rPr>
        <w:t>&gt;</w:t>
      </w:r>
    </w:p>
    <w:p w14:paraId="516816F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ISOLngNm</w:t>
      </w:r>
      <w:proofErr w:type="spellEnd"/>
      <w:r w:rsidRPr="00F307D3">
        <w:rPr>
          <w:highlight w:val="white"/>
        </w:rPr>
        <w:t>&gt;Sample equity shares, Fixed Interest Rate&lt;/</w:t>
      </w:r>
      <w:proofErr w:type="spellStart"/>
      <w:r w:rsidRPr="00F307D3">
        <w:rPr>
          <w:highlight w:val="white"/>
        </w:rPr>
        <w:t>ISOLngNm</w:t>
      </w:r>
      <w:proofErr w:type="spellEnd"/>
      <w:r w:rsidRPr="00F307D3">
        <w:rPr>
          <w:highlight w:val="white"/>
        </w:rPr>
        <w:t>&gt;</w:t>
      </w:r>
    </w:p>
    <w:p w14:paraId="2146448C" w14:textId="77777777" w:rsidR="00F307D3" w:rsidRPr="00D71CE3" w:rsidRDefault="00F307D3" w:rsidP="00821814">
      <w:pPr>
        <w:pStyle w:val="XMLCode"/>
        <w:rPr>
          <w:highlight w:val="white"/>
          <w:lang w:val="nl-B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D71CE3">
        <w:rPr>
          <w:highlight w:val="white"/>
          <w:lang w:val="nl-BE"/>
        </w:rPr>
        <w:t>&lt;VldFr&gt;</w:t>
      </w:r>
    </w:p>
    <w:p w14:paraId="1FC06C87" w14:textId="77777777" w:rsidR="00F307D3" w:rsidRPr="00D71CE3" w:rsidRDefault="00F307D3" w:rsidP="00821814">
      <w:pPr>
        <w:pStyle w:val="XMLCode"/>
        <w:rPr>
          <w:highlight w:val="white"/>
          <w:lang w:val="nl-BE"/>
        </w:rPr>
      </w:pPr>
      <w:r w:rsidRPr="00D71CE3">
        <w:rPr>
          <w:highlight w:val="white"/>
          <w:lang w:val="nl-BE"/>
        </w:rPr>
        <w:lastRenderedPageBreak/>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&lt;Dt&gt;2020-01-01&lt;/Dt&gt;</w:t>
      </w:r>
    </w:p>
    <w:p w14:paraId="34103D54"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&lt;/VldFr&gt;</w:t>
      </w:r>
    </w:p>
    <w:p w14:paraId="6E0D8186"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&lt;/FinInstrmNm&gt;</w:t>
      </w:r>
    </w:p>
    <w:p w14:paraId="172EF2DC"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&lt;DnmtnCcy&gt;EUR&lt;/DnmtnCcy&gt;</w:t>
      </w:r>
    </w:p>
    <w:p w14:paraId="7F279B17"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&lt;XpryDt&gt;2030-12-31&lt;/XpryDt&gt;</w:t>
      </w:r>
    </w:p>
    <w:p w14:paraId="2D75B1E6"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&lt;ClssfctnTp&gt;</w:t>
      </w:r>
    </w:p>
    <w:p w14:paraId="173697CE"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&lt;ClssfctnFinInstrm&gt;</w:t>
      </w:r>
      <w:r w:rsidRPr="00D71CE3">
        <w:rPr>
          <w:lang w:val="nl-BE"/>
        </w:rPr>
        <w:t>ESFTFR</w:t>
      </w:r>
      <w:r w:rsidRPr="00D71CE3">
        <w:rPr>
          <w:highlight w:val="white"/>
          <w:lang w:val="nl-BE"/>
        </w:rPr>
        <w:t>&lt;/ClssfctnFinInstrm&gt;</w:t>
      </w:r>
    </w:p>
    <w:p w14:paraId="246A65BF" w14:textId="77777777" w:rsidR="00F307D3" w:rsidRPr="00D71CE3" w:rsidRDefault="00F307D3" w:rsidP="00821814">
      <w:pPr>
        <w:pStyle w:val="XMLCode"/>
        <w:rPr>
          <w:highlight w:val="white"/>
          <w:lang w:val="nl-B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t>&lt;/ClssfctnTp&gt;</w:t>
      </w:r>
    </w:p>
    <w:p w14:paraId="20CE14CC" w14:textId="77777777" w:rsidR="00F307D3" w:rsidRPr="00F307D3" w:rsidRDefault="00F307D3" w:rsidP="00821814">
      <w:pPr>
        <w:pStyle w:val="XMLCode"/>
        <w:rPr>
          <w:highlight w:val="white"/>
        </w:rPr>
      </w:pP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D71CE3">
        <w:rPr>
          <w:highlight w:val="white"/>
          <w:lang w:val="nl-BE"/>
        </w:rPr>
        <w:tab/>
      </w:r>
      <w:r w:rsidRPr="00F307D3">
        <w:rPr>
          <w:highlight w:val="white"/>
        </w:rPr>
        <w:t>&lt;</w:t>
      </w:r>
      <w:proofErr w:type="spellStart"/>
      <w:r w:rsidRPr="00F307D3">
        <w:rPr>
          <w:highlight w:val="white"/>
        </w:rPr>
        <w:t>Issnc</w:t>
      </w:r>
      <w:proofErr w:type="spellEnd"/>
      <w:r w:rsidRPr="00F307D3">
        <w:rPr>
          <w:highlight w:val="white"/>
        </w:rPr>
        <w:t>&gt;</w:t>
      </w:r>
    </w:p>
    <w:p w14:paraId="1D00A9B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CtryOfIsse</w:t>
      </w:r>
      <w:proofErr w:type="spellEnd"/>
      <w:r w:rsidRPr="00F307D3">
        <w:rPr>
          <w:highlight w:val="white"/>
        </w:rPr>
        <w:t>&gt;IT&lt;/</w:t>
      </w:r>
      <w:proofErr w:type="spellStart"/>
      <w:r w:rsidRPr="00F307D3">
        <w:rPr>
          <w:highlight w:val="white"/>
        </w:rPr>
        <w:t>CtryOfIsse</w:t>
      </w:r>
      <w:proofErr w:type="spellEnd"/>
      <w:r w:rsidRPr="00F307D3">
        <w:rPr>
          <w:highlight w:val="white"/>
        </w:rPr>
        <w:t>&gt;</w:t>
      </w:r>
    </w:p>
    <w:p w14:paraId="3D7C39AF"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IsseDt</w:t>
      </w:r>
      <w:proofErr w:type="spellEnd"/>
      <w:r w:rsidRPr="00F307D3">
        <w:rPr>
          <w:highlight w:val="white"/>
        </w:rPr>
        <w:t>&gt;2020-01-01&lt;/</w:t>
      </w:r>
      <w:proofErr w:type="spellStart"/>
      <w:r w:rsidRPr="00F307D3">
        <w:rPr>
          <w:highlight w:val="white"/>
        </w:rPr>
        <w:t>IsseDt</w:t>
      </w:r>
      <w:proofErr w:type="spellEnd"/>
      <w:r w:rsidRPr="00F307D3">
        <w:rPr>
          <w:highlight w:val="white"/>
        </w:rPr>
        <w:t>&gt;</w:t>
      </w:r>
    </w:p>
    <w:p w14:paraId="61BDC4B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4831828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FinInstrmIdVldty</w:t>
      </w:r>
      <w:proofErr w:type="spellEnd"/>
      <w:r w:rsidRPr="00F307D3">
        <w:rPr>
          <w:highlight w:val="white"/>
        </w:rPr>
        <w:t>&gt;</w:t>
      </w:r>
    </w:p>
    <w:p w14:paraId="2E68E57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9379BB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355E5A2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7FB588B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ISINVldFr</w:t>
      </w:r>
      <w:proofErr w:type="spellEnd"/>
      <w:r w:rsidRPr="00F307D3">
        <w:rPr>
          <w:highlight w:val="white"/>
        </w:rPr>
        <w:t>&gt;2020-01-01&lt;/</w:t>
      </w:r>
      <w:proofErr w:type="spellStart"/>
      <w:r w:rsidRPr="00F307D3">
        <w:rPr>
          <w:highlight w:val="white"/>
        </w:rPr>
        <w:t>ISINVldFr</w:t>
      </w:r>
      <w:proofErr w:type="spellEnd"/>
      <w:r w:rsidRPr="00F307D3">
        <w:rPr>
          <w:highlight w:val="white"/>
        </w:rPr>
        <w:t>&gt;</w:t>
      </w:r>
    </w:p>
    <w:p w14:paraId="724AF30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FinInstrmIdVldty</w:t>
      </w:r>
      <w:proofErr w:type="spellEnd"/>
      <w:r w:rsidRPr="00F307D3">
        <w:rPr>
          <w:highlight w:val="white"/>
        </w:rPr>
        <w:t>&gt;</w:t>
      </w:r>
    </w:p>
    <w:p w14:paraId="405A3ADF"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60914311"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3FC6DD02"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&lt;Cd&gt;UNIT&lt;/Cd&gt;</w:t>
      </w:r>
    </w:p>
    <w:p w14:paraId="4B197CE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2BD9885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534FD342"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&lt;Unit&gt;100&lt;/Unit&gt;</w:t>
      </w:r>
    </w:p>
    <w:p w14:paraId="3868758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1A717AC3"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0E7F3F9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&lt;Unit&gt;10&lt;/Unit&gt;</w:t>
      </w:r>
    </w:p>
    <w:p w14:paraId="42B758E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0EDA4F9E"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682D0EA1"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&lt;Unit&gt;13&lt;/Unit&gt;</w:t>
      </w:r>
    </w:p>
    <w:p w14:paraId="2397131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5C4936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1157B0C9"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6C25C4E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SctyRpt</w:t>
      </w:r>
      <w:proofErr w:type="spellEnd"/>
      <w:r w:rsidRPr="00F307D3">
        <w:rPr>
          <w:highlight w:val="white"/>
        </w:rPr>
        <w:t>&gt;</w:t>
      </w:r>
    </w:p>
    <w:p w14:paraId="7FFF4FA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SctyRptOrBizErr</w:t>
      </w:r>
      <w:proofErr w:type="spellEnd"/>
      <w:r w:rsidRPr="00F307D3">
        <w:rPr>
          <w:highlight w:val="white"/>
        </w:rPr>
        <w:t>&gt;</w:t>
      </w:r>
    </w:p>
    <w:p w14:paraId="00A0423E"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SctyRptOrErr</w:t>
      </w:r>
      <w:proofErr w:type="spellEnd"/>
      <w:r w:rsidRPr="00F307D3">
        <w:rPr>
          <w:highlight w:val="white"/>
        </w:rPr>
        <w:t>&gt;</w:t>
      </w:r>
    </w:p>
    <w:p w14:paraId="1F1A0663" w14:textId="77777777" w:rsidR="00F307D3" w:rsidRPr="00F307D3" w:rsidRDefault="00F307D3" w:rsidP="00821814">
      <w:pPr>
        <w:pStyle w:val="XMLCode"/>
        <w:rPr>
          <w:highlight w:val="white"/>
        </w:rPr>
      </w:pPr>
      <w:r w:rsidRPr="00F307D3">
        <w:rPr>
          <w:highlight w:val="white"/>
        </w:rPr>
        <w:tab/>
        <w:t>&lt;/</w:t>
      </w:r>
      <w:proofErr w:type="spellStart"/>
      <w:r w:rsidRPr="00F307D3">
        <w:rPr>
          <w:highlight w:val="white"/>
        </w:rPr>
        <w:t>SctyRpt</w:t>
      </w:r>
      <w:proofErr w:type="spellEnd"/>
      <w:r w:rsidRPr="00F307D3">
        <w:rPr>
          <w:highlight w:val="white"/>
        </w:rPr>
        <w:t>&gt;</w:t>
      </w:r>
    </w:p>
    <w:p w14:paraId="4473D0D8" w14:textId="77777777" w:rsidR="00F307D3" w:rsidRPr="00F307D3" w:rsidRDefault="00F307D3" w:rsidP="00821814">
      <w:pPr>
        <w:pStyle w:val="XMLCode"/>
      </w:pPr>
      <w:r w:rsidRPr="00F307D3">
        <w:rPr>
          <w:highlight w:val="white"/>
        </w:rPr>
        <w:t>&lt;/Document&gt;</w:t>
      </w:r>
    </w:p>
    <w:p w14:paraId="2A1FBB62" w14:textId="77777777" w:rsidR="00F307D3" w:rsidRPr="00F307D3" w:rsidRDefault="00F307D3" w:rsidP="00F307D3"/>
    <w:p w14:paraId="1E6476B8" w14:textId="77777777" w:rsidR="00F307D3" w:rsidRPr="00F307D3" w:rsidRDefault="00F307D3" w:rsidP="00F307D3">
      <w:pPr>
        <w:pStyle w:val="Heading2"/>
      </w:pPr>
      <w:bookmarkStart w:id="75" w:name="_Toc52263306"/>
      <w:bookmarkStart w:id="76" w:name="_Toc161582953"/>
      <w:r>
        <w:lastRenderedPageBreak/>
        <w:t>Security</w:t>
      </w:r>
      <w:r w:rsidRPr="00F307D3">
        <w:t xml:space="preserve"> Activity Advice - reda.009.001.01</w:t>
      </w:r>
      <w:bookmarkEnd w:id="75"/>
      <w:bookmarkEnd w:id="76"/>
    </w:p>
    <w:p w14:paraId="0F2B3BB3" w14:textId="77777777" w:rsidR="00F307D3" w:rsidRPr="00F307D3" w:rsidRDefault="00F307D3" w:rsidP="00821814">
      <w:pPr>
        <w:pStyle w:val="BlockLabel"/>
      </w:pPr>
      <w:bookmarkStart w:id="77" w:name="_Toc491193451"/>
      <w:r w:rsidRPr="00F307D3">
        <w:t>Description</w:t>
      </w:r>
      <w:bookmarkEnd w:id="77"/>
    </w:p>
    <w:p w14:paraId="089E071D" w14:textId="77777777" w:rsidR="00F307D3" w:rsidRPr="00F307D3" w:rsidRDefault="00F307D3" w:rsidP="00F307D3">
      <w:r w:rsidRPr="00F307D3">
        <w:t>The Security Activity Advice message provides information on changes occurred for securities reference data during the business day. In this example, it shows one change occurred on 2020-09-01 to the security SECXXXYYYZZ1 regarding the classification type.</w:t>
      </w:r>
    </w:p>
    <w:p w14:paraId="3183A925" w14:textId="77777777" w:rsidR="00F307D3" w:rsidRPr="00F307D3" w:rsidRDefault="00F307D3" w:rsidP="00F307D3">
      <w:r w:rsidRPr="00F307D3">
        <w:t>System date: 2020-09-01</w:t>
      </w:r>
    </w:p>
    <w:p w14:paraId="22FCC078" w14:textId="77777777" w:rsidR="00F307D3" w:rsidRPr="00F307D3" w:rsidRDefault="00F307D3" w:rsidP="00F307D3">
      <w:pPr>
        <w:pStyle w:val="ListParagraph"/>
      </w:pPr>
      <w:r w:rsidRPr="00F307D3">
        <w:t>Security Identification ID: SECXXXYYYZZ1</w:t>
      </w:r>
    </w:p>
    <w:p w14:paraId="55706EC5" w14:textId="77777777" w:rsidR="00F307D3" w:rsidRPr="00F307D3" w:rsidRDefault="00F307D3" w:rsidP="00F307D3">
      <w:pPr>
        <w:pStyle w:val="ListParagraph"/>
      </w:pPr>
      <w:r w:rsidRPr="00F307D3">
        <w:t xml:space="preserve">Field changed: </w:t>
      </w:r>
      <w:proofErr w:type="spellStart"/>
      <w:r w:rsidRPr="00F307D3">
        <w:t>ClassificationType</w:t>
      </w:r>
      <w:proofErr w:type="spellEnd"/>
    </w:p>
    <w:p w14:paraId="555657BA" w14:textId="77777777" w:rsidR="00F307D3" w:rsidRPr="00F307D3" w:rsidRDefault="00F307D3" w:rsidP="00F307D3">
      <w:pPr>
        <w:pStyle w:val="ListParagraph"/>
      </w:pPr>
      <w:r w:rsidRPr="00F307D3">
        <w:t>Old Filed Value: ESFUFR</w:t>
      </w:r>
    </w:p>
    <w:p w14:paraId="6C706471" w14:textId="77777777" w:rsidR="00F307D3" w:rsidRPr="00F307D3" w:rsidRDefault="00F307D3" w:rsidP="00F307D3">
      <w:pPr>
        <w:pStyle w:val="ListParagraph"/>
      </w:pPr>
      <w:r w:rsidRPr="00F307D3">
        <w:t>New Field Value: ESFTFR</w:t>
      </w:r>
    </w:p>
    <w:p w14:paraId="2ECA3624" w14:textId="77777777" w:rsidR="00F307D3" w:rsidRPr="00F307D3" w:rsidRDefault="00F307D3" w:rsidP="00821814">
      <w:pPr>
        <w:pStyle w:val="BlockLabel"/>
      </w:pPr>
      <w:r w:rsidRPr="00F307D3">
        <w:t>Message Instance</w:t>
      </w:r>
    </w:p>
    <w:p w14:paraId="1E8BDCEB" w14:textId="77777777" w:rsidR="00F307D3" w:rsidRPr="00F307D3" w:rsidRDefault="00F307D3" w:rsidP="008E5605">
      <w:pPr>
        <w:pStyle w:val="XMLCode"/>
        <w:rPr>
          <w:highlight w:val="white"/>
        </w:rPr>
      </w:pPr>
      <w:r w:rsidRPr="00F307D3">
        <w:rPr>
          <w:highlight w:val="white"/>
        </w:rPr>
        <w:t>&lt;Document&gt;</w:t>
      </w:r>
    </w:p>
    <w:p w14:paraId="76A6F50A" w14:textId="0EE24F6E"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SctyActvtyAdvc</w:t>
      </w:r>
      <w:proofErr w:type="spellEnd"/>
      <w:r w:rsidR="00F307D3" w:rsidRPr="00F307D3">
        <w:rPr>
          <w:highlight w:val="white"/>
        </w:rPr>
        <w:t>&gt;</w:t>
      </w:r>
    </w:p>
    <w:p w14:paraId="17210095" w14:textId="3A70BA63" w:rsidR="00E85B63" w:rsidRPr="00E85B63" w:rsidRDefault="008E5605" w:rsidP="008E5605">
      <w:pPr>
        <w:pStyle w:val="XMLCode"/>
      </w:pPr>
      <w:r>
        <w:rPr>
          <w:highlight w:val="white"/>
        </w:rPr>
        <w:tab/>
      </w:r>
      <w:r>
        <w:rPr>
          <w:highlight w:val="white"/>
        </w:rPr>
        <w:tab/>
      </w:r>
      <w:r w:rsidR="00E85B63" w:rsidRPr="00E85B63">
        <w:t>&lt;</w:t>
      </w:r>
      <w:proofErr w:type="spellStart"/>
      <w:r w:rsidR="00E85B63" w:rsidRPr="00E85B63">
        <w:t>MsgHdr</w:t>
      </w:r>
      <w:proofErr w:type="spellEnd"/>
      <w:r w:rsidR="00E85B63" w:rsidRPr="00E85B63">
        <w:t>&gt;</w:t>
      </w:r>
    </w:p>
    <w:p w14:paraId="68201504" w14:textId="2D761E59" w:rsidR="00E85B63" w:rsidRPr="00E85B63" w:rsidRDefault="008E5605" w:rsidP="008E5605">
      <w:pPr>
        <w:pStyle w:val="XMLCode"/>
      </w:pPr>
      <w:r>
        <w:tab/>
      </w:r>
      <w:r>
        <w:tab/>
      </w:r>
      <w:r>
        <w:tab/>
      </w:r>
      <w:r w:rsidR="00E85B63" w:rsidRPr="00E85B63">
        <w:t>&lt;</w:t>
      </w:r>
      <w:proofErr w:type="spellStart"/>
      <w:r w:rsidR="00E85B63" w:rsidRPr="00E85B63">
        <w:t>MsgId</w:t>
      </w:r>
      <w:proofErr w:type="spellEnd"/>
      <w:r w:rsidR="00E85B63" w:rsidRPr="00E85B63">
        <w:t>&gt;NONREF&lt;/</w:t>
      </w:r>
      <w:proofErr w:type="spellStart"/>
      <w:r w:rsidR="00E85B63" w:rsidRPr="00E85B63">
        <w:t>MsgId</w:t>
      </w:r>
      <w:proofErr w:type="spellEnd"/>
      <w:r w:rsidR="00E85B63" w:rsidRPr="00E85B63">
        <w:t>&gt;</w:t>
      </w:r>
    </w:p>
    <w:p w14:paraId="7149177F" w14:textId="26FFFD51" w:rsidR="00F307D3" w:rsidRPr="00F307D3" w:rsidRDefault="008E5605" w:rsidP="008E5605">
      <w:pPr>
        <w:pStyle w:val="XMLCode"/>
        <w:rPr>
          <w:highlight w:val="white"/>
        </w:rPr>
      </w:pPr>
      <w:r>
        <w:tab/>
      </w:r>
      <w:r>
        <w:tab/>
      </w:r>
      <w:r w:rsidR="00E85B63" w:rsidRPr="00E85B63">
        <w:t>&lt;/</w:t>
      </w:r>
      <w:proofErr w:type="spellStart"/>
      <w:r w:rsidR="00E85B63" w:rsidRPr="00E85B63">
        <w:t>MsgHdr</w:t>
      </w:r>
      <w:proofErr w:type="spellEnd"/>
      <w:r w:rsidR="00E85B63" w:rsidRPr="00E85B63">
        <w:t>&gt;</w:t>
      </w:r>
    </w:p>
    <w:p w14:paraId="1C175854" w14:textId="26204916"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Pgntn</w:t>
      </w:r>
      <w:proofErr w:type="spellEnd"/>
      <w:r w:rsidR="00F307D3" w:rsidRPr="00F307D3">
        <w:rPr>
          <w:highlight w:val="white"/>
        </w:rPr>
        <w:t>&gt;</w:t>
      </w:r>
    </w:p>
    <w:p w14:paraId="46A4454A" w14:textId="00E2F1DC"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PgNb</w:t>
      </w:r>
      <w:proofErr w:type="spellEnd"/>
      <w:r w:rsidR="00F307D3" w:rsidRPr="00F307D3">
        <w:rPr>
          <w:highlight w:val="white"/>
        </w:rPr>
        <w:t>&gt;1&lt;/</w:t>
      </w:r>
      <w:proofErr w:type="spellStart"/>
      <w:r w:rsidR="00F307D3" w:rsidRPr="00F307D3">
        <w:rPr>
          <w:highlight w:val="white"/>
        </w:rPr>
        <w:t>PgNb</w:t>
      </w:r>
      <w:proofErr w:type="spellEnd"/>
      <w:r w:rsidR="00F307D3" w:rsidRPr="00F307D3">
        <w:rPr>
          <w:highlight w:val="white"/>
        </w:rPr>
        <w:t>&gt;</w:t>
      </w:r>
    </w:p>
    <w:p w14:paraId="2702F942" w14:textId="325D4681"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LastPgInd</w:t>
      </w:r>
      <w:proofErr w:type="spellEnd"/>
      <w:r w:rsidR="00F307D3" w:rsidRPr="00F307D3">
        <w:rPr>
          <w:highlight w:val="white"/>
        </w:rPr>
        <w:t>&gt;true&lt;/</w:t>
      </w:r>
      <w:proofErr w:type="spellStart"/>
      <w:r w:rsidR="00F307D3" w:rsidRPr="00F307D3">
        <w:rPr>
          <w:highlight w:val="white"/>
        </w:rPr>
        <w:t>LastPgInd</w:t>
      </w:r>
      <w:proofErr w:type="spellEnd"/>
      <w:r w:rsidR="00F307D3" w:rsidRPr="00F307D3">
        <w:rPr>
          <w:highlight w:val="white"/>
        </w:rPr>
        <w:t>&gt;</w:t>
      </w:r>
    </w:p>
    <w:p w14:paraId="3821167E" w14:textId="7C22E0A8"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Pgntn</w:t>
      </w:r>
      <w:proofErr w:type="spellEnd"/>
      <w:r w:rsidR="00F307D3" w:rsidRPr="00F307D3">
        <w:rPr>
          <w:highlight w:val="white"/>
        </w:rPr>
        <w:t>&gt;</w:t>
      </w:r>
    </w:p>
    <w:p w14:paraId="6868BE7B" w14:textId="7106F019"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w:t>
      </w:r>
      <w:proofErr w:type="spellEnd"/>
      <w:r w:rsidR="00F307D3" w:rsidRPr="00F307D3">
        <w:rPr>
          <w:highlight w:val="white"/>
        </w:rPr>
        <w:t>&gt;</w:t>
      </w:r>
    </w:p>
    <w:p w14:paraId="1560654E" w14:textId="003A9B60"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SysDt</w:t>
      </w:r>
      <w:proofErr w:type="spellEnd"/>
      <w:r w:rsidR="00F307D3" w:rsidRPr="00F307D3">
        <w:rPr>
          <w:highlight w:val="white"/>
        </w:rPr>
        <w:t>&gt;2020-09-01&lt;/</w:t>
      </w:r>
      <w:proofErr w:type="spellStart"/>
      <w:r w:rsidR="00F307D3" w:rsidRPr="00F307D3">
        <w:rPr>
          <w:highlight w:val="white"/>
        </w:rPr>
        <w:t>SysDt</w:t>
      </w:r>
      <w:proofErr w:type="spellEnd"/>
      <w:r w:rsidR="00F307D3" w:rsidRPr="00F307D3">
        <w:rPr>
          <w:highlight w:val="white"/>
        </w:rPr>
        <w:t>&gt;</w:t>
      </w:r>
    </w:p>
    <w:p w14:paraId="2E1B150A" w14:textId="670A3A74"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&lt;Chng&gt;</w:t>
      </w:r>
    </w:p>
    <w:p w14:paraId="6002E0D8" w14:textId="2320962A" w:rsidR="00F307D3" w:rsidRPr="00D71CE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D71CE3">
        <w:rPr>
          <w:highlight w:val="white"/>
        </w:rPr>
        <w:t>&lt;</w:t>
      </w:r>
      <w:proofErr w:type="spellStart"/>
      <w:r w:rsidR="00F307D3" w:rsidRPr="00D71CE3">
        <w:rPr>
          <w:highlight w:val="white"/>
        </w:rPr>
        <w:t>FinInstrmId</w:t>
      </w:r>
      <w:proofErr w:type="spellEnd"/>
      <w:r w:rsidR="00F307D3" w:rsidRPr="00D71CE3">
        <w:rPr>
          <w:highlight w:val="white"/>
        </w:rPr>
        <w:t>&gt;</w:t>
      </w:r>
    </w:p>
    <w:p w14:paraId="6978B1DB" w14:textId="70BB5A62" w:rsidR="00F307D3" w:rsidRPr="00D71CE3" w:rsidRDefault="008E5605" w:rsidP="008E5605">
      <w:pPr>
        <w:pStyle w:val="XMLCode"/>
        <w:rPr>
          <w:highlight w:val="white"/>
        </w:rPr>
      </w:pPr>
      <w:r w:rsidRPr="00D71CE3">
        <w:rPr>
          <w:highlight w:val="white"/>
        </w:rPr>
        <w:tab/>
      </w:r>
      <w:r w:rsidRPr="00D71CE3">
        <w:rPr>
          <w:highlight w:val="white"/>
        </w:rPr>
        <w:tab/>
      </w:r>
      <w:r w:rsidRPr="00D71CE3">
        <w:rPr>
          <w:highlight w:val="white"/>
        </w:rPr>
        <w:tab/>
      </w:r>
      <w:r w:rsidRPr="00D71CE3">
        <w:rPr>
          <w:highlight w:val="white"/>
        </w:rPr>
        <w:tab/>
      </w:r>
      <w:r w:rsidRPr="00D71CE3">
        <w:rPr>
          <w:highlight w:val="white"/>
        </w:rPr>
        <w:tab/>
      </w:r>
      <w:r w:rsidR="00F307D3" w:rsidRPr="00D71CE3">
        <w:rPr>
          <w:highlight w:val="white"/>
        </w:rPr>
        <w:t>&lt;ISIN&gt;SECXXXYYYZZ1&lt;/ISIN&gt;</w:t>
      </w:r>
    </w:p>
    <w:p w14:paraId="564C1445" w14:textId="65150325" w:rsidR="00F307D3" w:rsidRPr="00D71CE3" w:rsidRDefault="008E5605" w:rsidP="008E5605">
      <w:pPr>
        <w:pStyle w:val="XMLCode"/>
        <w:rPr>
          <w:highlight w:val="white"/>
        </w:rPr>
      </w:pPr>
      <w:r w:rsidRPr="00D71CE3">
        <w:rPr>
          <w:highlight w:val="white"/>
        </w:rPr>
        <w:tab/>
      </w:r>
      <w:r w:rsidRPr="00D71CE3">
        <w:rPr>
          <w:highlight w:val="white"/>
        </w:rPr>
        <w:tab/>
      </w:r>
      <w:r w:rsidRPr="00D71CE3">
        <w:rPr>
          <w:highlight w:val="white"/>
        </w:rPr>
        <w:tab/>
      </w:r>
      <w:r w:rsidRPr="00D71CE3">
        <w:rPr>
          <w:highlight w:val="white"/>
        </w:rPr>
        <w:tab/>
      </w:r>
      <w:r w:rsidR="00F307D3" w:rsidRPr="00D71CE3">
        <w:rPr>
          <w:highlight w:val="white"/>
        </w:rPr>
        <w:t>&lt;/</w:t>
      </w:r>
      <w:proofErr w:type="spellStart"/>
      <w:r w:rsidR="00F307D3" w:rsidRPr="00D71CE3">
        <w:rPr>
          <w:highlight w:val="white"/>
        </w:rPr>
        <w:t>FinInstrmId</w:t>
      </w:r>
      <w:proofErr w:type="spellEnd"/>
      <w:r w:rsidR="00F307D3" w:rsidRPr="00D71CE3">
        <w:rPr>
          <w:highlight w:val="white"/>
        </w:rPr>
        <w:t>&gt;</w:t>
      </w:r>
    </w:p>
    <w:p w14:paraId="3FB2829E" w14:textId="7CB4CD4D" w:rsidR="00F307D3" w:rsidRPr="00F307D3" w:rsidRDefault="008E5605" w:rsidP="008E5605">
      <w:pPr>
        <w:pStyle w:val="XMLCode"/>
        <w:rPr>
          <w:highlight w:val="white"/>
        </w:rPr>
      </w:pPr>
      <w:r w:rsidRPr="00D71CE3">
        <w:rPr>
          <w:highlight w:val="white"/>
        </w:rPr>
        <w:tab/>
      </w:r>
      <w:r w:rsidRPr="00D71CE3">
        <w:rPr>
          <w:highlight w:val="white"/>
        </w:rPr>
        <w:tab/>
      </w:r>
      <w:r w:rsidRPr="00D71CE3">
        <w:rPr>
          <w:highlight w:val="white"/>
        </w:rPr>
        <w:tab/>
      </w:r>
      <w:r w:rsidRPr="00D71CE3">
        <w:rPr>
          <w:highlight w:val="white"/>
        </w:rPr>
        <w:tab/>
      </w:r>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roofErr w:type="spellStart"/>
      <w:r w:rsidR="00F307D3" w:rsidRPr="00F307D3">
        <w:rPr>
          <w:highlight w:val="white"/>
        </w:rPr>
        <w:t>ClassificationType</w:t>
      </w:r>
      <w:proofErr w:type="spellEnd"/>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
    <w:p w14:paraId="3E49C249" w14:textId="11C14E4B"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OdFldVal</w:t>
      </w:r>
      <w:proofErr w:type="spellEnd"/>
      <w:r w:rsidR="00F307D3" w:rsidRPr="00F307D3">
        <w:rPr>
          <w:highlight w:val="white"/>
        </w:rPr>
        <w:t>&gt;ESFUFR&lt;/</w:t>
      </w:r>
      <w:proofErr w:type="spellStart"/>
      <w:r w:rsidR="00F307D3" w:rsidRPr="00F307D3">
        <w:rPr>
          <w:highlight w:val="white"/>
        </w:rPr>
        <w:t>OdFldVal</w:t>
      </w:r>
      <w:proofErr w:type="spellEnd"/>
      <w:r w:rsidR="00F307D3" w:rsidRPr="00F307D3">
        <w:rPr>
          <w:highlight w:val="white"/>
        </w:rPr>
        <w:t>&gt;</w:t>
      </w:r>
    </w:p>
    <w:p w14:paraId="2EAF5106" w14:textId="6215C0E9"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NewFldVal</w:t>
      </w:r>
      <w:proofErr w:type="spellEnd"/>
      <w:r w:rsidR="00F307D3" w:rsidRPr="00F307D3">
        <w:rPr>
          <w:highlight w:val="white"/>
        </w:rPr>
        <w:t>&gt;ESFTFR&lt;/</w:t>
      </w:r>
      <w:proofErr w:type="spellStart"/>
      <w:r w:rsidR="00F307D3" w:rsidRPr="00F307D3">
        <w:rPr>
          <w:highlight w:val="white"/>
        </w:rPr>
        <w:t>NewFldVal</w:t>
      </w:r>
      <w:proofErr w:type="spellEnd"/>
      <w:r w:rsidR="00F307D3" w:rsidRPr="00F307D3">
        <w:rPr>
          <w:highlight w:val="white"/>
        </w:rPr>
        <w:t>&gt;</w:t>
      </w:r>
    </w:p>
    <w:p w14:paraId="16C4193E" w14:textId="78895D1D"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OprTmStmp</w:t>
      </w:r>
      <w:proofErr w:type="spellEnd"/>
      <w:r w:rsidR="00F307D3" w:rsidRPr="00F307D3">
        <w:rPr>
          <w:highlight w:val="white"/>
        </w:rPr>
        <w:t>&gt;2020-09-01T09:10:10&lt;/</w:t>
      </w:r>
      <w:proofErr w:type="spellStart"/>
      <w:r w:rsidR="00F307D3" w:rsidRPr="00F307D3">
        <w:rPr>
          <w:highlight w:val="white"/>
        </w:rPr>
        <w:t>OprTmStmp</w:t>
      </w:r>
      <w:proofErr w:type="spellEnd"/>
      <w:r w:rsidR="00F307D3" w:rsidRPr="00F307D3">
        <w:rPr>
          <w:highlight w:val="white"/>
        </w:rPr>
        <w:t>&gt;</w:t>
      </w:r>
    </w:p>
    <w:p w14:paraId="7C090CA0" w14:textId="721D2003"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&lt;/Chng&gt;</w:t>
      </w:r>
    </w:p>
    <w:p w14:paraId="023663AB" w14:textId="32688DBC"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w:t>
      </w:r>
      <w:proofErr w:type="spellEnd"/>
      <w:r w:rsidR="00F307D3" w:rsidRPr="00F307D3">
        <w:rPr>
          <w:highlight w:val="white"/>
        </w:rPr>
        <w:t>&gt;</w:t>
      </w:r>
    </w:p>
    <w:p w14:paraId="7B9A4F3D" w14:textId="06F8D44C" w:rsidR="00F307D3" w:rsidRPr="00F307D3" w:rsidRDefault="008E5605" w:rsidP="008E5605">
      <w:pPr>
        <w:pStyle w:val="XMLCode"/>
        <w:rPr>
          <w:highlight w:val="white"/>
        </w:rPr>
      </w:pPr>
      <w:r>
        <w:rPr>
          <w:highlight w:val="white"/>
        </w:rPr>
        <w:tab/>
      </w:r>
      <w:r w:rsidR="00F307D3" w:rsidRPr="00F307D3">
        <w:rPr>
          <w:highlight w:val="white"/>
        </w:rPr>
        <w:t>&lt;/</w:t>
      </w:r>
      <w:proofErr w:type="spellStart"/>
      <w:r w:rsidR="00F307D3" w:rsidRPr="00F307D3">
        <w:rPr>
          <w:highlight w:val="white"/>
        </w:rPr>
        <w:t>SctyActvtyAdvc</w:t>
      </w:r>
      <w:proofErr w:type="spellEnd"/>
      <w:r w:rsidR="00F307D3" w:rsidRPr="00F307D3">
        <w:rPr>
          <w:highlight w:val="white"/>
        </w:rPr>
        <w:t>&gt;</w:t>
      </w:r>
    </w:p>
    <w:p w14:paraId="69DED93C" w14:textId="77777777" w:rsidR="00F307D3" w:rsidRDefault="00F307D3" w:rsidP="008E5605">
      <w:pPr>
        <w:pStyle w:val="XMLCode"/>
        <w:rPr>
          <w:highlight w:val="white"/>
        </w:rPr>
      </w:pPr>
      <w:r w:rsidRPr="00F307D3">
        <w:rPr>
          <w:highlight w:val="white"/>
        </w:rPr>
        <w:t>&lt;/Document&gt;</w:t>
      </w:r>
    </w:p>
    <w:p w14:paraId="2540D04E" w14:textId="77777777" w:rsidR="00821814" w:rsidRPr="00F307D3" w:rsidRDefault="00821814" w:rsidP="00F307D3">
      <w:pPr>
        <w:rPr>
          <w:highlight w:val="white"/>
        </w:rPr>
      </w:pPr>
    </w:p>
    <w:p w14:paraId="4283FD54" w14:textId="77777777" w:rsidR="00F307D3" w:rsidRPr="00F307D3" w:rsidRDefault="00F307D3" w:rsidP="00F307D3">
      <w:pPr>
        <w:pStyle w:val="Heading2"/>
      </w:pPr>
      <w:bookmarkStart w:id="78" w:name="_Toc52263307"/>
      <w:bookmarkStart w:id="79" w:name="_Toc161582954"/>
      <w:r>
        <w:lastRenderedPageBreak/>
        <w:t xml:space="preserve">Securities </w:t>
      </w:r>
      <w:r w:rsidRPr="00F307D3">
        <w:t>Audit Trail Query - reda.033.001.01</w:t>
      </w:r>
      <w:bookmarkEnd w:id="78"/>
      <w:bookmarkEnd w:id="79"/>
    </w:p>
    <w:p w14:paraId="5C9A53CF" w14:textId="77777777" w:rsidR="00F307D3" w:rsidRPr="00F307D3" w:rsidRDefault="00F307D3" w:rsidP="00821814">
      <w:pPr>
        <w:pStyle w:val="BlockLabel"/>
      </w:pPr>
      <w:bookmarkStart w:id="80" w:name="_Toc491193453"/>
      <w:r w:rsidRPr="00F307D3">
        <w:t>Description</w:t>
      </w:r>
      <w:bookmarkEnd w:id="80"/>
    </w:p>
    <w:p w14:paraId="278E134D" w14:textId="77777777" w:rsidR="00F307D3" w:rsidRPr="00F307D3" w:rsidRDefault="00F307D3" w:rsidP="00F307D3">
      <w:r w:rsidRPr="00F307D3">
        <w:t>The following Securities Audit Trail Query message is used to query all the audit trail records regarding the security with identification SECXXXYYYZZ1 in the period between 2020-01-01 and 2020-09-30.</w:t>
      </w:r>
    </w:p>
    <w:p w14:paraId="1087486B" w14:textId="77777777" w:rsidR="00F307D3" w:rsidRPr="005A7323" w:rsidRDefault="00F307D3" w:rsidP="00821814">
      <w:pPr>
        <w:pStyle w:val="BlockLabel"/>
        <w:rPr>
          <w:lang w:val="fr-FR"/>
        </w:rPr>
      </w:pPr>
      <w:r w:rsidRPr="005A7323">
        <w:rPr>
          <w:lang w:val="fr-FR"/>
        </w:rPr>
        <w:t>Message Instance</w:t>
      </w:r>
    </w:p>
    <w:p w14:paraId="30F1E360" w14:textId="77777777" w:rsidR="00F307D3" w:rsidRPr="005A7323" w:rsidRDefault="00F307D3" w:rsidP="00821814">
      <w:pPr>
        <w:pStyle w:val="XMLCode"/>
        <w:rPr>
          <w:highlight w:val="white"/>
          <w:lang w:val="fr-FR"/>
        </w:rPr>
      </w:pPr>
      <w:r w:rsidRPr="005A7323">
        <w:rPr>
          <w:highlight w:val="white"/>
          <w:lang w:val="fr-FR"/>
        </w:rPr>
        <w:t>&lt;Document&gt;</w:t>
      </w:r>
    </w:p>
    <w:p w14:paraId="4AAC9DAF" w14:textId="77777777" w:rsidR="00F307D3" w:rsidRPr="005A7323" w:rsidRDefault="00821814" w:rsidP="00821814">
      <w:pPr>
        <w:pStyle w:val="XMLCode"/>
        <w:rPr>
          <w:highlight w:val="white"/>
          <w:lang w:val="fr-FR"/>
        </w:rPr>
      </w:pPr>
      <w:r w:rsidRPr="005A7323">
        <w:rPr>
          <w:highlight w:val="white"/>
          <w:lang w:val="fr-FR"/>
        </w:rPr>
        <w:tab/>
      </w:r>
      <w:r w:rsidR="00F307D3" w:rsidRPr="005A7323">
        <w:rPr>
          <w:highlight w:val="white"/>
          <w:lang w:val="fr-FR"/>
        </w:rPr>
        <w:t>&lt;</w:t>
      </w:r>
      <w:proofErr w:type="spellStart"/>
      <w:r w:rsidR="00F307D3" w:rsidRPr="005A7323">
        <w:rPr>
          <w:highlight w:val="white"/>
          <w:lang w:val="fr-FR"/>
        </w:rPr>
        <w:t>SctiesAudtTrlQry</w:t>
      </w:r>
      <w:proofErr w:type="spellEnd"/>
      <w:r w:rsidR="00F307D3" w:rsidRPr="005A7323">
        <w:rPr>
          <w:highlight w:val="white"/>
          <w:lang w:val="fr-FR"/>
        </w:rPr>
        <w:t>&gt;</w:t>
      </w:r>
    </w:p>
    <w:p w14:paraId="2C3666C8" w14:textId="4584E4A1" w:rsidR="00004D88" w:rsidRPr="005A7323" w:rsidRDefault="00004D88" w:rsidP="00004D88">
      <w:pPr>
        <w:pStyle w:val="XMLCode"/>
        <w:rPr>
          <w:lang w:val="fr-FR"/>
        </w:rPr>
      </w:pPr>
      <w:r w:rsidRPr="005A7323">
        <w:rPr>
          <w:highlight w:val="white"/>
          <w:lang w:val="fr-FR"/>
        </w:rPr>
        <w:tab/>
      </w:r>
      <w:r w:rsidR="008E5605" w:rsidRPr="00D71CE3">
        <w:rPr>
          <w:lang w:val="fr-FR"/>
        </w:rPr>
        <w:tab/>
      </w:r>
      <w:r w:rsidRPr="005A7323">
        <w:rPr>
          <w:lang w:val="fr-FR"/>
        </w:rPr>
        <w:t>&lt;</w:t>
      </w:r>
      <w:proofErr w:type="spellStart"/>
      <w:r w:rsidRPr="005A7323">
        <w:rPr>
          <w:lang w:val="fr-FR"/>
        </w:rPr>
        <w:t>MsgHdr</w:t>
      </w:r>
      <w:proofErr w:type="spellEnd"/>
      <w:r w:rsidRPr="005A7323">
        <w:rPr>
          <w:lang w:val="fr-FR"/>
        </w:rPr>
        <w:t>&gt;</w:t>
      </w:r>
    </w:p>
    <w:p w14:paraId="3E11C1DA" w14:textId="3418F9E5" w:rsidR="00004D88" w:rsidRPr="00D71CE3" w:rsidRDefault="00004D88" w:rsidP="00004D88">
      <w:pPr>
        <w:pStyle w:val="XMLCode"/>
        <w:rPr>
          <w:lang w:val="fr-FR"/>
        </w:rPr>
      </w:pPr>
      <w:r w:rsidRPr="005A7323">
        <w:rPr>
          <w:lang w:val="fr-FR"/>
        </w:rPr>
        <w:tab/>
      </w:r>
      <w:r w:rsidRPr="005A7323">
        <w:rPr>
          <w:lang w:val="fr-FR"/>
        </w:rPr>
        <w:tab/>
      </w:r>
      <w:r w:rsidR="008E5605" w:rsidRPr="00D71CE3">
        <w:rPr>
          <w:lang w:val="fr-FR"/>
        </w:rPr>
        <w:tab/>
      </w:r>
      <w:r w:rsidRPr="00D71CE3">
        <w:rPr>
          <w:lang w:val="fr-FR"/>
        </w:rPr>
        <w:t>&lt;</w:t>
      </w:r>
      <w:proofErr w:type="spellStart"/>
      <w:r w:rsidRPr="00D71CE3">
        <w:rPr>
          <w:lang w:val="fr-FR"/>
        </w:rPr>
        <w:t>MsgId</w:t>
      </w:r>
      <w:proofErr w:type="spellEnd"/>
      <w:r w:rsidRPr="00D71CE3">
        <w:rPr>
          <w:lang w:val="fr-FR"/>
        </w:rPr>
        <w:t>&gt;SAMPLEATQSEC001&lt;/</w:t>
      </w:r>
      <w:proofErr w:type="spellStart"/>
      <w:r w:rsidRPr="00D71CE3">
        <w:rPr>
          <w:lang w:val="fr-FR"/>
        </w:rPr>
        <w:t>MsgId</w:t>
      </w:r>
      <w:proofErr w:type="spellEnd"/>
      <w:r w:rsidRPr="00D71CE3">
        <w:rPr>
          <w:lang w:val="fr-FR"/>
        </w:rPr>
        <w:t>&gt;</w:t>
      </w:r>
    </w:p>
    <w:p w14:paraId="22249A90" w14:textId="5EA116FD" w:rsidR="00F307D3" w:rsidRPr="00D71CE3" w:rsidRDefault="00004D88" w:rsidP="00004D88">
      <w:pPr>
        <w:pStyle w:val="XMLCode"/>
        <w:rPr>
          <w:highlight w:val="white"/>
          <w:lang w:val="fr-FR"/>
        </w:rPr>
      </w:pPr>
      <w:r w:rsidRPr="00D71CE3">
        <w:rPr>
          <w:lang w:val="fr-FR"/>
        </w:rPr>
        <w:tab/>
      </w:r>
      <w:r w:rsidR="008E5605" w:rsidRPr="00D71CE3">
        <w:rPr>
          <w:lang w:val="fr-FR"/>
        </w:rPr>
        <w:tab/>
      </w:r>
      <w:r w:rsidRPr="00D71CE3">
        <w:rPr>
          <w:lang w:val="fr-FR"/>
        </w:rPr>
        <w:t>&lt;/</w:t>
      </w:r>
      <w:proofErr w:type="spellStart"/>
      <w:r w:rsidRPr="00D71CE3">
        <w:rPr>
          <w:lang w:val="fr-FR"/>
        </w:rPr>
        <w:t>MsgHdr</w:t>
      </w:r>
      <w:proofErr w:type="spellEnd"/>
      <w:r w:rsidRPr="00D71CE3">
        <w:rPr>
          <w:lang w:val="fr-FR"/>
        </w:rPr>
        <w:t>&gt;</w:t>
      </w:r>
    </w:p>
    <w:p w14:paraId="714A51C3"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t>&lt;</w:t>
      </w:r>
      <w:proofErr w:type="spellStart"/>
      <w:r w:rsidRPr="00D71CE3">
        <w:rPr>
          <w:highlight w:val="white"/>
          <w:lang w:val="fr-FR"/>
        </w:rPr>
        <w:t>SchCrit</w:t>
      </w:r>
      <w:proofErr w:type="spellEnd"/>
      <w:r w:rsidRPr="00D71CE3">
        <w:rPr>
          <w:highlight w:val="white"/>
          <w:lang w:val="fr-FR"/>
        </w:rPr>
        <w:t>&gt;</w:t>
      </w:r>
    </w:p>
    <w:p w14:paraId="4B2FA2AC" w14:textId="77777777" w:rsidR="00F307D3" w:rsidRPr="005A732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5A7323">
        <w:rPr>
          <w:highlight w:val="white"/>
          <w:lang w:val="fr-FR"/>
        </w:rPr>
        <w:t>&lt;</w:t>
      </w:r>
      <w:proofErr w:type="spellStart"/>
      <w:r w:rsidRPr="005A7323">
        <w:rPr>
          <w:highlight w:val="white"/>
          <w:lang w:val="fr-FR"/>
        </w:rPr>
        <w:t>FinInstrmId</w:t>
      </w:r>
      <w:proofErr w:type="spellEnd"/>
      <w:r w:rsidRPr="005A7323">
        <w:rPr>
          <w:highlight w:val="white"/>
          <w:lang w:val="fr-FR"/>
        </w:rPr>
        <w:t>&gt;</w:t>
      </w:r>
    </w:p>
    <w:p w14:paraId="7D806BA2" w14:textId="77777777" w:rsidR="00F307D3" w:rsidRPr="005A7323" w:rsidRDefault="00F307D3" w:rsidP="00821814">
      <w:pPr>
        <w:pStyle w:val="XMLCode"/>
        <w:rPr>
          <w:highlight w:val="white"/>
          <w:lang w:val="fr-FR"/>
        </w:rPr>
      </w:pPr>
      <w:r w:rsidRPr="005A7323">
        <w:rPr>
          <w:highlight w:val="white"/>
          <w:lang w:val="fr-FR"/>
        </w:rPr>
        <w:tab/>
      </w:r>
      <w:r w:rsidRPr="005A7323">
        <w:rPr>
          <w:highlight w:val="white"/>
          <w:lang w:val="fr-FR"/>
        </w:rPr>
        <w:tab/>
      </w:r>
      <w:r w:rsidRPr="005A7323">
        <w:rPr>
          <w:highlight w:val="white"/>
          <w:lang w:val="fr-FR"/>
        </w:rPr>
        <w:tab/>
      </w:r>
      <w:r w:rsidRPr="005A7323">
        <w:rPr>
          <w:highlight w:val="white"/>
          <w:lang w:val="fr-FR"/>
        </w:rPr>
        <w:tab/>
        <w:t>&lt;ISIN&gt;SECXXXYYYZZ1&lt;/ISIN&gt;</w:t>
      </w:r>
    </w:p>
    <w:p w14:paraId="42AE2D2C" w14:textId="77777777" w:rsidR="00F307D3" w:rsidRPr="005A7323" w:rsidRDefault="00F307D3" w:rsidP="00821814">
      <w:pPr>
        <w:pStyle w:val="XMLCode"/>
        <w:rPr>
          <w:highlight w:val="white"/>
          <w:lang w:val="fr-FR"/>
        </w:rPr>
      </w:pPr>
      <w:r w:rsidRPr="005A7323">
        <w:rPr>
          <w:highlight w:val="white"/>
          <w:lang w:val="fr-FR"/>
        </w:rPr>
        <w:tab/>
      </w:r>
      <w:r w:rsidRPr="005A7323">
        <w:rPr>
          <w:highlight w:val="white"/>
          <w:lang w:val="fr-FR"/>
        </w:rPr>
        <w:tab/>
      </w:r>
      <w:r w:rsidRPr="005A7323">
        <w:rPr>
          <w:highlight w:val="white"/>
          <w:lang w:val="fr-FR"/>
        </w:rPr>
        <w:tab/>
        <w:t>&lt;/</w:t>
      </w:r>
      <w:proofErr w:type="spellStart"/>
      <w:r w:rsidRPr="005A7323">
        <w:rPr>
          <w:highlight w:val="white"/>
          <w:lang w:val="fr-FR"/>
        </w:rPr>
        <w:t>FinInstrmId</w:t>
      </w:r>
      <w:proofErr w:type="spellEnd"/>
      <w:r w:rsidRPr="005A7323">
        <w:rPr>
          <w:highlight w:val="white"/>
          <w:lang w:val="fr-FR"/>
        </w:rPr>
        <w:t>&gt;</w:t>
      </w:r>
    </w:p>
    <w:p w14:paraId="2F07CC9F" w14:textId="77777777" w:rsidR="00F307D3" w:rsidRPr="00D71CE3" w:rsidRDefault="00F307D3" w:rsidP="00821814">
      <w:pPr>
        <w:pStyle w:val="XMLCode"/>
        <w:rPr>
          <w:highlight w:val="white"/>
          <w:lang w:val="fr-FR"/>
        </w:rPr>
      </w:pPr>
      <w:r w:rsidRPr="005A7323">
        <w:rPr>
          <w:highlight w:val="white"/>
          <w:lang w:val="fr-FR"/>
        </w:rPr>
        <w:tab/>
      </w:r>
      <w:r w:rsidRPr="005A7323">
        <w:rPr>
          <w:highlight w:val="white"/>
          <w:lang w:val="fr-FR"/>
        </w:rPr>
        <w:tab/>
      </w:r>
      <w:r w:rsidRPr="005A7323">
        <w:rPr>
          <w:highlight w:val="white"/>
          <w:lang w:val="fr-FR"/>
        </w:rPr>
        <w:tab/>
      </w:r>
      <w:r w:rsidRPr="00D71CE3">
        <w:rPr>
          <w:highlight w:val="white"/>
          <w:lang w:val="fr-FR"/>
        </w:rPr>
        <w:t>&lt;</w:t>
      </w:r>
      <w:proofErr w:type="spellStart"/>
      <w:r w:rsidRPr="00D71CE3">
        <w:rPr>
          <w:highlight w:val="white"/>
          <w:lang w:val="fr-FR"/>
        </w:rPr>
        <w:t>DtPrd</w:t>
      </w:r>
      <w:proofErr w:type="spellEnd"/>
      <w:r w:rsidRPr="00D71CE3">
        <w:rPr>
          <w:highlight w:val="white"/>
          <w:lang w:val="fr-FR"/>
        </w:rPr>
        <w:t>&gt;</w:t>
      </w:r>
    </w:p>
    <w:p w14:paraId="5941CF38"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t>&lt;</w:t>
      </w:r>
      <w:proofErr w:type="spellStart"/>
      <w:r w:rsidRPr="00D71CE3">
        <w:rPr>
          <w:highlight w:val="white"/>
          <w:lang w:val="fr-FR"/>
        </w:rPr>
        <w:t>FrToDt</w:t>
      </w:r>
      <w:proofErr w:type="spellEnd"/>
      <w:r w:rsidRPr="00D71CE3">
        <w:rPr>
          <w:highlight w:val="white"/>
          <w:lang w:val="fr-FR"/>
        </w:rPr>
        <w:t>&gt;</w:t>
      </w:r>
    </w:p>
    <w:p w14:paraId="4CB780EB"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t>&lt;</w:t>
      </w:r>
      <w:proofErr w:type="spellStart"/>
      <w:r w:rsidRPr="00D71CE3">
        <w:rPr>
          <w:highlight w:val="white"/>
          <w:lang w:val="fr-FR"/>
        </w:rPr>
        <w:t>FrDt</w:t>
      </w:r>
      <w:proofErr w:type="spellEnd"/>
      <w:r w:rsidRPr="00D71CE3">
        <w:rPr>
          <w:highlight w:val="white"/>
          <w:lang w:val="fr-FR"/>
        </w:rPr>
        <w:t>&gt;2020-01-01&lt;/</w:t>
      </w:r>
      <w:proofErr w:type="spellStart"/>
      <w:r w:rsidRPr="00D71CE3">
        <w:rPr>
          <w:highlight w:val="white"/>
          <w:lang w:val="fr-FR"/>
        </w:rPr>
        <w:t>FrDt</w:t>
      </w:r>
      <w:proofErr w:type="spellEnd"/>
      <w:r w:rsidRPr="00D71CE3">
        <w:rPr>
          <w:highlight w:val="white"/>
          <w:lang w:val="fr-FR"/>
        </w:rPr>
        <w:t>&gt;</w:t>
      </w:r>
    </w:p>
    <w:p w14:paraId="36D98E97"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t>&lt;</w:t>
      </w:r>
      <w:proofErr w:type="spellStart"/>
      <w:r w:rsidRPr="00D71CE3">
        <w:rPr>
          <w:highlight w:val="white"/>
          <w:lang w:val="fr-FR"/>
        </w:rPr>
        <w:t>ToDt</w:t>
      </w:r>
      <w:proofErr w:type="spellEnd"/>
      <w:r w:rsidRPr="00D71CE3">
        <w:rPr>
          <w:highlight w:val="white"/>
          <w:lang w:val="fr-FR"/>
        </w:rPr>
        <w:t>&gt;2020-09-30&lt;/</w:t>
      </w:r>
      <w:proofErr w:type="spellStart"/>
      <w:r w:rsidRPr="00D71CE3">
        <w:rPr>
          <w:highlight w:val="white"/>
          <w:lang w:val="fr-FR"/>
        </w:rPr>
        <w:t>ToDt</w:t>
      </w:r>
      <w:proofErr w:type="spellEnd"/>
      <w:r w:rsidRPr="00D71CE3">
        <w:rPr>
          <w:highlight w:val="white"/>
          <w:lang w:val="fr-FR"/>
        </w:rPr>
        <w:t>&gt;</w:t>
      </w:r>
    </w:p>
    <w:p w14:paraId="533FFAD1"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t>&lt;/</w:t>
      </w:r>
      <w:proofErr w:type="spellStart"/>
      <w:r w:rsidRPr="00D71CE3">
        <w:rPr>
          <w:highlight w:val="white"/>
          <w:lang w:val="fr-FR"/>
        </w:rPr>
        <w:t>FrToDt</w:t>
      </w:r>
      <w:proofErr w:type="spellEnd"/>
      <w:r w:rsidRPr="00D71CE3">
        <w:rPr>
          <w:highlight w:val="white"/>
          <w:lang w:val="fr-FR"/>
        </w:rPr>
        <w:t>&gt;</w:t>
      </w:r>
    </w:p>
    <w:p w14:paraId="5885F419"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t>&lt;/</w:t>
      </w:r>
      <w:proofErr w:type="spellStart"/>
      <w:r w:rsidRPr="00D71CE3">
        <w:rPr>
          <w:highlight w:val="white"/>
          <w:lang w:val="fr-FR"/>
        </w:rPr>
        <w:t>DtPrd</w:t>
      </w:r>
      <w:proofErr w:type="spellEnd"/>
      <w:r w:rsidRPr="00D71CE3">
        <w:rPr>
          <w:highlight w:val="white"/>
          <w:lang w:val="fr-FR"/>
        </w:rPr>
        <w:t>&gt;</w:t>
      </w:r>
    </w:p>
    <w:p w14:paraId="25F24A8F" w14:textId="77777777" w:rsidR="00F307D3" w:rsidRPr="00D71CE3" w:rsidRDefault="00F307D3" w:rsidP="00821814">
      <w:pPr>
        <w:pStyle w:val="XMLCode"/>
        <w:rPr>
          <w:highlight w:val="white"/>
          <w:lang w:val="fr-FR"/>
        </w:rPr>
      </w:pPr>
      <w:r w:rsidRPr="00D71CE3">
        <w:rPr>
          <w:highlight w:val="white"/>
          <w:lang w:val="fr-FR"/>
        </w:rPr>
        <w:tab/>
      </w:r>
      <w:r w:rsidRPr="00D71CE3">
        <w:rPr>
          <w:highlight w:val="white"/>
          <w:lang w:val="fr-FR"/>
        </w:rPr>
        <w:tab/>
        <w:t>&lt;/</w:t>
      </w:r>
      <w:proofErr w:type="spellStart"/>
      <w:r w:rsidRPr="00D71CE3">
        <w:rPr>
          <w:highlight w:val="white"/>
          <w:lang w:val="fr-FR"/>
        </w:rPr>
        <w:t>SchCrit</w:t>
      </w:r>
      <w:proofErr w:type="spellEnd"/>
      <w:r w:rsidRPr="00D71CE3">
        <w:rPr>
          <w:highlight w:val="white"/>
          <w:lang w:val="fr-FR"/>
        </w:rPr>
        <w:t>&gt;</w:t>
      </w:r>
    </w:p>
    <w:p w14:paraId="5B2323DE" w14:textId="77777777" w:rsidR="00F307D3" w:rsidRPr="00D71CE3" w:rsidRDefault="00F307D3" w:rsidP="00821814">
      <w:pPr>
        <w:pStyle w:val="XMLCode"/>
        <w:rPr>
          <w:highlight w:val="white"/>
          <w:lang w:val="fr-FR"/>
        </w:rPr>
      </w:pPr>
      <w:r w:rsidRPr="00D71CE3">
        <w:rPr>
          <w:highlight w:val="white"/>
          <w:lang w:val="fr-FR"/>
        </w:rPr>
        <w:tab/>
        <w:t>&lt;/</w:t>
      </w:r>
      <w:proofErr w:type="spellStart"/>
      <w:r w:rsidRPr="00D71CE3">
        <w:rPr>
          <w:highlight w:val="white"/>
          <w:lang w:val="fr-FR"/>
        </w:rPr>
        <w:t>SctiesAudtTrlQry</w:t>
      </w:r>
      <w:proofErr w:type="spellEnd"/>
      <w:r w:rsidRPr="00D71CE3">
        <w:rPr>
          <w:highlight w:val="white"/>
          <w:lang w:val="fr-FR"/>
        </w:rPr>
        <w:t>&gt;</w:t>
      </w:r>
    </w:p>
    <w:p w14:paraId="6E23E645" w14:textId="77777777" w:rsidR="00F307D3" w:rsidRPr="00D71CE3" w:rsidRDefault="00F307D3" w:rsidP="00821814">
      <w:pPr>
        <w:pStyle w:val="XMLCode"/>
        <w:rPr>
          <w:lang w:val="fr-FR"/>
        </w:rPr>
      </w:pPr>
      <w:r w:rsidRPr="00D71CE3">
        <w:rPr>
          <w:highlight w:val="white"/>
          <w:lang w:val="fr-FR"/>
        </w:rPr>
        <w:t>&lt;/Document&gt;</w:t>
      </w:r>
    </w:p>
    <w:p w14:paraId="7245D11C" w14:textId="77777777" w:rsidR="00821814" w:rsidRPr="00D71CE3" w:rsidRDefault="00821814" w:rsidP="00821814">
      <w:pPr>
        <w:pStyle w:val="XMLCode"/>
        <w:rPr>
          <w:lang w:val="fr-FR"/>
        </w:rPr>
      </w:pPr>
    </w:p>
    <w:p w14:paraId="7B741CAC" w14:textId="77777777" w:rsidR="00F307D3" w:rsidRPr="00F307D3" w:rsidRDefault="00F307D3" w:rsidP="00F307D3">
      <w:pPr>
        <w:pStyle w:val="Heading2"/>
      </w:pPr>
      <w:bookmarkStart w:id="81" w:name="_Toc52263308"/>
      <w:bookmarkStart w:id="82" w:name="_Toc161582955"/>
      <w:r>
        <w:t xml:space="preserve">Securities </w:t>
      </w:r>
      <w:r w:rsidRPr="00F307D3">
        <w:t>Audit Trail Report - reda.034.001.01</w:t>
      </w:r>
      <w:bookmarkEnd w:id="81"/>
      <w:bookmarkEnd w:id="82"/>
    </w:p>
    <w:p w14:paraId="307CFC47" w14:textId="77777777" w:rsidR="00F307D3" w:rsidRPr="00F307D3" w:rsidRDefault="00F307D3" w:rsidP="00821814">
      <w:pPr>
        <w:pStyle w:val="BlockLabel"/>
      </w:pPr>
      <w:bookmarkStart w:id="83" w:name="_Toc491193455"/>
      <w:r w:rsidRPr="00F307D3">
        <w:t>Description</w:t>
      </w:r>
      <w:bookmarkEnd w:id="83"/>
    </w:p>
    <w:p w14:paraId="45E70B21" w14:textId="77777777" w:rsidR="00F307D3" w:rsidRPr="00F307D3" w:rsidRDefault="00F307D3" w:rsidP="00821814">
      <w:r w:rsidRPr="00F307D3">
        <w:t xml:space="preserve">The following Securities Audit Trail Report represents the answer to the Securities Audit Trail Query described in the chapter 7.10. In this case, the security with identification SECXXXYYYZZ1 had only one change performed by the user USER1 and approved by the user USER2 on 2020-02-15T13:45:00, regarding the change of the short name from the value “Sample ES, FIR” to the new value “Sample ES”. </w:t>
      </w:r>
    </w:p>
    <w:p w14:paraId="4BA2DAF0" w14:textId="77777777" w:rsidR="00F307D3" w:rsidRPr="005A7323" w:rsidRDefault="00F307D3" w:rsidP="00821814">
      <w:pPr>
        <w:pStyle w:val="BlockLabel"/>
        <w:rPr>
          <w:lang w:val="fr-FR"/>
        </w:rPr>
      </w:pPr>
      <w:r w:rsidRPr="005A7323">
        <w:rPr>
          <w:lang w:val="fr-FR"/>
        </w:rPr>
        <w:t>Message Instance</w:t>
      </w:r>
    </w:p>
    <w:p w14:paraId="41B5FCE2" w14:textId="77777777" w:rsidR="00F307D3" w:rsidRPr="005A7323" w:rsidRDefault="00F307D3" w:rsidP="00821814">
      <w:pPr>
        <w:pStyle w:val="XMLCode"/>
        <w:rPr>
          <w:highlight w:val="white"/>
          <w:lang w:val="fr-FR"/>
        </w:rPr>
      </w:pPr>
      <w:r w:rsidRPr="005A7323">
        <w:rPr>
          <w:highlight w:val="white"/>
          <w:lang w:val="fr-FR"/>
        </w:rPr>
        <w:t>&lt;Document&gt;</w:t>
      </w:r>
    </w:p>
    <w:p w14:paraId="7DB33FD1" w14:textId="45A48DCA" w:rsidR="00F307D3" w:rsidRPr="005A7323" w:rsidRDefault="008E5605" w:rsidP="00821814">
      <w:pPr>
        <w:pStyle w:val="XMLCode"/>
        <w:rPr>
          <w:highlight w:val="white"/>
          <w:lang w:val="fr-FR"/>
        </w:rPr>
      </w:pPr>
      <w:r w:rsidRPr="00D71CE3">
        <w:rPr>
          <w:highlight w:val="white"/>
          <w:lang w:val="fr-FR"/>
        </w:rPr>
        <w:tab/>
      </w:r>
      <w:r w:rsidR="00F307D3" w:rsidRPr="005A7323">
        <w:rPr>
          <w:highlight w:val="white"/>
          <w:lang w:val="fr-FR"/>
        </w:rPr>
        <w:t>&lt;</w:t>
      </w:r>
      <w:proofErr w:type="spellStart"/>
      <w:r w:rsidR="00F307D3" w:rsidRPr="005A7323">
        <w:rPr>
          <w:highlight w:val="white"/>
          <w:lang w:val="fr-FR"/>
        </w:rPr>
        <w:t>SctiesAudtTrlRpt</w:t>
      </w:r>
      <w:proofErr w:type="spellEnd"/>
      <w:r w:rsidR="00F307D3" w:rsidRPr="005A7323">
        <w:rPr>
          <w:highlight w:val="white"/>
          <w:lang w:val="fr-FR"/>
        </w:rPr>
        <w:t>&gt;</w:t>
      </w:r>
    </w:p>
    <w:p w14:paraId="071D09EE" w14:textId="209296FE" w:rsidR="00416A80" w:rsidRPr="005A7323" w:rsidRDefault="008E5605" w:rsidP="00416A80">
      <w:pPr>
        <w:pStyle w:val="XMLCode"/>
        <w:rPr>
          <w:lang w:val="fr-FR"/>
        </w:rPr>
      </w:pPr>
      <w:r w:rsidRPr="00D71CE3">
        <w:rPr>
          <w:lang w:val="fr-FR"/>
        </w:rPr>
        <w:tab/>
      </w:r>
      <w:r w:rsidRPr="00D71CE3">
        <w:rPr>
          <w:lang w:val="fr-FR"/>
        </w:rPr>
        <w:tab/>
      </w:r>
      <w:r w:rsidR="00416A80" w:rsidRPr="005A7323">
        <w:rPr>
          <w:lang w:val="fr-FR"/>
        </w:rPr>
        <w:t>&lt;</w:t>
      </w:r>
      <w:proofErr w:type="spellStart"/>
      <w:r w:rsidR="00416A80" w:rsidRPr="005A7323">
        <w:rPr>
          <w:lang w:val="fr-FR"/>
        </w:rPr>
        <w:t>MsgHdr</w:t>
      </w:r>
      <w:proofErr w:type="spellEnd"/>
      <w:r w:rsidR="00416A80" w:rsidRPr="005A7323">
        <w:rPr>
          <w:lang w:val="fr-FR"/>
        </w:rPr>
        <w:t>&gt;</w:t>
      </w:r>
    </w:p>
    <w:p w14:paraId="0012AE42" w14:textId="21D8930F" w:rsidR="00416A80" w:rsidRPr="00D71CE3" w:rsidRDefault="00416A80" w:rsidP="00416A80">
      <w:pPr>
        <w:pStyle w:val="XMLCode"/>
        <w:rPr>
          <w:lang w:val="fr-FR"/>
        </w:rPr>
      </w:pPr>
      <w:r w:rsidRPr="005A7323">
        <w:rPr>
          <w:lang w:val="fr-FR"/>
        </w:rPr>
        <w:tab/>
      </w:r>
      <w:r w:rsidR="008E5605" w:rsidRPr="00D71CE3">
        <w:rPr>
          <w:lang w:val="fr-FR"/>
        </w:rPr>
        <w:tab/>
      </w:r>
      <w:r w:rsidR="008E5605" w:rsidRPr="00D71CE3">
        <w:rPr>
          <w:lang w:val="fr-FR"/>
        </w:rPr>
        <w:tab/>
      </w:r>
      <w:r w:rsidRPr="00D71CE3">
        <w:rPr>
          <w:lang w:val="fr-FR"/>
        </w:rPr>
        <w:t>&lt;</w:t>
      </w:r>
      <w:proofErr w:type="spellStart"/>
      <w:r w:rsidRPr="00D71CE3">
        <w:rPr>
          <w:lang w:val="fr-FR"/>
        </w:rPr>
        <w:t>MsgId</w:t>
      </w:r>
      <w:proofErr w:type="spellEnd"/>
      <w:r w:rsidRPr="00D71CE3">
        <w:rPr>
          <w:lang w:val="fr-FR"/>
        </w:rPr>
        <w:t>&gt;NONREF&lt;/</w:t>
      </w:r>
      <w:proofErr w:type="spellStart"/>
      <w:r w:rsidRPr="00D71CE3">
        <w:rPr>
          <w:lang w:val="fr-FR"/>
        </w:rPr>
        <w:t>MsgId</w:t>
      </w:r>
      <w:proofErr w:type="spellEnd"/>
      <w:r w:rsidRPr="00D71CE3">
        <w:rPr>
          <w:lang w:val="fr-FR"/>
        </w:rPr>
        <w:t>&gt;</w:t>
      </w:r>
    </w:p>
    <w:p w14:paraId="67B3BAD5" w14:textId="27698159" w:rsidR="00416A80" w:rsidRPr="00D71CE3" w:rsidRDefault="00416A80" w:rsidP="00416A80">
      <w:pPr>
        <w:pStyle w:val="XMLCode"/>
        <w:rPr>
          <w:lang w:val="fr-FR"/>
        </w:rPr>
      </w:pPr>
      <w:r w:rsidRPr="00D71CE3">
        <w:rPr>
          <w:lang w:val="fr-FR"/>
        </w:rPr>
        <w:tab/>
      </w:r>
      <w:r w:rsidR="008E5605" w:rsidRPr="00D71CE3">
        <w:rPr>
          <w:lang w:val="fr-FR"/>
        </w:rPr>
        <w:tab/>
      </w:r>
      <w:r w:rsidR="008E5605" w:rsidRPr="00D71CE3">
        <w:rPr>
          <w:lang w:val="fr-FR"/>
        </w:rPr>
        <w:tab/>
      </w:r>
      <w:r w:rsidRPr="00D71CE3">
        <w:rPr>
          <w:lang w:val="fr-FR"/>
        </w:rPr>
        <w:t>&lt;</w:t>
      </w:r>
      <w:proofErr w:type="spellStart"/>
      <w:r w:rsidRPr="00D71CE3">
        <w:rPr>
          <w:lang w:val="fr-FR"/>
        </w:rPr>
        <w:t>OrgnlBizInstr</w:t>
      </w:r>
      <w:proofErr w:type="spellEnd"/>
      <w:r w:rsidRPr="00D71CE3">
        <w:rPr>
          <w:lang w:val="fr-FR"/>
        </w:rPr>
        <w:t>&gt;</w:t>
      </w:r>
    </w:p>
    <w:p w14:paraId="75135CF3" w14:textId="764A2578" w:rsidR="00416A80" w:rsidRPr="00D71CE3" w:rsidRDefault="00416A80" w:rsidP="00416A80">
      <w:pPr>
        <w:pStyle w:val="XMLCode"/>
        <w:rPr>
          <w:lang w:val="fr-FR"/>
        </w:rPr>
      </w:pPr>
      <w:r w:rsidRPr="00D71CE3">
        <w:rPr>
          <w:lang w:val="fr-FR"/>
        </w:rPr>
        <w:tab/>
      </w:r>
      <w:r w:rsidRPr="00D71CE3">
        <w:rPr>
          <w:lang w:val="fr-FR"/>
        </w:rPr>
        <w:tab/>
      </w:r>
      <w:r w:rsidR="008E5605" w:rsidRPr="00D71CE3">
        <w:rPr>
          <w:lang w:val="fr-FR"/>
        </w:rPr>
        <w:tab/>
      </w:r>
      <w:r w:rsidR="008E5605" w:rsidRPr="00D71CE3">
        <w:rPr>
          <w:lang w:val="fr-FR"/>
        </w:rPr>
        <w:tab/>
      </w:r>
      <w:r w:rsidRPr="00D71CE3">
        <w:rPr>
          <w:lang w:val="fr-FR"/>
        </w:rPr>
        <w:t>&lt;</w:t>
      </w:r>
      <w:proofErr w:type="spellStart"/>
      <w:r w:rsidRPr="00D71CE3">
        <w:rPr>
          <w:lang w:val="fr-FR"/>
        </w:rPr>
        <w:t>MsgId</w:t>
      </w:r>
      <w:proofErr w:type="spellEnd"/>
      <w:r w:rsidRPr="00D71CE3">
        <w:rPr>
          <w:lang w:val="fr-FR"/>
        </w:rPr>
        <w:t>&gt;SAMPLEATQSEC001&lt;/</w:t>
      </w:r>
      <w:proofErr w:type="spellStart"/>
      <w:r w:rsidRPr="00D71CE3">
        <w:rPr>
          <w:lang w:val="fr-FR"/>
        </w:rPr>
        <w:t>MsgId</w:t>
      </w:r>
      <w:proofErr w:type="spellEnd"/>
      <w:r w:rsidRPr="00D71CE3">
        <w:rPr>
          <w:lang w:val="fr-FR"/>
        </w:rPr>
        <w:t>&gt;</w:t>
      </w:r>
    </w:p>
    <w:p w14:paraId="02E1C4CD" w14:textId="7369466B" w:rsidR="00416A80" w:rsidRPr="00D71CE3" w:rsidRDefault="00416A80" w:rsidP="00416A80">
      <w:pPr>
        <w:pStyle w:val="XMLCode"/>
        <w:rPr>
          <w:lang w:val="fr-FR"/>
        </w:rPr>
      </w:pPr>
      <w:r w:rsidRPr="00D71CE3">
        <w:rPr>
          <w:lang w:val="fr-FR"/>
        </w:rPr>
        <w:tab/>
      </w:r>
      <w:r w:rsidR="008E5605" w:rsidRPr="00D71CE3">
        <w:rPr>
          <w:lang w:val="fr-FR"/>
        </w:rPr>
        <w:tab/>
      </w:r>
      <w:r w:rsidR="008E5605" w:rsidRPr="00D71CE3">
        <w:rPr>
          <w:lang w:val="fr-FR"/>
        </w:rPr>
        <w:tab/>
      </w:r>
      <w:r w:rsidRPr="00D71CE3">
        <w:rPr>
          <w:lang w:val="fr-FR"/>
        </w:rPr>
        <w:t>&lt;/</w:t>
      </w:r>
      <w:proofErr w:type="spellStart"/>
      <w:r w:rsidRPr="00D71CE3">
        <w:rPr>
          <w:lang w:val="fr-FR"/>
        </w:rPr>
        <w:t>OrgnlBizInstr</w:t>
      </w:r>
      <w:proofErr w:type="spellEnd"/>
      <w:r w:rsidRPr="00D71CE3">
        <w:rPr>
          <w:lang w:val="fr-FR"/>
        </w:rPr>
        <w:t>&gt;</w:t>
      </w:r>
    </w:p>
    <w:p w14:paraId="47A8D865" w14:textId="3F0C7CB5" w:rsidR="008E5605" w:rsidRPr="00D71CE3" w:rsidRDefault="008E5605" w:rsidP="00416A80">
      <w:pPr>
        <w:pStyle w:val="XMLCode"/>
        <w:rPr>
          <w:highlight w:val="white"/>
          <w:lang w:val="fr-FR"/>
        </w:rPr>
      </w:pPr>
      <w:r w:rsidRPr="00D71CE3">
        <w:rPr>
          <w:lang w:val="fr-FR"/>
        </w:rPr>
        <w:lastRenderedPageBreak/>
        <w:tab/>
      </w:r>
      <w:r w:rsidR="00416A80" w:rsidRPr="00D71CE3">
        <w:rPr>
          <w:lang w:val="fr-FR"/>
        </w:rPr>
        <w:t>&lt;/</w:t>
      </w:r>
      <w:proofErr w:type="spellStart"/>
      <w:r w:rsidR="00416A80" w:rsidRPr="00D71CE3">
        <w:rPr>
          <w:lang w:val="fr-FR"/>
        </w:rPr>
        <w:t>MsgHdr</w:t>
      </w:r>
      <w:proofErr w:type="spellEnd"/>
      <w:r w:rsidR="00416A80" w:rsidRPr="00D71CE3">
        <w:rPr>
          <w:lang w:val="fr-FR"/>
        </w:rPr>
        <w:t>&gt;</w:t>
      </w:r>
    </w:p>
    <w:p w14:paraId="236D8513" w14:textId="4C4831BC" w:rsidR="00F307D3" w:rsidRPr="00D71CE3" w:rsidRDefault="008E5605" w:rsidP="00416A80">
      <w:pPr>
        <w:pStyle w:val="XMLCode"/>
        <w:rPr>
          <w:highlight w:val="white"/>
          <w:lang w:val="fr-FR"/>
        </w:rPr>
      </w:pPr>
      <w:r w:rsidRPr="00D71CE3">
        <w:rPr>
          <w:highlight w:val="white"/>
          <w:lang w:val="fr-FR"/>
        </w:rPr>
        <w:tab/>
      </w:r>
      <w:r w:rsidR="00F307D3" w:rsidRPr="00D71CE3">
        <w:rPr>
          <w:highlight w:val="white"/>
          <w:lang w:val="fr-FR"/>
        </w:rPr>
        <w:t>&lt;</w:t>
      </w:r>
      <w:proofErr w:type="spellStart"/>
      <w:r w:rsidR="00F307D3" w:rsidRPr="00D71CE3">
        <w:rPr>
          <w:highlight w:val="white"/>
          <w:lang w:val="fr-FR"/>
        </w:rPr>
        <w:t>RptOrErr</w:t>
      </w:r>
      <w:proofErr w:type="spellEnd"/>
      <w:r w:rsidR="00F307D3" w:rsidRPr="00D71CE3">
        <w:rPr>
          <w:highlight w:val="white"/>
          <w:lang w:val="fr-FR"/>
        </w:rPr>
        <w:t>&gt;</w:t>
      </w:r>
    </w:p>
    <w:p w14:paraId="3B96F25C" w14:textId="05CC1511" w:rsidR="00F307D3" w:rsidRPr="00D71CE3" w:rsidRDefault="008E5605" w:rsidP="00821814">
      <w:pPr>
        <w:pStyle w:val="XMLCode"/>
        <w:rPr>
          <w:highlight w:val="white"/>
          <w:lang w:val="fr-FR"/>
        </w:rPr>
      </w:pPr>
      <w:r w:rsidRPr="00D71CE3">
        <w:rPr>
          <w:highlight w:val="white"/>
          <w:lang w:val="fr-FR"/>
        </w:rPr>
        <w:tab/>
      </w:r>
      <w:r w:rsidRPr="00D71CE3">
        <w:rPr>
          <w:highlight w:val="white"/>
          <w:lang w:val="fr-FR"/>
        </w:rPr>
        <w:tab/>
      </w:r>
      <w:r w:rsidR="00F307D3" w:rsidRPr="00D71CE3">
        <w:rPr>
          <w:highlight w:val="white"/>
          <w:lang w:val="fr-FR"/>
        </w:rPr>
        <w:t>&lt;</w:t>
      </w:r>
      <w:proofErr w:type="spellStart"/>
      <w:r w:rsidR="00F307D3" w:rsidRPr="00D71CE3">
        <w:rPr>
          <w:highlight w:val="white"/>
          <w:lang w:val="fr-FR"/>
        </w:rPr>
        <w:t>SctiesAudtTrlRpt</w:t>
      </w:r>
      <w:proofErr w:type="spellEnd"/>
      <w:r w:rsidR="00F307D3" w:rsidRPr="00D71CE3">
        <w:rPr>
          <w:highlight w:val="white"/>
          <w:lang w:val="fr-FR"/>
        </w:rPr>
        <w:t>&gt;</w:t>
      </w:r>
    </w:p>
    <w:p w14:paraId="28DC7FB3" w14:textId="2B9558C7" w:rsidR="00F307D3" w:rsidRPr="00D71CE3" w:rsidRDefault="008E5605"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00F307D3" w:rsidRPr="00D71CE3">
        <w:rPr>
          <w:highlight w:val="white"/>
          <w:lang w:val="fr-FR"/>
        </w:rPr>
        <w:t>&lt;</w:t>
      </w:r>
      <w:proofErr w:type="spellStart"/>
      <w:r w:rsidR="00F307D3" w:rsidRPr="00D71CE3">
        <w:rPr>
          <w:highlight w:val="white"/>
          <w:lang w:val="fr-FR"/>
        </w:rPr>
        <w:t>SctiesAudtTrlOrErr</w:t>
      </w:r>
      <w:proofErr w:type="spellEnd"/>
      <w:r w:rsidR="00F307D3" w:rsidRPr="00D71CE3">
        <w:rPr>
          <w:highlight w:val="white"/>
          <w:lang w:val="fr-FR"/>
        </w:rPr>
        <w:t>&gt;</w:t>
      </w:r>
    </w:p>
    <w:p w14:paraId="2E1BCC6C" w14:textId="624627D6" w:rsidR="00F307D3" w:rsidRPr="00F307D3" w:rsidRDefault="008E5605" w:rsidP="00821814">
      <w:pPr>
        <w:pStyle w:val="XMLCode"/>
        <w:rPr>
          <w:highlight w:val="white"/>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00F307D3" w:rsidRPr="00F307D3">
        <w:rPr>
          <w:highlight w:val="white"/>
        </w:rPr>
        <w:t>&lt;</w:t>
      </w:r>
      <w:proofErr w:type="spellStart"/>
      <w:r w:rsidR="00F307D3" w:rsidRPr="00F307D3">
        <w:rPr>
          <w:highlight w:val="white"/>
        </w:rPr>
        <w:t>AudtTrl</w:t>
      </w:r>
      <w:proofErr w:type="spellEnd"/>
      <w:r w:rsidR="00F307D3" w:rsidRPr="00F307D3">
        <w:rPr>
          <w:highlight w:val="white"/>
        </w:rPr>
        <w:t>&gt;</w:t>
      </w:r>
    </w:p>
    <w:p w14:paraId="7B7E0F44" w14:textId="7E818CF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roofErr w:type="spellStart"/>
      <w:r w:rsidR="00F307D3" w:rsidRPr="00F307D3">
        <w:rPr>
          <w:highlight w:val="white"/>
        </w:rPr>
        <w:t>ShortName</w:t>
      </w:r>
      <w:proofErr w:type="spellEnd"/>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
    <w:p w14:paraId="2E1CA136" w14:textId="1394533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OdFldVal</w:t>
      </w:r>
      <w:proofErr w:type="spellEnd"/>
      <w:r w:rsidR="00F307D3" w:rsidRPr="00F307D3">
        <w:rPr>
          <w:highlight w:val="white"/>
        </w:rPr>
        <w:t>&gt;Sample ES, FIR&lt;/</w:t>
      </w:r>
      <w:proofErr w:type="spellStart"/>
      <w:r w:rsidR="00F307D3" w:rsidRPr="00F307D3">
        <w:rPr>
          <w:highlight w:val="white"/>
        </w:rPr>
        <w:t>OdFldVal</w:t>
      </w:r>
      <w:proofErr w:type="spellEnd"/>
      <w:r w:rsidR="00F307D3" w:rsidRPr="00F307D3">
        <w:rPr>
          <w:highlight w:val="white"/>
        </w:rPr>
        <w:t>&gt;</w:t>
      </w:r>
    </w:p>
    <w:p w14:paraId="1B6151B0" w14:textId="0E7B9B41"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NewFldVal</w:t>
      </w:r>
      <w:proofErr w:type="spellEnd"/>
      <w:r w:rsidR="00F307D3" w:rsidRPr="00F307D3">
        <w:rPr>
          <w:highlight w:val="white"/>
        </w:rPr>
        <w:t>&gt;Sample ES&lt;/</w:t>
      </w:r>
      <w:proofErr w:type="spellStart"/>
      <w:r w:rsidR="00F307D3" w:rsidRPr="00F307D3">
        <w:rPr>
          <w:highlight w:val="white"/>
        </w:rPr>
        <w:t>NewFldVal</w:t>
      </w:r>
      <w:proofErr w:type="spellEnd"/>
      <w:r w:rsidR="00F307D3" w:rsidRPr="00F307D3">
        <w:rPr>
          <w:highlight w:val="white"/>
        </w:rPr>
        <w:t>&gt;</w:t>
      </w:r>
    </w:p>
    <w:p w14:paraId="7F8781D5" w14:textId="12C33944"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OprTmStmp</w:t>
      </w:r>
      <w:proofErr w:type="spellEnd"/>
      <w:r w:rsidR="00F307D3" w:rsidRPr="00F307D3">
        <w:rPr>
          <w:highlight w:val="white"/>
        </w:rPr>
        <w:t>&gt;2020-02-15T13:45:00&lt;/</w:t>
      </w:r>
      <w:proofErr w:type="spellStart"/>
      <w:r w:rsidR="00F307D3" w:rsidRPr="00F307D3">
        <w:rPr>
          <w:highlight w:val="white"/>
        </w:rPr>
        <w:t>OprTmStmp</w:t>
      </w:r>
      <w:proofErr w:type="spellEnd"/>
      <w:r w:rsidR="00F307D3" w:rsidRPr="00F307D3">
        <w:rPr>
          <w:highlight w:val="white"/>
        </w:rPr>
        <w:t>&gt;</w:t>
      </w:r>
    </w:p>
    <w:p w14:paraId="0C8CD1BA" w14:textId="48D8677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InstgUsr</w:t>
      </w:r>
      <w:proofErr w:type="spellEnd"/>
      <w:r w:rsidR="00F307D3" w:rsidRPr="00F307D3">
        <w:rPr>
          <w:highlight w:val="white"/>
        </w:rPr>
        <w:t>&gt;USER1&lt;/</w:t>
      </w:r>
      <w:proofErr w:type="spellStart"/>
      <w:r w:rsidR="00F307D3" w:rsidRPr="00F307D3">
        <w:rPr>
          <w:highlight w:val="white"/>
        </w:rPr>
        <w:t>InstgUsr</w:t>
      </w:r>
      <w:proofErr w:type="spellEnd"/>
      <w:r w:rsidR="00F307D3" w:rsidRPr="00F307D3">
        <w:rPr>
          <w:highlight w:val="white"/>
        </w:rPr>
        <w:t>&gt;</w:t>
      </w:r>
    </w:p>
    <w:p w14:paraId="11567E1A" w14:textId="6E6197D8"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ApprvgUsr</w:t>
      </w:r>
      <w:proofErr w:type="spellEnd"/>
      <w:r w:rsidR="00F307D3" w:rsidRPr="00F307D3">
        <w:rPr>
          <w:highlight w:val="white"/>
        </w:rPr>
        <w:t>&gt;USER2&lt;/</w:t>
      </w:r>
      <w:proofErr w:type="spellStart"/>
      <w:r w:rsidR="00F307D3" w:rsidRPr="00F307D3">
        <w:rPr>
          <w:highlight w:val="white"/>
        </w:rPr>
        <w:t>ApprvgUsr</w:t>
      </w:r>
      <w:proofErr w:type="spellEnd"/>
      <w:r w:rsidR="00F307D3" w:rsidRPr="00F307D3">
        <w:rPr>
          <w:highlight w:val="white"/>
        </w:rPr>
        <w:t>&gt;</w:t>
      </w:r>
    </w:p>
    <w:p w14:paraId="3E306165" w14:textId="005E8DEF"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AudtTrl</w:t>
      </w:r>
      <w:proofErr w:type="spellEnd"/>
      <w:r w:rsidR="00F307D3" w:rsidRPr="00F307D3">
        <w:rPr>
          <w:highlight w:val="white"/>
        </w:rPr>
        <w:t>&gt;</w:t>
      </w:r>
    </w:p>
    <w:p w14:paraId="61153123" w14:textId="103F30D3"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SctiesAudtTrlOrErr</w:t>
      </w:r>
      <w:proofErr w:type="spellEnd"/>
      <w:r w:rsidR="00F307D3" w:rsidRPr="00F307D3">
        <w:rPr>
          <w:highlight w:val="white"/>
        </w:rPr>
        <w:t>&gt;</w:t>
      </w:r>
    </w:p>
    <w:p w14:paraId="050AF691" w14:textId="17E89BCC" w:rsidR="00F307D3" w:rsidRPr="00D71CE3" w:rsidRDefault="008E5605" w:rsidP="00821814">
      <w:pPr>
        <w:pStyle w:val="XMLCode"/>
        <w:rPr>
          <w:highlight w:val="white"/>
          <w:lang w:val="fr-FR"/>
        </w:rPr>
      </w:pPr>
      <w:r>
        <w:rPr>
          <w:highlight w:val="white"/>
        </w:rPr>
        <w:tab/>
      </w:r>
      <w:r>
        <w:rPr>
          <w:highlight w:val="white"/>
        </w:rPr>
        <w:tab/>
      </w:r>
      <w:r>
        <w:rPr>
          <w:highlight w:val="white"/>
        </w:rPr>
        <w:tab/>
      </w:r>
      <w:r>
        <w:rPr>
          <w:highlight w:val="white"/>
        </w:rPr>
        <w:tab/>
      </w:r>
      <w:r w:rsidR="00F307D3" w:rsidRPr="00D71CE3">
        <w:rPr>
          <w:highlight w:val="white"/>
          <w:lang w:val="fr-FR"/>
        </w:rPr>
        <w:t>&lt;</w:t>
      </w:r>
      <w:proofErr w:type="spellStart"/>
      <w:r w:rsidR="00F307D3" w:rsidRPr="00D71CE3">
        <w:rPr>
          <w:highlight w:val="white"/>
          <w:lang w:val="fr-FR"/>
        </w:rPr>
        <w:t>FinInstrmId</w:t>
      </w:r>
      <w:proofErr w:type="spellEnd"/>
      <w:r w:rsidR="00F307D3" w:rsidRPr="00D71CE3">
        <w:rPr>
          <w:highlight w:val="white"/>
          <w:lang w:val="fr-FR"/>
        </w:rPr>
        <w:t>&gt;</w:t>
      </w:r>
    </w:p>
    <w:p w14:paraId="10A1CCE7" w14:textId="78015CA7" w:rsidR="00F307D3" w:rsidRPr="00D71CE3" w:rsidRDefault="008E5605"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00F307D3" w:rsidRPr="00D71CE3">
        <w:rPr>
          <w:highlight w:val="white"/>
          <w:lang w:val="fr-FR"/>
        </w:rPr>
        <w:t>&lt;ISIN&gt;SECXXXYYYZZ1&lt;/ISIN&gt;</w:t>
      </w:r>
    </w:p>
    <w:p w14:paraId="2A3E848C" w14:textId="2217606D" w:rsidR="00F307D3" w:rsidRPr="00D71CE3" w:rsidRDefault="008E5605" w:rsidP="00821814">
      <w:pPr>
        <w:pStyle w:val="XMLCode"/>
        <w:rPr>
          <w:highlight w:val="white"/>
          <w:lang w:val="fr-FR"/>
        </w:rPr>
      </w:pPr>
      <w:r w:rsidRPr="00D71CE3">
        <w:rPr>
          <w:highlight w:val="white"/>
          <w:lang w:val="fr-FR"/>
        </w:rPr>
        <w:tab/>
      </w:r>
      <w:r w:rsidRPr="00D71CE3">
        <w:rPr>
          <w:highlight w:val="white"/>
          <w:lang w:val="fr-FR"/>
        </w:rPr>
        <w:tab/>
      </w:r>
      <w:r w:rsidRPr="00D71CE3">
        <w:rPr>
          <w:highlight w:val="white"/>
          <w:lang w:val="fr-FR"/>
        </w:rPr>
        <w:tab/>
      </w:r>
      <w:r w:rsidRPr="00D71CE3">
        <w:rPr>
          <w:highlight w:val="white"/>
          <w:lang w:val="fr-FR"/>
        </w:rPr>
        <w:tab/>
      </w:r>
      <w:r w:rsidR="00F307D3" w:rsidRPr="00D71CE3">
        <w:rPr>
          <w:highlight w:val="white"/>
          <w:lang w:val="fr-FR"/>
        </w:rPr>
        <w:t>&lt;/</w:t>
      </w:r>
      <w:proofErr w:type="spellStart"/>
      <w:r w:rsidR="00F307D3" w:rsidRPr="00D71CE3">
        <w:rPr>
          <w:highlight w:val="white"/>
          <w:lang w:val="fr-FR"/>
        </w:rPr>
        <w:t>FinInstrmId</w:t>
      </w:r>
      <w:proofErr w:type="spellEnd"/>
      <w:r w:rsidR="00F307D3" w:rsidRPr="00D71CE3">
        <w:rPr>
          <w:highlight w:val="white"/>
          <w:lang w:val="fr-FR"/>
        </w:rPr>
        <w:t>&gt;</w:t>
      </w:r>
    </w:p>
    <w:p w14:paraId="3B6FC567" w14:textId="1A11DC4E" w:rsidR="00F307D3" w:rsidRPr="00F307D3" w:rsidRDefault="008E5605" w:rsidP="00821814">
      <w:pPr>
        <w:pStyle w:val="XMLCode"/>
        <w:rPr>
          <w:highlight w:val="white"/>
        </w:rPr>
      </w:pPr>
      <w:r w:rsidRPr="00D71CE3">
        <w:rPr>
          <w:highlight w:val="white"/>
          <w:lang w:val="fr-FR"/>
        </w:rPr>
        <w:tab/>
      </w:r>
      <w:r w:rsidRPr="00D71CE3">
        <w:rPr>
          <w:highlight w:val="white"/>
          <w:lang w:val="fr-FR"/>
        </w:rPr>
        <w:tab/>
      </w:r>
      <w:r w:rsidRPr="00D71CE3">
        <w:rPr>
          <w:highlight w:val="white"/>
          <w:lang w:val="fr-FR"/>
        </w:rPr>
        <w:tab/>
      </w:r>
      <w:r w:rsidR="00F307D3" w:rsidRPr="00F307D3">
        <w:rPr>
          <w:highlight w:val="white"/>
        </w:rPr>
        <w:t>&lt;/</w:t>
      </w:r>
      <w:proofErr w:type="spellStart"/>
      <w:r w:rsidR="00F307D3" w:rsidRPr="00F307D3">
        <w:rPr>
          <w:highlight w:val="white"/>
        </w:rPr>
        <w:t>SctiesAudtTrlRpt</w:t>
      </w:r>
      <w:proofErr w:type="spellEnd"/>
      <w:r w:rsidR="00F307D3" w:rsidRPr="00F307D3">
        <w:rPr>
          <w:highlight w:val="white"/>
        </w:rPr>
        <w:t>&gt;</w:t>
      </w:r>
    </w:p>
    <w:p w14:paraId="49F4D264" w14:textId="2814AE55" w:rsidR="00F307D3" w:rsidRPr="00F307D3" w:rsidRDefault="008E5605"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RptOrErr</w:t>
      </w:r>
      <w:proofErr w:type="spellEnd"/>
      <w:r w:rsidR="00F307D3" w:rsidRPr="00F307D3">
        <w:rPr>
          <w:highlight w:val="white"/>
        </w:rPr>
        <w:t>&gt;</w:t>
      </w:r>
    </w:p>
    <w:p w14:paraId="5038153A" w14:textId="4CDAF27E" w:rsidR="00F307D3" w:rsidRPr="00F307D3" w:rsidRDefault="008E5605"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SctiesAudtTrlRpt</w:t>
      </w:r>
      <w:proofErr w:type="spellEnd"/>
      <w:r w:rsidR="00F307D3" w:rsidRPr="00F307D3">
        <w:rPr>
          <w:highlight w:val="white"/>
        </w:rPr>
        <w:t xml:space="preserve">&gt; </w:t>
      </w:r>
    </w:p>
    <w:p w14:paraId="1293362D" w14:textId="77777777" w:rsidR="00F307D3" w:rsidRPr="00F307D3" w:rsidRDefault="00F307D3" w:rsidP="00821814">
      <w:pPr>
        <w:pStyle w:val="XMLCode"/>
      </w:pPr>
      <w:r w:rsidRPr="00F307D3">
        <w:rPr>
          <w:highlight w:val="white"/>
        </w:rPr>
        <w:t>&lt;/Document&gt;</w:t>
      </w:r>
    </w:p>
    <w:p w14:paraId="3492299A" w14:textId="77777777" w:rsidR="00F307D3" w:rsidRPr="00F307D3" w:rsidRDefault="00F307D3" w:rsidP="00F307D3"/>
    <w:p w14:paraId="6652B6D6" w14:textId="77777777" w:rsidR="00176D27" w:rsidRPr="00176D27" w:rsidRDefault="00176D27" w:rsidP="00176D27">
      <w:pPr>
        <w:sectPr w:rsidR="00176D27" w:rsidRPr="00176D27" w:rsidSect="006E0076">
          <w:headerReference w:type="even" r:id="rId38"/>
          <w:headerReference w:type="default" r:id="rId39"/>
          <w:footerReference w:type="even" r:id="rId40"/>
          <w:type w:val="oddPage"/>
          <w:pgSz w:w="11909" w:h="15840" w:code="9"/>
          <w:pgMar w:top="1021" w:right="1304" w:bottom="1701" w:left="1304" w:header="567" w:footer="567" w:gutter="0"/>
          <w:cols w:space="720"/>
        </w:sectPr>
      </w:pPr>
    </w:p>
    <w:p w14:paraId="0E3D0AEF" w14:textId="77777777" w:rsidR="00430B5F" w:rsidRPr="00430B5F" w:rsidRDefault="00430B5F" w:rsidP="00430B5F">
      <w:pPr>
        <w:pStyle w:val="Heading1"/>
      </w:pPr>
      <w:bookmarkStart w:id="84" w:name="_Toc348941504"/>
      <w:bookmarkStart w:id="85" w:name="_Toc447225599"/>
      <w:bookmarkStart w:id="86" w:name="_Toc161582956"/>
      <w:r w:rsidRPr="00430B5F">
        <w:lastRenderedPageBreak/>
        <w:t>Revision Record</w:t>
      </w:r>
      <w:bookmarkEnd w:id="84"/>
      <w:bookmarkEnd w:id="85"/>
      <w:bookmarkEnd w:id="86"/>
    </w:p>
    <w:p w14:paraId="56D928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14"/>
        <w:gridCol w:w="2487"/>
        <w:gridCol w:w="1697"/>
        <w:gridCol w:w="1884"/>
      </w:tblGrid>
      <w:tr w:rsidR="00922455" w:rsidRPr="000A3BA9" w14:paraId="49811A3E" w14:textId="77777777" w:rsidTr="005A78D0">
        <w:tc>
          <w:tcPr>
            <w:tcW w:w="1008" w:type="dxa"/>
          </w:tcPr>
          <w:p w14:paraId="63F285E4" w14:textId="77777777" w:rsidR="00430B5F" w:rsidRPr="00430B5F" w:rsidRDefault="00430B5F" w:rsidP="00430B5F">
            <w:pPr>
              <w:pStyle w:val="TableHeading"/>
            </w:pPr>
            <w:r w:rsidRPr="00430B5F">
              <w:t>Revision</w:t>
            </w:r>
          </w:p>
        </w:tc>
        <w:tc>
          <w:tcPr>
            <w:tcW w:w="1114" w:type="dxa"/>
          </w:tcPr>
          <w:p w14:paraId="6A077728" w14:textId="77777777" w:rsidR="00430B5F" w:rsidRPr="00430B5F" w:rsidRDefault="00430B5F" w:rsidP="00430B5F">
            <w:pPr>
              <w:pStyle w:val="TableHeading"/>
            </w:pPr>
            <w:r w:rsidRPr="00430B5F">
              <w:t>Date</w:t>
            </w:r>
          </w:p>
        </w:tc>
        <w:tc>
          <w:tcPr>
            <w:tcW w:w="2487" w:type="dxa"/>
          </w:tcPr>
          <w:p w14:paraId="3B7338FC" w14:textId="77777777" w:rsidR="00430B5F" w:rsidRPr="00430B5F" w:rsidRDefault="00430B5F" w:rsidP="00430B5F">
            <w:pPr>
              <w:pStyle w:val="TableHeading"/>
            </w:pPr>
            <w:r w:rsidRPr="00430B5F">
              <w:t>Author</w:t>
            </w:r>
          </w:p>
        </w:tc>
        <w:tc>
          <w:tcPr>
            <w:tcW w:w="1697" w:type="dxa"/>
          </w:tcPr>
          <w:p w14:paraId="4E5DF443" w14:textId="77777777" w:rsidR="00430B5F" w:rsidRPr="00430B5F" w:rsidRDefault="00430B5F" w:rsidP="00430B5F">
            <w:pPr>
              <w:pStyle w:val="TableHeading"/>
            </w:pPr>
            <w:r w:rsidRPr="00430B5F">
              <w:t>Description</w:t>
            </w:r>
          </w:p>
        </w:tc>
        <w:tc>
          <w:tcPr>
            <w:tcW w:w="1884" w:type="dxa"/>
          </w:tcPr>
          <w:p w14:paraId="05708A95" w14:textId="77777777" w:rsidR="00430B5F" w:rsidRPr="00430B5F" w:rsidRDefault="00430B5F" w:rsidP="00430B5F">
            <w:pPr>
              <w:pStyle w:val="TableHeading"/>
            </w:pPr>
            <w:r w:rsidRPr="00430B5F">
              <w:t>Sections affected</w:t>
            </w:r>
          </w:p>
        </w:tc>
      </w:tr>
      <w:tr w:rsidR="008E5605" w:rsidRPr="000A3BA9" w14:paraId="1D198B8A" w14:textId="77777777" w:rsidTr="005A78D0">
        <w:tc>
          <w:tcPr>
            <w:tcW w:w="1008" w:type="dxa"/>
          </w:tcPr>
          <w:p w14:paraId="11F9DEFA" w14:textId="538D9F94" w:rsidR="008E5605" w:rsidRPr="008E5605" w:rsidRDefault="008E5605" w:rsidP="008E5605">
            <w:pPr>
              <w:pStyle w:val="TableText"/>
            </w:pPr>
            <w:r>
              <w:t>1.0</w:t>
            </w:r>
          </w:p>
        </w:tc>
        <w:tc>
          <w:tcPr>
            <w:tcW w:w="1114" w:type="dxa"/>
          </w:tcPr>
          <w:p w14:paraId="39EBD791" w14:textId="5A016C7F" w:rsidR="008E5605" w:rsidRPr="008E5605" w:rsidRDefault="008E5605" w:rsidP="008E5605">
            <w:pPr>
              <w:pStyle w:val="TableText"/>
            </w:pPr>
            <w:r>
              <w:t>April 2021</w:t>
            </w:r>
          </w:p>
        </w:tc>
        <w:tc>
          <w:tcPr>
            <w:tcW w:w="2487" w:type="dxa"/>
          </w:tcPr>
          <w:p w14:paraId="27B998BD" w14:textId="441C5E62" w:rsidR="008E5605" w:rsidRPr="008E5605" w:rsidRDefault="008E5605" w:rsidP="008E5605">
            <w:pPr>
              <w:pStyle w:val="TableText"/>
            </w:pPr>
            <w:r>
              <w:t>Banca d'Italia on behalf of the 4CBs and S</w:t>
            </w:r>
            <w:r w:rsidRPr="008E5605">
              <w:t>WIFT</w:t>
            </w:r>
          </w:p>
        </w:tc>
        <w:tc>
          <w:tcPr>
            <w:tcW w:w="1697" w:type="dxa"/>
          </w:tcPr>
          <w:p w14:paraId="162553F1" w14:textId="1911C8DD" w:rsidR="008E5605" w:rsidRPr="008E5605" w:rsidRDefault="008E5605" w:rsidP="008E5605">
            <w:pPr>
              <w:pStyle w:val="TableText"/>
            </w:pPr>
            <w:r w:rsidRPr="00671462">
              <w:t xml:space="preserve">Draft version for SEG </w:t>
            </w:r>
            <w:r w:rsidRPr="008E5605">
              <w:t>review, including revision requested by Evaluation Team</w:t>
            </w:r>
          </w:p>
        </w:tc>
        <w:tc>
          <w:tcPr>
            <w:tcW w:w="1884" w:type="dxa"/>
          </w:tcPr>
          <w:p w14:paraId="311210C1" w14:textId="78682E37" w:rsidR="008E5605" w:rsidRPr="008E5605" w:rsidRDefault="008E5605" w:rsidP="008E5605">
            <w:pPr>
              <w:pStyle w:val="TableText"/>
            </w:pPr>
            <w:r>
              <w:t>Banca d'Italia on behalf of the 4CBs and S</w:t>
            </w:r>
            <w:r w:rsidRPr="008E5605">
              <w:t>WIFT</w:t>
            </w:r>
          </w:p>
        </w:tc>
      </w:tr>
      <w:tr w:rsidR="008E5605" w:rsidRPr="000A3BA9" w14:paraId="57413802" w14:textId="77777777" w:rsidTr="005A78D0">
        <w:tc>
          <w:tcPr>
            <w:tcW w:w="1008" w:type="dxa"/>
          </w:tcPr>
          <w:p w14:paraId="780AF549" w14:textId="3ADEA881" w:rsidR="008E5605" w:rsidRPr="008E5605" w:rsidRDefault="008E5605" w:rsidP="008E5605">
            <w:pPr>
              <w:pStyle w:val="TableText"/>
            </w:pPr>
            <w:r>
              <w:t>2.0</w:t>
            </w:r>
          </w:p>
        </w:tc>
        <w:tc>
          <w:tcPr>
            <w:tcW w:w="1114" w:type="dxa"/>
          </w:tcPr>
          <w:p w14:paraId="5770EEA6" w14:textId="17C43254" w:rsidR="008E5605" w:rsidRPr="008E5605" w:rsidRDefault="008E5605" w:rsidP="008E5605">
            <w:pPr>
              <w:pStyle w:val="TableText"/>
            </w:pPr>
            <w:r>
              <w:t>June-2021</w:t>
            </w:r>
          </w:p>
        </w:tc>
        <w:tc>
          <w:tcPr>
            <w:tcW w:w="2487" w:type="dxa"/>
          </w:tcPr>
          <w:p w14:paraId="22803D55" w14:textId="4F3F41D7" w:rsidR="008E5605" w:rsidRPr="008E5605" w:rsidRDefault="008E5605" w:rsidP="008E5605">
            <w:pPr>
              <w:pStyle w:val="TableText"/>
            </w:pPr>
            <w:r>
              <w:t>ISO 20022 RA</w:t>
            </w:r>
          </w:p>
        </w:tc>
        <w:tc>
          <w:tcPr>
            <w:tcW w:w="1697" w:type="dxa"/>
          </w:tcPr>
          <w:p w14:paraId="2CBDB65A" w14:textId="154A50C3" w:rsidR="008E5605" w:rsidRPr="008E5605" w:rsidRDefault="008E5605" w:rsidP="008E5605">
            <w:pPr>
              <w:pStyle w:val="TableText"/>
            </w:pPr>
            <w:r>
              <w:t xml:space="preserve">Approved </w:t>
            </w:r>
            <w:r w:rsidRPr="008E5605">
              <w:t>version and conversion into new template</w:t>
            </w:r>
          </w:p>
        </w:tc>
        <w:tc>
          <w:tcPr>
            <w:tcW w:w="1884" w:type="dxa"/>
          </w:tcPr>
          <w:p w14:paraId="050977AF" w14:textId="5AC22EDC" w:rsidR="008E5605" w:rsidRPr="008E5605" w:rsidRDefault="008E5605" w:rsidP="008E5605">
            <w:pPr>
              <w:pStyle w:val="TableText"/>
            </w:pPr>
            <w:r>
              <w:t>ISO 20022 RA</w:t>
            </w:r>
          </w:p>
        </w:tc>
      </w:tr>
      <w:tr w:rsidR="005A78D0" w:rsidRPr="000A3BA9" w14:paraId="3B5802D2" w14:textId="77777777" w:rsidTr="005A78D0">
        <w:tc>
          <w:tcPr>
            <w:tcW w:w="1008" w:type="dxa"/>
          </w:tcPr>
          <w:p w14:paraId="7C0E90D8" w14:textId="77777777" w:rsidR="005A78D0" w:rsidRPr="005A78D0" w:rsidRDefault="005A78D0" w:rsidP="005A78D0">
            <w:pPr>
              <w:pStyle w:val="TableText"/>
            </w:pPr>
          </w:p>
        </w:tc>
        <w:tc>
          <w:tcPr>
            <w:tcW w:w="1114" w:type="dxa"/>
          </w:tcPr>
          <w:p w14:paraId="55D7B2CB" w14:textId="77777777" w:rsidR="005A78D0" w:rsidRPr="005A78D0" w:rsidRDefault="005A78D0" w:rsidP="005A78D0">
            <w:pPr>
              <w:pStyle w:val="TableText"/>
            </w:pPr>
          </w:p>
        </w:tc>
        <w:tc>
          <w:tcPr>
            <w:tcW w:w="2487" w:type="dxa"/>
          </w:tcPr>
          <w:p w14:paraId="4EF2E731" w14:textId="77777777" w:rsidR="005A78D0" w:rsidRPr="005A78D0" w:rsidRDefault="005A78D0" w:rsidP="005A78D0">
            <w:pPr>
              <w:pStyle w:val="TableText"/>
            </w:pPr>
          </w:p>
        </w:tc>
        <w:tc>
          <w:tcPr>
            <w:tcW w:w="1697" w:type="dxa"/>
          </w:tcPr>
          <w:p w14:paraId="579C2DA6" w14:textId="77777777" w:rsidR="005A78D0" w:rsidRPr="005A78D0" w:rsidRDefault="005A78D0" w:rsidP="005A78D0">
            <w:pPr>
              <w:pStyle w:val="TableText"/>
            </w:pPr>
          </w:p>
        </w:tc>
        <w:tc>
          <w:tcPr>
            <w:tcW w:w="1884" w:type="dxa"/>
          </w:tcPr>
          <w:p w14:paraId="1D9013E5" w14:textId="77777777" w:rsidR="005A78D0" w:rsidRPr="005A78D0" w:rsidRDefault="005A78D0" w:rsidP="005A78D0">
            <w:pPr>
              <w:pStyle w:val="TableText"/>
            </w:pPr>
          </w:p>
        </w:tc>
      </w:tr>
    </w:tbl>
    <w:p w14:paraId="3A7108D5" w14:textId="77777777" w:rsidR="00430B5F" w:rsidRPr="00430B5F" w:rsidRDefault="00430B5F" w:rsidP="00430B5F"/>
    <w:p w14:paraId="1D6CA55A" w14:textId="77777777" w:rsidR="00430B5F" w:rsidRPr="00430B5F" w:rsidRDefault="00430B5F" w:rsidP="00430B5F">
      <w:pPr>
        <w:pStyle w:val="BlockLabel"/>
      </w:pPr>
      <w:r w:rsidRPr="00430B5F">
        <w:t>Disclaimer:</w:t>
      </w:r>
    </w:p>
    <w:p w14:paraId="6C103C9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5F17753"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B7B7867" w14:textId="77777777" w:rsidR="00430B5F" w:rsidRPr="00430B5F" w:rsidRDefault="00430B5F" w:rsidP="00430B5F"/>
    <w:p w14:paraId="2AC6EBAC" w14:textId="77777777" w:rsidR="00430B5F" w:rsidRPr="00430B5F" w:rsidRDefault="00430B5F" w:rsidP="00430B5F">
      <w:pPr>
        <w:pStyle w:val="BlockLabel"/>
      </w:pPr>
      <w:r w:rsidRPr="00430B5F">
        <w:t>Intellectual Property Rights:</w:t>
      </w:r>
    </w:p>
    <w:p w14:paraId="2C4C00AC" w14:textId="140E97C2" w:rsidR="003B4A8D" w:rsidRDefault="00430B5F" w:rsidP="00430B5F">
      <w:r w:rsidRPr="00430B5F">
        <w:t xml:space="preserve">The ISO 20022 </w:t>
      </w:r>
      <w:proofErr w:type="spellStart"/>
      <w:r w:rsidRPr="00430B5F">
        <w:t>MessageDefinitions</w:t>
      </w:r>
      <w:proofErr w:type="spellEnd"/>
      <w:r w:rsidRPr="00430B5F">
        <w:t xml:space="preserve"> described in this document were contributed by </w:t>
      </w:r>
      <w:r w:rsidR="008D4E65" w:rsidRPr="008D4E65">
        <w:t>Banca d’Italia</w:t>
      </w:r>
      <w:r w:rsidR="008D4E65">
        <w:t xml:space="preserve"> (BDI)</w:t>
      </w:r>
      <w:r w:rsidR="008D4E65" w:rsidRPr="008D4E65">
        <w:t xml:space="preserve"> and SWIFT for T</w:t>
      </w:r>
      <w:r w:rsidR="008D4E65">
        <w:t>arget</w:t>
      </w:r>
      <w:r w:rsidR="008D4E65" w:rsidRPr="008D4E65">
        <w:t>2-Securit</w:t>
      </w:r>
      <w:r w:rsidR="008D4E65">
        <w:t>i</w:t>
      </w:r>
      <w:r w:rsidR="008D4E65" w:rsidRPr="008D4E65">
        <w:t>es</w:t>
      </w:r>
      <w:r w:rsidRPr="00430B5F">
        <w:t>. The ISO 20022 IPR policy is available at www.ISO20022.org &gt; About ISO 20022 &gt; Intellectual Property Rights.</w:t>
      </w:r>
    </w:p>
    <w:p w14:paraId="7AC2A27E" w14:textId="77777777" w:rsidR="00DD3851" w:rsidRDefault="00DD3851" w:rsidP="007E56F0">
      <w:pPr>
        <w:pStyle w:val="ListParagraph1"/>
        <w:ind w:left="0"/>
      </w:pPr>
    </w:p>
    <w:sectPr w:rsidR="00DD3851" w:rsidSect="006E0076">
      <w:headerReference w:type="default" r:id="rId4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C4964" w14:textId="77777777" w:rsidR="00C64215" w:rsidRDefault="00C64215" w:rsidP="005A6353">
      <w:r>
        <w:separator/>
      </w:r>
    </w:p>
  </w:endnote>
  <w:endnote w:type="continuationSeparator" w:id="0">
    <w:p w14:paraId="7106D6F2" w14:textId="77777777" w:rsidR="00C64215" w:rsidRDefault="00C64215"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A925" w14:textId="77777777" w:rsidR="00ED0E20" w:rsidRDefault="00ED0E20"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52232015" w14:textId="77777777" w:rsidTr="00FA65F6">
      <w:trPr>
        <w:cantSplit/>
        <w:trHeight w:hRule="exact" w:val="50"/>
      </w:trPr>
      <w:tc>
        <w:tcPr>
          <w:tcW w:w="9242" w:type="dxa"/>
        </w:tcPr>
        <w:p w14:paraId="09E5DB84" w14:textId="77777777" w:rsidR="00ED0E20" w:rsidRDefault="00ED0E20" w:rsidP="005A6353"/>
      </w:tc>
    </w:tr>
  </w:tbl>
  <w:p w14:paraId="2892AA42" w14:textId="77777777" w:rsidR="00ED0E20" w:rsidRDefault="00ED0E20"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7ABF1" w14:textId="77777777" w:rsidR="00ED0E20" w:rsidRDefault="00ED0E20"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687495C" w14:textId="77777777" w:rsidTr="000E2675">
      <w:trPr>
        <w:cantSplit/>
        <w:trHeight w:hRule="exact" w:val="50"/>
      </w:trPr>
      <w:tc>
        <w:tcPr>
          <w:tcW w:w="9242" w:type="dxa"/>
        </w:tcPr>
        <w:p w14:paraId="029C0563" w14:textId="77777777" w:rsidR="00ED0E20" w:rsidRDefault="00ED0E20" w:rsidP="005A6353"/>
      </w:tc>
    </w:tr>
  </w:tbl>
  <w:p w14:paraId="7F161035" w14:textId="77777777" w:rsidR="00ED0E20" w:rsidRPr="00BB3079" w:rsidRDefault="00ED0E20"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851E0" w14:textId="77777777" w:rsidR="00ED0E20" w:rsidRDefault="00ED0E20"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D0E20" w14:paraId="74E8C300" w14:textId="77777777" w:rsidTr="00922455">
      <w:tc>
        <w:tcPr>
          <w:tcW w:w="4253" w:type="dxa"/>
        </w:tcPr>
        <w:p w14:paraId="1009C842" w14:textId="435BC595" w:rsidR="00ED0E20" w:rsidRDefault="00ED0E20"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D71CE3">
            <w:rPr>
              <w:noProof/>
              <w:lang w:eastAsia="en-GB"/>
            </w:rPr>
            <w:t>Target-2 Securities - Securities Reference Data</w:t>
          </w:r>
          <w:r>
            <w:rPr>
              <w:noProof/>
              <w:lang w:eastAsia="en-GB"/>
            </w:rPr>
            <w:fldChar w:fldCharType="end"/>
          </w:r>
        </w:p>
        <w:p w14:paraId="62544332" w14:textId="77777777" w:rsidR="00ED0E20" w:rsidRPr="006E0076" w:rsidRDefault="00ED0E20" w:rsidP="00922455">
          <w:pPr>
            <w:pStyle w:val="Footerodd"/>
            <w:suppressAutoHyphens/>
            <w:spacing w:before="40"/>
            <w:rPr>
              <w:lang w:eastAsia="en-GB"/>
            </w:rPr>
          </w:pPr>
        </w:p>
      </w:tc>
      <w:tc>
        <w:tcPr>
          <w:tcW w:w="567" w:type="dxa"/>
        </w:tcPr>
        <w:p w14:paraId="55A2D058" w14:textId="6B74068D" w:rsidR="00ED0E20" w:rsidRDefault="00ED0E20"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A736C8">
            <w:rPr>
              <w:rFonts w:eastAsia="Times"/>
              <w:noProof/>
              <w:lang w:eastAsia="en-GB"/>
            </w:rPr>
            <w:t>49</w:t>
          </w:r>
          <w:r w:rsidRPr="00922455">
            <w:rPr>
              <w:rFonts w:eastAsia="Times"/>
              <w:lang w:eastAsia="en-GB"/>
            </w:rPr>
            <w:fldChar w:fldCharType="end"/>
          </w:r>
        </w:p>
      </w:tc>
      <w:tc>
        <w:tcPr>
          <w:tcW w:w="4394" w:type="dxa"/>
        </w:tcPr>
        <w:p w14:paraId="621FB17C" w14:textId="4CA7B2F7" w:rsidR="00ED0E20" w:rsidRDefault="00ED0E20" w:rsidP="00A736C8">
          <w:pPr>
            <w:pStyle w:val="Footereven"/>
            <w:tabs>
              <w:tab w:val="center" w:pos="2197"/>
              <w:tab w:val="right" w:pos="4394"/>
            </w:tabs>
            <w:suppressAutoHyphens/>
            <w:spacing w:before="40"/>
            <w:rPr>
              <w:lang w:eastAsia="en-GB"/>
            </w:rPr>
          </w:pPr>
          <w:r>
            <w:rPr>
              <w:lang w:eastAsia="en-GB"/>
            </w:rPr>
            <w:tab/>
          </w:r>
          <w:r>
            <w:rPr>
              <w:lang w:eastAsia="en-GB"/>
            </w:rPr>
            <w:tab/>
          </w:r>
          <w:r w:rsidR="00A736C8">
            <w:t>June</w:t>
          </w:r>
          <w:r>
            <w:t xml:space="preserve"> 2021</w:t>
          </w:r>
          <w:r>
            <w:rPr>
              <w:lang w:eastAsia="en-GB"/>
            </w:rPr>
            <w:fldChar w:fldCharType="begin"/>
          </w:r>
          <w:r>
            <w:rPr>
              <w:lang w:eastAsia="en-GB"/>
            </w:rPr>
            <w:instrText xml:space="preserve"> STYLEREF  "Release date"  \* MERGEFORMAT </w:instrText>
          </w:r>
          <w:r>
            <w:rPr>
              <w:lang w:eastAsia="en-GB"/>
            </w:rPr>
            <w:fldChar w:fldCharType="end"/>
          </w:r>
        </w:p>
      </w:tc>
    </w:tr>
  </w:tbl>
  <w:p w14:paraId="208DD8DA" w14:textId="77777777" w:rsidR="00ED0E20" w:rsidRPr="000017C4" w:rsidRDefault="00ED0E20"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1BC2" w14:textId="77777777" w:rsidR="00ED0E20" w:rsidRDefault="00ED0E20"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1AB8DF2" w14:textId="77777777" w:rsidTr="000E2675">
      <w:trPr>
        <w:cantSplit/>
        <w:trHeight w:hRule="exact" w:val="50"/>
      </w:trPr>
      <w:tc>
        <w:tcPr>
          <w:tcW w:w="9242" w:type="dxa"/>
        </w:tcPr>
        <w:p w14:paraId="496E9088" w14:textId="77777777" w:rsidR="00ED0E20" w:rsidRDefault="00ED0E20" w:rsidP="005A6353"/>
      </w:tc>
    </w:tr>
  </w:tbl>
  <w:p w14:paraId="1D713CE8" w14:textId="77777777" w:rsidR="00ED0E20" w:rsidRPr="00BB3079" w:rsidRDefault="00ED0E20"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AB094" w14:textId="77777777" w:rsidR="00C64215" w:rsidRDefault="00C64215" w:rsidP="005A6353">
      <w:r>
        <w:separator/>
      </w:r>
    </w:p>
  </w:footnote>
  <w:footnote w:type="continuationSeparator" w:id="0">
    <w:p w14:paraId="75091D05" w14:textId="77777777" w:rsidR="00C64215" w:rsidRDefault="00C64215"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58DF0" w14:textId="77777777" w:rsidR="00ED0E20" w:rsidRDefault="00ED0E20"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20DBB518" w14:textId="77777777" w:rsidTr="006864CC">
      <w:trPr>
        <w:cantSplit/>
        <w:trHeight w:hRule="exact" w:val="50"/>
      </w:trPr>
      <w:tc>
        <w:tcPr>
          <w:tcW w:w="9242" w:type="dxa"/>
        </w:tcPr>
        <w:p w14:paraId="4D431078" w14:textId="77777777" w:rsidR="00ED0E20" w:rsidRDefault="00ED0E20" w:rsidP="005A6353"/>
      </w:tc>
    </w:tr>
  </w:tbl>
  <w:p w14:paraId="27BF29F8" w14:textId="77777777" w:rsidR="00ED0E20" w:rsidRDefault="00ED0E20"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2EA59" w14:textId="77777777" w:rsidR="00ED0E20" w:rsidRDefault="00ED0E20" w:rsidP="00282FC2">
    <w:pPr>
      <w:pStyle w:val="Headereven"/>
    </w:pPr>
    <w:r>
      <w:t>&lt;Product name&gt; - &lt;Release number&gt;</w:t>
    </w:r>
    <w:r>
      <w:tab/>
    </w:r>
    <w:fldSimple w:instr=" DOCPROPERTY  Confidentiality  \* MERGEFORMAT ">
      <w:r w:rsidRPr="00AE5536">
        <w:rPr>
          <w:color w:val="008000"/>
        </w:rPr>
        <w:t>&lt;CONFIDENTIALITY&gt;</w:t>
      </w:r>
    </w:fldSimple>
    <w:r w:rsidRPr="00282FC2">
      <w:rPr>
        <w:color w:val="008000"/>
      </w:rPr>
      <w:t xml:space="preserve"> - </w:t>
    </w:r>
    <w:fldSimple w:instr=" DOCPROPERTY  &quot;Revision status&quot;  \* MERGEFORMAT ">
      <w:r w:rsidRPr="00AE5536">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63AAECCD" w14:textId="77777777" w:rsidTr="000E2675">
      <w:trPr>
        <w:cantSplit/>
        <w:trHeight w:hRule="exact" w:val="50"/>
      </w:trPr>
      <w:tc>
        <w:tcPr>
          <w:tcW w:w="9242" w:type="dxa"/>
        </w:tcPr>
        <w:p w14:paraId="18753625" w14:textId="77777777" w:rsidR="00ED0E20" w:rsidRDefault="00ED0E20" w:rsidP="005A6353"/>
      </w:tc>
    </w:tr>
  </w:tbl>
  <w:p w14:paraId="2F4B59A1" w14:textId="77777777" w:rsidR="00ED0E20" w:rsidRDefault="00ED0E20"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8F2E" w14:textId="77777777" w:rsidR="00ED0E20" w:rsidRDefault="00ED0E20" w:rsidP="00C331E3">
    <w:pPr>
      <w:pStyle w:val="Headerodd"/>
      <w:pBdr>
        <w:bottom w:val="double" w:sz="4" w:space="1" w:color="auto"/>
      </w:pBdr>
      <w:spacing w:before="120" w:line="240" w:lineRule="atLeast"/>
    </w:pPr>
  </w:p>
  <w:p w14:paraId="55C791C8" w14:textId="78AB62DA" w:rsidR="00ED0E20" w:rsidRDefault="009A01C1" w:rsidP="00C331E3">
    <w:pPr>
      <w:pStyle w:val="Headerodd"/>
      <w:pBdr>
        <w:bottom w:val="double" w:sz="4" w:space="1" w:color="auto"/>
      </w:pBdr>
      <w:spacing w:before="120" w:line="240" w:lineRule="atLeast"/>
      <w:rPr>
        <w:noProof/>
      </w:rPr>
    </w:pPr>
    <w:fldSimple w:instr=" STYLEREF  &quot;Document Title&quot;  \* MERGEFORMAT ">
      <w:r w:rsidR="00D71CE3">
        <w:rPr>
          <w:noProof/>
        </w:rPr>
        <w:t>Message Definition Report Part 1</w:t>
      </w:r>
    </w:fldSimple>
    <w:r w:rsidR="00ED0E20">
      <w:rPr>
        <w:noProof/>
      </w:rPr>
      <w:tab/>
    </w:r>
    <w:fldSimple w:instr=" STYLEREF  &quot;Intro Heading&quot;  \* MERGEFORMAT ">
      <w:r w:rsidR="00D71CE3">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FE22B" w14:textId="77777777" w:rsidR="00ED0E20" w:rsidRDefault="00ED0E20"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B55BE79" w14:textId="77777777" w:rsidTr="000E2675">
      <w:trPr>
        <w:cantSplit/>
        <w:trHeight w:hRule="exact" w:val="50"/>
      </w:trPr>
      <w:tc>
        <w:tcPr>
          <w:tcW w:w="9242" w:type="dxa"/>
        </w:tcPr>
        <w:p w14:paraId="4FC45DF7" w14:textId="77777777" w:rsidR="00ED0E20" w:rsidRDefault="00ED0E20" w:rsidP="005A6353"/>
      </w:tc>
    </w:tr>
  </w:tbl>
  <w:p w14:paraId="6378F774" w14:textId="77777777" w:rsidR="00ED0E20" w:rsidRDefault="00ED0E20"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97D23" w14:textId="77777777" w:rsidR="00ED0E20" w:rsidRDefault="00ED0E20"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ED0E20" w14:paraId="59E65FDA" w14:textId="77777777" w:rsidTr="00922455">
      <w:tc>
        <w:tcPr>
          <w:tcW w:w="4253" w:type="dxa"/>
        </w:tcPr>
        <w:p w14:paraId="14F2689B" w14:textId="7B20D1B5" w:rsidR="00ED0E20" w:rsidRDefault="00ED0E20"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D71CE3">
            <w:rPr>
              <w:noProof/>
              <w:lang w:eastAsia="en-GB"/>
            </w:rPr>
            <w:t>Message Definition Report Part 1</w:t>
          </w:r>
          <w:r>
            <w:rPr>
              <w:noProof/>
              <w:lang w:eastAsia="en-GB"/>
            </w:rPr>
            <w:fldChar w:fldCharType="end"/>
          </w:r>
        </w:p>
      </w:tc>
      <w:tc>
        <w:tcPr>
          <w:tcW w:w="567" w:type="dxa"/>
        </w:tcPr>
        <w:p w14:paraId="32A3C153" w14:textId="77777777" w:rsidR="00ED0E20" w:rsidRDefault="00ED0E20" w:rsidP="00922455">
          <w:pPr>
            <w:pStyle w:val="Headereven"/>
            <w:suppressAutoHyphens/>
            <w:spacing w:before="40"/>
            <w:rPr>
              <w:lang w:eastAsia="en-GB"/>
            </w:rPr>
          </w:pPr>
        </w:p>
      </w:tc>
      <w:tc>
        <w:tcPr>
          <w:tcW w:w="4394" w:type="dxa"/>
        </w:tcPr>
        <w:p w14:paraId="4F3C5DC6" w14:textId="19EAB9AA" w:rsidR="00ED0E20" w:rsidRDefault="00A736C8" w:rsidP="00A736C8">
          <w:pPr>
            <w:pStyle w:val="Headereven"/>
            <w:suppressAutoHyphens/>
            <w:spacing w:before="40"/>
            <w:jc w:val="right"/>
            <w:rPr>
              <w:lang w:eastAsia="en-GB"/>
            </w:rPr>
          </w:pPr>
          <w:r>
            <w:t xml:space="preserve">June </w:t>
          </w:r>
          <w:r w:rsidR="00ED0E20">
            <w:rPr>
              <w:lang w:eastAsia="en-GB"/>
            </w:rPr>
            <w:t>2021</w:t>
          </w:r>
        </w:p>
      </w:tc>
    </w:tr>
  </w:tbl>
  <w:p w14:paraId="75F80FC0" w14:textId="77777777" w:rsidR="00ED0E20" w:rsidRDefault="00ED0E20"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7322" w14:textId="77777777" w:rsidR="00ED0E20" w:rsidRDefault="00ED0E20" w:rsidP="00E20C1F">
    <w:pPr>
      <w:pStyle w:val="Headerodd"/>
      <w:pBdr>
        <w:bottom w:val="double" w:sz="4" w:space="1" w:color="auto"/>
      </w:pBdr>
      <w:spacing w:line="240" w:lineRule="atLeast"/>
    </w:pPr>
  </w:p>
  <w:p w14:paraId="10659F6B" w14:textId="4F44A283" w:rsidR="00ED0E20" w:rsidRDefault="009A01C1" w:rsidP="00E20C1F">
    <w:pPr>
      <w:pStyle w:val="Headerodd"/>
      <w:pBdr>
        <w:bottom w:val="double" w:sz="4" w:space="1" w:color="auto"/>
      </w:pBdr>
      <w:spacing w:line="240" w:lineRule="atLeast"/>
      <w:rPr>
        <w:noProof/>
      </w:rPr>
    </w:pPr>
    <w:fldSimple w:instr=" STYLEREF  &quot;Document Title&quot;  \* MERGEFORMAT ">
      <w:r w:rsidR="00D71CE3">
        <w:rPr>
          <w:noProof/>
        </w:rPr>
        <w:t>Message Definition Report Part 1</w:t>
      </w:r>
    </w:fldSimple>
    <w:r w:rsidR="00ED0E20">
      <w:rPr>
        <w:noProof/>
      </w:rPr>
      <w:tab/>
    </w:r>
    <w:fldSimple w:instr=" STYLEREF  &quot;Heading 1&quot;  \* MERGEFORMAT ">
      <w:r w:rsidR="00D71CE3" w:rsidRPr="00D71CE3">
        <w:rPr>
          <w:b/>
          <w:bCs/>
          <w:noProof/>
          <w:lang w:val="it-IT"/>
        </w:rPr>
        <w:t>Revision Record</w:t>
      </w:r>
    </w:fldSimple>
  </w:p>
  <w:p w14:paraId="25A18AF7" w14:textId="77777777" w:rsidR="00ED0E20" w:rsidRDefault="00ED0E20"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5"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8"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0"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5"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27"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8"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0"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1"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95893981">
    <w:abstractNumId w:val="32"/>
  </w:num>
  <w:num w:numId="2" w16cid:durableId="780494197">
    <w:abstractNumId w:val="29"/>
  </w:num>
  <w:num w:numId="3" w16cid:durableId="1818572932">
    <w:abstractNumId w:val="19"/>
  </w:num>
  <w:num w:numId="4" w16cid:durableId="1403723847">
    <w:abstractNumId w:val="33"/>
  </w:num>
  <w:num w:numId="5" w16cid:durableId="375587948">
    <w:abstractNumId w:val="8"/>
  </w:num>
  <w:num w:numId="6" w16cid:durableId="866987738">
    <w:abstractNumId w:val="6"/>
  </w:num>
  <w:num w:numId="7" w16cid:durableId="1246842581">
    <w:abstractNumId w:val="5"/>
  </w:num>
  <w:num w:numId="8" w16cid:durableId="764346780">
    <w:abstractNumId w:val="4"/>
  </w:num>
  <w:num w:numId="9" w16cid:durableId="216358037">
    <w:abstractNumId w:val="3"/>
  </w:num>
  <w:num w:numId="10" w16cid:durableId="889271087">
    <w:abstractNumId w:val="7"/>
  </w:num>
  <w:num w:numId="11" w16cid:durableId="1676225484">
    <w:abstractNumId w:val="1"/>
  </w:num>
  <w:num w:numId="12" w16cid:durableId="166478021">
    <w:abstractNumId w:val="0"/>
  </w:num>
  <w:num w:numId="13" w16cid:durableId="584458130">
    <w:abstractNumId w:val="24"/>
  </w:num>
  <w:num w:numId="14" w16cid:durableId="1808668531">
    <w:abstractNumId w:val="34"/>
  </w:num>
  <w:num w:numId="15" w16cid:durableId="1979728148">
    <w:abstractNumId w:val="2"/>
  </w:num>
  <w:num w:numId="16" w16cid:durableId="2131315560">
    <w:abstractNumId w:val="13"/>
  </w:num>
  <w:num w:numId="17" w16cid:durableId="580598931">
    <w:abstractNumId w:val="11"/>
  </w:num>
  <w:num w:numId="18" w16cid:durableId="171066238">
    <w:abstractNumId w:val="17"/>
  </w:num>
  <w:num w:numId="19" w16cid:durableId="319971155">
    <w:abstractNumId w:val="10"/>
  </w:num>
  <w:num w:numId="20" w16cid:durableId="1570580986">
    <w:abstractNumId w:val="21"/>
  </w:num>
  <w:num w:numId="21" w16cid:durableId="818227526">
    <w:abstractNumId w:val="23"/>
  </w:num>
  <w:num w:numId="22" w16cid:durableId="1829321581">
    <w:abstractNumId w:val="7"/>
    <w:lvlOverride w:ilvl="0">
      <w:startOverride w:val="1"/>
    </w:lvlOverride>
  </w:num>
  <w:num w:numId="23" w16cid:durableId="108280954">
    <w:abstractNumId w:val="7"/>
    <w:lvlOverride w:ilvl="0">
      <w:startOverride w:val="1"/>
    </w:lvlOverride>
  </w:num>
  <w:num w:numId="24" w16cid:durableId="816267954">
    <w:abstractNumId w:val="7"/>
    <w:lvlOverride w:ilvl="0">
      <w:startOverride w:val="1"/>
    </w:lvlOverride>
  </w:num>
  <w:num w:numId="25" w16cid:durableId="2069527955">
    <w:abstractNumId w:val="7"/>
    <w:lvlOverride w:ilvl="0">
      <w:startOverride w:val="1"/>
    </w:lvlOverride>
  </w:num>
  <w:num w:numId="26" w16cid:durableId="1477798156">
    <w:abstractNumId w:val="7"/>
    <w:lvlOverride w:ilvl="0">
      <w:startOverride w:val="1"/>
    </w:lvlOverride>
  </w:num>
  <w:num w:numId="27" w16cid:durableId="942763684">
    <w:abstractNumId w:val="16"/>
  </w:num>
  <w:num w:numId="28" w16cid:durableId="719860255">
    <w:abstractNumId w:val="30"/>
  </w:num>
  <w:num w:numId="29" w16cid:durableId="1222212519">
    <w:abstractNumId w:val="25"/>
  </w:num>
  <w:num w:numId="30" w16cid:durableId="1059128459">
    <w:abstractNumId w:val="27"/>
  </w:num>
  <w:num w:numId="31" w16cid:durableId="1477188053">
    <w:abstractNumId w:val="9"/>
  </w:num>
  <w:num w:numId="32" w16cid:durableId="958412321">
    <w:abstractNumId w:val="25"/>
  </w:num>
  <w:num w:numId="33" w16cid:durableId="839540923">
    <w:abstractNumId w:val="15"/>
  </w:num>
  <w:num w:numId="34" w16cid:durableId="183567060">
    <w:abstractNumId w:val="22"/>
  </w:num>
  <w:num w:numId="35" w16cid:durableId="951980124">
    <w:abstractNumId w:val="12"/>
  </w:num>
  <w:num w:numId="36" w16cid:durableId="1120610658">
    <w:abstractNumId w:val="28"/>
  </w:num>
  <w:num w:numId="37" w16cid:durableId="11422715">
    <w:abstractNumId w:val="18"/>
  </w:num>
  <w:num w:numId="38" w16cid:durableId="11260426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79318822">
    <w:abstractNumId w:val="31"/>
  </w:num>
  <w:num w:numId="40" w16cid:durableId="688485869">
    <w:abstractNumId w:val="14"/>
  </w:num>
  <w:num w:numId="41" w16cid:durableId="154154879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36"/>
    <w:rsid w:val="000017C4"/>
    <w:rsid w:val="0000191D"/>
    <w:rsid w:val="00001AC8"/>
    <w:rsid w:val="00002EE3"/>
    <w:rsid w:val="00004D88"/>
    <w:rsid w:val="0000764E"/>
    <w:rsid w:val="00012387"/>
    <w:rsid w:val="00021790"/>
    <w:rsid w:val="00022175"/>
    <w:rsid w:val="00022528"/>
    <w:rsid w:val="00023851"/>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3C58"/>
    <w:rsid w:val="002555E2"/>
    <w:rsid w:val="00256BEE"/>
    <w:rsid w:val="002608A8"/>
    <w:rsid w:val="002626DA"/>
    <w:rsid w:val="002701E6"/>
    <w:rsid w:val="0027190E"/>
    <w:rsid w:val="0027357E"/>
    <w:rsid w:val="00277BA6"/>
    <w:rsid w:val="00280B82"/>
    <w:rsid w:val="00281D72"/>
    <w:rsid w:val="00282FC2"/>
    <w:rsid w:val="0028399D"/>
    <w:rsid w:val="00286BFB"/>
    <w:rsid w:val="00287177"/>
    <w:rsid w:val="00297ABD"/>
    <w:rsid w:val="002A32C6"/>
    <w:rsid w:val="002A331D"/>
    <w:rsid w:val="002A3F47"/>
    <w:rsid w:val="002A6C1D"/>
    <w:rsid w:val="002A7935"/>
    <w:rsid w:val="002B205E"/>
    <w:rsid w:val="002B271A"/>
    <w:rsid w:val="002B48DB"/>
    <w:rsid w:val="002B7912"/>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304"/>
    <w:rsid w:val="00340C02"/>
    <w:rsid w:val="003474FF"/>
    <w:rsid w:val="00351220"/>
    <w:rsid w:val="00351325"/>
    <w:rsid w:val="00352438"/>
    <w:rsid w:val="00352B99"/>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3DBA"/>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A80"/>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4F83"/>
    <w:rsid w:val="004A1058"/>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4067"/>
    <w:rsid w:val="004C6828"/>
    <w:rsid w:val="004C7075"/>
    <w:rsid w:val="004D01EB"/>
    <w:rsid w:val="004D46D3"/>
    <w:rsid w:val="004D6A21"/>
    <w:rsid w:val="004E2775"/>
    <w:rsid w:val="004E508A"/>
    <w:rsid w:val="004E5194"/>
    <w:rsid w:val="004E7565"/>
    <w:rsid w:val="004F3C56"/>
    <w:rsid w:val="004F42F5"/>
    <w:rsid w:val="004F717E"/>
    <w:rsid w:val="004F7F9F"/>
    <w:rsid w:val="005030C8"/>
    <w:rsid w:val="0050332A"/>
    <w:rsid w:val="00504C0E"/>
    <w:rsid w:val="00512ABD"/>
    <w:rsid w:val="00515B5E"/>
    <w:rsid w:val="00517AD5"/>
    <w:rsid w:val="005210B1"/>
    <w:rsid w:val="005243D5"/>
    <w:rsid w:val="0052573B"/>
    <w:rsid w:val="00526C98"/>
    <w:rsid w:val="00527032"/>
    <w:rsid w:val="0052733C"/>
    <w:rsid w:val="00527977"/>
    <w:rsid w:val="00530360"/>
    <w:rsid w:val="005414BF"/>
    <w:rsid w:val="00541D70"/>
    <w:rsid w:val="00542BA6"/>
    <w:rsid w:val="00543CAD"/>
    <w:rsid w:val="00546DC3"/>
    <w:rsid w:val="00551F84"/>
    <w:rsid w:val="005627F5"/>
    <w:rsid w:val="005633B5"/>
    <w:rsid w:val="00565A42"/>
    <w:rsid w:val="00566678"/>
    <w:rsid w:val="00572875"/>
    <w:rsid w:val="005811FA"/>
    <w:rsid w:val="005844D6"/>
    <w:rsid w:val="00584FAE"/>
    <w:rsid w:val="00590B92"/>
    <w:rsid w:val="00592CE2"/>
    <w:rsid w:val="005930E4"/>
    <w:rsid w:val="0059570F"/>
    <w:rsid w:val="0059725E"/>
    <w:rsid w:val="005A1FD7"/>
    <w:rsid w:val="005A5116"/>
    <w:rsid w:val="005A6353"/>
    <w:rsid w:val="005A7323"/>
    <w:rsid w:val="005A756E"/>
    <w:rsid w:val="005A78D0"/>
    <w:rsid w:val="005B39A5"/>
    <w:rsid w:val="005B7457"/>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6902"/>
    <w:rsid w:val="00617B2D"/>
    <w:rsid w:val="00622077"/>
    <w:rsid w:val="006222A1"/>
    <w:rsid w:val="00627870"/>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87ACD"/>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37ED"/>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1814"/>
    <w:rsid w:val="0082487E"/>
    <w:rsid w:val="00824D50"/>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049B"/>
    <w:rsid w:val="008B3CF8"/>
    <w:rsid w:val="008B44EC"/>
    <w:rsid w:val="008B718A"/>
    <w:rsid w:val="008B78B6"/>
    <w:rsid w:val="008B79DA"/>
    <w:rsid w:val="008C16FB"/>
    <w:rsid w:val="008C1818"/>
    <w:rsid w:val="008C36F7"/>
    <w:rsid w:val="008D229A"/>
    <w:rsid w:val="008D4E65"/>
    <w:rsid w:val="008D7690"/>
    <w:rsid w:val="008E5605"/>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0F5B"/>
    <w:rsid w:val="009534D0"/>
    <w:rsid w:val="00955638"/>
    <w:rsid w:val="00957D73"/>
    <w:rsid w:val="00957DC7"/>
    <w:rsid w:val="00960A6B"/>
    <w:rsid w:val="00962286"/>
    <w:rsid w:val="0096292A"/>
    <w:rsid w:val="009635AF"/>
    <w:rsid w:val="00965BA7"/>
    <w:rsid w:val="00970DC8"/>
    <w:rsid w:val="00973802"/>
    <w:rsid w:val="00975EA8"/>
    <w:rsid w:val="009808FE"/>
    <w:rsid w:val="009928B3"/>
    <w:rsid w:val="00992D89"/>
    <w:rsid w:val="0099388A"/>
    <w:rsid w:val="009A01C1"/>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4CD7"/>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36C8"/>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5536"/>
    <w:rsid w:val="00AE6761"/>
    <w:rsid w:val="00AF0900"/>
    <w:rsid w:val="00AF1C81"/>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2E62"/>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D5BF5"/>
    <w:rsid w:val="00BE3377"/>
    <w:rsid w:val="00BE50A6"/>
    <w:rsid w:val="00BE6BFF"/>
    <w:rsid w:val="00BE7691"/>
    <w:rsid w:val="00BF287C"/>
    <w:rsid w:val="00BF2C6C"/>
    <w:rsid w:val="00BF3FB9"/>
    <w:rsid w:val="00BF72E6"/>
    <w:rsid w:val="00C00225"/>
    <w:rsid w:val="00C04D16"/>
    <w:rsid w:val="00C04DF9"/>
    <w:rsid w:val="00C050ED"/>
    <w:rsid w:val="00C0707D"/>
    <w:rsid w:val="00C10444"/>
    <w:rsid w:val="00C108FD"/>
    <w:rsid w:val="00C12247"/>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215"/>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882"/>
    <w:rsid w:val="00D12167"/>
    <w:rsid w:val="00D13DAD"/>
    <w:rsid w:val="00D14991"/>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1CE3"/>
    <w:rsid w:val="00D744DD"/>
    <w:rsid w:val="00D803D5"/>
    <w:rsid w:val="00D8186D"/>
    <w:rsid w:val="00D81FE1"/>
    <w:rsid w:val="00D85F02"/>
    <w:rsid w:val="00D87C25"/>
    <w:rsid w:val="00D90981"/>
    <w:rsid w:val="00D90A4D"/>
    <w:rsid w:val="00D9144D"/>
    <w:rsid w:val="00D92965"/>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6A7"/>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4AC3"/>
    <w:rsid w:val="00E85B6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0E20"/>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07D3"/>
    <w:rsid w:val="00F3486B"/>
    <w:rsid w:val="00F34BCF"/>
    <w:rsid w:val="00F35804"/>
    <w:rsid w:val="00F4044B"/>
    <w:rsid w:val="00F44048"/>
    <w:rsid w:val="00F45CD3"/>
    <w:rsid w:val="00F462E3"/>
    <w:rsid w:val="00F5114C"/>
    <w:rsid w:val="00F514E4"/>
    <w:rsid w:val="00F60469"/>
    <w:rsid w:val="00F6247B"/>
    <w:rsid w:val="00F70BAD"/>
    <w:rsid w:val="00F721E4"/>
    <w:rsid w:val="00F73268"/>
    <w:rsid w:val="00F734C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4D7"/>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1E86"/>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E8F76A"/>
  <w15:chartTrackingRefBased/>
  <w15:docId w15:val="{218266CB-C7B2-40FE-9794-16A2BDA9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F307D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Emphasis">
    <w:name w:val="Emphasis"/>
    <w:basedOn w:val="DefaultParagraphFont"/>
    <w:qFormat/>
    <w:rsid w:val="00F307D3"/>
    <w:rPr>
      <w:i/>
      <w:iCs/>
    </w:rPr>
  </w:style>
  <w:style w:type="character" w:styleId="Strong">
    <w:name w:val="Strong"/>
    <w:basedOn w:val="DefaultParagraphFont"/>
    <w:uiPriority w:val="22"/>
    <w:qFormat/>
    <w:rsid w:val="00F30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20786928">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image" Target="media/image8.png"/><Relationship Id="rId39" Type="http://schemas.openxmlformats.org/officeDocument/2006/relationships/header" Target="header5.xml"/><Relationship Id="rId21" Type="http://schemas.openxmlformats.org/officeDocument/2006/relationships/image" Target="media/image5.png"/><Relationship Id="rId34" Type="http://schemas.openxmlformats.org/officeDocument/2006/relationships/image" Target="media/image16.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2.bin"/><Relationship Id="rId29" Type="http://schemas.openxmlformats.org/officeDocument/2006/relationships/image" Target="media/image11.png"/><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4.bin"/><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8.png"/><Relationship Id="rId10" Type="http://schemas.openxmlformats.org/officeDocument/2006/relationships/hyperlink" Target="http://www.iso20022.org" TargetMode="External"/><Relationship Id="rId19" Type="http://schemas.openxmlformats.org/officeDocument/2006/relationships/image" Target="media/image4.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8A53D-0435-4DAB-A5DE-874EE1D258CC}">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152</TotalTime>
  <Pages>48</Pages>
  <Words>7989</Words>
  <Characters>45538</Characters>
  <Application>Microsoft Office Word</Application>
  <DocSecurity>0</DocSecurity>
  <Lines>379</Lines>
  <Paragraphs>106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ISO 20022 - Message Definition Report Part 1</vt:lpstr>
      <vt:lpstr>ISO 20022 - Message Definition Report Part 1</vt:lpstr>
    </vt:vector>
  </TitlesOfParts>
  <Company>S.W.I.F.T. SCRL</Company>
  <LinksUpToDate>false</LinksUpToDate>
  <CharactersWithSpaces>53421</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 Message Definition Report Part 1</dc:title>
  <dc:subject/>
  <dc:creator>KUNTZ Vincent</dc:creator>
  <cp:keywords/>
  <cp:lastModifiedBy>KUNTZ Vincent</cp:lastModifiedBy>
  <cp:revision>31</cp:revision>
  <cp:lastPrinted>2012-01-27T11:08:00Z</cp:lastPrinted>
  <dcterms:created xsi:type="dcterms:W3CDTF">2020-11-03T15:11:00Z</dcterms:created>
  <dcterms:modified xsi:type="dcterms:W3CDTF">2025-12-23T08:39:00Z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ies>
</file>