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DF5C3C" w14:textId="3B68D86A" w:rsidR="00FC66CD" w:rsidRPr="00FA37D7" w:rsidRDefault="001865FA" w:rsidP="000F0D00">
      <w:pPr>
        <w:pStyle w:val="ISO20022Heading"/>
      </w:pPr>
      <w:r>
        <w:t>ISO 20022</w:t>
      </w:r>
    </w:p>
    <w:p w14:paraId="05DF5C3D" w14:textId="30572BA9" w:rsidR="00FC66CD" w:rsidRPr="00FA37D7" w:rsidRDefault="00755342" w:rsidP="005A6353">
      <w:pPr>
        <w:pStyle w:val="ProductName"/>
      </w:pPr>
      <w:r w:rsidRPr="00755342">
        <w:t>CSDR Buy In Reporting</w:t>
      </w:r>
    </w:p>
    <w:p w14:paraId="05DF5C3F" w14:textId="6086C76D" w:rsidR="00FC66CD" w:rsidRPr="00FA37D7" w:rsidRDefault="00FC66CD" w:rsidP="005A6353">
      <w:pPr>
        <w:pStyle w:val="Productvariant"/>
      </w:pPr>
    </w:p>
    <w:p w14:paraId="34362B97" w14:textId="77777777" w:rsidR="001865FA" w:rsidRDefault="001865FA" w:rsidP="001865FA">
      <w:pPr>
        <w:pStyle w:val="DocumentTitle"/>
      </w:pPr>
      <w:r w:rsidRPr="00516F3F">
        <w:t>Message Definition Report Part 1</w:t>
      </w:r>
    </w:p>
    <w:p w14:paraId="12D0C825" w14:textId="77777777" w:rsidR="000E6779" w:rsidRPr="008F402A" w:rsidRDefault="000E6779" w:rsidP="000E6779">
      <w:pPr>
        <w:pStyle w:val="DocumentSubtitle"/>
      </w:pPr>
      <w:r w:rsidRPr="008F402A">
        <w:t xml:space="preserve">Approved by the Securities SEG on </w:t>
      </w:r>
      <w:r>
        <w:t>13 February</w:t>
      </w:r>
      <w:r w:rsidRPr="008F402A">
        <w:t xml:space="preserve"> 202</w:t>
      </w:r>
      <w:r>
        <w:t>5</w:t>
      </w:r>
    </w:p>
    <w:p w14:paraId="4CDDAE4B" w14:textId="64E7BDE8" w:rsidR="001865FA" w:rsidRPr="00516F3F" w:rsidRDefault="001865FA" w:rsidP="001865FA">
      <w:pPr>
        <w:pStyle w:val="Titlepagetext"/>
      </w:pPr>
      <w:r w:rsidRPr="00516F3F">
        <w:t xml:space="preserve">This document provides information about the use of the messages for </w:t>
      </w:r>
      <w:r w:rsidR="00B57D0B">
        <w:t>buy-in</w:t>
      </w:r>
      <w:r w:rsidR="006F7972">
        <w:t xml:space="preserve"> regulatory reporting</w:t>
      </w:r>
      <w:r w:rsidRPr="00516F3F">
        <w:t xml:space="preserve"> and includes, for example, business scenarios and messages flows.</w:t>
      </w:r>
    </w:p>
    <w:p w14:paraId="05DF5C44" w14:textId="7A4F6425" w:rsidR="00903BF6" w:rsidRPr="00FA37D7" w:rsidRDefault="000E6779" w:rsidP="005A6353">
      <w:pPr>
        <w:pStyle w:val="Releasedate"/>
      </w:pPr>
      <w:r>
        <w:t>February 2025</w:t>
      </w:r>
    </w:p>
    <w:p w14:paraId="05DF5C45" w14:textId="77777777" w:rsidR="00FC66CD" w:rsidRPr="00FA37D7" w:rsidRDefault="00FC66CD" w:rsidP="005A6353">
      <w:pPr>
        <w:rPr>
          <w:snapToGrid w:val="0"/>
        </w:rPr>
        <w:sectPr w:rsidR="00FC66CD" w:rsidRPr="00FA37D7" w:rsidSect="006E0076">
          <w:headerReference w:type="even" r:id="rId14"/>
          <w:headerReference w:type="default" r:id="rId15"/>
          <w:footerReference w:type="even" r:id="rId16"/>
          <w:footerReference w:type="default" r:id="rId17"/>
          <w:headerReference w:type="first" r:id="rId18"/>
          <w:footerReference w:type="first" r:id="rId19"/>
          <w:type w:val="oddPage"/>
          <w:pgSz w:w="11909" w:h="15840" w:code="9"/>
          <w:pgMar w:top="1021" w:right="1304" w:bottom="1701" w:left="1304" w:header="567" w:footer="567" w:gutter="0"/>
          <w:cols w:space="720"/>
          <w:titlePg/>
        </w:sectPr>
      </w:pPr>
    </w:p>
    <w:p w14:paraId="05DF5C46" w14:textId="77777777" w:rsidR="00FC66CD" w:rsidRPr="00FA37D7" w:rsidRDefault="00FC66CD" w:rsidP="00A8050C">
      <w:pPr>
        <w:pStyle w:val="IntroHeading"/>
      </w:pPr>
      <w:bookmarkStart w:id="0" w:name="_Toc314668488"/>
      <w:bookmarkStart w:id="1" w:name="_Toc315438490"/>
      <w:bookmarkStart w:id="2" w:name="_Toc190791566"/>
      <w:r w:rsidRPr="00FA37D7">
        <w:lastRenderedPageBreak/>
        <w:t>Table of Contents</w:t>
      </w:r>
      <w:bookmarkEnd w:id="0"/>
      <w:bookmarkEnd w:id="1"/>
      <w:bookmarkEnd w:id="2"/>
    </w:p>
    <w:p w14:paraId="417AF8B1" w14:textId="7E0A24E5" w:rsidR="000E6779" w:rsidRDefault="00F45CD3">
      <w:pPr>
        <w:pStyle w:val="TOC1"/>
        <w:rPr>
          <w:rFonts w:asciiTheme="minorHAnsi" w:eastAsiaTheme="minorEastAsia" w:hAnsiTheme="minorHAnsi" w:cstheme="minorBidi"/>
          <w:b w:val="0"/>
          <w:kern w:val="2"/>
          <w:sz w:val="22"/>
          <w:szCs w:val="22"/>
          <w:lang w:eastAsia="en-GB"/>
          <w14:ligatures w14:val="standardContextual"/>
        </w:rPr>
      </w:pPr>
      <w:r w:rsidRPr="00FA37D7">
        <w:rPr>
          <w:b w:val="0"/>
        </w:rPr>
        <w:fldChar w:fldCharType="begin"/>
      </w:r>
      <w:r w:rsidRPr="00FA37D7">
        <w:rPr>
          <w:b w:val="0"/>
        </w:rPr>
        <w:instrText xml:space="preserve"> TOC \o "1-2" \h \z \u </w:instrText>
      </w:r>
      <w:r w:rsidRPr="00FA37D7">
        <w:rPr>
          <w:b w:val="0"/>
        </w:rPr>
        <w:fldChar w:fldCharType="separate"/>
      </w:r>
      <w:hyperlink w:anchor="_Toc190791566" w:history="1">
        <w:r w:rsidR="000E6779" w:rsidRPr="001D1A39">
          <w:rPr>
            <w:rStyle w:val="Hyperlink"/>
          </w:rPr>
          <w:t>Table of Contents</w:t>
        </w:r>
        <w:r w:rsidR="000E6779">
          <w:rPr>
            <w:webHidden/>
          </w:rPr>
          <w:tab/>
        </w:r>
        <w:r w:rsidR="000E6779">
          <w:rPr>
            <w:webHidden/>
          </w:rPr>
          <w:fldChar w:fldCharType="begin"/>
        </w:r>
        <w:r w:rsidR="000E6779">
          <w:rPr>
            <w:webHidden/>
          </w:rPr>
          <w:instrText xml:space="preserve"> PAGEREF _Toc190791566 \h </w:instrText>
        </w:r>
        <w:r w:rsidR="000E6779">
          <w:rPr>
            <w:webHidden/>
          </w:rPr>
        </w:r>
        <w:r w:rsidR="000E6779">
          <w:rPr>
            <w:webHidden/>
          </w:rPr>
          <w:fldChar w:fldCharType="separate"/>
        </w:r>
        <w:r w:rsidR="000E6779">
          <w:rPr>
            <w:webHidden/>
          </w:rPr>
          <w:t>2</w:t>
        </w:r>
        <w:r w:rsidR="000E6779">
          <w:rPr>
            <w:webHidden/>
          </w:rPr>
          <w:fldChar w:fldCharType="end"/>
        </w:r>
      </w:hyperlink>
    </w:p>
    <w:p w14:paraId="25A37944" w14:textId="56899862" w:rsidR="000E6779" w:rsidRDefault="000E6779">
      <w:pPr>
        <w:pStyle w:val="TOC1"/>
        <w:rPr>
          <w:rFonts w:asciiTheme="minorHAnsi" w:eastAsiaTheme="minorEastAsia" w:hAnsiTheme="minorHAnsi" w:cstheme="minorBidi"/>
          <w:b w:val="0"/>
          <w:kern w:val="2"/>
          <w:sz w:val="22"/>
          <w:szCs w:val="22"/>
          <w:lang w:eastAsia="en-GB"/>
          <w14:ligatures w14:val="standardContextual"/>
        </w:rPr>
      </w:pPr>
      <w:hyperlink w:anchor="_Toc190791567" w:history="1">
        <w:r w:rsidRPr="001D1A39">
          <w:rPr>
            <w:rStyle w:val="Hyperlink"/>
          </w:rPr>
          <w:t>1</w:t>
        </w:r>
        <w:r>
          <w:rPr>
            <w:rFonts w:asciiTheme="minorHAnsi" w:eastAsiaTheme="minorEastAsia" w:hAnsiTheme="minorHAnsi" w:cstheme="minorBidi"/>
            <w:b w:val="0"/>
            <w:kern w:val="2"/>
            <w:sz w:val="22"/>
            <w:szCs w:val="22"/>
            <w:lang w:eastAsia="en-GB"/>
            <w14:ligatures w14:val="standardContextual"/>
          </w:rPr>
          <w:tab/>
        </w:r>
        <w:r w:rsidRPr="001D1A39">
          <w:rPr>
            <w:rStyle w:val="Hyperlink"/>
          </w:rPr>
          <w:t>Introduction</w:t>
        </w:r>
        <w:r>
          <w:rPr>
            <w:webHidden/>
          </w:rPr>
          <w:tab/>
        </w:r>
        <w:r>
          <w:rPr>
            <w:webHidden/>
          </w:rPr>
          <w:fldChar w:fldCharType="begin"/>
        </w:r>
        <w:r>
          <w:rPr>
            <w:webHidden/>
          </w:rPr>
          <w:instrText xml:space="preserve"> PAGEREF _Toc190791567 \h </w:instrText>
        </w:r>
        <w:r>
          <w:rPr>
            <w:webHidden/>
          </w:rPr>
        </w:r>
        <w:r>
          <w:rPr>
            <w:webHidden/>
          </w:rPr>
          <w:fldChar w:fldCharType="separate"/>
        </w:r>
        <w:r>
          <w:rPr>
            <w:webHidden/>
          </w:rPr>
          <w:t>3</w:t>
        </w:r>
        <w:r>
          <w:rPr>
            <w:webHidden/>
          </w:rPr>
          <w:fldChar w:fldCharType="end"/>
        </w:r>
      </w:hyperlink>
    </w:p>
    <w:p w14:paraId="0B6FECD0" w14:textId="30214D93" w:rsidR="000E6779" w:rsidRDefault="000E6779">
      <w:pPr>
        <w:pStyle w:val="TOC2"/>
        <w:rPr>
          <w:rFonts w:asciiTheme="minorHAnsi" w:eastAsiaTheme="minorEastAsia" w:hAnsiTheme="minorHAnsi" w:cstheme="minorBidi"/>
          <w:snapToGrid/>
          <w:kern w:val="2"/>
          <w:sz w:val="22"/>
          <w:szCs w:val="22"/>
          <w:lang w:eastAsia="en-GB"/>
          <w14:ligatures w14:val="standardContextual"/>
        </w:rPr>
      </w:pPr>
      <w:hyperlink w:anchor="_Toc190791568" w:history="1">
        <w:r w:rsidRPr="001D1A39">
          <w:rPr>
            <w:rStyle w:val="Hyperlink"/>
          </w:rPr>
          <w:t>1.1</w:t>
        </w:r>
        <w:r>
          <w:rPr>
            <w:rFonts w:asciiTheme="minorHAnsi" w:eastAsiaTheme="minorEastAsia" w:hAnsiTheme="minorHAnsi" w:cstheme="minorBidi"/>
            <w:snapToGrid/>
            <w:kern w:val="2"/>
            <w:sz w:val="22"/>
            <w:szCs w:val="22"/>
            <w:lang w:eastAsia="en-GB"/>
            <w14:ligatures w14:val="standardContextual"/>
          </w:rPr>
          <w:tab/>
        </w:r>
        <w:r w:rsidRPr="001D1A39">
          <w:rPr>
            <w:rStyle w:val="Hyperlink"/>
          </w:rPr>
          <w:t>Terms and Definitions</w:t>
        </w:r>
        <w:r>
          <w:rPr>
            <w:webHidden/>
          </w:rPr>
          <w:tab/>
        </w:r>
        <w:r>
          <w:rPr>
            <w:webHidden/>
          </w:rPr>
          <w:fldChar w:fldCharType="begin"/>
        </w:r>
        <w:r>
          <w:rPr>
            <w:webHidden/>
          </w:rPr>
          <w:instrText xml:space="preserve"> PAGEREF _Toc190791568 \h </w:instrText>
        </w:r>
        <w:r>
          <w:rPr>
            <w:webHidden/>
          </w:rPr>
        </w:r>
        <w:r>
          <w:rPr>
            <w:webHidden/>
          </w:rPr>
          <w:fldChar w:fldCharType="separate"/>
        </w:r>
        <w:r>
          <w:rPr>
            <w:webHidden/>
          </w:rPr>
          <w:t>3</w:t>
        </w:r>
        <w:r>
          <w:rPr>
            <w:webHidden/>
          </w:rPr>
          <w:fldChar w:fldCharType="end"/>
        </w:r>
      </w:hyperlink>
    </w:p>
    <w:p w14:paraId="5FDCA97F" w14:textId="3EDFA43E" w:rsidR="000E6779" w:rsidRDefault="000E6779">
      <w:pPr>
        <w:pStyle w:val="TOC2"/>
        <w:rPr>
          <w:rFonts w:asciiTheme="minorHAnsi" w:eastAsiaTheme="minorEastAsia" w:hAnsiTheme="minorHAnsi" w:cstheme="minorBidi"/>
          <w:snapToGrid/>
          <w:kern w:val="2"/>
          <w:sz w:val="22"/>
          <w:szCs w:val="22"/>
          <w:lang w:eastAsia="en-GB"/>
          <w14:ligatures w14:val="standardContextual"/>
        </w:rPr>
      </w:pPr>
      <w:hyperlink w:anchor="_Toc190791569" w:history="1">
        <w:r w:rsidRPr="001D1A39">
          <w:rPr>
            <w:rStyle w:val="Hyperlink"/>
          </w:rPr>
          <w:t>1.2</w:t>
        </w:r>
        <w:r>
          <w:rPr>
            <w:rFonts w:asciiTheme="minorHAnsi" w:eastAsiaTheme="minorEastAsia" w:hAnsiTheme="minorHAnsi" w:cstheme="minorBidi"/>
            <w:snapToGrid/>
            <w:kern w:val="2"/>
            <w:sz w:val="22"/>
            <w:szCs w:val="22"/>
            <w:lang w:eastAsia="en-GB"/>
            <w14:ligatures w14:val="standardContextual"/>
          </w:rPr>
          <w:tab/>
        </w:r>
        <w:r w:rsidRPr="001D1A39">
          <w:rPr>
            <w:rStyle w:val="Hyperlink"/>
          </w:rPr>
          <w:t>Abbreviations and Acronyms</w:t>
        </w:r>
        <w:r>
          <w:rPr>
            <w:webHidden/>
          </w:rPr>
          <w:tab/>
        </w:r>
        <w:r>
          <w:rPr>
            <w:webHidden/>
          </w:rPr>
          <w:fldChar w:fldCharType="begin"/>
        </w:r>
        <w:r>
          <w:rPr>
            <w:webHidden/>
          </w:rPr>
          <w:instrText xml:space="preserve"> PAGEREF _Toc190791569 \h </w:instrText>
        </w:r>
        <w:r>
          <w:rPr>
            <w:webHidden/>
          </w:rPr>
        </w:r>
        <w:r>
          <w:rPr>
            <w:webHidden/>
          </w:rPr>
          <w:fldChar w:fldCharType="separate"/>
        </w:r>
        <w:r>
          <w:rPr>
            <w:webHidden/>
          </w:rPr>
          <w:t>3</w:t>
        </w:r>
        <w:r>
          <w:rPr>
            <w:webHidden/>
          </w:rPr>
          <w:fldChar w:fldCharType="end"/>
        </w:r>
      </w:hyperlink>
    </w:p>
    <w:p w14:paraId="2F5F6759" w14:textId="0616152D" w:rsidR="000E6779" w:rsidRDefault="000E6779">
      <w:pPr>
        <w:pStyle w:val="TOC2"/>
        <w:rPr>
          <w:rFonts w:asciiTheme="minorHAnsi" w:eastAsiaTheme="minorEastAsia" w:hAnsiTheme="minorHAnsi" w:cstheme="minorBidi"/>
          <w:snapToGrid/>
          <w:kern w:val="2"/>
          <w:sz w:val="22"/>
          <w:szCs w:val="22"/>
          <w:lang w:eastAsia="en-GB"/>
          <w14:ligatures w14:val="standardContextual"/>
        </w:rPr>
      </w:pPr>
      <w:hyperlink w:anchor="_Toc190791570" w:history="1">
        <w:r w:rsidRPr="001D1A39">
          <w:rPr>
            <w:rStyle w:val="Hyperlink"/>
          </w:rPr>
          <w:t>1.3</w:t>
        </w:r>
        <w:r>
          <w:rPr>
            <w:rFonts w:asciiTheme="minorHAnsi" w:eastAsiaTheme="minorEastAsia" w:hAnsiTheme="minorHAnsi" w:cstheme="minorBidi"/>
            <w:snapToGrid/>
            <w:kern w:val="2"/>
            <w:sz w:val="22"/>
            <w:szCs w:val="22"/>
            <w:lang w:eastAsia="en-GB"/>
            <w14:ligatures w14:val="standardContextual"/>
          </w:rPr>
          <w:tab/>
        </w:r>
        <w:r w:rsidRPr="001D1A39">
          <w:rPr>
            <w:rStyle w:val="Hyperlink"/>
          </w:rPr>
          <w:t>Document Scope and Objectives</w:t>
        </w:r>
        <w:r>
          <w:rPr>
            <w:webHidden/>
          </w:rPr>
          <w:tab/>
        </w:r>
        <w:r>
          <w:rPr>
            <w:webHidden/>
          </w:rPr>
          <w:fldChar w:fldCharType="begin"/>
        </w:r>
        <w:r>
          <w:rPr>
            <w:webHidden/>
          </w:rPr>
          <w:instrText xml:space="preserve"> PAGEREF _Toc190791570 \h </w:instrText>
        </w:r>
        <w:r>
          <w:rPr>
            <w:webHidden/>
          </w:rPr>
        </w:r>
        <w:r>
          <w:rPr>
            <w:webHidden/>
          </w:rPr>
          <w:fldChar w:fldCharType="separate"/>
        </w:r>
        <w:r>
          <w:rPr>
            <w:webHidden/>
          </w:rPr>
          <w:t>4</w:t>
        </w:r>
        <w:r>
          <w:rPr>
            <w:webHidden/>
          </w:rPr>
          <w:fldChar w:fldCharType="end"/>
        </w:r>
      </w:hyperlink>
    </w:p>
    <w:p w14:paraId="7A0C7E9F" w14:textId="7F505DE5" w:rsidR="000E6779" w:rsidRDefault="000E6779">
      <w:pPr>
        <w:pStyle w:val="TOC2"/>
        <w:rPr>
          <w:rFonts w:asciiTheme="minorHAnsi" w:eastAsiaTheme="minorEastAsia" w:hAnsiTheme="minorHAnsi" w:cstheme="minorBidi"/>
          <w:snapToGrid/>
          <w:kern w:val="2"/>
          <w:sz w:val="22"/>
          <w:szCs w:val="22"/>
          <w:lang w:eastAsia="en-GB"/>
          <w14:ligatures w14:val="standardContextual"/>
        </w:rPr>
      </w:pPr>
      <w:hyperlink w:anchor="_Toc190791571" w:history="1">
        <w:r w:rsidRPr="001D1A39">
          <w:rPr>
            <w:rStyle w:val="Hyperlink"/>
          </w:rPr>
          <w:t>1.4</w:t>
        </w:r>
        <w:r>
          <w:rPr>
            <w:rFonts w:asciiTheme="minorHAnsi" w:eastAsiaTheme="minorEastAsia" w:hAnsiTheme="minorHAnsi" w:cstheme="minorBidi"/>
            <w:snapToGrid/>
            <w:kern w:val="2"/>
            <w:sz w:val="22"/>
            <w:szCs w:val="22"/>
            <w:lang w:eastAsia="en-GB"/>
            <w14:ligatures w14:val="standardContextual"/>
          </w:rPr>
          <w:tab/>
        </w:r>
        <w:r w:rsidRPr="001D1A39">
          <w:rPr>
            <w:rStyle w:val="Hyperlink"/>
          </w:rPr>
          <w:t>References</w:t>
        </w:r>
        <w:r>
          <w:rPr>
            <w:webHidden/>
          </w:rPr>
          <w:tab/>
        </w:r>
        <w:r>
          <w:rPr>
            <w:webHidden/>
          </w:rPr>
          <w:fldChar w:fldCharType="begin"/>
        </w:r>
        <w:r>
          <w:rPr>
            <w:webHidden/>
          </w:rPr>
          <w:instrText xml:space="preserve"> PAGEREF _Toc190791571 \h </w:instrText>
        </w:r>
        <w:r>
          <w:rPr>
            <w:webHidden/>
          </w:rPr>
        </w:r>
        <w:r>
          <w:rPr>
            <w:webHidden/>
          </w:rPr>
          <w:fldChar w:fldCharType="separate"/>
        </w:r>
        <w:r>
          <w:rPr>
            <w:webHidden/>
          </w:rPr>
          <w:t>4</w:t>
        </w:r>
        <w:r>
          <w:rPr>
            <w:webHidden/>
          </w:rPr>
          <w:fldChar w:fldCharType="end"/>
        </w:r>
      </w:hyperlink>
    </w:p>
    <w:p w14:paraId="4C6289EE" w14:textId="2374ADCA" w:rsidR="000E6779" w:rsidRDefault="000E6779">
      <w:pPr>
        <w:pStyle w:val="TOC1"/>
        <w:rPr>
          <w:rFonts w:asciiTheme="minorHAnsi" w:eastAsiaTheme="minorEastAsia" w:hAnsiTheme="minorHAnsi" w:cstheme="minorBidi"/>
          <w:b w:val="0"/>
          <w:kern w:val="2"/>
          <w:sz w:val="22"/>
          <w:szCs w:val="22"/>
          <w:lang w:eastAsia="en-GB"/>
          <w14:ligatures w14:val="standardContextual"/>
        </w:rPr>
      </w:pPr>
      <w:hyperlink w:anchor="_Toc190791572" w:history="1">
        <w:r w:rsidRPr="001D1A39">
          <w:rPr>
            <w:rStyle w:val="Hyperlink"/>
          </w:rPr>
          <w:t>2</w:t>
        </w:r>
        <w:r>
          <w:rPr>
            <w:rFonts w:asciiTheme="minorHAnsi" w:eastAsiaTheme="minorEastAsia" w:hAnsiTheme="minorHAnsi" w:cstheme="minorBidi"/>
            <w:b w:val="0"/>
            <w:kern w:val="2"/>
            <w:sz w:val="22"/>
            <w:szCs w:val="22"/>
            <w:lang w:eastAsia="en-GB"/>
            <w14:ligatures w14:val="standardContextual"/>
          </w:rPr>
          <w:tab/>
        </w:r>
        <w:r w:rsidRPr="001D1A39">
          <w:rPr>
            <w:rStyle w:val="Hyperlink"/>
          </w:rPr>
          <w:t>Scope and Functionality</w:t>
        </w:r>
        <w:r>
          <w:rPr>
            <w:webHidden/>
          </w:rPr>
          <w:tab/>
        </w:r>
        <w:r>
          <w:rPr>
            <w:webHidden/>
          </w:rPr>
          <w:fldChar w:fldCharType="begin"/>
        </w:r>
        <w:r>
          <w:rPr>
            <w:webHidden/>
          </w:rPr>
          <w:instrText xml:space="preserve"> PAGEREF _Toc190791572 \h </w:instrText>
        </w:r>
        <w:r>
          <w:rPr>
            <w:webHidden/>
          </w:rPr>
        </w:r>
        <w:r>
          <w:rPr>
            <w:webHidden/>
          </w:rPr>
          <w:fldChar w:fldCharType="separate"/>
        </w:r>
        <w:r>
          <w:rPr>
            <w:webHidden/>
          </w:rPr>
          <w:t>5</w:t>
        </w:r>
        <w:r>
          <w:rPr>
            <w:webHidden/>
          </w:rPr>
          <w:fldChar w:fldCharType="end"/>
        </w:r>
      </w:hyperlink>
    </w:p>
    <w:p w14:paraId="7B524626" w14:textId="7E8A0B56" w:rsidR="000E6779" w:rsidRDefault="000E6779">
      <w:pPr>
        <w:pStyle w:val="TOC2"/>
        <w:rPr>
          <w:rFonts w:asciiTheme="minorHAnsi" w:eastAsiaTheme="minorEastAsia" w:hAnsiTheme="minorHAnsi" w:cstheme="minorBidi"/>
          <w:snapToGrid/>
          <w:kern w:val="2"/>
          <w:sz w:val="22"/>
          <w:szCs w:val="22"/>
          <w:lang w:eastAsia="en-GB"/>
          <w14:ligatures w14:val="standardContextual"/>
        </w:rPr>
      </w:pPr>
      <w:hyperlink w:anchor="_Toc190791573" w:history="1">
        <w:r w:rsidRPr="001D1A39">
          <w:rPr>
            <w:rStyle w:val="Hyperlink"/>
          </w:rPr>
          <w:t>2.1</w:t>
        </w:r>
        <w:r>
          <w:rPr>
            <w:rFonts w:asciiTheme="minorHAnsi" w:eastAsiaTheme="minorEastAsia" w:hAnsiTheme="minorHAnsi" w:cstheme="minorBidi"/>
            <w:snapToGrid/>
            <w:kern w:val="2"/>
            <w:sz w:val="22"/>
            <w:szCs w:val="22"/>
            <w:lang w:eastAsia="en-GB"/>
            <w14:ligatures w14:val="standardContextual"/>
          </w:rPr>
          <w:tab/>
        </w:r>
        <w:r w:rsidRPr="001D1A39">
          <w:rPr>
            <w:rStyle w:val="Hyperlink"/>
          </w:rPr>
          <w:t>Background</w:t>
        </w:r>
        <w:r>
          <w:rPr>
            <w:webHidden/>
          </w:rPr>
          <w:tab/>
        </w:r>
        <w:r>
          <w:rPr>
            <w:webHidden/>
          </w:rPr>
          <w:fldChar w:fldCharType="begin"/>
        </w:r>
        <w:r>
          <w:rPr>
            <w:webHidden/>
          </w:rPr>
          <w:instrText xml:space="preserve"> PAGEREF _Toc190791573 \h </w:instrText>
        </w:r>
        <w:r>
          <w:rPr>
            <w:webHidden/>
          </w:rPr>
        </w:r>
        <w:r>
          <w:rPr>
            <w:webHidden/>
          </w:rPr>
          <w:fldChar w:fldCharType="separate"/>
        </w:r>
        <w:r>
          <w:rPr>
            <w:webHidden/>
          </w:rPr>
          <w:t>5</w:t>
        </w:r>
        <w:r>
          <w:rPr>
            <w:webHidden/>
          </w:rPr>
          <w:fldChar w:fldCharType="end"/>
        </w:r>
      </w:hyperlink>
    </w:p>
    <w:p w14:paraId="1E5A2614" w14:textId="08EAD6AF" w:rsidR="000E6779" w:rsidRDefault="000E6779">
      <w:pPr>
        <w:pStyle w:val="TOC2"/>
        <w:rPr>
          <w:rFonts w:asciiTheme="minorHAnsi" w:eastAsiaTheme="minorEastAsia" w:hAnsiTheme="minorHAnsi" w:cstheme="minorBidi"/>
          <w:snapToGrid/>
          <w:kern w:val="2"/>
          <w:sz w:val="22"/>
          <w:szCs w:val="22"/>
          <w:lang w:eastAsia="en-GB"/>
          <w14:ligatures w14:val="standardContextual"/>
        </w:rPr>
      </w:pPr>
      <w:hyperlink w:anchor="_Toc190791574" w:history="1">
        <w:r w:rsidRPr="001D1A39">
          <w:rPr>
            <w:rStyle w:val="Hyperlink"/>
          </w:rPr>
          <w:t>2.2</w:t>
        </w:r>
        <w:r>
          <w:rPr>
            <w:rFonts w:asciiTheme="minorHAnsi" w:eastAsiaTheme="minorEastAsia" w:hAnsiTheme="minorHAnsi" w:cstheme="minorBidi"/>
            <w:snapToGrid/>
            <w:kern w:val="2"/>
            <w:sz w:val="22"/>
            <w:szCs w:val="22"/>
            <w:lang w:eastAsia="en-GB"/>
            <w14:ligatures w14:val="standardContextual"/>
          </w:rPr>
          <w:tab/>
        </w:r>
        <w:r w:rsidRPr="001D1A39">
          <w:rPr>
            <w:rStyle w:val="Hyperlink"/>
          </w:rPr>
          <w:t>Scope</w:t>
        </w:r>
        <w:r>
          <w:rPr>
            <w:webHidden/>
          </w:rPr>
          <w:tab/>
        </w:r>
        <w:r>
          <w:rPr>
            <w:webHidden/>
          </w:rPr>
          <w:fldChar w:fldCharType="begin"/>
        </w:r>
        <w:r>
          <w:rPr>
            <w:webHidden/>
          </w:rPr>
          <w:instrText xml:space="preserve"> PAGEREF _Toc190791574 \h </w:instrText>
        </w:r>
        <w:r>
          <w:rPr>
            <w:webHidden/>
          </w:rPr>
        </w:r>
        <w:r>
          <w:rPr>
            <w:webHidden/>
          </w:rPr>
          <w:fldChar w:fldCharType="separate"/>
        </w:r>
        <w:r>
          <w:rPr>
            <w:webHidden/>
          </w:rPr>
          <w:t>6</w:t>
        </w:r>
        <w:r>
          <w:rPr>
            <w:webHidden/>
          </w:rPr>
          <w:fldChar w:fldCharType="end"/>
        </w:r>
      </w:hyperlink>
    </w:p>
    <w:p w14:paraId="037393ED" w14:textId="3B07343D" w:rsidR="000E6779" w:rsidRDefault="000E6779">
      <w:pPr>
        <w:pStyle w:val="TOC2"/>
        <w:rPr>
          <w:rFonts w:asciiTheme="minorHAnsi" w:eastAsiaTheme="minorEastAsia" w:hAnsiTheme="minorHAnsi" w:cstheme="minorBidi"/>
          <w:snapToGrid/>
          <w:kern w:val="2"/>
          <w:sz w:val="22"/>
          <w:szCs w:val="22"/>
          <w:lang w:eastAsia="en-GB"/>
          <w14:ligatures w14:val="standardContextual"/>
        </w:rPr>
      </w:pPr>
      <w:hyperlink w:anchor="_Toc190791575" w:history="1">
        <w:r w:rsidRPr="001D1A39">
          <w:rPr>
            <w:rStyle w:val="Hyperlink"/>
          </w:rPr>
          <w:t>2.3</w:t>
        </w:r>
        <w:r>
          <w:rPr>
            <w:rFonts w:asciiTheme="minorHAnsi" w:eastAsiaTheme="minorEastAsia" w:hAnsiTheme="minorHAnsi" w:cstheme="minorBidi"/>
            <w:snapToGrid/>
            <w:kern w:val="2"/>
            <w:sz w:val="22"/>
            <w:szCs w:val="22"/>
            <w:lang w:eastAsia="en-GB"/>
            <w14:ligatures w14:val="standardContextual"/>
          </w:rPr>
          <w:tab/>
        </w:r>
        <w:r w:rsidRPr="001D1A39">
          <w:rPr>
            <w:rStyle w:val="Hyperlink"/>
          </w:rPr>
          <w:t>MessageDefinitions and Functionality</w:t>
        </w:r>
        <w:r>
          <w:rPr>
            <w:webHidden/>
          </w:rPr>
          <w:tab/>
        </w:r>
        <w:r>
          <w:rPr>
            <w:webHidden/>
          </w:rPr>
          <w:fldChar w:fldCharType="begin"/>
        </w:r>
        <w:r>
          <w:rPr>
            <w:webHidden/>
          </w:rPr>
          <w:instrText xml:space="preserve"> PAGEREF _Toc190791575 \h </w:instrText>
        </w:r>
        <w:r>
          <w:rPr>
            <w:webHidden/>
          </w:rPr>
        </w:r>
        <w:r>
          <w:rPr>
            <w:webHidden/>
          </w:rPr>
          <w:fldChar w:fldCharType="separate"/>
        </w:r>
        <w:r>
          <w:rPr>
            <w:webHidden/>
          </w:rPr>
          <w:t>6</w:t>
        </w:r>
        <w:r>
          <w:rPr>
            <w:webHidden/>
          </w:rPr>
          <w:fldChar w:fldCharType="end"/>
        </w:r>
      </w:hyperlink>
    </w:p>
    <w:p w14:paraId="03FEA998" w14:textId="3782A79C" w:rsidR="000E6779" w:rsidRDefault="000E6779">
      <w:pPr>
        <w:pStyle w:val="TOC1"/>
        <w:rPr>
          <w:rFonts w:asciiTheme="minorHAnsi" w:eastAsiaTheme="minorEastAsia" w:hAnsiTheme="minorHAnsi" w:cstheme="minorBidi"/>
          <w:b w:val="0"/>
          <w:kern w:val="2"/>
          <w:sz w:val="22"/>
          <w:szCs w:val="22"/>
          <w:lang w:eastAsia="en-GB"/>
          <w14:ligatures w14:val="standardContextual"/>
        </w:rPr>
      </w:pPr>
      <w:hyperlink w:anchor="_Toc190791576" w:history="1">
        <w:r w:rsidRPr="001D1A39">
          <w:rPr>
            <w:rStyle w:val="Hyperlink"/>
          </w:rPr>
          <w:t>3</w:t>
        </w:r>
        <w:r>
          <w:rPr>
            <w:rFonts w:asciiTheme="minorHAnsi" w:eastAsiaTheme="minorEastAsia" w:hAnsiTheme="minorHAnsi" w:cstheme="minorBidi"/>
            <w:b w:val="0"/>
            <w:kern w:val="2"/>
            <w:sz w:val="22"/>
            <w:szCs w:val="22"/>
            <w:lang w:eastAsia="en-GB"/>
            <w14:ligatures w14:val="standardContextual"/>
          </w:rPr>
          <w:tab/>
        </w:r>
        <w:r w:rsidRPr="001D1A39">
          <w:rPr>
            <w:rStyle w:val="Hyperlink"/>
          </w:rPr>
          <w:t>BusinessRoles and Participants</w:t>
        </w:r>
        <w:r>
          <w:rPr>
            <w:webHidden/>
          </w:rPr>
          <w:tab/>
        </w:r>
        <w:r>
          <w:rPr>
            <w:webHidden/>
          </w:rPr>
          <w:fldChar w:fldCharType="begin"/>
        </w:r>
        <w:r>
          <w:rPr>
            <w:webHidden/>
          </w:rPr>
          <w:instrText xml:space="preserve"> PAGEREF _Toc190791576 \h </w:instrText>
        </w:r>
        <w:r>
          <w:rPr>
            <w:webHidden/>
          </w:rPr>
        </w:r>
        <w:r>
          <w:rPr>
            <w:webHidden/>
          </w:rPr>
          <w:fldChar w:fldCharType="separate"/>
        </w:r>
        <w:r>
          <w:rPr>
            <w:webHidden/>
          </w:rPr>
          <w:t>7</w:t>
        </w:r>
        <w:r>
          <w:rPr>
            <w:webHidden/>
          </w:rPr>
          <w:fldChar w:fldCharType="end"/>
        </w:r>
      </w:hyperlink>
    </w:p>
    <w:p w14:paraId="5BBCCC10" w14:textId="4B37A658" w:rsidR="000E6779" w:rsidRDefault="000E6779">
      <w:pPr>
        <w:pStyle w:val="TOC2"/>
        <w:rPr>
          <w:rFonts w:asciiTheme="minorHAnsi" w:eastAsiaTheme="minorEastAsia" w:hAnsiTheme="minorHAnsi" w:cstheme="minorBidi"/>
          <w:snapToGrid/>
          <w:kern w:val="2"/>
          <w:sz w:val="22"/>
          <w:szCs w:val="22"/>
          <w:lang w:eastAsia="en-GB"/>
          <w14:ligatures w14:val="standardContextual"/>
        </w:rPr>
      </w:pPr>
      <w:hyperlink w:anchor="_Toc190791577" w:history="1">
        <w:r w:rsidRPr="001D1A39">
          <w:rPr>
            <w:rStyle w:val="Hyperlink"/>
          </w:rPr>
          <w:t>3.1</w:t>
        </w:r>
        <w:r>
          <w:rPr>
            <w:rFonts w:asciiTheme="minorHAnsi" w:eastAsiaTheme="minorEastAsia" w:hAnsiTheme="minorHAnsi" w:cstheme="minorBidi"/>
            <w:snapToGrid/>
            <w:kern w:val="2"/>
            <w:sz w:val="22"/>
            <w:szCs w:val="22"/>
            <w:lang w:eastAsia="en-GB"/>
            <w14:ligatures w14:val="standardContextual"/>
          </w:rPr>
          <w:tab/>
        </w:r>
        <w:r w:rsidRPr="001D1A39">
          <w:rPr>
            <w:rStyle w:val="Hyperlink"/>
          </w:rPr>
          <w:t>Participants and BusinessRoles Definitions</w:t>
        </w:r>
        <w:r>
          <w:rPr>
            <w:webHidden/>
          </w:rPr>
          <w:tab/>
        </w:r>
        <w:r>
          <w:rPr>
            <w:webHidden/>
          </w:rPr>
          <w:fldChar w:fldCharType="begin"/>
        </w:r>
        <w:r>
          <w:rPr>
            <w:webHidden/>
          </w:rPr>
          <w:instrText xml:space="preserve"> PAGEREF _Toc190791577 \h </w:instrText>
        </w:r>
        <w:r>
          <w:rPr>
            <w:webHidden/>
          </w:rPr>
        </w:r>
        <w:r>
          <w:rPr>
            <w:webHidden/>
          </w:rPr>
          <w:fldChar w:fldCharType="separate"/>
        </w:r>
        <w:r>
          <w:rPr>
            <w:webHidden/>
          </w:rPr>
          <w:t>7</w:t>
        </w:r>
        <w:r>
          <w:rPr>
            <w:webHidden/>
          </w:rPr>
          <w:fldChar w:fldCharType="end"/>
        </w:r>
      </w:hyperlink>
    </w:p>
    <w:p w14:paraId="74ED6337" w14:textId="35C7DF5F" w:rsidR="000E6779" w:rsidRDefault="000E6779">
      <w:pPr>
        <w:pStyle w:val="TOC1"/>
        <w:rPr>
          <w:rFonts w:asciiTheme="minorHAnsi" w:eastAsiaTheme="minorEastAsia" w:hAnsiTheme="minorHAnsi" w:cstheme="minorBidi"/>
          <w:b w:val="0"/>
          <w:kern w:val="2"/>
          <w:sz w:val="22"/>
          <w:szCs w:val="22"/>
          <w:lang w:eastAsia="en-GB"/>
          <w14:ligatures w14:val="standardContextual"/>
        </w:rPr>
      </w:pPr>
      <w:hyperlink w:anchor="_Toc190791578" w:history="1">
        <w:r w:rsidRPr="001D1A39">
          <w:rPr>
            <w:rStyle w:val="Hyperlink"/>
          </w:rPr>
          <w:t>4</w:t>
        </w:r>
        <w:r>
          <w:rPr>
            <w:rFonts w:asciiTheme="minorHAnsi" w:eastAsiaTheme="minorEastAsia" w:hAnsiTheme="minorHAnsi" w:cstheme="minorBidi"/>
            <w:b w:val="0"/>
            <w:kern w:val="2"/>
            <w:sz w:val="22"/>
            <w:szCs w:val="22"/>
            <w:lang w:eastAsia="en-GB"/>
            <w14:ligatures w14:val="standardContextual"/>
          </w:rPr>
          <w:tab/>
        </w:r>
        <w:r w:rsidRPr="001D1A39">
          <w:rPr>
            <w:rStyle w:val="Hyperlink"/>
          </w:rPr>
          <w:t>BusinessProcess Description</w:t>
        </w:r>
        <w:r>
          <w:rPr>
            <w:webHidden/>
          </w:rPr>
          <w:tab/>
        </w:r>
        <w:r>
          <w:rPr>
            <w:webHidden/>
          </w:rPr>
          <w:fldChar w:fldCharType="begin"/>
        </w:r>
        <w:r>
          <w:rPr>
            <w:webHidden/>
          </w:rPr>
          <w:instrText xml:space="preserve"> PAGEREF _Toc190791578 \h </w:instrText>
        </w:r>
        <w:r>
          <w:rPr>
            <w:webHidden/>
          </w:rPr>
        </w:r>
        <w:r>
          <w:rPr>
            <w:webHidden/>
          </w:rPr>
          <w:fldChar w:fldCharType="separate"/>
        </w:r>
        <w:r>
          <w:rPr>
            <w:webHidden/>
          </w:rPr>
          <w:t>9</w:t>
        </w:r>
        <w:r>
          <w:rPr>
            <w:webHidden/>
          </w:rPr>
          <w:fldChar w:fldCharType="end"/>
        </w:r>
      </w:hyperlink>
    </w:p>
    <w:p w14:paraId="52043A47" w14:textId="037B8F54" w:rsidR="000E6779" w:rsidRDefault="000E6779">
      <w:pPr>
        <w:pStyle w:val="TOC2"/>
        <w:rPr>
          <w:rFonts w:asciiTheme="minorHAnsi" w:eastAsiaTheme="minorEastAsia" w:hAnsiTheme="minorHAnsi" w:cstheme="minorBidi"/>
          <w:snapToGrid/>
          <w:kern w:val="2"/>
          <w:sz w:val="22"/>
          <w:szCs w:val="22"/>
          <w:lang w:eastAsia="en-GB"/>
          <w14:ligatures w14:val="standardContextual"/>
        </w:rPr>
      </w:pPr>
      <w:hyperlink w:anchor="_Toc190791579" w:history="1">
        <w:r w:rsidRPr="001D1A39">
          <w:rPr>
            <w:rStyle w:val="Hyperlink"/>
          </w:rPr>
          <w:t>4.1</w:t>
        </w:r>
        <w:r>
          <w:rPr>
            <w:rFonts w:asciiTheme="minorHAnsi" w:eastAsiaTheme="minorEastAsia" w:hAnsiTheme="minorHAnsi" w:cstheme="minorBidi"/>
            <w:snapToGrid/>
            <w:kern w:val="2"/>
            <w:sz w:val="22"/>
            <w:szCs w:val="22"/>
            <w:lang w:eastAsia="en-GB"/>
            <w14:ligatures w14:val="standardContextual"/>
          </w:rPr>
          <w:tab/>
        </w:r>
        <w:r w:rsidRPr="001D1A39">
          <w:rPr>
            <w:rStyle w:val="Hyperlink"/>
          </w:rPr>
          <w:t>Buy-in Regulatory Reporting</w:t>
        </w:r>
        <w:r>
          <w:rPr>
            <w:webHidden/>
          </w:rPr>
          <w:tab/>
        </w:r>
        <w:r>
          <w:rPr>
            <w:webHidden/>
          </w:rPr>
          <w:fldChar w:fldCharType="begin"/>
        </w:r>
        <w:r>
          <w:rPr>
            <w:webHidden/>
          </w:rPr>
          <w:instrText xml:space="preserve"> PAGEREF _Toc190791579 \h </w:instrText>
        </w:r>
        <w:r>
          <w:rPr>
            <w:webHidden/>
          </w:rPr>
        </w:r>
        <w:r>
          <w:rPr>
            <w:webHidden/>
          </w:rPr>
          <w:fldChar w:fldCharType="separate"/>
        </w:r>
        <w:r>
          <w:rPr>
            <w:webHidden/>
          </w:rPr>
          <w:t>9</w:t>
        </w:r>
        <w:r>
          <w:rPr>
            <w:webHidden/>
          </w:rPr>
          <w:fldChar w:fldCharType="end"/>
        </w:r>
      </w:hyperlink>
    </w:p>
    <w:p w14:paraId="073C9508" w14:textId="1BDC7D40" w:rsidR="000E6779" w:rsidRDefault="000E6779">
      <w:pPr>
        <w:pStyle w:val="TOC1"/>
        <w:rPr>
          <w:rFonts w:asciiTheme="minorHAnsi" w:eastAsiaTheme="minorEastAsia" w:hAnsiTheme="minorHAnsi" w:cstheme="minorBidi"/>
          <w:b w:val="0"/>
          <w:kern w:val="2"/>
          <w:sz w:val="22"/>
          <w:szCs w:val="22"/>
          <w:lang w:eastAsia="en-GB"/>
          <w14:ligatures w14:val="standardContextual"/>
        </w:rPr>
      </w:pPr>
      <w:hyperlink w:anchor="_Toc190791580" w:history="1">
        <w:r w:rsidRPr="001D1A39">
          <w:rPr>
            <w:rStyle w:val="Hyperlink"/>
          </w:rPr>
          <w:t>5</w:t>
        </w:r>
        <w:r>
          <w:rPr>
            <w:rFonts w:asciiTheme="minorHAnsi" w:eastAsiaTheme="minorEastAsia" w:hAnsiTheme="minorHAnsi" w:cstheme="minorBidi"/>
            <w:b w:val="0"/>
            <w:kern w:val="2"/>
            <w:sz w:val="22"/>
            <w:szCs w:val="22"/>
            <w:lang w:eastAsia="en-GB"/>
            <w14:ligatures w14:val="standardContextual"/>
          </w:rPr>
          <w:tab/>
        </w:r>
        <w:r w:rsidRPr="001D1A39">
          <w:rPr>
            <w:rStyle w:val="Hyperlink"/>
          </w:rPr>
          <w:t>Business Examples</w:t>
        </w:r>
        <w:r>
          <w:rPr>
            <w:webHidden/>
          </w:rPr>
          <w:tab/>
        </w:r>
        <w:r>
          <w:rPr>
            <w:webHidden/>
          </w:rPr>
          <w:fldChar w:fldCharType="begin"/>
        </w:r>
        <w:r>
          <w:rPr>
            <w:webHidden/>
          </w:rPr>
          <w:instrText xml:space="preserve"> PAGEREF _Toc190791580 \h </w:instrText>
        </w:r>
        <w:r>
          <w:rPr>
            <w:webHidden/>
          </w:rPr>
        </w:r>
        <w:r>
          <w:rPr>
            <w:webHidden/>
          </w:rPr>
          <w:fldChar w:fldCharType="separate"/>
        </w:r>
        <w:r>
          <w:rPr>
            <w:webHidden/>
          </w:rPr>
          <w:t>10</w:t>
        </w:r>
        <w:r>
          <w:rPr>
            <w:webHidden/>
          </w:rPr>
          <w:fldChar w:fldCharType="end"/>
        </w:r>
      </w:hyperlink>
    </w:p>
    <w:p w14:paraId="3A2E0236" w14:textId="7351B9A1" w:rsidR="000E6779" w:rsidRDefault="000E6779">
      <w:pPr>
        <w:pStyle w:val="TOC2"/>
        <w:rPr>
          <w:rFonts w:asciiTheme="minorHAnsi" w:eastAsiaTheme="minorEastAsia" w:hAnsiTheme="minorHAnsi" w:cstheme="minorBidi"/>
          <w:snapToGrid/>
          <w:kern w:val="2"/>
          <w:sz w:val="22"/>
          <w:szCs w:val="22"/>
          <w:lang w:eastAsia="en-GB"/>
          <w14:ligatures w14:val="standardContextual"/>
        </w:rPr>
      </w:pPr>
      <w:hyperlink w:anchor="_Toc190791581" w:history="1">
        <w:r w:rsidRPr="001D1A39">
          <w:rPr>
            <w:rStyle w:val="Hyperlink"/>
          </w:rPr>
          <w:t>5.1</w:t>
        </w:r>
        <w:r>
          <w:rPr>
            <w:rFonts w:asciiTheme="minorHAnsi" w:eastAsiaTheme="minorEastAsia" w:hAnsiTheme="minorHAnsi" w:cstheme="minorBidi"/>
            <w:snapToGrid/>
            <w:kern w:val="2"/>
            <w:sz w:val="22"/>
            <w:szCs w:val="22"/>
            <w:lang w:eastAsia="en-GB"/>
            <w14:ligatures w14:val="standardContextual"/>
          </w:rPr>
          <w:tab/>
        </w:r>
        <w:r w:rsidRPr="001D1A39">
          <w:rPr>
            <w:rStyle w:val="Hyperlink"/>
          </w:rPr>
          <w:t>BuyInRegulatoryAdvice sese.041.001.02</w:t>
        </w:r>
        <w:r>
          <w:rPr>
            <w:webHidden/>
          </w:rPr>
          <w:tab/>
        </w:r>
        <w:r>
          <w:rPr>
            <w:webHidden/>
          </w:rPr>
          <w:fldChar w:fldCharType="begin"/>
        </w:r>
        <w:r>
          <w:rPr>
            <w:webHidden/>
          </w:rPr>
          <w:instrText xml:space="preserve"> PAGEREF _Toc190791581 \h </w:instrText>
        </w:r>
        <w:r>
          <w:rPr>
            <w:webHidden/>
          </w:rPr>
        </w:r>
        <w:r>
          <w:rPr>
            <w:webHidden/>
          </w:rPr>
          <w:fldChar w:fldCharType="separate"/>
        </w:r>
        <w:r>
          <w:rPr>
            <w:webHidden/>
          </w:rPr>
          <w:t>10</w:t>
        </w:r>
        <w:r>
          <w:rPr>
            <w:webHidden/>
          </w:rPr>
          <w:fldChar w:fldCharType="end"/>
        </w:r>
      </w:hyperlink>
    </w:p>
    <w:p w14:paraId="1217B533" w14:textId="1BD98893" w:rsidR="000E6779" w:rsidRDefault="000E6779">
      <w:pPr>
        <w:pStyle w:val="TOC2"/>
        <w:rPr>
          <w:rFonts w:asciiTheme="minorHAnsi" w:eastAsiaTheme="minorEastAsia" w:hAnsiTheme="minorHAnsi" w:cstheme="minorBidi"/>
          <w:snapToGrid/>
          <w:kern w:val="2"/>
          <w:sz w:val="22"/>
          <w:szCs w:val="22"/>
          <w:lang w:eastAsia="en-GB"/>
          <w14:ligatures w14:val="standardContextual"/>
        </w:rPr>
      </w:pPr>
      <w:hyperlink w:anchor="_Toc190791582" w:history="1">
        <w:r w:rsidRPr="001D1A39">
          <w:rPr>
            <w:rStyle w:val="Hyperlink"/>
          </w:rPr>
          <w:t>5.2</w:t>
        </w:r>
        <w:r>
          <w:rPr>
            <w:rFonts w:asciiTheme="minorHAnsi" w:eastAsiaTheme="minorEastAsia" w:hAnsiTheme="minorHAnsi" w:cstheme="minorBidi"/>
            <w:snapToGrid/>
            <w:kern w:val="2"/>
            <w:sz w:val="22"/>
            <w:szCs w:val="22"/>
            <w:lang w:eastAsia="en-GB"/>
            <w14:ligatures w14:val="standardContextual"/>
          </w:rPr>
          <w:tab/>
        </w:r>
        <w:r w:rsidRPr="001D1A39">
          <w:rPr>
            <w:rStyle w:val="Hyperlink"/>
          </w:rPr>
          <w:t>BuyInRegulatoryAdviceResponse sese.042.001.02</w:t>
        </w:r>
        <w:r>
          <w:rPr>
            <w:webHidden/>
          </w:rPr>
          <w:tab/>
        </w:r>
        <w:r>
          <w:rPr>
            <w:webHidden/>
          </w:rPr>
          <w:fldChar w:fldCharType="begin"/>
        </w:r>
        <w:r>
          <w:rPr>
            <w:webHidden/>
          </w:rPr>
          <w:instrText xml:space="preserve"> PAGEREF _Toc190791582 \h </w:instrText>
        </w:r>
        <w:r>
          <w:rPr>
            <w:webHidden/>
          </w:rPr>
        </w:r>
        <w:r>
          <w:rPr>
            <w:webHidden/>
          </w:rPr>
          <w:fldChar w:fldCharType="separate"/>
        </w:r>
        <w:r>
          <w:rPr>
            <w:webHidden/>
          </w:rPr>
          <w:t>12</w:t>
        </w:r>
        <w:r>
          <w:rPr>
            <w:webHidden/>
          </w:rPr>
          <w:fldChar w:fldCharType="end"/>
        </w:r>
      </w:hyperlink>
    </w:p>
    <w:p w14:paraId="328F285D" w14:textId="33FF9A73" w:rsidR="000E6779" w:rsidRDefault="000E6779">
      <w:pPr>
        <w:pStyle w:val="TOC1"/>
        <w:rPr>
          <w:rFonts w:asciiTheme="minorHAnsi" w:eastAsiaTheme="minorEastAsia" w:hAnsiTheme="minorHAnsi" w:cstheme="minorBidi"/>
          <w:b w:val="0"/>
          <w:kern w:val="2"/>
          <w:sz w:val="22"/>
          <w:szCs w:val="22"/>
          <w:lang w:eastAsia="en-GB"/>
          <w14:ligatures w14:val="standardContextual"/>
        </w:rPr>
      </w:pPr>
      <w:hyperlink w:anchor="_Toc190791583" w:history="1">
        <w:r w:rsidRPr="001D1A39">
          <w:rPr>
            <w:rStyle w:val="Hyperlink"/>
          </w:rPr>
          <w:t>Revision Record</w:t>
        </w:r>
        <w:r>
          <w:rPr>
            <w:webHidden/>
          </w:rPr>
          <w:tab/>
        </w:r>
        <w:r>
          <w:rPr>
            <w:webHidden/>
          </w:rPr>
          <w:fldChar w:fldCharType="begin"/>
        </w:r>
        <w:r>
          <w:rPr>
            <w:webHidden/>
          </w:rPr>
          <w:instrText xml:space="preserve"> PAGEREF _Toc190791583 \h </w:instrText>
        </w:r>
        <w:r>
          <w:rPr>
            <w:webHidden/>
          </w:rPr>
        </w:r>
        <w:r>
          <w:rPr>
            <w:webHidden/>
          </w:rPr>
          <w:fldChar w:fldCharType="separate"/>
        </w:r>
        <w:r>
          <w:rPr>
            <w:webHidden/>
          </w:rPr>
          <w:t>13</w:t>
        </w:r>
        <w:r>
          <w:rPr>
            <w:webHidden/>
          </w:rPr>
          <w:fldChar w:fldCharType="end"/>
        </w:r>
      </w:hyperlink>
    </w:p>
    <w:p w14:paraId="12283706" w14:textId="390C5286" w:rsidR="00F6486F" w:rsidRPr="00E17571" w:rsidRDefault="00F45CD3" w:rsidP="00F6486F">
      <w:pPr>
        <w:pStyle w:val="PreliminaryNote"/>
      </w:pPr>
      <w:r w:rsidRPr="00FA37D7">
        <w:rPr>
          <w:b w:val="0"/>
        </w:rPr>
        <w:fldChar w:fldCharType="end"/>
      </w:r>
      <w:r w:rsidR="00F6486F" w:rsidRPr="00E17571">
        <w:t>Preliminary note:</w:t>
      </w:r>
    </w:p>
    <w:p w14:paraId="2BD39748" w14:textId="77777777" w:rsidR="00F6486F" w:rsidRPr="00E17571" w:rsidRDefault="00F6486F" w:rsidP="00F6486F">
      <w:r w:rsidRPr="00E17571">
        <w:t>The Message Definition Report (MDR) is made of three parts:</w:t>
      </w:r>
    </w:p>
    <w:p w14:paraId="2CAA4477" w14:textId="77777777" w:rsidR="00B57D0B" w:rsidRDefault="00F6486F" w:rsidP="00B57D0B">
      <w:pPr>
        <w:pStyle w:val="BlockLabel"/>
      </w:pPr>
      <w:r w:rsidRPr="00E17571">
        <w:t xml:space="preserve">MDR - Part 1 </w:t>
      </w:r>
    </w:p>
    <w:p w14:paraId="6F5F5E2D" w14:textId="182BA41B" w:rsidR="00F6486F" w:rsidRDefault="00B57D0B" w:rsidP="00B57D0B">
      <w:pPr>
        <w:rPr>
          <w:rStyle w:val="Hyperlink"/>
        </w:rPr>
      </w:pPr>
      <w:r>
        <w:t xml:space="preserve">This </w:t>
      </w:r>
      <w:r w:rsidR="00F6486F" w:rsidRPr="00E17571">
        <w:t xml:space="preserve">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20" w:history="1">
        <w:r w:rsidR="00F6486F" w:rsidRPr="00E17571">
          <w:rPr>
            <w:rStyle w:val="Hyperlink"/>
          </w:rPr>
          <w:t>www.iso20022.org</w:t>
        </w:r>
      </w:hyperlink>
    </w:p>
    <w:p w14:paraId="09954E5B" w14:textId="77777777" w:rsidR="00B57D0B" w:rsidRDefault="00F6486F" w:rsidP="00B57D0B">
      <w:pPr>
        <w:pStyle w:val="BlockLabel"/>
      </w:pPr>
      <w:r w:rsidRPr="00E17571">
        <w:t xml:space="preserve">MDR – Part 2 </w:t>
      </w:r>
    </w:p>
    <w:p w14:paraId="38ACC6F4" w14:textId="28C9E4E0" w:rsidR="00F6486F" w:rsidRDefault="00B57D0B" w:rsidP="00B57D0B">
      <w:r>
        <w:t xml:space="preserve">This </w:t>
      </w:r>
      <w:r w:rsidR="00F6486F" w:rsidRPr="00E17571">
        <w:t>is the detailed description of each message definition of the message set. Part 2 is produced by the RA using the model developed by the submitting organisation.</w:t>
      </w:r>
    </w:p>
    <w:p w14:paraId="0786457F" w14:textId="77777777" w:rsidR="00B57D0B" w:rsidRDefault="00F6486F" w:rsidP="00B57D0B">
      <w:pPr>
        <w:pStyle w:val="BlockLabel"/>
      </w:pPr>
      <w:r w:rsidRPr="00E17571">
        <w:t xml:space="preserve">MDR – Part 3 </w:t>
      </w:r>
    </w:p>
    <w:p w14:paraId="575959FA" w14:textId="01515582" w:rsidR="00F6486F" w:rsidRPr="00E17571" w:rsidRDefault="00B57D0B" w:rsidP="00B57D0B">
      <w:r>
        <w:t xml:space="preserve">This </w:t>
      </w:r>
      <w:r w:rsidR="00F6486F" w:rsidRPr="00E17571">
        <w:t>is an extract of the ISO 20022 Business Model describing the business concepts used in the message set. Part 3 is an Excel document produced by the RA.</w:t>
      </w:r>
    </w:p>
    <w:p w14:paraId="05DF5C9B" w14:textId="77777777" w:rsidR="00FC66CD" w:rsidRPr="00FA37D7" w:rsidRDefault="00FC66CD" w:rsidP="005A6353">
      <w:pPr>
        <w:pStyle w:val="Label"/>
        <w:rPr>
          <w:rStyle w:val="Italic"/>
        </w:rPr>
        <w:sectPr w:rsidR="00FC66CD" w:rsidRPr="00FA37D7" w:rsidSect="006E0076">
          <w:headerReference w:type="even" r:id="rId21"/>
          <w:headerReference w:type="default" r:id="rId22"/>
          <w:footerReference w:type="even" r:id="rId23"/>
          <w:footerReference w:type="default" r:id="rId24"/>
          <w:pgSz w:w="11909" w:h="15840" w:code="9"/>
          <w:pgMar w:top="1021" w:right="1304" w:bottom="1701" w:left="1304" w:header="567" w:footer="567" w:gutter="0"/>
          <w:cols w:space="720"/>
          <w:docGrid w:linePitch="258"/>
        </w:sectPr>
      </w:pPr>
    </w:p>
    <w:p w14:paraId="05DF5C9C" w14:textId="77777777" w:rsidR="00FC66CD" w:rsidRPr="00FA37D7" w:rsidRDefault="000E53BB" w:rsidP="00A8050C">
      <w:pPr>
        <w:pStyle w:val="Heading1"/>
      </w:pPr>
      <w:bookmarkStart w:id="3" w:name="_Toc190791567"/>
      <w:r w:rsidRPr="00FA37D7">
        <w:lastRenderedPageBreak/>
        <w:t>Introduction</w:t>
      </w:r>
      <w:bookmarkEnd w:id="3"/>
    </w:p>
    <w:p w14:paraId="05DF5C9D" w14:textId="77777777" w:rsidR="00FC66CD" w:rsidRPr="00FA37D7" w:rsidRDefault="000E53BB" w:rsidP="00A8050C">
      <w:pPr>
        <w:pStyle w:val="Heading2"/>
      </w:pPr>
      <w:bookmarkStart w:id="4" w:name="_Toc190791568"/>
      <w:bookmarkStart w:id="5" w:name="_Toc533501210"/>
      <w:r w:rsidRPr="00FA37D7">
        <w:t>Terms and Definitions</w:t>
      </w:r>
      <w:bookmarkEnd w:id="4"/>
    </w:p>
    <w:p w14:paraId="05DF5C9E" w14:textId="77777777" w:rsidR="00236C6A" w:rsidRPr="00FA37D7" w:rsidRDefault="0096292A" w:rsidP="0069044F">
      <w:pPr>
        <w:pStyle w:val="Normalbeforetable"/>
      </w:pPr>
      <w:r w:rsidRPr="00FA37D7">
        <w:t xml:space="preserve">The following terms are reserved words defined in ISO 20022 Edition 2013 – Part1. When used in this document, the </w:t>
      </w:r>
      <w:proofErr w:type="spellStart"/>
      <w:r w:rsidRPr="00FA37D7">
        <w:t>UpperCamelCase</w:t>
      </w:r>
      <w:proofErr w:type="spellEnd"/>
      <w:r w:rsidRPr="00FA37D7">
        <w:t xml:space="preserve"> notation</w:t>
      </w:r>
      <w:r w:rsidR="00A72CAE" w:rsidRPr="00FA37D7">
        <w:t xml:space="preserve"> is followed</w:t>
      </w:r>
      <w:r w:rsidRPr="00FA37D7">
        <w:t>.</w:t>
      </w:r>
    </w:p>
    <w:tbl>
      <w:tblPr>
        <w:tblStyle w:val="TableShaded1stRow"/>
        <w:tblW w:w="8364" w:type="dxa"/>
        <w:tblLook w:val="04A0" w:firstRow="1" w:lastRow="0" w:firstColumn="1" w:lastColumn="0" w:noHBand="0" w:noVBand="1"/>
      </w:tblPr>
      <w:tblGrid>
        <w:gridCol w:w="2376"/>
        <w:gridCol w:w="5988"/>
      </w:tblGrid>
      <w:tr w:rsidR="0052733C" w:rsidRPr="00FA37D7" w14:paraId="05DF5CA1"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05DF5C9F" w14:textId="77777777" w:rsidR="0052733C" w:rsidRPr="00FA37D7" w:rsidRDefault="0052733C" w:rsidP="0052733C">
            <w:pPr>
              <w:pStyle w:val="TableHeading"/>
            </w:pPr>
            <w:r w:rsidRPr="00FA37D7">
              <w:t>Term</w:t>
            </w:r>
          </w:p>
        </w:tc>
        <w:tc>
          <w:tcPr>
            <w:tcW w:w="5988" w:type="dxa"/>
            <w:vAlign w:val="bottom"/>
          </w:tcPr>
          <w:p w14:paraId="05DF5CA0" w14:textId="77777777" w:rsidR="0052733C" w:rsidRPr="00FA37D7" w:rsidRDefault="0052733C" w:rsidP="0052733C">
            <w:pPr>
              <w:pStyle w:val="TableHeading"/>
            </w:pPr>
            <w:r w:rsidRPr="00FA37D7">
              <w:t>Definition</w:t>
            </w:r>
          </w:p>
        </w:tc>
      </w:tr>
      <w:tr w:rsidR="0052733C" w:rsidRPr="00FA37D7" w14:paraId="05DF5CA4" w14:textId="77777777" w:rsidTr="0052733C">
        <w:tc>
          <w:tcPr>
            <w:tcW w:w="2376" w:type="dxa"/>
          </w:tcPr>
          <w:p w14:paraId="05DF5CA2" w14:textId="77777777" w:rsidR="0052733C" w:rsidRPr="00FA37D7" w:rsidRDefault="0052733C" w:rsidP="0052733C">
            <w:pPr>
              <w:pStyle w:val="TableText"/>
              <w:rPr>
                <w:rStyle w:val="Italic"/>
                <w:i w:val="0"/>
              </w:rPr>
            </w:pPr>
            <w:proofErr w:type="spellStart"/>
            <w:r w:rsidRPr="00FA37D7">
              <w:rPr>
                <w:rStyle w:val="Italic"/>
                <w:i w:val="0"/>
              </w:rPr>
              <w:t>BusinessRole</w:t>
            </w:r>
            <w:proofErr w:type="spellEnd"/>
          </w:p>
        </w:tc>
        <w:tc>
          <w:tcPr>
            <w:tcW w:w="5988" w:type="dxa"/>
          </w:tcPr>
          <w:p w14:paraId="05DF5CA3" w14:textId="77777777" w:rsidR="0052733C" w:rsidRPr="00FA37D7" w:rsidRDefault="0052733C" w:rsidP="0052733C">
            <w:pPr>
              <w:pStyle w:val="TableText"/>
            </w:pPr>
            <w:r w:rsidRPr="00FA37D7">
              <w:t xml:space="preserve">Functional role played by a business actor in a particular </w:t>
            </w:r>
            <w:proofErr w:type="spellStart"/>
            <w:r w:rsidRPr="00FA37D7">
              <w:rPr>
                <w:rStyle w:val="Italic"/>
                <w:i w:val="0"/>
              </w:rPr>
              <w:t>BusinessProcess</w:t>
            </w:r>
            <w:proofErr w:type="spellEnd"/>
            <w:r w:rsidRPr="00FA37D7">
              <w:t xml:space="preserve"> or </w:t>
            </w:r>
            <w:proofErr w:type="spellStart"/>
            <w:r w:rsidRPr="00FA37D7">
              <w:rPr>
                <w:rStyle w:val="Italic"/>
                <w:i w:val="0"/>
              </w:rPr>
              <w:t>BusinessTransaction</w:t>
            </w:r>
            <w:proofErr w:type="spellEnd"/>
            <w:r w:rsidRPr="00FA37D7">
              <w:rPr>
                <w:rStyle w:val="Italic"/>
                <w:i w:val="0"/>
              </w:rPr>
              <w:t>.</w:t>
            </w:r>
          </w:p>
        </w:tc>
      </w:tr>
      <w:tr w:rsidR="0052733C" w:rsidRPr="00FA37D7" w14:paraId="05DF5CA7" w14:textId="77777777" w:rsidTr="0052733C">
        <w:tc>
          <w:tcPr>
            <w:tcW w:w="2376" w:type="dxa"/>
          </w:tcPr>
          <w:p w14:paraId="05DF5CA5" w14:textId="77777777" w:rsidR="0052733C" w:rsidRPr="00FA37D7" w:rsidRDefault="0052733C" w:rsidP="0052733C">
            <w:pPr>
              <w:pStyle w:val="TableText"/>
              <w:rPr>
                <w:rStyle w:val="Italic"/>
                <w:i w:val="0"/>
              </w:rPr>
            </w:pPr>
            <w:r w:rsidRPr="00FA37D7">
              <w:rPr>
                <w:rStyle w:val="Italic"/>
                <w:i w:val="0"/>
              </w:rPr>
              <w:t>Participant</w:t>
            </w:r>
          </w:p>
        </w:tc>
        <w:tc>
          <w:tcPr>
            <w:tcW w:w="5988" w:type="dxa"/>
          </w:tcPr>
          <w:p w14:paraId="05DF5CA6" w14:textId="77777777" w:rsidR="0052733C" w:rsidRPr="00FA37D7" w:rsidRDefault="0052733C" w:rsidP="0052733C">
            <w:pPr>
              <w:pStyle w:val="TableText"/>
            </w:pPr>
            <w:r w:rsidRPr="00FA37D7">
              <w:t xml:space="preserve">Involvement of a </w:t>
            </w:r>
            <w:proofErr w:type="spellStart"/>
            <w:r w:rsidRPr="00FA37D7">
              <w:rPr>
                <w:rStyle w:val="Italic"/>
                <w:i w:val="0"/>
              </w:rPr>
              <w:t>BusinessRole</w:t>
            </w:r>
            <w:proofErr w:type="spellEnd"/>
            <w:r w:rsidRPr="00FA37D7">
              <w:t xml:space="preserve"> in a </w:t>
            </w:r>
            <w:proofErr w:type="spellStart"/>
            <w:r w:rsidRPr="00FA37D7">
              <w:rPr>
                <w:rStyle w:val="Italic"/>
                <w:i w:val="0"/>
              </w:rPr>
              <w:t>BusinessTransaction</w:t>
            </w:r>
            <w:proofErr w:type="spellEnd"/>
            <w:r w:rsidRPr="00FA37D7">
              <w:rPr>
                <w:rStyle w:val="Italic"/>
                <w:i w:val="0"/>
              </w:rPr>
              <w:t>.</w:t>
            </w:r>
          </w:p>
        </w:tc>
      </w:tr>
      <w:tr w:rsidR="0052733C" w:rsidRPr="00FA37D7" w14:paraId="05DF5CAA" w14:textId="77777777" w:rsidTr="0052733C">
        <w:tc>
          <w:tcPr>
            <w:tcW w:w="2376" w:type="dxa"/>
          </w:tcPr>
          <w:p w14:paraId="05DF5CA8" w14:textId="77777777" w:rsidR="0052733C" w:rsidRPr="00FA37D7" w:rsidRDefault="0052733C" w:rsidP="0052733C">
            <w:pPr>
              <w:pStyle w:val="TableText"/>
              <w:rPr>
                <w:rStyle w:val="Italic"/>
                <w:i w:val="0"/>
              </w:rPr>
            </w:pPr>
            <w:proofErr w:type="spellStart"/>
            <w:r w:rsidRPr="00FA37D7">
              <w:rPr>
                <w:rStyle w:val="Italic"/>
                <w:i w:val="0"/>
              </w:rPr>
              <w:t>BusinessProcess</w:t>
            </w:r>
            <w:proofErr w:type="spellEnd"/>
          </w:p>
        </w:tc>
        <w:tc>
          <w:tcPr>
            <w:tcW w:w="5988" w:type="dxa"/>
          </w:tcPr>
          <w:p w14:paraId="05DF5CA9" w14:textId="77777777" w:rsidR="0052733C" w:rsidRPr="00FA37D7" w:rsidRDefault="0052733C" w:rsidP="0052733C">
            <w:pPr>
              <w:pStyle w:val="TableText"/>
            </w:pPr>
            <w:r w:rsidRPr="00FA37D7">
              <w:t xml:space="preserve">Definition of the business activities undertaken by </w:t>
            </w:r>
            <w:proofErr w:type="spellStart"/>
            <w:r w:rsidRPr="00FA37D7">
              <w:rPr>
                <w:rStyle w:val="Italic"/>
                <w:i w:val="0"/>
              </w:rPr>
              <w:t>BusinessRoles</w:t>
            </w:r>
            <w:proofErr w:type="spellEnd"/>
            <w:r w:rsidRPr="00FA37D7">
              <w:t xml:space="preserve"> within a </w:t>
            </w:r>
            <w:proofErr w:type="spellStart"/>
            <w:r w:rsidRPr="00FA37D7">
              <w:rPr>
                <w:rStyle w:val="Italic"/>
                <w:i w:val="0"/>
              </w:rPr>
              <w:t>BusinessArea</w:t>
            </w:r>
            <w:proofErr w:type="spellEnd"/>
            <w:r w:rsidRPr="00FA37D7">
              <w:t xml:space="preserve"> whereby each </w:t>
            </w:r>
            <w:proofErr w:type="spellStart"/>
            <w:r w:rsidRPr="00FA37D7">
              <w:rPr>
                <w:rStyle w:val="Italic"/>
                <w:i w:val="0"/>
              </w:rPr>
              <w:t>BusinessProcess</w:t>
            </w:r>
            <w:proofErr w:type="spellEnd"/>
            <w:r w:rsidRPr="00FA37D7">
              <w:t xml:space="preserve"> fulfils one type of business activity and whereby a </w:t>
            </w:r>
            <w:proofErr w:type="spellStart"/>
            <w:r w:rsidRPr="00FA37D7">
              <w:rPr>
                <w:rStyle w:val="Italic"/>
                <w:i w:val="0"/>
              </w:rPr>
              <w:t>BusinessProcess</w:t>
            </w:r>
            <w:proofErr w:type="spellEnd"/>
            <w:r w:rsidRPr="00FA37D7">
              <w:t xml:space="preserve"> may include and extend other </w:t>
            </w:r>
            <w:proofErr w:type="spellStart"/>
            <w:r w:rsidRPr="00FA37D7">
              <w:rPr>
                <w:rStyle w:val="Italic"/>
                <w:i w:val="0"/>
              </w:rPr>
              <w:t>BusinessProcesses</w:t>
            </w:r>
            <w:proofErr w:type="spellEnd"/>
            <w:r w:rsidRPr="00FA37D7">
              <w:rPr>
                <w:rStyle w:val="Italic"/>
                <w:i w:val="0"/>
              </w:rPr>
              <w:t>.</w:t>
            </w:r>
          </w:p>
        </w:tc>
      </w:tr>
      <w:tr w:rsidR="0052733C" w:rsidRPr="00FA37D7" w14:paraId="05DF5CAD" w14:textId="77777777" w:rsidTr="0052733C">
        <w:tc>
          <w:tcPr>
            <w:tcW w:w="2376" w:type="dxa"/>
          </w:tcPr>
          <w:p w14:paraId="05DF5CAB" w14:textId="77777777" w:rsidR="0052733C" w:rsidRPr="00FA37D7" w:rsidRDefault="0052733C" w:rsidP="0052733C">
            <w:pPr>
              <w:pStyle w:val="TableText"/>
              <w:rPr>
                <w:rStyle w:val="Italic"/>
                <w:i w:val="0"/>
              </w:rPr>
            </w:pPr>
            <w:proofErr w:type="spellStart"/>
            <w:r w:rsidRPr="00FA37D7">
              <w:rPr>
                <w:rStyle w:val="Italic"/>
                <w:i w:val="0"/>
              </w:rPr>
              <w:t>BusinessTransaction</w:t>
            </w:r>
            <w:proofErr w:type="spellEnd"/>
          </w:p>
        </w:tc>
        <w:tc>
          <w:tcPr>
            <w:tcW w:w="5988" w:type="dxa"/>
          </w:tcPr>
          <w:p w14:paraId="05DF5CAC" w14:textId="77777777" w:rsidR="0052733C" w:rsidRPr="00FA37D7" w:rsidRDefault="0052733C" w:rsidP="0052733C">
            <w:pPr>
              <w:pStyle w:val="TableText"/>
            </w:pPr>
            <w:r w:rsidRPr="00FA37D7">
              <w:t xml:space="preserve">Particular solution that meets the communication requirements and the interaction requirements of a particular </w:t>
            </w:r>
            <w:proofErr w:type="spellStart"/>
            <w:r w:rsidRPr="00FA37D7">
              <w:rPr>
                <w:rStyle w:val="Italic"/>
                <w:i w:val="0"/>
              </w:rPr>
              <w:t>BusinessProcess</w:t>
            </w:r>
            <w:proofErr w:type="spellEnd"/>
            <w:r w:rsidRPr="00FA37D7">
              <w:t xml:space="preserve"> and </w:t>
            </w:r>
            <w:proofErr w:type="spellStart"/>
            <w:r w:rsidRPr="00FA37D7">
              <w:rPr>
                <w:rStyle w:val="Italic"/>
                <w:i w:val="0"/>
              </w:rPr>
              <w:t>BusinessArea</w:t>
            </w:r>
            <w:proofErr w:type="spellEnd"/>
            <w:r w:rsidRPr="00FA37D7">
              <w:rPr>
                <w:rStyle w:val="Italic"/>
                <w:i w:val="0"/>
              </w:rPr>
              <w:t>.</w:t>
            </w:r>
          </w:p>
        </w:tc>
      </w:tr>
      <w:tr w:rsidR="0052733C" w:rsidRPr="00FA37D7" w14:paraId="05DF5CB0" w14:textId="77777777" w:rsidTr="0052733C">
        <w:tc>
          <w:tcPr>
            <w:tcW w:w="2376" w:type="dxa"/>
          </w:tcPr>
          <w:p w14:paraId="05DF5CAE" w14:textId="77777777" w:rsidR="0052733C" w:rsidRPr="00FA37D7" w:rsidRDefault="0052733C" w:rsidP="0052733C">
            <w:pPr>
              <w:pStyle w:val="TableText"/>
              <w:rPr>
                <w:rStyle w:val="Italic"/>
                <w:i w:val="0"/>
              </w:rPr>
            </w:pPr>
            <w:proofErr w:type="spellStart"/>
            <w:r w:rsidRPr="00FA37D7">
              <w:rPr>
                <w:rStyle w:val="Italic"/>
                <w:i w:val="0"/>
              </w:rPr>
              <w:t>MessageDefinition</w:t>
            </w:r>
            <w:proofErr w:type="spellEnd"/>
          </w:p>
        </w:tc>
        <w:tc>
          <w:tcPr>
            <w:tcW w:w="5988" w:type="dxa"/>
          </w:tcPr>
          <w:p w14:paraId="05DF5CAF" w14:textId="77777777" w:rsidR="0052733C" w:rsidRPr="00FA37D7" w:rsidRDefault="0052733C" w:rsidP="0052733C">
            <w:pPr>
              <w:pStyle w:val="TableText"/>
            </w:pPr>
            <w:r w:rsidRPr="00FA37D7">
              <w:t>Formal description of the structure of a message instance.</w:t>
            </w:r>
          </w:p>
        </w:tc>
      </w:tr>
    </w:tbl>
    <w:p w14:paraId="05DF5CB1" w14:textId="77777777" w:rsidR="0085145A" w:rsidRPr="00FA37D7" w:rsidRDefault="0085145A" w:rsidP="0085145A">
      <w:pPr>
        <w:pStyle w:val="Note"/>
      </w:pPr>
      <w:r w:rsidRPr="00FA37D7">
        <w:t xml:space="preserve">When a </w:t>
      </w:r>
      <w:proofErr w:type="spellStart"/>
      <w:r w:rsidRPr="00FA37D7">
        <w:t>MessageDefinition</w:t>
      </w:r>
      <w:proofErr w:type="spellEnd"/>
      <w:r w:rsidRPr="00FA37D7">
        <w:t xml:space="preserve"> or message identifier is specified, it should include the variant and version number. However, in this document (except in the business examples section, if present), variant and version numbers are not included. </w:t>
      </w:r>
      <w:proofErr w:type="gramStart"/>
      <w:r w:rsidRPr="00FA37D7">
        <w:t>In order to</w:t>
      </w:r>
      <w:proofErr w:type="gramEnd"/>
      <w:r w:rsidRPr="00FA37D7">
        <w:t xml:space="preserve"> know the correct variant and version number for a </w:t>
      </w:r>
      <w:proofErr w:type="spellStart"/>
      <w:r w:rsidRPr="00FA37D7">
        <w:t>MessageDefinition</w:t>
      </w:r>
      <w:proofErr w:type="spellEnd"/>
      <w:r w:rsidRPr="00FA37D7">
        <w:t>, the related Message Definition Report Part 2 document should be consulted.</w:t>
      </w:r>
    </w:p>
    <w:p w14:paraId="05DF5CB2" w14:textId="3E511BF5" w:rsidR="00FD654E" w:rsidRPr="00FA37D7" w:rsidRDefault="00CD7997" w:rsidP="008F067F">
      <w:pPr>
        <w:pStyle w:val="Heading2"/>
      </w:pPr>
      <w:bookmarkStart w:id="6" w:name="_Toc190791569"/>
      <w:r w:rsidRPr="00FA37D7">
        <w:t>Abbreviations and Acronyms</w:t>
      </w:r>
      <w:bookmarkEnd w:id="6"/>
    </w:p>
    <w:p w14:paraId="05DF5CB3" w14:textId="77777777" w:rsidR="003355DB" w:rsidRPr="00FA37D7" w:rsidRDefault="003355DB" w:rsidP="003355DB">
      <w:pPr>
        <w:pStyle w:val="Normalbeforetable"/>
      </w:pPr>
      <w:r w:rsidRPr="00FA37D7">
        <w:t xml:space="preserve">The following is a list of abbreviations and </w:t>
      </w:r>
      <w:r w:rsidR="009C3408" w:rsidRPr="00FA37D7">
        <w:t>acronyms</w:t>
      </w:r>
      <w:r w:rsidRPr="00FA37D7">
        <w:t xml:space="preserve"> used in the document.</w:t>
      </w:r>
    </w:p>
    <w:tbl>
      <w:tblPr>
        <w:tblStyle w:val="TableShaded1stRow"/>
        <w:tblW w:w="0" w:type="auto"/>
        <w:tblLook w:val="04A0" w:firstRow="1" w:lastRow="0" w:firstColumn="1" w:lastColumn="0" w:noHBand="0" w:noVBand="1"/>
      </w:tblPr>
      <w:tblGrid>
        <w:gridCol w:w="2375"/>
        <w:gridCol w:w="5764"/>
      </w:tblGrid>
      <w:tr w:rsidR="0052733C" w:rsidRPr="00FA37D7" w14:paraId="05DF5CB6"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05DF5CB4" w14:textId="77777777" w:rsidR="0052733C" w:rsidRPr="00FA37D7" w:rsidRDefault="0052733C" w:rsidP="00DD3851">
            <w:pPr>
              <w:pStyle w:val="TableHeading"/>
            </w:pPr>
            <w:r w:rsidRPr="00FA37D7">
              <w:t>Abbreviation/Acronyms</w:t>
            </w:r>
          </w:p>
        </w:tc>
        <w:tc>
          <w:tcPr>
            <w:tcW w:w="5989" w:type="dxa"/>
          </w:tcPr>
          <w:p w14:paraId="05DF5CB5" w14:textId="77777777" w:rsidR="0052733C" w:rsidRPr="00FA37D7" w:rsidRDefault="0052733C" w:rsidP="00DD3851">
            <w:pPr>
              <w:pStyle w:val="TableHeading"/>
            </w:pPr>
            <w:r w:rsidRPr="00FA37D7">
              <w:t>Definition</w:t>
            </w:r>
          </w:p>
        </w:tc>
      </w:tr>
      <w:tr w:rsidR="0099451F" w:rsidRPr="00FA37D7" w14:paraId="3E85C1D4" w14:textId="77777777" w:rsidTr="00C15709">
        <w:tc>
          <w:tcPr>
            <w:tcW w:w="2376" w:type="dxa"/>
          </w:tcPr>
          <w:p w14:paraId="21698624" w14:textId="66C863B2" w:rsidR="0099451F" w:rsidRPr="0099451F" w:rsidRDefault="0099451F" w:rsidP="0099451F">
            <w:pPr>
              <w:pStyle w:val="TableText"/>
            </w:pPr>
            <w:r w:rsidRPr="00FA37D7">
              <w:t>C</w:t>
            </w:r>
            <w:r>
              <w:t>CP</w:t>
            </w:r>
          </w:p>
        </w:tc>
        <w:tc>
          <w:tcPr>
            <w:tcW w:w="5989" w:type="dxa"/>
          </w:tcPr>
          <w:p w14:paraId="684BC9B3" w14:textId="795D760F" w:rsidR="0099451F" w:rsidRPr="0099451F" w:rsidRDefault="0099451F" w:rsidP="0099451F">
            <w:pPr>
              <w:pStyle w:val="TableText"/>
            </w:pPr>
            <w:r w:rsidRPr="00FA37D7">
              <w:t xml:space="preserve">Central </w:t>
            </w:r>
            <w:r>
              <w:t>Counterparty</w:t>
            </w:r>
          </w:p>
        </w:tc>
      </w:tr>
      <w:tr w:rsidR="00023FBA" w:rsidRPr="00FA37D7" w14:paraId="5982F9AF" w14:textId="77777777" w:rsidTr="00023FBA">
        <w:tc>
          <w:tcPr>
            <w:tcW w:w="2376" w:type="dxa"/>
          </w:tcPr>
          <w:p w14:paraId="0EE19BCF" w14:textId="77777777" w:rsidR="00023FBA" w:rsidRPr="00023FBA" w:rsidRDefault="00023FBA" w:rsidP="00023FBA">
            <w:pPr>
              <w:pStyle w:val="TableText"/>
            </w:pPr>
            <w:r w:rsidRPr="00FA37D7">
              <w:t>CSD</w:t>
            </w:r>
          </w:p>
        </w:tc>
        <w:tc>
          <w:tcPr>
            <w:tcW w:w="5989" w:type="dxa"/>
          </w:tcPr>
          <w:p w14:paraId="0022FE50" w14:textId="77777777" w:rsidR="00023FBA" w:rsidRPr="00023FBA" w:rsidRDefault="00023FBA" w:rsidP="00023FBA">
            <w:pPr>
              <w:pStyle w:val="TableText"/>
            </w:pPr>
            <w:r w:rsidRPr="00FA37D7">
              <w:t>Central Securities Depository</w:t>
            </w:r>
          </w:p>
        </w:tc>
      </w:tr>
      <w:tr w:rsidR="00A25754" w:rsidRPr="00FA37D7" w14:paraId="05DF5CBF" w14:textId="77777777" w:rsidTr="0052733C">
        <w:tc>
          <w:tcPr>
            <w:tcW w:w="2376" w:type="dxa"/>
          </w:tcPr>
          <w:p w14:paraId="05DF5CBD" w14:textId="758180B2" w:rsidR="00A25754" w:rsidRPr="00FA37D7" w:rsidRDefault="00A25754" w:rsidP="00A25754">
            <w:pPr>
              <w:pStyle w:val="TableText"/>
            </w:pPr>
            <w:r w:rsidRPr="00FA37D7">
              <w:t>CSD</w:t>
            </w:r>
            <w:r w:rsidR="00023FBA">
              <w:t>R</w:t>
            </w:r>
          </w:p>
        </w:tc>
        <w:tc>
          <w:tcPr>
            <w:tcW w:w="5989" w:type="dxa"/>
          </w:tcPr>
          <w:p w14:paraId="05DF5CBE" w14:textId="35365212" w:rsidR="00A25754" w:rsidRPr="00FA37D7" w:rsidRDefault="00A25754" w:rsidP="00A25754">
            <w:pPr>
              <w:pStyle w:val="TableText"/>
            </w:pPr>
            <w:r w:rsidRPr="00FA37D7">
              <w:t>Central Securities Depository</w:t>
            </w:r>
            <w:r w:rsidR="00023FBA">
              <w:t xml:space="preserve"> Regulation (EU)</w:t>
            </w:r>
          </w:p>
        </w:tc>
      </w:tr>
      <w:tr w:rsidR="00A25754" w:rsidRPr="00FA37D7" w14:paraId="05DF5CC2" w14:textId="77777777" w:rsidTr="0052733C">
        <w:tc>
          <w:tcPr>
            <w:tcW w:w="2376" w:type="dxa"/>
          </w:tcPr>
          <w:p w14:paraId="05DF5CC0" w14:textId="77777777" w:rsidR="00A25754" w:rsidRPr="00FA37D7" w:rsidRDefault="00A25754" w:rsidP="00A25754">
            <w:pPr>
              <w:pStyle w:val="TableText"/>
            </w:pPr>
            <w:r w:rsidRPr="00FA37D7">
              <w:t>ICSD</w:t>
            </w:r>
          </w:p>
        </w:tc>
        <w:tc>
          <w:tcPr>
            <w:tcW w:w="5989" w:type="dxa"/>
          </w:tcPr>
          <w:p w14:paraId="05DF5CC1" w14:textId="77777777" w:rsidR="00A25754" w:rsidRPr="00FA37D7" w:rsidRDefault="00A25754" w:rsidP="00A25754">
            <w:pPr>
              <w:pStyle w:val="TableText"/>
            </w:pPr>
            <w:r w:rsidRPr="00FA37D7">
              <w:t>International Central Securities Depository</w:t>
            </w:r>
          </w:p>
        </w:tc>
      </w:tr>
      <w:tr w:rsidR="0088633C" w:rsidRPr="00FA37D7" w14:paraId="56BC8C19" w14:textId="77777777" w:rsidTr="0088633C">
        <w:tc>
          <w:tcPr>
            <w:tcW w:w="2376" w:type="dxa"/>
          </w:tcPr>
          <w:p w14:paraId="518F411F" w14:textId="77777777" w:rsidR="0088633C" w:rsidRPr="0088633C" w:rsidRDefault="0088633C" w:rsidP="0088633C">
            <w:pPr>
              <w:pStyle w:val="TableText"/>
            </w:pPr>
            <w:r>
              <w:t>RTP</w:t>
            </w:r>
          </w:p>
        </w:tc>
        <w:tc>
          <w:tcPr>
            <w:tcW w:w="5989" w:type="dxa"/>
          </w:tcPr>
          <w:p w14:paraId="7FC2296F" w14:textId="3D9D3D73" w:rsidR="0088633C" w:rsidRPr="0088633C" w:rsidRDefault="0088633C" w:rsidP="0088633C">
            <w:pPr>
              <w:pStyle w:val="TableText"/>
            </w:pPr>
            <w:r>
              <w:t>Receiving Trading Party</w:t>
            </w:r>
          </w:p>
        </w:tc>
      </w:tr>
      <w:tr w:rsidR="0099451F" w:rsidRPr="00FA37D7" w14:paraId="3F4CFA9F" w14:textId="77777777" w:rsidTr="00C15709">
        <w:tc>
          <w:tcPr>
            <w:tcW w:w="2376" w:type="dxa"/>
          </w:tcPr>
          <w:p w14:paraId="649A95B7" w14:textId="2F567D80" w:rsidR="0099451F" w:rsidRPr="0099451F" w:rsidRDefault="0088633C" w:rsidP="0099451F">
            <w:pPr>
              <w:pStyle w:val="TableText"/>
            </w:pPr>
            <w:r>
              <w:t>D</w:t>
            </w:r>
            <w:r w:rsidR="0099451F">
              <w:t>TP</w:t>
            </w:r>
          </w:p>
        </w:tc>
        <w:tc>
          <w:tcPr>
            <w:tcW w:w="5989" w:type="dxa"/>
          </w:tcPr>
          <w:p w14:paraId="196E80B9" w14:textId="461BA113" w:rsidR="0099451F" w:rsidRPr="0099451F" w:rsidRDefault="0099451F" w:rsidP="0099451F">
            <w:pPr>
              <w:pStyle w:val="TableText"/>
            </w:pPr>
            <w:r>
              <w:t xml:space="preserve">Receiving </w:t>
            </w:r>
            <w:r w:rsidR="0088633C">
              <w:t>T</w:t>
            </w:r>
            <w:r>
              <w:t xml:space="preserve">rading </w:t>
            </w:r>
            <w:r w:rsidR="0088633C">
              <w:t>Pa</w:t>
            </w:r>
            <w:r>
              <w:t>rty</w:t>
            </w:r>
          </w:p>
        </w:tc>
      </w:tr>
      <w:tr w:rsidR="00A25754" w:rsidRPr="00FA37D7" w14:paraId="05DF5CC5" w14:textId="77777777" w:rsidTr="0052733C">
        <w:tc>
          <w:tcPr>
            <w:tcW w:w="2376" w:type="dxa"/>
          </w:tcPr>
          <w:p w14:paraId="05DF5CC3" w14:textId="77777777" w:rsidR="00A25754" w:rsidRPr="00FA37D7" w:rsidRDefault="00A25754" w:rsidP="00A25754">
            <w:pPr>
              <w:pStyle w:val="TableText"/>
            </w:pPr>
            <w:r w:rsidRPr="00FA37D7">
              <w:t>SMPG</w:t>
            </w:r>
          </w:p>
        </w:tc>
        <w:tc>
          <w:tcPr>
            <w:tcW w:w="5989" w:type="dxa"/>
          </w:tcPr>
          <w:p w14:paraId="05DF5CC4" w14:textId="77777777" w:rsidR="00A25754" w:rsidRPr="00FA37D7" w:rsidRDefault="00A25754" w:rsidP="00A25754">
            <w:pPr>
              <w:pStyle w:val="TableText"/>
            </w:pPr>
            <w:r w:rsidRPr="00FA37D7">
              <w:t>Securities Market Practice Group (www.smpg.info)</w:t>
            </w:r>
          </w:p>
        </w:tc>
      </w:tr>
    </w:tbl>
    <w:p w14:paraId="40A6916E" w14:textId="77777777" w:rsidR="0088633C" w:rsidRDefault="0088633C">
      <w:r>
        <w:rPr>
          <w:iCs/>
        </w:rPr>
        <w:br w:type="page"/>
      </w:r>
    </w:p>
    <w:p w14:paraId="05DF5CC6" w14:textId="77777777" w:rsidR="00526C98" w:rsidRPr="00FA37D7" w:rsidRDefault="000E53BB" w:rsidP="00A8050C">
      <w:pPr>
        <w:pStyle w:val="Heading2"/>
      </w:pPr>
      <w:bookmarkStart w:id="7" w:name="_Toc190791570"/>
      <w:r w:rsidRPr="00FA37D7">
        <w:lastRenderedPageBreak/>
        <w:t>Document Scope and Objectives</w:t>
      </w:r>
      <w:bookmarkEnd w:id="7"/>
    </w:p>
    <w:p w14:paraId="05DF5CC7" w14:textId="4C052D26" w:rsidR="00E20C03" w:rsidRDefault="00E20C03" w:rsidP="0069044F">
      <w:r w:rsidRPr="00FA37D7">
        <w:t xml:space="preserve">This document is the first part of the </w:t>
      </w:r>
      <w:r w:rsidR="00833C95">
        <w:t>Buy-In Regulatory Repo</w:t>
      </w:r>
      <w:r w:rsidR="00CE0CA0">
        <w:t>r</w:t>
      </w:r>
      <w:r w:rsidR="00833C95">
        <w:t>ting</w:t>
      </w:r>
      <w:r w:rsidR="00936F11" w:rsidRPr="00FA37D7">
        <w:t xml:space="preserve"> </w:t>
      </w:r>
      <w:r w:rsidRPr="00FA37D7">
        <w:t xml:space="preserve">Message Definition Report (MDR) that describes the </w:t>
      </w:r>
      <w:proofErr w:type="spellStart"/>
      <w:r w:rsidRPr="00FA37D7">
        <w:t>BusinessTransactions</w:t>
      </w:r>
      <w:proofErr w:type="spellEnd"/>
      <w:r w:rsidRPr="00FA37D7">
        <w:t xml:space="preserve"> and underlying message set. </w:t>
      </w:r>
    </w:p>
    <w:p w14:paraId="05DF5CC8" w14:textId="77777777" w:rsidR="00E20C03" w:rsidRPr="00FA37D7" w:rsidRDefault="00E20C03" w:rsidP="00E20C03">
      <w:r w:rsidRPr="00FA37D7">
        <w:t>This document describes the following:</w:t>
      </w:r>
    </w:p>
    <w:p w14:paraId="05DF5CC9" w14:textId="77777777" w:rsidR="00E20C03" w:rsidRPr="00FA37D7" w:rsidRDefault="002A331D" w:rsidP="00E20C03">
      <w:pPr>
        <w:pStyle w:val="ListBullet"/>
      </w:pPr>
      <w:r w:rsidRPr="00FA37D7">
        <w:t>t</w:t>
      </w:r>
      <w:r w:rsidR="00E20C03" w:rsidRPr="00FA37D7">
        <w:t xml:space="preserve">he </w:t>
      </w:r>
      <w:proofErr w:type="spellStart"/>
      <w:r w:rsidR="00E20C03" w:rsidRPr="00FA37D7">
        <w:t>BusinessProcess</w:t>
      </w:r>
      <w:proofErr w:type="spellEnd"/>
      <w:r w:rsidR="00E20C03" w:rsidRPr="00FA37D7">
        <w:t xml:space="preserve"> scope </w:t>
      </w:r>
    </w:p>
    <w:p w14:paraId="05DF5CCA" w14:textId="5A8C5EB5" w:rsidR="00E20C03" w:rsidRPr="00FA37D7" w:rsidRDefault="009461AE" w:rsidP="00E20C03">
      <w:pPr>
        <w:pStyle w:val="ListBullet"/>
      </w:pPr>
      <w:r>
        <w:t xml:space="preserve">the </w:t>
      </w:r>
      <w:proofErr w:type="spellStart"/>
      <w:r>
        <w:t>BusinessTransactions</w:t>
      </w:r>
      <w:proofErr w:type="spellEnd"/>
      <w:r>
        <w:t xml:space="preserve"> scope and the respective message flows</w:t>
      </w:r>
    </w:p>
    <w:p w14:paraId="05DF5CCB" w14:textId="77777777" w:rsidR="00E20C03" w:rsidRPr="00FA37D7" w:rsidRDefault="00E20C03" w:rsidP="00E20C03">
      <w:r w:rsidRPr="00FA37D7">
        <w:t>The main objectives of this document are as follows:</w:t>
      </w:r>
    </w:p>
    <w:p w14:paraId="05DF5CCC" w14:textId="77777777" w:rsidR="00E20C03" w:rsidRPr="00FA37D7" w:rsidRDefault="002A331D" w:rsidP="00E20C03">
      <w:pPr>
        <w:pStyle w:val="ListBullet"/>
      </w:pPr>
      <w:r w:rsidRPr="00FA37D7">
        <w:t>t</w:t>
      </w:r>
      <w:r w:rsidR="00E20C03" w:rsidRPr="00FA37D7">
        <w:t xml:space="preserve">o provide information about the messages </w:t>
      </w:r>
      <w:r w:rsidR="00C82AF8" w:rsidRPr="00FA37D7">
        <w:t>that support the business processes</w:t>
      </w:r>
    </w:p>
    <w:p w14:paraId="05DF5CCD" w14:textId="77777777" w:rsidR="00E20C03" w:rsidRPr="00FA37D7" w:rsidRDefault="002A331D" w:rsidP="00E20C03">
      <w:pPr>
        <w:pStyle w:val="ListBullet"/>
      </w:pPr>
      <w:r w:rsidRPr="00FA37D7">
        <w:t>t</w:t>
      </w:r>
      <w:r w:rsidR="00E20C03" w:rsidRPr="00FA37D7">
        <w:t xml:space="preserve">o explain the </w:t>
      </w:r>
      <w:proofErr w:type="spellStart"/>
      <w:r w:rsidR="00E20C03" w:rsidRPr="00FA37D7">
        <w:t>BusinessProcesses</w:t>
      </w:r>
      <w:proofErr w:type="spellEnd"/>
      <w:r w:rsidR="00E20C03" w:rsidRPr="00FA37D7">
        <w:t xml:space="preserve"> and </w:t>
      </w:r>
      <w:proofErr w:type="spellStart"/>
      <w:r w:rsidR="00E20C03" w:rsidRPr="00FA37D7">
        <w:t>BusinessActivities</w:t>
      </w:r>
      <w:proofErr w:type="spellEnd"/>
      <w:r w:rsidR="00E20C03" w:rsidRPr="00FA37D7">
        <w:t xml:space="preserve"> these messages have addressed</w:t>
      </w:r>
    </w:p>
    <w:p w14:paraId="05DF5CCE" w14:textId="77777777" w:rsidR="00E20C03" w:rsidRPr="00FA37D7" w:rsidRDefault="002A331D" w:rsidP="00E20C03">
      <w:pPr>
        <w:pStyle w:val="ListBullet"/>
      </w:pPr>
      <w:r w:rsidRPr="00FA37D7">
        <w:t>t</w:t>
      </w:r>
      <w:r w:rsidR="00E20C03" w:rsidRPr="00FA37D7">
        <w:t xml:space="preserve">o give a high level description of </w:t>
      </w:r>
      <w:proofErr w:type="spellStart"/>
      <w:r w:rsidR="00E20C03" w:rsidRPr="00FA37D7">
        <w:t>BusinessProcesses</w:t>
      </w:r>
      <w:proofErr w:type="spellEnd"/>
      <w:r w:rsidR="00E20C03" w:rsidRPr="00FA37D7">
        <w:t xml:space="preserve"> and the associated </w:t>
      </w:r>
      <w:proofErr w:type="spellStart"/>
      <w:r w:rsidR="00E20C03" w:rsidRPr="00FA37D7">
        <w:t>BusinessRoles</w:t>
      </w:r>
      <w:proofErr w:type="spellEnd"/>
    </w:p>
    <w:p w14:paraId="05DF5CCF" w14:textId="77777777" w:rsidR="00E20C03" w:rsidRPr="00FA37D7" w:rsidRDefault="002A331D" w:rsidP="00E20C03">
      <w:pPr>
        <w:pStyle w:val="ListBullet"/>
      </w:pPr>
      <w:r w:rsidRPr="00FA37D7">
        <w:t>t</w:t>
      </w:r>
      <w:r w:rsidR="00E20C03" w:rsidRPr="00FA37D7">
        <w:t>o doc</w:t>
      </w:r>
      <w:r w:rsidR="00C82AF8" w:rsidRPr="00FA37D7">
        <w:t xml:space="preserve">ument the </w:t>
      </w:r>
      <w:proofErr w:type="spellStart"/>
      <w:r w:rsidR="00C82AF8" w:rsidRPr="00FA37D7">
        <w:t>BusinessTransactions</w:t>
      </w:r>
      <w:proofErr w:type="spellEnd"/>
      <w:r w:rsidR="00E20C03" w:rsidRPr="00FA37D7">
        <w:t xml:space="preserve"> </w:t>
      </w:r>
    </w:p>
    <w:p w14:paraId="05DF5CD0" w14:textId="77777777" w:rsidR="00E20C03" w:rsidRPr="00FA37D7" w:rsidRDefault="002A331D" w:rsidP="00F84EE5">
      <w:pPr>
        <w:pStyle w:val="ListBullet"/>
      </w:pPr>
      <w:r w:rsidRPr="00FA37D7">
        <w:t>t</w:t>
      </w:r>
      <w:r w:rsidR="00E20C03" w:rsidRPr="00FA37D7">
        <w:t>o provide business examples</w:t>
      </w:r>
    </w:p>
    <w:p w14:paraId="05DF5CD1" w14:textId="5EBFA8F1" w:rsidR="000E53BB" w:rsidRDefault="00E20C03" w:rsidP="00E632EE">
      <w:r w:rsidRPr="00FA37D7">
        <w:t>The messages definitions are specified in Message Definition Report Part 2.</w:t>
      </w:r>
    </w:p>
    <w:p w14:paraId="05DF5CD2" w14:textId="77777777" w:rsidR="009B4C6A" w:rsidRPr="00FA37D7" w:rsidRDefault="009B4C6A" w:rsidP="009B4C6A">
      <w:pPr>
        <w:pStyle w:val="Heading2"/>
      </w:pPr>
      <w:bookmarkStart w:id="8" w:name="_Toc190791571"/>
      <w:r w:rsidRPr="00FA37D7">
        <w:t>References</w:t>
      </w:r>
      <w:bookmarkEnd w:id="8"/>
    </w:p>
    <w:tbl>
      <w:tblPr>
        <w:tblStyle w:val="TableShaded1stRow"/>
        <w:tblW w:w="0" w:type="auto"/>
        <w:tblInd w:w="817" w:type="dxa"/>
        <w:tblLook w:val="04A0" w:firstRow="1" w:lastRow="0" w:firstColumn="1" w:lastColumn="0" w:noHBand="0" w:noVBand="1"/>
      </w:tblPr>
      <w:tblGrid>
        <w:gridCol w:w="4450"/>
        <w:gridCol w:w="1159"/>
        <w:gridCol w:w="1577"/>
        <w:gridCol w:w="1288"/>
      </w:tblGrid>
      <w:tr w:rsidR="009B4C6A" w:rsidRPr="00FA37D7" w14:paraId="05DF5CD7" w14:textId="77777777" w:rsidTr="000E6779">
        <w:trPr>
          <w:cnfStyle w:val="100000000000" w:firstRow="1" w:lastRow="0" w:firstColumn="0" w:lastColumn="0" w:oddVBand="0" w:evenVBand="0" w:oddHBand="0" w:evenHBand="0" w:firstRowFirstColumn="0" w:firstRowLastColumn="0" w:lastRowFirstColumn="0" w:lastRowLastColumn="0"/>
        </w:trPr>
        <w:tc>
          <w:tcPr>
            <w:tcW w:w="4450" w:type="dxa"/>
          </w:tcPr>
          <w:p w14:paraId="05DF5CD3" w14:textId="77777777" w:rsidR="009B4C6A" w:rsidRPr="00FA37D7" w:rsidRDefault="009B4C6A" w:rsidP="009B4C6A">
            <w:pPr>
              <w:pStyle w:val="TableHeading"/>
            </w:pPr>
            <w:r w:rsidRPr="00FA37D7">
              <w:t>Document</w:t>
            </w:r>
          </w:p>
        </w:tc>
        <w:tc>
          <w:tcPr>
            <w:tcW w:w="1159" w:type="dxa"/>
          </w:tcPr>
          <w:p w14:paraId="05DF5CD4" w14:textId="77777777" w:rsidR="009B4C6A" w:rsidRPr="00FA37D7" w:rsidRDefault="009B4C6A" w:rsidP="009B4C6A">
            <w:pPr>
              <w:pStyle w:val="TableHeading"/>
            </w:pPr>
            <w:r w:rsidRPr="00FA37D7">
              <w:t>Version</w:t>
            </w:r>
          </w:p>
        </w:tc>
        <w:tc>
          <w:tcPr>
            <w:tcW w:w="1577" w:type="dxa"/>
          </w:tcPr>
          <w:p w14:paraId="05DF5CD5" w14:textId="77777777" w:rsidR="009B4C6A" w:rsidRPr="00FA37D7" w:rsidRDefault="009B4C6A" w:rsidP="009B4C6A">
            <w:pPr>
              <w:pStyle w:val="TableHeading"/>
            </w:pPr>
            <w:r w:rsidRPr="00FA37D7">
              <w:t>Date</w:t>
            </w:r>
          </w:p>
        </w:tc>
        <w:tc>
          <w:tcPr>
            <w:tcW w:w="1288" w:type="dxa"/>
          </w:tcPr>
          <w:p w14:paraId="05DF5CD6" w14:textId="77777777" w:rsidR="009B4C6A" w:rsidRPr="00FA37D7" w:rsidRDefault="009B4C6A" w:rsidP="009B4C6A">
            <w:pPr>
              <w:pStyle w:val="TableHeading"/>
            </w:pPr>
            <w:r w:rsidRPr="00FA37D7">
              <w:t>Author</w:t>
            </w:r>
          </w:p>
        </w:tc>
      </w:tr>
      <w:tr w:rsidR="00023FBA" w:rsidRPr="00FA37D7" w14:paraId="64088FAD" w14:textId="77777777" w:rsidTr="000E6779">
        <w:tc>
          <w:tcPr>
            <w:tcW w:w="4450" w:type="dxa"/>
          </w:tcPr>
          <w:p w14:paraId="047E3357" w14:textId="77777777" w:rsidR="00023FBA" w:rsidRPr="00023FBA" w:rsidRDefault="00023FBA" w:rsidP="00B57D0B">
            <w:pPr>
              <w:pStyle w:val="TableText"/>
            </w:pPr>
            <w:r w:rsidRPr="00FA37D7">
              <w:t xml:space="preserve">ISO 20022 Business Justification – </w:t>
            </w:r>
          </w:p>
          <w:p w14:paraId="78844307" w14:textId="77777777" w:rsidR="00023FBA" w:rsidRPr="00023FBA" w:rsidRDefault="00023FBA" w:rsidP="00B57D0B">
            <w:pPr>
              <w:pStyle w:val="TableText"/>
            </w:pPr>
            <w:r>
              <w:t>CSDR Buy-in Reporting</w:t>
            </w:r>
          </w:p>
        </w:tc>
        <w:tc>
          <w:tcPr>
            <w:tcW w:w="1159" w:type="dxa"/>
          </w:tcPr>
          <w:p w14:paraId="050C6D1D" w14:textId="77777777" w:rsidR="00023FBA" w:rsidRPr="00FA37D7" w:rsidRDefault="00023FBA" w:rsidP="00B57D0B">
            <w:pPr>
              <w:pStyle w:val="TableText"/>
            </w:pPr>
          </w:p>
        </w:tc>
        <w:tc>
          <w:tcPr>
            <w:tcW w:w="1577" w:type="dxa"/>
          </w:tcPr>
          <w:p w14:paraId="48C2B7E5" w14:textId="3C530469" w:rsidR="00023FBA" w:rsidRPr="00023FBA" w:rsidRDefault="0088633C" w:rsidP="00B57D0B">
            <w:pPr>
              <w:pStyle w:val="TableText"/>
            </w:pPr>
            <w:r>
              <w:t xml:space="preserve">May </w:t>
            </w:r>
            <w:r w:rsidR="00023FBA" w:rsidRPr="00FA37D7">
              <w:t>20</w:t>
            </w:r>
            <w:r w:rsidR="00023FBA" w:rsidRPr="00023FBA">
              <w:t>20</w:t>
            </w:r>
          </w:p>
        </w:tc>
        <w:tc>
          <w:tcPr>
            <w:tcW w:w="1288" w:type="dxa"/>
          </w:tcPr>
          <w:p w14:paraId="7115952B" w14:textId="77777777" w:rsidR="00023FBA" w:rsidRPr="00023FBA" w:rsidRDefault="00023FBA" w:rsidP="00B57D0B">
            <w:pPr>
              <w:pStyle w:val="TableText"/>
            </w:pPr>
            <w:r>
              <w:t xml:space="preserve">KDPW, </w:t>
            </w:r>
            <w:r w:rsidRPr="00023FBA">
              <w:t>SWIFT</w:t>
            </w:r>
          </w:p>
        </w:tc>
      </w:tr>
      <w:tr w:rsidR="009B4C6A" w:rsidRPr="00FA37D7" w14:paraId="05DF5CDC" w14:textId="77777777" w:rsidTr="000E6779">
        <w:tc>
          <w:tcPr>
            <w:tcW w:w="4450" w:type="dxa"/>
          </w:tcPr>
          <w:p w14:paraId="05DF5CD8" w14:textId="77DCD00C" w:rsidR="009B4C6A" w:rsidRPr="00FA37D7" w:rsidRDefault="00023FBA" w:rsidP="00B57D0B">
            <w:pPr>
              <w:pStyle w:val="TableText"/>
            </w:pPr>
            <w:r>
              <w:t>S</w:t>
            </w:r>
            <w:r w:rsidRPr="00023FBA">
              <w:t xml:space="preserve">MPG Market Practice </w:t>
            </w:r>
            <w:r w:rsidR="00B57D0B" w:rsidRPr="00FA37D7">
              <w:t>–</w:t>
            </w:r>
            <w:r>
              <w:t xml:space="preserve"> </w:t>
            </w:r>
            <w:r w:rsidRPr="00023FBA">
              <w:t>CSDR Buy-in Process</w:t>
            </w:r>
            <w:r>
              <w:t xml:space="preserve">: </w:t>
            </w:r>
            <w:r w:rsidRPr="00023FBA">
              <w:t>Reporting to the CSD</w:t>
            </w:r>
            <w:r>
              <w:t xml:space="preserve"> </w:t>
            </w:r>
          </w:p>
        </w:tc>
        <w:tc>
          <w:tcPr>
            <w:tcW w:w="1159" w:type="dxa"/>
          </w:tcPr>
          <w:p w14:paraId="05DF5CD9" w14:textId="77777777" w:rsidR="009B4C6A" w:rsidRPr="00FA37D7" w:rsidRDefault="009B4C6A" w:rsidP="00B57D0B">
            <w:pPr>
              <w:pStyle w:val="TableText"/>
            </w:pPr>
          </w:p>
        </w:tc>
        <w:tc>
          <w:tcPr>
            <w:tcW w:w="1577" w:type="dxa"/>
          </w:tcPr>
          <w:p w14:paraId="05DF5CDA" w14:textId="31AF5E95" w:rsidR="009B4C6A" w:rsidRPr="00FA37D7" w:rsidRDefault="0088633C" w:rsidP="00B57D0B">
            <w:pPr>
              <w:pStyle w:val="TableText"/>
            </w:pPr>
            <w:r>
              <w:t xml:space="preserve">May </w:t>
            </w:r>
            <w:r w:rsidR="009B4C6A" w:rsidRPr="00FA37D7">
              <w:t>20</w:t>
            </w:r>
            <w:r w:rsidR="00833C95">
              <w:t>20</w:t>
            </w:r>
          </w:p>
        </w:tc>
        <w:tc>
          <w:tcPr>
            <w:tcW w:w="1288" w:type="dxa"/>
          </w:tcPr>
          <w:p w14:paraId="05DF5CDB" w14:textId="0AF4353A" w:rsidR="009B4C6A" w:rsidRPr="00FA37D7" w:rsidRDefault="00023FBA" w:rsidP="00B57D0B">
            <w:pPr>
              <w:pStyle w:val="TableText"/>
            </w:pPr>
            <w:r>
              <w:t>SMPG</w:t>
            </w:r>
          </w:p>
        </w:tc>
      </w:tr>
      <w:tr w:rsidR="000E6779" w:rsidRPr="00FA37D7" w14:paraId="303D6E0B" w14:textId="77777777" w:rsidTr="000E6779">
        <w:tc>
          <w:tcPr>
            <w:tcW w:w="4450" w:type="dxa"/>
          </w:tcPr>
          <w:p w14:paraId="62E83C59" w14:textId="5845A0AE" w:rsidR="000E6779" w:rsidRPr="000E6779" w:rsidRDefault="000E6779" w:rsidP="000E6779">
            <w:pPr>
              <w:pStyle w:val="TableText"/>
            </w:pPr>
            <w:r w:rsidRPr="00E37472">
              <w:t xml:space="preserve">ISO 20022 </w:t>
            </w:r>
            <w:r w:rsidRPr="000E6779">
              <w:t>Settlement and Reconciliation Maintenance Change Request 2024/2025</w:t>
            </w:r>
          </w:p>
        </w:tc>
        <w:tc>
          <w:tcPr>
            <w:tcW w:w="1159" w:type="dxa"/>
          </w:tcPr>
          <w:p w14:paraId="025FFBA7" w14:textId="77777777" w:rsidR="000E6779" w:rsidRPr="00FA37D7" w:rsidRDefault="000E6779" w:rsidP="000E6779">
            <w:pPr>
              <w:pStyle w:val="TableText"/>
            </w:pPr>
          </w:p>
        </w:tc>
        <w:tc>
          <w:tcPr>
            <w:tcW w:w="1577" w:type="dxa"/>
          </w:tcPr>
          <w:p w14:paraId="3745D690" w14:textId="31041AB8" w:rsidR="000E6779" w:rsidRPr="000E6779" w:rsidRDefault="000E6779" w:rsidP="000E6779">
            <w:pPr>
              <w:pStyle w:val="TableText"/>
            </w:pPr>
            <w:r>
              <w:t>August 2024</w:t>
            </w:r>
          </w:p>
        </w:tc>
        <w:tc>
          <w:tcPr>
            <w:tcW w:w="1288" w:type="dxa"/>
          </w:tcPr>
          <w:p w14:paraId="0D452231" w14:textId="5875B780" w:rsidR="000E6779" w:rsidRPr="000E6779" w:rsidRDefault="000E6779" w:rsidP="000E6779">
            <w:pPr>
              <w:pStyle w:val="TableText"/>
            </w:pPr>
            <w:r w:rsidRPr="00E37472">
              <w:t>SWIFT</w:t>
            </w:r>
          </w:p>
        </w:tc>
      </w:tr>
    </w:tbl>
    <w:p w14:paraId="05DF5CE7" w14:textId="77777777" w:rsidR="009B4C6A" w:rsidRPr="00FA37D7" w:rsidRDefault="009B4C6A" w:rsidP="009B4C6A"/>
    <w:p w14:paraId="05DF5CE8" w14:textId="77777777" w:rsidR="00B5372E" w:rsidRPr="00FA37D7" w:rsidRDefault="00B5372E" w:rsidP="00A8050C">
      <w:pPr>
        <w:pStyle w:val="Heading1"/>
      </w:pPr>
      <w:bookmarkStart w:id="9" w:name="_Toc190791572"/>
      <w:r w:rsidRPr="00FA37D7">
        <w:lastRenderedPageBreak/>
        <w:t>Scope and Functionality</w:t>
      </w:r>
      <w:bookmarkEnd w:id="9"/>
    </w:p>
    <w:p w14:paraId="05DF5CE9" w14:textId="77777777" w:rsidR="00B5372E" w:rsidRPr="00FA37D7" w:rsidRDefault="00B5372E" w:rsidP="004D01EB">
      <w:pPr>
        <w:pStyle w:val="Heading2"/>
      </w:pPr>
      <w:bookmarkStart w:id="10" w:name="_Toc190791573"/>
      <w:r w:rsidRPr="00FA37D7">
        <w:t>Background</w:t>
      </w:r>
      <w:bookmarkEnd w:id="10"/>
    </w:p>
    <w:p w14:paraId="7F01F36A" w14:textId="6E5F5008" w:rsidR="00F43E66" w:rsidRPr="00F43E66" w:rsidRDefault="00F43E66" w:rsidP="00F43E66">
      <w:r w:rsidRPr="00F43E66">
        <w:t xml:space="preserve">The </w:t>
      </w:r>
      <w:r>
        <w:t xml:space="preserve">EU </w:t>
      </w:r>
      <w:r w:rsidRPr="00F43E66">
        <w:t xml:space="preserve">CSD Regulation </w:t>
      </w:r>
      <w:r>
        <w:t xml:space="preserve">(CSDR) </w:t>
      </w:r>
      <w:r w:rsidRPr="00F43E66">
        <w:t xml:space="preserve">on Settlement Efficiency mandates a buy-in process if the delivering party is unable to deliver the securities. </w:t>
      </w:r>
    </w:p>
    <w:p w14:paraId="5A56C95D" w14:textId="255FA031" w:rsidR="00F43E66" w:rsidRPr="00F43E66" w:rsidRDefault="00F43E66" w:rsidP="00F43E66">
      <w:r w:rsidRPr="00F43E66">
        <w:t>Article 31.4 of the R</w:t>
      </w:r>
      <w:r>
        <w:t>egulatory Technical Standards (RTS)</w:t>
      </w:r>
      <w:r w:rsidRPr="00F43E66">
        <w:t xml:space="preserve"> on CSDR states: </w:t>
      </w:r>
    </w:p>
    <w:p w14:paraId="4E77E10E" w14:textId="77777777" w:rsidR="00F43E66" w:rsidRPr="00F43E66" w:rsidRDefault="00F43E66" w:rsidP="00F43E66">
      <w:r w:rsidRPr="00F43E66">
        <w:t xml:space="preserve">"The receiving trading party shall notify the results of the buy-in to the failing trading party at the latest on the last business day of the applicable period determined in accordance with Article 37. The receiving trading party shall ensure that the relevant CSD receives the information notified without undue delay." </w:t>
      </w:r>
    </w:p>
    <w:p w14:paraId="7FEBD984" w14:textId="2E8308A0" w:rsidR="00F43E66" w:rsidRDefault="00F43E66" w:rsidP="00F43E66">
      <w:r>
        <w:t xml:space="preserve">The above statement </w:t>
      </w:r>
      <w:r w:rsidRPr="00F43E66">
        <w:t>places a requirement on all parties in the settlement chain to communicate information regarding a buy-in</w:t>
      </w:r>
      <w:r w:rsidR="0088633C">
        <w:t xml:space="preserve"> (or </w:t>
      </w:r>
      <w:r w:rsidRPr="00F43E66">
        <w:t xml:space="preserve">cash </w:t>
      </w:r>
      <w:proofErr w:type="gramStart"/>
      <w:r w:rsidRPr="00F43E66">
        <w:t xml:space="preserve">compensation </w:t>
      </w:r>
      <w:r w:rsidR="0088633C">
        <w:t xml:space="preserve"> </w:t>
      </w:r>
      <w:r w:rsidR="00B57D0B">
        <w:t>if</w:t>
      </w:r>
      <w:proofErr w:type="gramEnd"/>
      <w:r w:rsidR="00B57D0B">
        <w:t xml:space="preserve"> it </w:t>
      </w:r>
      <w:r w:rsidR="0088633C">
        <w:t>was not possible to execute</w:t>
      </w:r>
      <w:r w:rsidR="00B57D0B">
        <w:t xml:space="preserve"> a buy-in transaction</w:t>
      </w:r>
      <w:r w:rsidR="0088633C">
        <w:t xml:space="preserve">) </w:t>
      </w:r>
      <w:r w:rsidRPr="00F43E66">
        <w:t xml:space="preserve">from the trading party through to the (I)CSD. </w:t>
      </w:r>
    </w:p>
    <w:p w14:paraId="63D4C440" w14:textId="00728ABE" w:rsidR="00F43E66" w:rsidRPr="00DF1690" w:rsidRDefault="00F43E66" w:rsidP="00F43E66">
      <w:r w:rsidRPr="00DF1690">
        <w:t xml:space="preserve">The purpose of the </w:t>
      </w:r>
      <w:r>
        <w:t>message</w:t>
      </w:r>
      <w:r w:rsidR="000A5526">
        <w:t xml:space="preserve"> set</w:t>
      </w:r>
      <w:r>
        <w:t xml:space="preserve"> described in this document</w:t>
      </w:r>
      <w:r w:rsidRPr="00DF1690">
        <w:t xml:space="preserve"> is to meet </w:t>
      </w:r>
      <w:r w:rsidR="00B57D0B">
        <w:t xml:space="preserve">the </w:t>
      </w:r>
      <w:r w:rsidRPr="00DF1690">
        <w:t xml:space="preserve">buy-in reporting requirements of </w:t>
      </w:r>
      <w:r w:rsidR="00B57D0B">
        <w:t xml:space="preserve">the </w:t>
      </w:r>
      <w:r w:rsidRPr="00DF1690">
        <w:t xml:space="preserve">CSDR by allowing automated communication between </w:t>
      </w:r>
      <w:r w:rsidR="00B57D0B">
        <w:t xml:space="preserve">the </w:t>
      </w:r>
      <w:r w:rsidRPr="00DF1690">
        <w:t>involved institutions using</w:t>
      </w:r>
      <w:r w:rsidR="00B57D0B">
        <w:t xml:space="preserve"> the</w:t>
      </w:r>
      <w:r w:rsidRPr="00DF1690">
        <w:t xml:space="preserve"> ISO</w:t>
      </w:r>
      <w:r w:rsidR="00B57D0B">
        <w:t xml:space="preserve"> </w:t>
      </w:r>
      <w:r w:rsidRPr="00DF1690">
        <w:t>20022 standard.</w:t>
      </w:r>
    </w:p>
    <w:p w14:paraId="16048D20" w14:textId="30427B95" w:rsidR="00F43E66" w:rsidRPr="00F43E66" w:rsidRDefault="00B57D0B" w:rsidP="00B57D0B">
      <w:pPr>
        <w:pStyle w:val="BlockLabel"/>
      </w:pPr>
      <w:r>
        <w:t>Underlying regulations</w:t>
      </w:r>
    </w:p>
    <w:p w14:paraId="47A6B4F4" w14:textId="09DE7EB9" w:rsidR="00F43E66" w:rsidRPr="00F43E66" w:rsidRDefault="00F43E66" w:rsidP="00B57D0B">
      <w:pPr>
        <w:pStyle w:val="ListBullet"/>
      </w:pPr>
      <w:r w:rsidRPr="00F43E66">
        <w:t>Regulation (EU) no 909/2014 of the European Parliament and of the Council of 23 July 2014 on improving securities settlement in the European Union and on central securities depositories and amending Directives 98/26/EC and 2014/65/EU and Regulation (EU) No</w:t>
      </w:r>
      <w:r w:rsidR="00B57D0B">
        <w:t xml:space="preserve"> 236/2012 (“EU CSD-Regulation”)</w:t>
      </w:r>
      <w:r w:rsidRPr="00F43E66">
        <w:t xml:space="preserve"> </w:t>
      </w:r>
    </w:p>
    <w:p w14:paraId="6178D48C" w14:textId="57F20FEF" w:rsidR="00F43E66" w:rsidRPr="00F43E66" w:rsidRDefault="00F43E66" w:rsidP="00B57D0B">
      <w:pPr>
        <w:pStyle w:val="ListBullet"/>
      </w:pPr>
      <w:r w:rsidRPr="00F43E66">
        <w:t>Delegated Regulation (DR) 2018/1229, supplementing Regulation (EU) No 909/2014 of the European Parliament and of the Council with regard to regulatory technical standards on the set</w:t>
      </w:r>
      <w:r w:rsidR="00B57D0B">
        <w:t>tlement discipline regime (SDR)</w:t>
      </w:r>
      <w:r w:rsidRPr="00F43E66">
        <w:t xml:space="preserve"> </w:t>
      </w:r>
    </w:p>
    <w:p w14:paraId="737EEBE1" w14:textId="47E801FB" w:rsidR="00F43E66" w:rsidRPr="00F43E66" w:rsidRDefault="00F43E66" w:rsidP="00B57D0B">
      <w:pPr>
        <w:pStyle w:val="ListBullet"/>
      </w:pPr>
      <w:r w:rsidRPr="00F43E66">
        <w:t>RTS: Regulatory Technical Standard</w:t>
      </w:r>
      <w:r w:rsidR="00B57D0B">
        <w:t>s</w:t>
      </w:r>
      <w:r w:rsidRPr="00F43E66">
        <w:t xml:space="preserve">, which are endorsed by the European Commission by means of a delegated act supplementing an EU Regulation or a Directive </w:t>
      </w:r>
    </w:p>
    <w:p w14:paraId="672BFB97" w14:textId="4E717F17" w:rsidR="00F43E66" w:rsidRPr="00F43E66" w:rsidRDefault="00F43E66" w:rsidP="00B57D0B">
      <w:pPr>
        <w:pStyle w:val="ListBullet"/>
      </w:pPr>
      <w:r w:rsidRPr="00F43E66">
        <w:t xml:space="preserve">Commission Delegated Regulation (EU) 2017/392 of 11 November 2016 supplementing Regulation (EU) No 909/2014 of the European Parliament and of the Council with regard to regulatory technical standards on authorisation, supervisory and operational requirements for central securities depositories </w:t>
      </w:r>
    </w:p>
    <w:p w14:paraId="1D5FBC94" w14:textId="17BCCB66" w:rsidR="00F43E66" w:rsidRPr="00F43E66" w:rsidRDefault="00F43E66" w:rsidP="00B57D0B">
      <w:pPr>
        <w:pStyle w:val="ListBullet"/>
      </w:pPr>
      <w:r w:rsidRPr="00F43E66">
        <w:t xml:space="preserve">Commission Implementing Regulation (EU) 2017/394 of 11 November 2016 laying down implementing technical standards with regard to standard forms, templates and procedures for authorisation, review and evaluation of central securities depositories, for the cooperation between authorities of the home Member State and the host Member State, for the consultation of authorities involved in the authorisation to provide banking-type ancillary services, for access involving central securities depositories, and with regard to the format of the records to be maintained by central securities depositories in accordance with Regulation (EU) No 909/2014 of the European Parliament and of the Council </w:t>
      </w:r>
    </w:p>
    <w:p w14:paraId="7F80123B" w14:textId="450CA589" w:rsidR="00DF1690" w:rsidRDefault="00DF1690" w:rsidP="006D5CDE"/>
    <w:p w14:paraId="1BDDC2EE" w14:textId="40775852" w:rsidR="0088633C" w:rsidRDefault="0088633C">
      <w:pPr>
        <w:suppressAutoHyphens w:val="0"/>
        <w:spacing w:before="0"/>
      </w:pPr>
      <w:r>
        <w:br w:type="page"/>
      </w:r>
    </w:p>
    <w:p w14:paraId="05DF5CFB" w14:textId="77777777" w:rsidR="00B5372E" w:rsidRPr="00FA37D7" w:rsidRDefault="00B5372E" w:rsidP="004D01EB">
      <w:pPr>
        <w:pStyle w:val="Heading2"/>
      </w:pPr>
      <w:bookmarkStart w:id="11" w:name="_Toc190791574"/>
      <w:r w:rsidRPr="00FA37D7">
        <w:lastRenderedPageBreak/>
        <w:t>Scope</w:t>
      </w:r>
      <w:bookmarkEnd w:id="11"/>
    </w:p>
    <w:p w14:paraId="5D5CCCEE" w14:textId="289F650D" w:rsidR="00F43E66" w:rsidRDefault="00F43E66" w:rsidP="00F43E66">
      <w:r w:rsidRPr="00DF1690">
        <w:t xml:space="preserve">The scope of </w:t>
      </w:r>
      <w:r w:rsidR="005B1A07">
        <w:t xml:space="preserve">message set </w:t>
      </w:r>
      <w:r w:rsidR="0099451F">
        <w:t xml:space="preserve">described in this document </w:t>
      </w:r>
      <w:r w:rsidRPr="00DF1690">
        <w:t xml:space="preserve">is </w:t>
      </w:r>
      <w:proofErr w:type="gramStart"/>
      <w:r w:rsidRPr="00DF1690">
        <w:t xml:space="preserve">limited </w:t>
      </w:r>
      <w:r w:rsidR="0099451F">
        <w:t xml:space="preserve"> </w:t>
      </w:r>
      <w:r w:rsidRPr="00DF1690">
        <w:t>to</w:t>
      </w:r>
      <w:proofErr w:type="gramEnd"/>
      <w:r w:rsidRPr="00DF1690">
        <w:t xml:space="preserve"> </w:t>
      </w:r>
      <w:r w:rsidR="00B57D0B">
        <w:t xml:space="preserve">the </w:t>
      </w:r>
      <w:r w:rsidRPr="00DF1690">
        <w:t xml:space="preserve">reporting requirements of the respective regulations. </w:t>
      </w:r>
      <w:r w:rsidR="00B57D0B">
        <w:t>The f</w:t>
      </w:r>
      <w:r w:rsidRPr="00DF1690">
        <w:t xml:space="preserve">ull CSDR buy-in process is covered by </w:t>
      </w:r>
      <w:r w:rsidR="0099451F">
        <w:t xml:space="preserve">other </w:t>
      </w:r>
      <w:r w:rsidRPr="00DF1690">
        <w:t xml:space="preserve">messages and </w:t>
      </w:r>
      <w:r w:rsidR="0088633C">
        <w:t>has been</w:t>
      </w:r>
      <w:r w:rsidRPr="00DF1690">
        <w:t xml:space="preserve"> described in detail in </w:t>
      </w:r>
      <w:r w:rsidR="00612F4E">
        <w:t xml:space="preserve">the </w:t>
      </w:r>
      <w:r w:rsidRPr="00DF1690">
        <w:t>SMPG M</w:t>
      </w:r>
      <w:r w:rsidR="0099451F">
        <w:t>arket Practice</w:t>
      </w:r>
      <w:r w:rsidR="00612F4E">
        <w:t xml:space="preserve"> document</w:t>
      </w:r>
      <w:r w:rsidR="0099451F">
        <w:t>: "</w:t>
      </w:r>
      <w:r w:rsidR="0099451F" w:rsidRPr="00023FBA">
        <w:t>CSDR Buy-in Process</w:t>
      </w:r>
      <w:r w:rsidR="0099451F">
        <w:t xml:space="preserve"> - </w:t>
      </w:r>
      <w:r w:rsidR="0099451F" w:rsidRPr="00023FBA">
        <w:t>Reporting to the CSD</w:t>
      </w:r>
      <w:r w:rsidR="0099451F">
        <w:t>"</w:t>
      </w:r>
      <w:r w:rsidRPr="00DF1690">
        <w:t xml:space="preserve">. </w:t>
      </w:r>
    </w:p>
    <w:p w14:paraId="3F1B1D10" w14:textId="782F4CBF" w:rsidR="00F43E66" w:rsidRPr="00DF1690" w:rsidRDefault="00F43E66" w:rsidP="00F43E66">
      <w:r w:rsidRPr="00DF1690">
        <w:t>The message</w:t>
      </w:r>
      <w:r w:rsidR="0088633C">
        <w:t xml:space="preserve"> </w:t>
      </w:r>
      <w:r w:rsidRPr="00DF1690">
        <w:t>s</w:t>
      </w:r>
      <w:r w:rsidR="0088633C">
        <w:t>et</w:t>
      </w:r>
      <w:r w:rsidRPr="00DF1690">
        <w:t xml:space="preserve"> </w:t>
      </w:r>
      <w:r w:rsidR="0088633C">
        <w:t>is part of</w:t>
      </w:r>
      <w:r w:rsidRPr="00DF1690">
        <w:t xml:space="preserve"> securities settlement and reconciliation </w:t>
      </w:r>
      <w:r w:rsidR="0088633C">
        <w:t>business area</w:t>
      </w:r>
      <w:r w:rsidRPr="00DF1690">
        <w:t xml:space="preserve">. </w:t>
      </w:r>
    </w:p>
    <w:p w14:paraId="05DF5D04" w14:textId="521DADB8" w:rsidR="000851E4" w:rsidRPr="00FA37D7" w:rsidRDefault="000851E4" w:rsidP="00A72CAE">
      <w:pPr>
        <w:pStyle w:val="Heading2"/>
      </w:pPr>
      <w:bookmarkStart w:id="12" w:name="_Toc190791575"/>
      <w:proofErr w:type="spellStart"/>
      <w:r w:rsidRPr="00FA37D7">
        <w:t>Message</w:t>
      </w:r>
      <w:r w:rsidR="009B4C6A" w:rsidRPr="00FA37D7">
        <w:t>Definition</w:t>
      </w:r>
      <w:r w:rsidR="001428D2" w:rsidRPr="00FA37D7">
        <w:t>s</w:t>
      </w:r>
      <w:proofErr w:type="spellEnd"/>
      <w:r w:rsidRPr="00FA37D7">
        <w:t xml:space="preserve"> and Functionality</w:t>
      </w:r>
      <w:bookmarkEnd w:id="12"/>
    </w:p>
    <w:p w14:paraId="05DF5D05" w14:textId="18466D9E" w:rsidR="00CA5563" w:rsidRPr="00FA37D7" w:rsidRDefault="00CA5563" w:rsidP="00CA5563">
      <w:pPr>
        <w:pStyle w:val="Note"/>
      </w:pPr>
      <w:r w:rsidRPr="00FA37D7">
        <w:t xml:space="preserve">These </w:t>
      </w:r>
      <w:r w:rsidR="00813BE4" w:rsidRPr="00FA37D7">
        <w:t>messages</w:t>
      </w:r>
      <w:r w:rsidRPr="00FA37D7">
        <w:t xml:space="preserve"> are to be used with the ISO 20022 Business App</w:t>
      </w:r>
      <w:r w:rsidR="009B4C6A" w:rsidRPr="00FA37D7">
        <w:t>lication Header (head.001</w:t>
      </w:r>
      <w:r w:rsidRPr="00FA37D7">
        <w:t>). The schema and more information about the Business Application Header (BAH) can be found on the www.iso20022.org web site</w:t>
      </w:r>
      <w:r w:rsidR="00892E50">
        <w:t>.</w:t>
      </w:r>
    </w:p>
    <w:p w14:paraId="05DF5D08" w14:textId="6FECC66E" w:rsidR="003527CB" w:rsidRPr="00FA37D7" w:rsidRDefault="00AC3B6F" w:rsidP="00AC5A39">
      <w:pPr>
        <w:pStyle w:val="Heading3"/>
      </w:pPr>
      <w:r>
        <w:t xml:space="preserve">Buy-in </w:t>
      </w:r>
      <w:r w:rsidR="00404F6E">
        <w:t xml:space="preserve">Regulatory Reporting </w:t>
      </w:r>
    </w:p>
    <w:tbl>
      <w:tblPr>
        <w:tblStyle w:val="TableShaded1stRow"/>
        <w:tblW w:w="0" w:type="auto"/>
        <w:tblLook w:val="04A0" w:firstRow="1" w:lastRow="0" w:firstColumn="1" w:lastColumn="0" w:noHBand="0" w:noVBand="1"/>
      </w:tblPr>
      <w:tblGrid>
        <w:gridCol w:w="6245"/>
        <w:gridCol w:w="1894"/>
      </w:tblGrid>
      <w:tr w:rsidR="003527CB" w:rsidRPr="00FA37D7" w14:paraId="05DF5D0B" w14:textId="77777777" w:rsidTr="003527CB">
        <w:trPr>
          <w:cnfStyle w:val="100000000000" w:firstRow="1" w:lastRow="0" w:firstColumn="0" w:lastColumn="0" w:oddVBand="0" w:evenVBand="0" w:oddHBand="0" w:evenHBand="0" w:firstRowFirstColumn="0" w:firstRowLastColumn="0" w:lastRowFirstColumn="0" w:lastRowLastColumn="0"/>
        </w:trPr>
        <w:tc>
          <w:tcPr>
            <w:tcW w:w="6426" w:type="dxa"/>
          </w:tcPr>
          <w:p w14:paraId="05DF5D09" w14:textId="77777777" w:rsidR="003527CB" w:rsidRPr="00FA37D7" w:rsidRDefault="009B4C6A" w:rsidP="003527CB">
            <w:pPr>
              <w:pStyle w:val="TableText"/>
              <w:rPr>
                <w:rStyle w:val="Bold"/>
              </w:rPr>
            </w:pPr>
            <w:proofErr w:type="spellStart"/>
            <w:r w:rsidRPr="00FA37D7">
              <w:rPr>
                <w:rStyle w:val="Bold"/>
              </w:rPr>
              <w:t>MessageDefinition</w:t>
            </w:r>
            <w:proofErr w:type="spellEnd"/>
          </w:p>
        </w:tc>
        <w:tc>
          <w:tcPr>
            <w:tcW w:w="1939" w:type="dxa"/>
          </w:tcPr>
          <w:p w14:paraId="05DF5D0A" w14:textId="77777777" w:rsidR="003527CB" w:rsidRPr="00FA37D7" w:rsidRDefault="009B4C6A" w:rsidP="003527CB">
            <w:pPr>
              <w:pStyle w:val="TableText"/>
              <w:rPr>
                <w:rStyle w:val="Bold"/>
              </w:rPr>
            </w:pPr>
            <w:r w:rsidRPr="00FA37D7">
              <w:rPr>
                <w:rStyle w:val="Bold"/>
              </w:rPr>
              <w:t>Message Identifier</w:t>
            </w:r>
          </w:p>
        </w:tc>
      </w:tr>
      <w:tr w:rsidR="003527CB" w:rsidRPr="00FA37D7" w14:paraId="05DF5D0E" w14:textId="77777777" w:rsidTr="003527CB">
        <w:tc>
          <w:tcPr>
            <w:tcW w:w="6426" w:type="dxa"/>
          </w:tcPr>
          <w:p w14:paraId="05DF5D0C" w14:textId="1C1ED991" w:rsidR="003527CB" w:rsidRPr="00FA37D7" w:rsidRDefault="00AC3B6F" w:rsidP="003527CB">
            <w:pPr>
              <w:pStyle w:val="TableText"/>
            </w:pPr>
            <w:r>
              <w:t>B</w:t>
            </w:r>
            <w:r w:rsidRPr="00AC3B6F">
              <w:t>uy-</w:t>
            </w:r>
            <w:proofErr w:type="spellStart"/>
            <w:r w:rsidRPr="00AC3B6F">
              <w:t>In</w:t>
            </w:r>
            <w:r w:rsidR="00404F6E">
              <w:t>Regulatory</w:t>
            </w:r>
            <w:r w:rsidRPr="00AC3B6F">
              <w:t>Advice</w:t>
            </w:r>
            <w:proofErr w:type="spellEnd"/>
          </w:p>
        </w:tc>
        <w:tc>
          <w:tcPr>
            <w:tcW w:w="1939" w:type="dxa"/>
          </w:tcPr>
          <w:p w14:paraId="05DF5D0D" w14:textId="21DAF888" w:rsidR="003527CB" w:rsidRPr="00FA37D7" w:rsidRDefault="003527CB" w:rsidP="003527CB">
            <w:pPr>
              <w:pStyle w:val="TableText"/>
            </w:pPr>
            <w:r w:rsidRPr="00FA37D7">
              <w:t>sese.</w:t>
            </w:r>
            <w:r w:rsidR="005F5258">
              <w:t>041</w:t>
            </w:r>
          </w:p>
        </w:tc>
      </w:tr>
      <w:tr w:rsidR="003527CB" w:rsidRPr="00FA37D7" w14:paraId="05DF5D11" w14:textId="77777777" w:rsidTr="003527CB">
        <w:tc>
          <w:tcPr>
            <w:tcW w:w="6426" w:type="dxa"/>
          </w:tcPr>
          <w:p w14:paraId="05DF5D0F" w14:textId="0A29CEBB" w:rsidR="003527CB" w:rsidRPr="00FA37D7" w:rsidRDefault="00AC3B6F" w:rsidP="003527CB">
            <w:pPr>
              <w:pStyle w:val="TableText"/>
            </w:pPr>
            <w:r>
              <w:t>Buy-</w:t>
            </w:r>
            <w:proofErr w:type="spellStart"/>
            <w:r>
              <w:t>In</w:t>
            </w:r>
            <w:r w:rsidR="00404F6E">
              <w:t>Regulatory</w:t>
            </w:r>
            <w:r>
              <w:t>Advice</w:t>
            </w:r>
            <w:r w:rsidR="00404F6E">
              <w:t>Response</w:t>
            </w:r>
            <w:proofErr w:type="spellEnd"/>
          </w:p>
        </w:tc>
        <w:tc>
          <w:tcPr>
            <w:tcW w:w="1939" w:type="dxa"/>
          </w:tcPr>
          <w:p w14:paraId="05DF5D10" w14:textId="07565577" w:rsidR="003527CB" w:rsidRPr="00FA37D7" w:rsidRDefault="003527CB" w:rsidP="003527CB">
            <w:pPr>
              <w:pStyle w:val="TableText"/>
            </w:pPr>
            <w:r w:rsidRPr="00FA37D7">
              <w:t>sese.</w:t>
            </w:r>
            <w:r w:rsidR="005F5258">
              <w:t>042</w:t>
            </w:r>
          </w:p>
        </w:tc>
      </w:tr>
    </w:tbl>
    <w:p w14:paraId="05DF5D9C" w14:textId="77777777" w:rsidR="00C177D3" w:rsidRPr="00FA37D7" w:rsidRDefault="00C177D3" w:rsidP="00C177D3">
      <w:pPr>
        <w:pStyle w:val="Heading3"/>
      </w:pPr>
      <w:bookmarkStart w:id="13" w:name="_Toc426629049"/>
      <w:r w:rsidRPr="00FA37D7">
        <w:t>Functionality</w:t>
      </w:r>
      <w:bookmarkEnd w:id="13"/>
    </w:p>
    <w:p w14:paraId="05DF5D9D" w14:textId="77777777" w:rsidR="00C177D3" w:rsidRPr="00FA37D7" w:rsidRDefault="00C177D3" w:rsidP="00C177D3">
      <w:r w:rsidRPr="00FA37D7">
        <w:t>See Message Definition Report Part 2 for the message scopes and formats.</w:t>
      </w:r>
    </w:p>
    <w:p w14:paraId="05DF5D9F" w14:textId="77777777" w:rsidR="00B5372E" w:rsidRPr="00FA37D7" w:rsidRDefault="00B5372E" w:rsidP="00765D5B">
      <w:pPr>
        <w:pStyle w:val="Heading1"/>
      </w:pPr>
      <w:bookmarkStart w:id="14" w:name="_Toc190791576"/>
      <w:proofErr w:type="spellStart"/>
      <w:r w:rsidRPr="00FA37D7">
        <w:lastRenderedPageBreak/>
        <w:t>BusinessRoles</w:t>
      </w:r>
      <w:proofErr w:type="spellEnd"/>
      <w:r w:rsidRPr="00FA37D7">
        <w:t xml:space="preserve"> and Participants</w:t>
      </w:r>
      <w:bookmarkEnd w:id="14"/>
    </w:p>
    <w:p w14:paraId="05DF5DA0" w14:textId="77777777" w:rsidR="00665B53" w:rsidRPr="00FA37D7" w:rsidRDefault="00665B53" w:rsidP="00BB6A32">
      <w:r w:rsidRPr="00FA37D7">
        <w:t xml:space="preserve">A </w:t>
      </w:r>
      <w:proofErr w:type="spellStart"/>
      <w:r w:rsidRPr="00FA37D7">
        <w:t>BusinessRole</w:t>
      </w:r>
      <w:proofErr w:type="spellEnd"/>
      <w:r w:rsidRPr="00FA37D7">
        <w:t xml:space="preserve"> represents an entity (or a class of entities) of the real world, physical or legal, a person, a group of persons, a corporation. Examples of </w:t>
      </w:r>
      <w:proofErr w:type="spellStart"/>
      <w:r w:rsidRPr="00FA37D7">
        <w:t>BusinessRoles</w:t>
      </w:r>
      <w:proofErr w:type="spellEnd"/>
      <w:r w:rsidRPr="00FA37D7">
        <w:t>: “Financial Institution”, “Automated Clearing House”, “Central Securities Depository”.</w:t>
      </w:r>
    </w:p>
    <w:p w14:paraId="05DF5DA1" w14:textId="77777777" w:rsidR="00665B53" w:rsidRPr="00FA37D7" w:rsidRDefault="00665B53" w:rsidP="00BB6A32">
      <w:r w:rsidRPr="00FA37D7">
        <w:t xml:space="preserve">A Participant is a functional role performed by a </w:t>
      </w:r>
      <w:proofErr w:type="spellStart"/>
      <w:r w:rsidRPr="00FA37D7">
        <w:t>BusinessRole</w:t>
      </w:r>
      <w:proofErr w:type="spellEnd"/>
      <w:r w:rsidRPr="00FA37D7">
        <w:t xml:space="preserve"> in a particular </w:t>
      </w:r>
      <w:proofErr w:type="spellStart"/>
      <w:r w:rsidRPr="00FA37D7">
        <w:t>BusinessProcess</w:t>
      </w:r>
      <w:proofErr w:type="spellEnd"/>
      <w:r w:rsidRPr="00FA37D7">
        <w:t xml:space="preserve"> or </w:t>
      </w:r>
      <w:proofErr w:type="spellStart"/>
      <w:r w:rsidRPr="00FA37D7">
        <w:t>BusinessTransaction</w:t>
      </w:r>
      <w:proofErr w:type="spellEnd"/>
      <w:r w:rsidR="0094587D" w:rsidRPr="00FA37D7">
        <w:t xml:space="preserve">. Examples of Participants: </w:t>
      </w:r>
      <w:r w:rsidRPr="00FA37D7">
        <w:t>the “user” of a system, “deb</w:t>
      </w:r>
      <w:r w:rsidR="0094587D" w:rsidRPr="00FA37D7">
        <w:t>tor”, “creditor”, “investor”</w:t>
      </w:r>
      <w:r w:rsidRPr="00FA37D7">
        <w:t xml:space="preserve">. </w:t>
      </w:r>
    </w:p>
    <w:p w14:paraId="05DF5DA2" w14:textId="65FCC69E" w:rsidR="00665B53" w:rsidRPr="00FA37D7" w:rsidRDefault="00665B53" w:rsidP="00BB6A32">
      <w:r w:rsidRPr="00FA37D7">
        <w:t xml:space="preserve">The relationship between </w:t>
      </w:r>
      <w:proofErr w:type="spellStart"/>
      <w:r w:rsidRPr="00FA37D7">
        <w:t>BusinessRoles</w:t>
      </w:r>
      <w:proofErr w:type="spellEnd"/>
      <w:r w:rsidRPr="00FA37D7">
        <w:t xml:space="preserve"> and Participants is many-to-many. One </w:t>
      </w:r>
      <w:proofErr w:type="spellStart"/>
      <w:r w:rsidRPr="00FA37D7">
        <w:t>BusinessRole</w:t>
      </w:r>
      <w:proofErr w:type="spellEnd"/>
      <w:r w:rsidR="00FA37D7" w:rsidRPr="00FA37D7">
        <w:t xml:space="preserve"> </w:t>
      </w:r>
      <w:r w:rsidRPr="00FA37D7">
        <w:t>can be involved as different Participants at different mome</w:t>
      </w:r>
      <w:r w:rsidR="0094587D" w:rsidRPr="00FA37D7">
        <w:t>nts in time or at the same time. Exampl</w:t>
      </w:r>
      <w:r w:rsidR="000612B5" w:rsidRPr="00FA37D7">
        <w:t>e</w:t>
      </w:r>
      <w:r w:rsidR="0094587D" w:rsidRPr="00FA37D7">
        <w:t xml:space="preserve">s of </w:t>
      </w:r>
      <w:proofErr w:type="spellStart"/>
      <w:r w:rsidR="0094587D" w:rsidRPr="00FA37D7">
        <w:t>BusinessRoles</w:t>
      </w:r>
      <w:proofErr w:type="spellEnd"/>
      <w:r w:rsidR="0094587D" w:rsidRPr="00FA37D7">
        <w:t>:</w:t>
      </w:r>
      <w:r w:rsidR="00FA37D7" w:rsidRPr="00FA37D7">
        <w:t xml:space="preserve"> </w:t>
      </w:r>
      <w:r w:rsidRPr="00FA37D7">
        <w:t>"user", "debt</w:t>
      </w:r>
      <w:r w:rsidR="0094587D" w:rsidRPr="00FA37D7">
        <w:t>or”, "creditor", "investor"</w:t>
      </w:r>
      <w:r w:rsidRPr="00FA37D7">
        <w:t xml:space="preserve">. Different </w:t>
      </w:r>
      <w:proofErr w:type="spellStart"/>
      <w:r w:rsidRPr="00FA37D7">
        <w:t>BusinessRoles</w:t>
      </w:r>
      <w:proofErr w:type="spellEnd"/>
      <w:r w:rsidRPr="00FA37D7">
        <w:t xml:space="preserve"> can be involved as the same Participant.</w:t>
      </w:r>
    </w:p>
    <w:p w14:paraId="05DF5DA3" w14:textId="7AD82AE8" w:rsidR="00665B53" w:rsidRPr="00FA37D7" w:rsidRDefault="00665B53" w:rsidP="00EF6DAD">
      <w:r w:rsidRPr="00FA37D7">
        <w:t xml:space="preserve">In the context of </w:t>
      </w:r>
      <w:r w:rsidR="00C15709">
        <w:t>buy-in reporting</w:t>
      </w:r>
      <w:r w:rsidR="00612F4E">
        <w:t>,</w:t>
      </w:r>
      <w:r w:rsidR="00EF6DAD" w:rsidRPr="00FA37D7">
        <w:t xml:space="preserve"> </w:t>
      </w:r>
      <w:r w:rsidRPr="00FA37D7">
        <w:t xml:space="preserve">the high-level </w:t>
      </w:r>
      <w:proofErr w:type="spellStart"/>
      <w:r w:rsidRPr="00FA37D7">
        <w:t>BusinessRoles</w:t>
      </w:r>
      <w:proofErr w:type="spellEnd"/>
      <w:r w:rsidRPr="00FA37D7">
        <w:t xml:space="preserve"> and typical Participants</w:t>
      </w:r>
      <w:r w:rsidR="00B5567F" w:rsidRPr="00FA37D7">
        <w:t xml:space="preserve"> can be represented as follows:</w:t>
      </w:r>
    </w:p>
    <w:p w14:paraId="05DF5DA5" w14:textId="77777777" w:rsidR="00714DA9" w:rsidRPr="00FA37D7" w:rsidRDefault="00714DA9" w:rsidP="00F80208">
      <w:pPr>
        <w:pStyle w:val="Heading2"/>
      </w:pPr>
      <w:bookmarkStart w:id="15" w:name="_Toc190791577"/>
      <w:r w:rsidRPr="00FA37D7">
        <w:t xml:space="preserve">Participants and </w:t>
      </w:r>
      <w:proofErr w:type="spellStart"/>
      <w:r w:rsidRPr="00FA37D7">
        <w:t>BusinessRoles</w:t>
      </w:r>
      <w:proofErr w:type="spellEnd"/>
      <w:r w:rsidRPr="00FA37D7">
        <w:t xml:space="preserve"> Definitions</w:t>
      </w:r>
      <w:bookmarkEnd w:id="15"/>
    </w:p>
    <w:p w14:paraId="05DF5DA6" w14:textId="77777777" w:rsidR="00C177D3" w:rsidRPr="00FA37D7" w:rsidRDefault="00C177D3" w:rsidP="00C177D3">
      <w:pPr>
        <w:pStyle w:val="BlockLabelBeforeTable"/>
      </w:pPr>
      <w:r w:rsidRPr="00FA37D7">
        <w:t>Participants</w:t>
      </w:r>
    </w:p>
    <w:tbl>
      <w:tblPr>
        <w:tblStyle w:val="TableShaded1stRow"/>
        <w:tblW w:w="0" w:type="auto"/>
        <w:tblLook w:val="04A0" w:firstRow="1" w:lastRow="0" w:firstColumn="1" w:lastColumn="0" w:noHBand="0" w:noVBand="1"/>
      </w:tblPr>
      <w:tblGrid>
        <w:gridCol w:w="2419"/>
        <w:gridCol w:w="5720"/>
      </w:tblGrid>
      <w:tr w:rsidR="00C177D3" w:rsidRPr="00FA37D7" w14:paraId="05DF5DA9" w14:textId="77777777" w:rsidTr="00AD2D49">
        <w:trPr>
          <w:cnfStyle w:val="100000000000" w:firstRow="1" w:lastRow="0" w:firstColumn="0" w:lastColumn="0" w:oddVBand="0" w:evenVBand="0" w:oddHBand="0" w:evenHBand="0" w:firstRowFirstColumn="0" w:firstRowLastColumn="0" w:lastRowFirstColumn="0" w:lastRowLastColumn="0"/>
        </w:trPr>
        <w:tc>
          <w:tcPr>
            <w:tcW w:w="2466" w:type="dxa"/>
          </w:tcPr>
          <w:p w14:paraId="05DF5DA7" w14:textId="77777777" w:rsidR="00C177D3" w:rsidRPr="00FA37D7" w:rsidRDefault="00C177D3" w:rsidP="00C177D3">
            <w:pPr>
              <w:pStyle w:val="TableHeading"/>
            </w:pPr>
            <w:r w:rsidRPr="00FA37D7">
              <w:t>Description</w:t>
            </w:r>
          </w:p>
        </w:tc>
        <w:tc>
          <w:tcPr>
            <w:tcW w:w="5899" w:type="dxa"/>
          </w:tcPr>
          <w:p w14:paraId="05DF5DA8" w14:textId="77777777" w:rsidR="00C177D3" w:rsidRPr="00FA37D7" w:rsidRDefault="00C177D3" w:rsidP="00C177D3">
            <w:pPr>
              <w:pStyle w:val="TableHeading"/>
            </w:pPr>
            <w:r w:rsidRPr="00FA37D7">
              <w:t>Definition</w:t>
            </w:r>
          </w:p>
        </w:tc>
      </w:tr>
      <w:tr w:rsidR="00C177D3" w:rsidRPr="00FA37D7" w14:paraId="05DF5DAC" w14:textId="77777777" w:rsidTr="00AD2D49">
        <w:tc>
          <w:tcPr>
            <w:tcW w:w="2466" w:type="dxa"/>
          </w:tcPr>
          <w:p w14:paraId="05DF5DAA" w14:textId="5E16DF9E" w:rsidR="00C177D3" w:rsidRPr="00FA37D7" w:rsidRDefault="00C15709" w:rsidP="00C177D3">
            <w:pPr>
              <w:pStyle w:val="TableText"/>
            </w:pPr>
            <w:r>
              <w:t xml:space="preserve">Reporting </w:t>
            </w:r>
            <w:r w:rsidR="00C177D3" w:rsidRPr="00FA37D7">
              <w:t>Party</w:t>
            </w:r>
          </w:p>
        </w:tc>
        <w:tc>
          <w:tcPr>
            <w:tcW w:w="5899" w:type="dxa"/>
          </w:tcPr>
          <w:p w14:paraId="05DF5DAB" w14:textId="0CCA2E49" w:rsidR="00C177D3" w:rsidRPr="00FA37D7" w:rsidRDefault="00C177D3" w:rsidP="00612F4E">
            <w:pPr>
              <w:pStyle w:val="TableText"/>
            </w:pPr>
            <w:r w:rsidRPr="00FA37D7">
              <w:t xml:space="preserve">Party that </w:t>
            </w:r>
            <w:r w:rsidR="00C15709">
              <w:t xml:space="preserve">submits a report/advice to </w:t>
            </w:r>
            <w:r w:rsidR="00612F4E">
              <w:t xml:space="preserve">a </w:t>
            </w:r>
            <w:r w:rsidRPr="00FA37D7">
              <w:t xml:space="preserve">servicing party. The party must own the account or have a power of attorney </w:t>
            </w:r>
            <w:r w:rsidR="00612F4E">
              <w:t>over</w:t>
            </w:r>
            <w:r w:rsidRPr="00FA37D7">
              <w:t xml:space="preserve"> the account.</w:t>
            </w:r>
          </w:p>
        </w:tc>
      </w:tr>
      <w:tr w:rsidR="00C177D3" w:rsidRPr="00FA37D7" w14:paraId="05DF5DAF" w14:textId="77777777" w:rsidTr="00AD2D49">
        <w:tc>
          <w:tcPr>
            <w:tcW w:w="2466" w:type="dxa"/>
          </w:tcPr>
          <w:p w14:paraId="05DF5DAD" w14:textId="4979857F" w:rsidR="00C177D3" w:rsidRPr="00FA37D7" w:rsidRDefault="00C177D3" w:rsidP="00C177D3">
            <w:pPr>
              <w:pStyle w:val="TableText"/>
            </w:pPr>
            <w:r w:rsidRPr="00FA37D7">
              <w:t>Servicing Party</w:t>
            </w:r>
          </w:p>
        </w:tc>
        <w:tc>
          <w:tcPr>
            <w:tcW w:w="5899" w:type="dxa"/>
          </w:tcPr>
          <w:p w14:paraId="05DF5DAE" w14:textId="23875F05" w:rsidR="00C177D3" w:rsidRPr="00FA37D7" w:rsidRDefault="00C177D3" w:rsidP="00C177D3">
            <w:pPr>
              <w:pStyle w:val="TableText"/>
            </w:pPr>
            <w:r w:rsidRPr="00FA37D7">
              <w:t xml:space="preserve">Party that </w:t>
            </w:r>
            <w:r w:rsidR="00C15709">
              <w:t xml:space="preserve">receives </w:t>
            </w:r>
            <w:r w:rsidR="00612F4E">
              <w:t xml:space="preserve">the </w:t>
            </w:r>
            <w:r w:rsidR="00C15709">
              <w:t>buy-in report</w:t>
            </w:r>
            <w:r w:rsidR="00892E50">
              <w:t>.</w:t>
            </w:r>
          </w:p>
        </w:tc>
      </w:tr>
    </w:tbl>
    <w:p w14:paraId="05DF5DB0" w14:textId="77777777" w:rsidR="00C177D3" w:rsidRPr="00FA37D7" w:rsidRDefault="00C177D3" w:rsidP="00C177D3">
      <w:pPr>
        <w:pStyle w:val="BlockLabelBeforeTable"/>
      </w:pPr>
      <w:r w:rsidRPr="00FA37D7">
        <w:t>Business Roles</w:t>
      </w:r>
    </w:p>
    <w:tbl>
      <w:tblPr>
        <w:tblStyle w:val="TableShaded1stRow"/>
        <w:tblW w:w="0" w:type="auto"/>
        <w:tblLook w:val="04A0" w:firstRow="1" w:lastRow="0" w:firstColumn="1" w:lastColumn="0" w:noHBand="0" w:noVBand="1"/>
      </w:tblPr>
      <w:tblGrid>
        <w:gridCol w:w="2420"/>
        <w:gridCol w:w="5719"/>
      </w:tblGrid>
      <w:tr w:rsidR="00C177D3" w:rsidRPr="00FA37D7" w14:paraId="05DF5DB3" w14:textId="77777777" w:rsidTr="00AD2D49">
        <w:trPr>
          <w:cnfStyle w:val="100000000000" w:firstRow="1" w:lastRow="0" w:firstColumn="0" w:lastColumn="0" w:oddVBand="0" w:evenVBand="0" w:oddHBand="0" w:evenHBand="0" w:firstRowFirstColumn="0" w:firstRowLastColumn="0" w:lastRowFirstColumn="0" w:lastRowLastColumn="0"/>
        </w:trPr>
        <w:tc>
          <w:tcPr>
            <w:tcW w:w="2466" w:type="dxa"/>
          </w:tcPr>
          <w:p w14:paraId="05DF5DB1" w14:textId="77777777" w:rsidR="00C177D3" w:rsidRPr="00FA37D7" w:rsidRDefault="00C177D3" w:rsidP="00C177D3">
            <w:pPr>
              <w:pStyle w:val="TableHeading"/>
            </w:pPr>
            <w:r w:rsidRPr="00FA37D7">
              <w:t>Description</w:t>
            </w:r>
          </w:p>
        </w:tc>
        <w:tc>
          <w:tcPr>
            <w:tcW w:w="5899" w:type="dxa"/>
          </w:tcPr>
          <w:p w14:paraId="05DF5DB2" w14:textId="77777777" w:rsidR="00C177D3" w:rsidRPr="00FA37D7" w:rsidRDefault="00C177D3" w:rsidP="00C177D3">
            <w:pPr>
              <w:pStyle w:val="TableHeading"/>
            </w:pPr>
            <w:r w:rsidRPr="00FA37D7">
              <w:t>Definition</w:t>
            </w:r>
          </w:p>
        </w:tc>
      </w:tr>
      <w:tr w:rsidR="00C177D3" w:rsidRPr="00FA37D7" w14:paraId="05DF5DB6" w14:textId="77777777" w:rsidTr="00AD2D49">
        <w:tc>
          <w:tcPr>
            <w:tcW w:w="2466" w:type="dxa"/>
          </w:tcPr>
          <w:p w14:paraId="05DF5DB4" w14:textId="77777777" w:rsidR="00C177D3" w:rsidRPr="00FA37D7" w:rsidRDefault="00C177D3" w:rsidP="00C177D3">
            <w:pPr>
              <w:pStyle w:val="TableText"/>
            </w:pPr>
            <w:r w:rsidRPr="00FA37D7">
              <w:t>Global Settlement Agent</w:t>
            </w:r>
          </w:p>
        </w:tc>
        <w:tc>
          <w:tcPr>
            <w:tcW w:w="5899" w:type="dxa"/>
          </w:tcPr>
          <w:p w14:paraId="05DF5DB5" w14:textId="77777777" w:rsidR="00C177D3" w:rsidRPr="00FA37D7" w:rsidRDefault="00C177D3" w:rsidP="00C177D3">
            <w:pPr>
              <w:pStyle w:val="TableText"/>
            </w:pPr>
            <w:r w:rsidRPr="00FA37D7">
              <w:t>Party that holds another party's inventory of financial instruments, and effects or receives deliveries versus payment, or free of payment. Deliveries, receipts, and payments may be affected within the facilities of the global settlement agent, or within the facilities of a local settlement agent, and directed by the global settlement agent. A global settlement agent may be a custodian and/or a clearing broker.</w:t>
            </w:r>
          </w:p>
        </w:tc>
      </w:tr>
      <w:tr w:rsidR="00C177D3" w:rsidRPr="00FA37D7" w14:paraId="05DF5DB9" w14:textId="77777777" w:rsidTr="00AD2D49">
        <w:tc>
          <w:tcPr>
            <w:tcW w:w="2466" w:type="dxa"/>
          </w:tcPr>
          <w:p w14:paraId="05DF5DB7" w14:textId="77777777" w:rsidR="00C177D3" w:rsidRPr="00FA37D7" w:rsidRDefault="00C177D3" w:rsidP="00C177D3">
            <w:pPr>
              <w:pStyle w:val="TableText"/>
            </w:pPr>
            <w:r w:rsidRPr="00FA37D7">
              <w:t>Local Settlement Agent</w:t>
            </w:r>
          </w:p>
        </w:tc>
        <w:tc>
          <w:tcPr>
            <w:tcW w:w="5899" w:type="dxa"/>
          </w:tcPr>
          <w:p w14:paraId="05DF5DB8" w14:textId="77777777" w:rsidR="00C177D3" w:rsidRPr="00FA37D7" w:rsidRDefault="00C177D3" w:rsidP="00C177D3">
            <w:pPr>
              <w:pStyle w:val="TableText"/>
            </w:pPr>
            <w:r w:rsidRPr="00FA37D7">
              <w:t>Party that holds a portion of another party's inventory of financial instruments within a location or market, effects or receives local deliveries versus payment, or free of payment, as directed by the global settlement agent. A local settlement agent may be a local custodian and/or a local clearing broker.</w:t>
            </w:r>
          </w:p>
        </w:tc>
      </w:tr>
      <w:tr w:rsidR="00C177D3" w:rsidRPr="00FA37D7" w14:paraId="05DF5DC2" w14:textId="77777777" w:rsidTr="00AD2D49">
        <w:tc>
          <w:tcPr>
            <w:tcW w:w="2466" w:type="dxa"/>
          </w:tcPr>
          <w:p w14:paraId="05DF5DC0" w14:textId="77777777" w:rsidR="00C177D3" w:rsidRPr="00FA37D7" w:rsidRDefault="00C177D3" w:rsidP="00C177D3">
            <w:pPr>
              <w:pStyle w:val="TableText"/>
            </w:pPr>
            <w:r w:rsidRPr="00FA37D7">
              <w:t>Central Counterparty</w:t>
            </w:r>
          </w:p>
        </w:tc>
        <w:tc>
          <w:tcPr>
            <w:tcW w:w="5899" w:type="dxa"/>
          </w:tcPr>
          <w:p w14:paraId="05DF5DC1" w14:textId="77777777" w:rsidR="00C177D3" w:rsidRPr="00FA37D7" w:rsidRDefault="00C177D3" w:rsidP="00C177D3">
            <w:pPr>
              <w:pStyle w:val="TableText"/>
            </w:pPr>
            <w:r w:rsidRPr="00FA37D7">
              <w:t>Infrastructure that is very often a component of a clearinghouse, and facilitates clearing and settlement for its members by standing between the buyer and the seller of a trade. It may net transactions, and substitutes itself as settlement counterparty to each position.</w:t>
            </w:r>
          </w:p>
        </w:tc>
      </w:tr>
      <w:tr w:rsidR="00C15709" w:rsidRPr="00FA37D7" w14:paraId="644C2F39" w14:textId="77777777" w:rsidTr="00C15709">
        <w:tc>
          <w:tcPr>
            <w:tcW w:w="2466" w:type="dxa"/>
          </w:tcPr>
          <w:p w14:paraId="3D13F294" w14:textId="77777777" w:rsidR="00C15709" w:rsidRPr="00C15709" w:rsidRDefault="00C15709" w:rsidP="00C15709">
            <w:pPr>
              <w:pStyle w:val="TableText"/>
            </w:pPr>
            <w:r w:rsidRPr="00FA37D7">
              <w:t>CSD /</w:t>
            </w:r>
            <w:r w:rsidRPr="00C15709">
              <w:t xml:space="preserve"> ICSD</w:t>
            </w:r>
          </w:p>
        </w:tc>
        <w:tc>
          <w:tcPr>
            <w:tcW w:w="5899" w:type="dxa"/>
          </w:tcPr>
          <w:p w14:paraId="414DE4B8" w14:textId="77777777" w:rsidR="00C15709" w:rsidRPr="00C15709" w:rsidRDefault="00C15709" w:rsidP="00C15709">
            <w:pPr>
              <w:pStyle w:val="TableText"/>
            </w:pPr>
            <w:r w:rsidRPr="00FA37D7">
              <w:t>Infrastructure that, holds or controls, the holding of physical or dematerialised financial instruments belonging</w:t>
            </w:r>
            <w:r w:rsidRPr="00C15709">
              <w:t xml:space="preserve"> to all, or a large portion of, the investors in a securities market. It effects the centralised transfer of ownership of such securities by entries on its books and records. The depository may delegate custody to another entity (custodian).</w:t>
            </w:r>
          </w:p>
        </w:tc>
      </w:tr>
      <w:tr w:rsidR="00C15709" w:rsidRPr="00FA37D7" w14:paraId="51DAA70A" w14:textId="77777777" w:rsidTr="00C15709">
        <w:tc>
          <w:tcPr>
            <w:tcW w:w="2466" w:type="dxa"/>
          </w:tcPr>
          <w:p w14:paraId="5A43A450" w14:textId="61EF57EE" w:rsidR="00C15709" w:rsidRPr="00C15709" w:rsidRDefault="00C15709" w:rsidP="00C15709">
            <w:pPr>
              <w:pStyle w:val="TableText"/>
            </w:pPr>
            <w:r>
              <w:t>Delivering T</w:t>
            </w:r>
            <w:r w:rsidRPr="00C15709">
              <w:t xml:space="preserve">rading </w:t>
            </w:r>
            <w:r>
              <w:t>P</w:t>
            </w:r>
            <w:r w:rsidRPr="00C15709">
              <w:t>arty</w:t>
            </w:r>
          </w:p>
        </w:tc>
        <w:tc>
          <w:tcPr>
            <w:tcW w:w="5899" w:type="dxa"/>
          </w:tcPr>
          <w:p w14:paraId="7003838D" w14:textId="116829F7" w:rsidR="00C15709" w:rsidRPr="00C15709" w:rsidRDefault="00612F4E" w:rsidP="00612F4E">
            <w:pPr>
              <w:pStyle w:val="TableText"/>
            </w:pPr>
            <w:r>
              <w:t>F</w:t>
            </w:r>
            <w:r w:rsidR="00C15709" w:rsidRPr="00C15709">
              <w:t xml:space="preserve">inancial institution </w:t>
            </w:r>
            <w:r w:rsidR="00C15709">
              <w:t>selling</w:t>
            </w:r>
            <w:r w:rsidR="00C15709" w:rsidRPr="00C15709">
              <w:t xml:space="preserve"> underlying assets. Other terms that have the same meaning in the context of </w:t>
            </w:r>
            <w:r>
              <w:t xml:space="preserve">a </w:t>
            </w:r>
            <w:r w:rsidR="00C15709" w:rsidRPr="00C15709">
              <w:t xml:space="preserve">buy-in process </w:t>
            </w:r>
            <w:proofErr w:type="gramStart"/>
            <w:r w:rsidR="00C15709" w:rsidRPr="00C15709">
              <w:t>are:</w:t>
            </w:r>
            <w:proofErr w:type="gramEnd"/>
            <w:r w:rsidR="00C15709" w:rsidRPr="00C15709">
              <w:t xml:space="preserve"> </w:t>
            </w:r>
            <w:r w:rsidR="00C15709">
              <w:lastRenderedPageBreak/>
              <w:t>Seller</w:t>
            </w:r>
            <w:r w:rsidR="00C15709" w:rsidRPr="00C15709">
              <w:t xml:space="preserve">, Failing </w:t>
            </w:r>
            <w:r w:rsidR="00C15709">
              <w:t xml:space="preserve">Delivering </w:t>
            </w:r>
            <w:r w:rsidR="00C15709" w:rsidRPr="00C15709">
              <w:t xml:space="preserve">Party. For trades cleared by a CCP this is the </w:t>
            </w:r>
            <w:r w:rsidR="00C15709">
              <w:t>delivering</w:t>
            </w:r>
            <w:r w:rsidR="00C15709" w:rsidRPr="00C15709">
              <w:t xml:space="preserve"> </w:t>
            </w:r>
            <w:r>
              <w:t>c</w:t>
            </w:r>
            <w:r w:rsidR="00C15709" w:rsidRPr="00C15709">
              <w:t>learing member.</w:t>
            </w:r>
          </w:p>
        </w:tc>
      </w:tr>
      <w:tr w:rsidR="00C15709" w:rsidRPr="00FA37D7" w14:paraId="708807FE" w14:textId="77777777" w:rsidTr="00C15709">
        <w:tc>
          <w:tcPr>
            <w:tcW w:w="2466" w:type="dxa"/>
          </w:tcPr>
          <w:p w14:paraId="78521926" w14:textId="20F923CC" w:rsidR="00C15709" w:rsidRPr="00C15709" w:rsidRDefault="00C15709" w:rsidP="00C15709">
            <w:pPr>
              <w:pStyle w:val="TableText"/>
            </w:pPr>
            <w:r>
              <w:lastRenderedPageBreak/>
              <w:t>R</w:t>
            </w:r>
            <w:r w:rsidRPr="00C15709">
              <w:t xml:space="preserve">eceiving </w:t>
            </w:r>
            <w:r>
              <w:t>T</w:t>
            </w:r>
            <w:r w:rsidRPr="00C15709">
              <w:t xml:space="preserve">rading </w:t>
            </w:r>
            <w:r>
              <w:t>P</w:t>
            </w:r>
            <w:r w:rsidRPr="00C15709">
              <w:t>arty</w:t>
            </w:r>
          </w:p>
        </w:tc>
        <w:tc>
          <w:tcPr>
            <w:tcW w:w="5899" w:type="dxa"/>
          </w:tcPr>
          <w:p w14:paraId="009BB554" w14:textId="05FE00EB" w:rsidR="00C15709" w:rsidRPr="00C15709" w:rsidRDefault="00612F4E" w:rsidP="00612F4E">
            <w:pPr>
              <w:pStyle w:val="TableText"/>
            </w:pPr>
            <w:r>
              <w:t>F</w:t>
            </w:r>
            <w:r w:rsidR="00C15709" w:rsidRPr="00C15709">
              <w:t xml:space="preserve">inancial institution buying underlying assets. Other terms that have the same meaning in the context of </w:t>
            </w:r>
            <w:r>
              <w:t xml:space="preserve">a </w:t>
            </w:r>
            <w:r w:rsidR="00C15709" w:rsidRPr="00C15709">
              <w:t xml:space="preserve">buy-in process </w:t>
            </w:r>
            <w:proofErr w:type="gramStart"/>
            <w:r w:rsidR="00C15709" w:rsidRPr="00C15709">
              <w:t>are:</w:t>
            </w:r>
            <w:proofErr w:type="gramEnd"/>
            <w:r w:rsidR="00C15709" w:rsidRPr="00C15709">
              <w:t xml:space="preserve"> Buyer, Receiver, RTP, Non Failing Party. For trades cleared by a CCP this is the </w:t>
            </w:r>
            <w:r>
              <w:t>r</w:t>
            </w:r>
            <w:r w:rsidR="00C15709" w:rsidRPr="00C15709">
              <w:t xml:space="preserve">eceiving </w:t>
            </w:r>
            <w:r>
              <w:t>c</w:t>
            </w:r>
            <w:r w:rsidR="00C15709" w:rsidRPr="00C15709">
              <w:t>learing member.</w:t>
            </w:r>
          </w:p>
        </w:tc>
      </w:tr>
      <w:tr w:rsidR="00C177D3" w:rsidRPr="00FA37D7" w14:paraId="05DF5DCB" w14:textId="77777777" w:rsidTr="00AD2D49">
        <w:tc>
          <w:tcPr>
            <w:tcW w:w="2466" w:type="dxa"/>
          </w:tcPr>
          <w:p w14:paraId="05DF5DC9" w14:textId="0E581965" w:rsidR="00C177D3" w:rsidRPr="00FA37D7" w:rsidRDefault="00C15709" w:rsidP="00C177D3">
            <w:pPr>
              <w:pStyle w:val="TableText"/>
            </w:pPr>
            <w:r>
              <w:t>National Competent Authority</w:t>
            </w:r>
          </w:p>
        </w:tc>
        <w:tc>
          <w:tcPr>
            <w:tcW w:w="5899" w:type="dxa"/>
          </w:tcPr>
          <w:p w14:paraId="05DF5DCA" w14:textId="2453FF66" w:rsidR="00C177D3" w:rsidRPr="00FA37D7" w:rsidRDefault="00FD21DF" w:rsidP="00C177D3">
            <w:pPr>
              <w:pStyle w:val="TableText"/>
            </w:pPr>
            <w:r w:rsidRPr="00FD21DF">
              <w:t>National competent authorities are organisations that have the legally delegated or invested authority, or power to perform a designated function, normally monitoring compliance with the national statutes and regulations</w:t>
            </w:r>
            <w:r w:rsidR="00C15709" w:rsidRPr="00C15709">
              <w:t>.</w:t>
            </w:r>
          </w:p>
        </w:tc>
      </w:tr>
    </w:tbl>
    <w:p w14:paraId="05DF5DFB" w14:textId="77777777" w:rsidR="00B5372E" w:rsidRPr="00FA37D7" w:rsidRDefault="00B5372E" w:rsidP="00A8050C">
      <w:pPr>
        <w:pStyle w:val="Heading1"/>
      </w:pPr>
      <w:bookmarkStart w:id="16" w:name="_Toc190791578"/>
      <w:proofErr w:type="spellStart"/>
      <w:r w:rsidRPr="00FA37D7">
        <w:lastRenderedPageBreak/>
        <w:t>BusinessProcess</w:t>
      </w:r>
      <w:proofErr w:type="spellEnd"/>
      <w:r w:rsidRPr="00FA37D7">
        <w:t xml:space="preserve"> Description</w:t>
      </w:r>
      <w:bookmarkEnd w:id="16"/>
    </w:p>
    <w:p w14:paraId="05DF6392" w14:textId="6AAAAE7A" w:rsidR="003422AF" w:rsidRPr="00FA37D7" w:rsidRDefault="009461AE" w:rsidP="003422AF">
      <w:pPr>
        <w:pStyle w:val="Heading2"/>
      </w:pPr>
      <w:bookmarkStart w:id="17" w:name="_Toc190791579"/>
      <w:r>
        <w:t>Buy-in Regulatory Reporting</w:t>
      </w:r>
      <w:bookmarkEnd w:id="17"/>
    </w:p>
    <w:p w14:paraId="05DF6393" w14:textId="7C75D8F0" w:rsidR="003422AF" w:rsidRDefault="008720D0" w:rsidP="003422AF">
      <w:r w:rsidRPr="00FA37D7">
        <w:t>Th</w:t>
      </w:r>
      <w:r w:rsidR="00C15709">
        <w:t>e</w:t>
      </w:r>
      <w:r w:rsidRPr="00FA37D7">
        <w:t xml:space="preserve"> diagram </w:t>
      </w:r>
      <w:r w:rsidR="00C15709">
        <w:t xml:space="preserve">below </w:t>
      </w:r>
      <w:r w:rsidRPr="00FA37D7">
        <w:t>shows</w:t>
      </w:r>
      <w:r w:rsidR="003422AF" w:rsidRPr="00FA37D7">
        <w:t xml:space="preserve"> the message flow between the </w:t>
      </w:r>
      <w:r w:rsidR="0099451F">
        <w:t>reporting</w:t>
      </w:r>
      <w:r w:rsidR="003422AF" w:rsidRPr="00FA37D7">
        <w:t xml:space="preserve"> party</w:t>
      </w:r>
      <w:r w:rsidR="00C15709">
        <w:t>(</w:t>
      </w:r>
      <w:proofErr w:type="spellStart"/>
      <w:r w:rsidR="00C15709">
        <w:t>ies</w:t>
      </w:r>
      <w:proofErr w:type="spellEnd"/>
      <w:r w:rsidR="00C15709">
        <w:t>)</w:t>
      </w:r>
      <w:r w:rsidR="003422AF" w:rsidRPr="00FA37D7">
        <w:t xml:space="preserve"> and the servicing party</w:t>
      </w:r>
      <w:r w:rsidR="00C15709">
        <w:t>(</w:t>
      </w:r>
      <w:proofErr w:type="spellStart"/>
      <w:r w:rsidR="00C15709">
        <w:t>ies</w:t>
      </w:r>
      <w:proofErr w:type="spellEnd"/>
      <w:r w:rsidR="00C15709">
        <w:t>)</w:t>
      </w:r>
      <w:r w:rsidR="003422AF" w:rsidRPr="00FA37D7">
        <w:t>.</w:t>
      </w:r>
    </w:p>
    <w:p w14:paraId="1851E722" w14:textId="170D070F" w:rsidR="0088633C" w:rsidRPr="0099451F" w:rsidRDefault="0088633C" w:rsidP="0088633C">
      <w:r w:rsidRPr="0099451F">
        <w:t xml:space="preserve">The results of the buy-in are communicated to the CSD by the </w:t>
      </w:r>
      <w:r>
        <w:t xml:space="preserve">receiving trading party (RTP) </w:t>
      </w:r>
      <w:r w:rsidRPr="0099451F">
        <w:t xml:space="preserve">or the </w:t>
      </w:r>
      <w:proofErr w:type="spellStart"/>
      <w:proofErr w:type="gramStart"/>
      <w:r w:rsidRPr="0099451F">
        <w:t>CCP,</w:t>
      </w:r>
      <w:r w:rsidR="006538FA">
        <w:t>or</w:t>
      </w:r>
      <w:proofErr w:type="spellEnd"/>
      <w:proofErr w:type="gramEnd"/>
      <w:r w:rsidR="006538FA">
        <w:t xml:space="preserve"> the re</w:t>
      </w:r>
      <w:r w:rsidR="00064C82">
        <w:t>c</w:t>
      </w:r>
      <w:r w:rsidR="006538FA">
        <w:t>eiving trading venue member</w:t>
      </w:r>
      <w:r w:rsidR="00064C82">
        <w:t>,</w:t>
      </w:r>
      <w:r w:rsidRPr="0099451F">
        <w:t xml:space="preserve"> </w:t>
      </w:r>
      <w:r w:rsidR="00612F4E">
        <w:t xml:space="preserve">up through </w:t>
      </w:r>
      <w:r w:rsidRPr="0099451F">
        <w:t xml:space="preserve">the settlement chain. The RTP will communicate to its (global) custodian, who will forward </w:t>
      </w:r>
      <w:r w:rsidR="00612F4E">
        <w:t xml:space="preserve">it </w:t>
      </w:r>
      <w:r w:rsidRPr="0099451F">
        <w:t xml:space="preserve">to the local custodian or to the CSD. The CSD participant will forward </w:t>
      </w:r>
      <w:r w:rsidR="006547FE">
        <w:t xml:space="preserve">it </w:t>
      </w:r>
      <w:r w:rsidRPr="0099451F">
        <w:t>to the CSD</w:t>
      </w:r>
      <w:r>
        <w:t>.</w:t>
      </w:r>
    </w:p>
    <w:p w14:paraId="191CD16E" w14:textId="0C935940" w:rsidR="0088633C" w:rsidRPr="0099451F" w:rsidRDefault="0088633C" w:rsidP="0088633C">
      <w:r w:rsidRPr="0099451F">
        <w:t xml:space="preserve">The CSD stores the information received in line with the regulation and reports the number and value of buy-in transactions to </w:t>
      </w:r>
      <w:proofErr w:type="gramStart"/>
      <w:r w:rsidRPr="0099451F">
        <w:t xml:space="preserve">its </w:t>
      </w:r>
      <w:r w:rsidR="00612F4E" w:rsidRPr="00612F4E">
        <w:t xml:space="preserve"> </w:t>
      </w:r>
      <w:r w:rsidR="00612F4E">
        <w:t>National</w:t>
      </w:r>
      <w:proofErr w:type="gramEnd"/>
      <w:r w:rsidR="00612F4E">
        <w:t xml:space="preserve"> Competent Authority (NCA)</w:t>
      </w:r>
      <w:r w:rsidR="00892E50">
        <w:t xml:space="preserve"> </w:t>
      </w:r>
      <w:r w:rsidRPr="0099451F">
        <w:t>on a yearly basis. The detailed data needs to be available for ad</w:t>
      </w:r>
      <w:r w:rsidR="005449A0">
        <w:t xml:space="preserve"> </w:t>
      </w:r>
      <w:r w:rsidRPr="0099451F">
        <w:t xml:space="preserve">hoc investigations of the NCA. </w:t>
      </w:r>
    </w:p>
    <w:p w14:paraId="7085E488" w14:textId="0BD3B190" w:rsidR="005B1A07" w:rsidRDefault="0099451F" w:rsidP="005B1A07">
      <w:r>
        <w:t>Note, that t</w:t>
      </w:r>
      <w:r w:rsidR="005B1A07" w:rsidRPr="00DF1690">
        <w:t xml:space="preserve">he scope of this </w:t>
      </w:r>
      <w:r>
        <w:t>m</w:t>
      </w:r>
      <w:r w:rsidR="005B1A07">
        <w:t>es</w:t>
      </w:r>
      <w:r w:rsidR="003E6D0C">
        <w:t>sa</w:t>
      </w:r>
      <w:r w:rsidR="005B1A07">
        <w:t>ge</w:t>
      </w:r>
      <w:r>
        <w:t xml:space="preserve"> s</w:t>
      </w:r>
      <w:r w:rsidR="005B1A07">
        <w:t>et</w:t>
      </w:r>
      <w:r w:rsidR="005B1A07" w:rsidRPr="00DF1690">
        <w:t xml:space="preserve"> is limited to </w:t>
      </w:r>
      <w:r w:rsidR="00612F4E">
        <w:t xml:space="preserve">the </w:t>
      </w:r>
      <w:r w:rsidR="005B1A07" w:rsidRPr="00DF1690">
        <w:t xml:space="preserve">reporting requirements of the respective regulations. </w:t>
      </w:r>
      <w:r w:rsidR="008848D5">
        <w:t>The f</w:t>
      </w:r>
      <w:r w:rsidR="005B1A07" w:rsidRPr="00DF1690">
        <w:t xml:space="preserve">ull CSDR buy-in process is covered by </w:t>
      </w:r>
      <w:r w:rsidR="005B1A07">
        <w:t xml:space="preserve">other existing </w:t>
      </w:r>
      <w:r w:rsidR="005B1A07" w:rsidRPr="00DF1690">
        <w:t xml:space="preserve">messages and </w:t>
      </w:r>
      <w:r w:rsidR="00F24C3E">
        <w:t xml:space="preserve">has been </w:t>
      </w:r>
      <w:r w:rsidR="005B1A07" w:rsidRPr="00DF1690">
        <w:t xml:space="preserve">described in detail in </w:t>
      </w:r>
      <w:r w:rsidR="00612F4E">
        <w:t xml:space="preserve">the </w:t>
      </w:r>
      <w:r w:rsidR="005B1A07" w:rsidRPr="00DF1690">
        <w:t>SMPG M</w:t>
      </w:r>
      <w:r w:rsidR="00C15709">
        <w:t xml:space="preserve">arket </w:t>
      </w:r>
      <w:r w:rsidR="005B1A07" w:rsidRPr="00DF1690">
        <w:t>P</w:t>
      </w:r>
      <w:r w:rsidR="00C15709">
        <w:t>ractice</w:t>
      </w:r>
      <w:r w:rsidR="005B1A07" w:rsidRPr="00DF1690">
        <w:t xml:space="preserve"> document</w:t>
      </w:r>
      <w:r w:rsidR="00612F4E">
        <w:t xml:space="preserve"> "</w:t>
      </w:r>
      <w:r w:rsidR="00612F4E" w:rsidRPr="00023FBA">
        <w:t>CSDR Buy-in Process</w:t>
      </w:r>
      <w:r w:rsidR="00612F4E">
        <w:t xml:space="preserve"> - </w:t>
      </w:r>
      <w:r w:rsidR="00612F4E" w:rsidRPr="00023FBA">
        <w:t>Reporting to the CSD</w:t>
      </w:r>
      <w:r w:rsidR="00612F4E">
        <w:t>"</w:t>
      </w:r>
      <w:r w:rsidR="005B1A07" w:rsidRPr="00DF1690">
        <w:t xml:space="preserve">. </w:t>
      </w:r>
    </w:p>
    <w:p w14:paraId="7302DB4B" w14:textId="77777777" w:rsidR="009461AE" w:rsidRDefault="009461AE" w:rsidP="009461AE">
      <w:pPr>
        <w:pStyle w:val="BlockLabel"/>
      </w:pPr>
      <w:r>
        <w:t>Buy-in regulatory reporting</w:t>
      </w:r>
    </w:p>
    <w:p w14:paraId="57CDA1A2" w14:textId="5976A154" w:rsidR="009461AE" w:rsidRDefault="002132FF" w:rsidP="00A73834">
      <w:pPr>
        <w:pStyle w:val="Graphic"/>
      </w:pPr>
      <w:r>
        <w:object w:dxaOrig="9900" w:dyaOrig="9900" w14:anchorId="14F114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75pt;height:366.75pt" o:ole="">
            <v:imagedata r:id="rId25" o:title=""/>
          </v:shape>
          <o:OLEObject Type="Embed" ProgID="Visio.Drawing.15" ShapeID="_x0000_i1025" DrawAspect="Content" ObjectID="_1802034629" r:id="rId26"/>
        </w:object>
      </w:r>
    </w:p>
    <w:p w14:paraId="05DF64CB" w14:textId="77777777" w:rsidR="000E53BB" w:rsidRPr="00FA37D7" w:rsidRDefault="00B5372E" w:rsidP="00A8050C">
      <w:pPr>
        <w:pStyle w:val="Heading1"/>
      </w:pPr>
      <w:bookmarkStart w:id="18" w:name="_Toc190791580"/>
      <w:r w:rsidRPr="00FA37D7">
        <w:lastRenderedPageBreak/>
        <w:t>Business Examples</w:t>
      </w:r>
      <w:bookmarkEnd w:id="18"/>
    </w:p>
    <w:p w14:paraId="05DF64CC" w14:textId="77777777" w:rsidR="002E1CB1" w:rsidRPr="00FA37D7" w:rsidRDefault="002E1CB1" w:rsidP="002E1CB1">
      <w:r w:rsidRPr="00FA37D7">
        <w:t xml:space="preserve">This section describes business examples of the use of the various </w:t>
      </w:r>
      <w:proofErr w:type="spellStart"/>
      <w:r w:rsidRPr="00FA37D7">
        <w:t>MessageDefinitions</w:t>
      </w:r>
      <w:proofErr w:type="spellEnd"/>
      <w:r w:rsidRPr="00FA37D7">
        <w:t>.</w:t>
      </w:r>
    </w:p>
    <w:p w14:paraId="05DF6BAF" w14:textId="199AE594" w:rsidR="000B58A4" w:rsidRPr="00FA37D7" w:rsidRDefault="00DF1690" w:rsidP="000B58A4">
      <w:pPr>
        <w:pStyle w:val="Heading2"/>
      </w:pPr>
      <w:bookmarkStart w:id="19" w:name="_Toc324500586"/>
      <w:bookmarkStart w:id="20" w:name="_Toc325451302"/>
      <w:bookmarkStart w:id="21" w:name="_Toc356540983"/>
      <w:bookmarkStart w:id="22" w:name="_Toc411494517"/>
      <w:bookmarkStart w:id="23" w:name="_Toc426629149"/>
      <w:bookmarkStart w:id="24" w:name="_Toc190791581"/>
      <w:proofErr w:type="spellStart"/>
      <w:r>
        <w:t>BuyIn</w:t>
      </w:r>
      <w:r w:rsidR="006036F8">
        <w:t>Regulatory</w:t>
      </w:r>
      <w:r>
        <w:t>Advice</w:t>
      </w:r>
      <w:proofErr w:type="spellEnd"/>
      <w:r w:rsidR="002155ED" w:rsidRPr="00FA37D7">
        <w:t xml:space="preserve"> </w:t>
      </w:r>
      <w:r w:rsidR="00C14790">
        <w:t>sese.</w:t>
      </w:r>
      <w:r w:rsidR="005F5258">
        <w:t>041</w:t>
      </w:r>
      <w:r w:rsidR="00C14790">
        <w:t>.001</w:t>
      </w:r>
      <w:r w:rsidR="000B58A4" w:rsidRPr="00FA37D7">
        <w:t>.</w:t>
      </w:r>
      <w:bookmarkEnd w:id="19"/>
      <w:bookmarkEnd w:id="20"/>
      <w:bookmarkEnd w:id="21"/>
      <w:bookmarkEnd w:id="22"/>
      <w:bookmarkEnd w:id="23"/>
      <w:r w:rsidR="002155ED" w:rsidRPr="00FA37D7">
        <w:t>0</w:t>
      </w:r>
      <w:r w:rsidR="000E6779">
        <w:t>2</w:t>
      </w:r>
      <w:bookmarkEnd w:id="24"/>
    </w:p>
    <w:p w14:paraId="05DF6BB0" w14:textId="77777777" w:rsidR="000B58A4" w:rsidRPr="00FA37D7" w:rsidRDefault="000B58A4" w:rsidP="000B58A4">
      <w:pPr>
        <w:pStyle w:val="BlockLabel"/>
      </w:pPr>
      <w:r w:rsidRPr="00FA37D7">
        <w:t>Description</w:t>
      </w:r>
    </w:p>
    <w:p w14:paraId="10EE7B94" w14:textId="6631662B" w:rsidR="006547FE" w:rsidRDefault="00907314" w:rsidP="006547FE">
      <w:bookmarkStart w:id="25" w:name="_Hlk41654221"/>
      <w:r>
        <w:t xml:space="preserve">Following the settlement failure </w:t>
      </w:r>
      <w:r w:rsidR="0052399E">
        <w:t>of transaction TR1</w:t>
      </w:r>
      <w:r w:rsidR="00FE4737">
        <w:t>,</w:t>
      </w:r>
      <w:r w:rsidR="0052399E">
        <w:t xml:space="preserve"> </w:t>
      </w:r>
      <w:r w:rsidR="00FE4737">
        <w:t>at the end of</w:t>
      </w:r>
      <w:r w:rsidR="0052399E">
        <w:t xml:space="preserve"> exten</w:t>
      </w:r>
      <w:r w:rsidR="003E6D0C">
        <w:t>s</w:t>
      </w:r>
      <w:r w:rsidR="0052399E">
        <w:t>ion period</w:t>
      </w:r>
      <w:r w:rsidR="00FE4737">
        <w:t xml:space="preserve"> defined by CSDR</w:t>
      </w:r>
      <w:r w:rsidR="0052399E">
        <w:t xml:space="preserve">, the Non Failing Receiving Party </w:t>
      </w:r>
      <w:r>
        <w:t>ABCD (ABCDABCD</w:t>
      </w:r>
      <w:r w:rsidR="005F5258">
        <w:t>041</w:t>
      </w:r>
      <w:r>
        <w:t>)</w:t>
      </w:r>
      <w:r w:rsidR="0052399E">
        <w:t xml:space="preserve"> executed a buy-in procedure in order to </w:t>
      </w:r>
      <w:proofErr w:type="gramStart"/>
      <w:r w:rsidR="0052399E">
        <w:t>buy  assets</w:t>
      </w:r>
      <w:proofErr w:type="gramEnd"/>
      <w:r w:rsidR="0052399E">
        <w:t xml:space="preserve"> equivalent to the original failing transaction. After </w:t>
      </w:r>
      <w:r w:rsidR="003E6D0C">
        <w:t>settlement</w:t>
      </w:r>
      <w:r w:rsidR="0052399E">
        <w:t xml:space="preserve"> of the buy-in </w:t>
      </w:r>
      <w:r w:rsidR="00A73834">
        <w:t>transaction</w:t>
      </w:r>
      <w:r w:rsidR="00612F4E">
        <w:t>,</w:t>
      </w:r>
      <w:r w:rsidR="003E6D0C">
        <w:t xml:space="preserve"> </w:t>
      </w:r>
      <w:r w:rsidR="0052399E">
        <w:t xml:space="preserve">ABCD </w:t>
      </w:r>
      <w:r>
        <w:t>reports the result</w:t>
      </w:r>
      <w:r w:rsidR="0052399E">
        <w:t>s</w:t>
      </w:r>
      <w:r>
        <w:t xml:space="preserve"> of the buy-in </w:t>
      </w:r>
      <w:r w:rsidR="0052399E">
        <w:t xml:space="preserve">to </w:t>
      </w:r>
      <w:r w:rsidR="00A73834">
        <w:t xml:space="preserve">the </w:t>
      </w:r>
      <w:r w:rsidR="0052399E">
        <w:t>CSD</w:t>
      </w:r>
      <w:r w:rsidR="00A73834">
        <w:t>.</w:t>
      </w:r>
    </w:p>
    <w:bookmarkEnd w:id="25"/>
    <w:p w14:paraId="05DF6BB2" w14:textId="77777777" w:rsidR="000B58A4" w:rsidRPr="00FA37D7" w:rsidRDefault="00AD2D49" w:rsidP="000B58A4">
      <w:pPr>
        <w:pStyle w:val="BlockLabel"/>
      </w:pPr>
      <w:r w:rsidRPr="00FA37D7">
        <w:t>Business Data</w:t>
      </w:r>
    </w:p>
    <w:p w14:paraId="05DF6BB3" w14:textId="314130BF" w:rsidR="000B58A4" w:rsidRDefault="000B58A4" w:rsidP="000B58A4">
      <w:pPr>
        <w:pStyle w:val="Normal2"/>
      </w:pPr>
      <w:r w:rsidRPr="00FA37D7">
        <w:t xml:space="preserve">Safekeeping </w:t>
      </w:r>
      <w:r w:rsidR="00A73834">
        <w:t>a</w:t>
      </w:r>
      <w:r w:rsidRPr="00FA37D7">
        <w:t xml:space="preserve">ccount: </w:t>
      </w:r>
      <w:r w:rsidR="0052399E">
        <w:t>ACC1</w:t>
      </w:r>
    </w:p>
    <w:p w14:paraId="65368D28" w14:textId="11876709" w:rsidR="006036F8" w:rsidRPr="00FA37D7" w:rsidRDefault="006036F8" w:rsidP="000B58A4">
      <w:pPr>
        <w:pStyle w:val="Normal2"/>
      </w:pPr>
      <w:r>
        <w:t>Buy-in status code: fully succes</w:t>
      </w:r>
      <w:r w:rsidR="005449A0">
        <w:t>s</w:t>
      </w:r>
      <w:r>
        <w:t>ful (BSSY)</w:t>
      </w:r>
    </w:p>
    <w:p w14:paraId="05DF6BB4" w14:textId="717920AE" w:rsidR="000B58A4" w:rsidRDefault="006036F8" w:rsidP="000B58A4">
      <w:pPr>
        <w:pStyle w:val="Normal2"/>
      </w:pPr>
      <w:r>
        <w:t>Buy-in deferral code</w:t>
      </w:r>
      <w:r w:rsidR="000B58A4" w:rsidRPr="00FA37D7">
        <w:t xml:space="preserve">: </w:t>
      </w:r>
      <w:r>
        <w:t>No</w:t>
      </w:r>
    </w:p>
    <w:p w14:paraId="18611348" w14:textId="14FD8A2D" w:rsidR="006036F8" w:rsidRPr="00FA37D7" w:rsidRDefault="006036F8" w:rsidP="000B58A4">
      <w:pPr>
        <w:pStyle w:val="Normal2"/>
      </w:pPr>
      <w:r>
        <w:t>Underly</w:t>
      </w:r>
      <w:r w:rsidR="00A73834">
        <w:t>i</w:t>
      </w:r>
      <w:r>
        <w:t>ng financial inst</w:t>
      </w:r>
      <w:r w:rsidR="0052399E">
        <w:t>r</w:t>
      </w:r>
      <w:r>
        <w:t>ument</w:t>
      </w:r>
      <w:r w:rsidR="0052399E">
        <w:t xml:space="preserve"> (ISIN)</w:t>
      </w:r>
      <w:r>
        <w:t>: AA1234567890</w:t>
      </w:r>
    </w:p>
    <w:p w14:paraId="57D2E29C" w14:textId="2CF7CE67" w:rsidR="006036F8" w:rsidRDefault="006036F8" w:rsidP="006036F8">
      <w:pPr>
        <w:pStyle w:val="Normal2"/>
      </w:pPr>
      <w:r>
        <w:t>Quantity</w:t>
      </w:r>
      <w:r w:rsidR="00F24C3E">
        <w:t xml:space="preserve"> (</w:t>
      </w:r>
      <w:r w:rsidR="00A73834">
        <w:t>u</w:t>
      </w:r>
      <w:r w:rsidR="00F24C3E">
        <w:t>nit)</w:t>
      </w:r>
      <w:r>
        <w:t>:</w:t>
      </w:r>
      <w:r w:rsidR="0052399E">
        <w:t xml:space="preserve"> 1000</w:t>
      </w:r>
    </w:p>
    <w:p w14:paraId="1A999594" w14:textId="39B6160B" w:rsidR="006036F8" w:rsidRDefault="006036F8" w:rsidP="006036F8">
      <w:pPr>
        <w:pStyle w:val="Normal2"/>
      </w:pPr>
      <w:r>
        <w:t>Buy-in price</w:t>
      </w:r>
      <w:r w:rsidR="00F24C3E">
        <w:t xml:space="preserve"> (</w:t>
      </w:r>
      <w:r w:rsidR="00A73834">
        <w:t>a</w:t>
      </w:r>
      <w:r w:rsidR="00F24C3E">
        <w:t>mount)</w:t>
      </w:r>
      <w:r>
        <w:t>:</w:t>
      </w:r>
      <w:r w:rsidR="0052399E">
        <w:t xml:space="preserve"> 98,76 EUR</w:t>
      </w:r>
      <w:r w:rsidR="00F24C3E">
        <w:t xml:space="preserve"> </w:t>
      </w:r>
    </w:p>
    <w:p w14:paraId="05DF6BB5" w14:textId="262C7B45" w:rsidR="000B58A4" w:rsidRDefault="006036F8" w:rsidP="000B58A4">
      <w:pPr>
        <w:pStyle w:val="Normal2"/>
      </w:pPr>
      <w:r>
        <w:t>Buy-in settlement date</w:t>
      </w:r>
      <w:r w:rsidR="000B58A4" w:rsidRPr="00FA37D7">
        <w:t xml:space="preserve">: </w:t>
      </w:r>
      <w:r w:rsidR="0052399E">
        <w:t>2021/0</w:t>
      </w:r>
      <w:r w:rsidR="00F24C3E">
        <w:t>8</w:t>
      </w:r>
      <w:r w:rsidR="0052399E">
        <w:t>/</w:t>
      </w:r>
      <w:r w:rsidR="00F24C3E">
        <w:t>13</w:t>
      </w:r>
    </w:p>
    <w:p w14:paraId="3C4B33EB" w14:textId="1978688F" w:rsidR="0052399E" w:rsidRDefault="0052399E" w:rsidP="000B58A4">
      <w:pPr>
        <w:pStyle w:val="Normal2"/>
      </w:pPr>
      <w:r>
        <w:t xml:space="preserve">Failing instruction </w:t>
      </w:r>
      <w:r w:rsidR="00A73834">
        <w:t>account</w:t>
      </w:r>
      <w:r>
        <w:t xml:space="preserve"> owner reference: TR1</w:t>
      </w:r>
    </w:p>
    <w:p w14:paraId="1EC57A97" w14:textId="3EDF3CE3" w:rsidR="0052399E" w:rsidRDefault="0052399E" w:rsidP="0052399E">
      <w:pPr>
        <w:pStyle w:val="Normal2"/>
      </w:pPr>
      <w:r>
        <w:t>Failing transaction account servicer reference: CSD</w:t>
      </w:r>
      <w:r w:rsidR="00F24C3E">
        <w:t>REF</w:t>
      </w:r>
      <w:r>
        <w:t>123</w:t>
      </w:r>
    </w:p>
    <w:p w14:paraId="66145C7F" w14:textId="21BAD079" w:rsidR="00F24C3E" w:rsidRPr="00FA37D7" w:rsidRDefault="00F24C3E" w:rsidP="00F24C3E">
      <w:pPr>
        <w:pStyle w:val="Normal2"/>
      </w:pPr>
      <w:r>
        <w:t>Advice id</w:t>
      </w:r>
      <w:r w:rsidR="00A73834">
        <w:t>entification</w:t>
      </w:r>
      <w:r w:rsidRPr="00FA37D7">
        <w:t xml:space="preserve">: </w:t>
      </w:r>
      <w:r>
        <w:t>BUYINADV1 (reference provided in BAH)</w:t>
      </w:r>
    </w:p>
    <w:p w14:paraId="05DF6BB6" w14:textId="22D355B6" w:rsidR="000B58A4" w:rsidRDefault="000B58A4" w:rsidP="000B58A4">
      <w:pPr>
        <w:pStyle w:val="BlockLabel"/>
      </w:pPr>
      <w:r w:rsidRPr="00FA37D7">
        <w:t>Message Instance</w:t>
      </w:r>
    </w:p>
    <w:p w14:paraId="4714CB00" w14:textId="08FF6141" w:rsidR="00506518" w:rsidRPr="00506518" w:rsidRDefault="00506518" w:rsidP="00A73834">
      <w:pPr>
        <w:pStyle w:val="XMLCode"/>
        <w:rPr>
          <w:highlight w:val="white"/>
        </w:rPr>
      </w:pPr>
      <w:r w:rsidRPr="00506518">
        <w:rPr>
          <w:highlight w:val="white"/>
        </w:rPr>
        <w:t>&lt;</w:t>
      </w:r>
      <w:proofErr w:type="spellStart"/>
      <w:r w:rsidRPr="00506518">
        <w:rPr>
          <w:highlight w:val="white"/>
        </w:rPr>
        <w:t>BuyInRgltryAdvc</w:t>
      </w:r>
      <w:proofErr w:type="spellEnd"/>
      <w:r w:rsidRPr="00506518">
        <w:rPr>
          <w:highlight w:val="white"/>
        </w:rPr>
        <w:t>&gt;</w:t>
      </w:r>
    </w:p>
    <w:p w14:paraId="03BC9014" w14:textId="6C49B436" w:rsidR="00506518" w:rsidRPr="00506518" w:rsidRDefault="005449A0" w:rsidP="00A73834">
      <w:pPr>
        <w:pStyle w:val="XMLCode"/>
        <w:rPr>
          <w:highlight w:val="white"/>
        </w:rPr>
      </w:pPr>
      <w:r>
        <w:rPr>
          <w:highlight w:val="white"/>
        </w:rPr>
        <w:tab/>
      </w:r>
      <w:r w:rsidR="00506518" w:rsidRPr="00506518">
        <w:rPr>
          <w:highlight w:val="white"/>
        </w:rPr>
        <w:t>&lt;</w:t>
      </w:r>
      <w:proofErr w:type="spellStart"/>
      <w:r w:rsidR="00506518" w:rsidRPr="00506518">
        <w:rPr>
          <w:highlight w:val="white"/>
        </w:rPr>
        <w:t>AcctOwnr</w:t>
      </w:r>
      <w:proofErr w:type="spellEnd"/>
      <w:r w:rsidR="00506518" w:rsidRPr="00506518">
        <w:rPr>
          <w:highlight w:val="white"/>
        </w:rPr>
        <w:t>&gt;</w:t>
      </w:r>
    </w:p>
    <w:p w14:paraId="73EFF0E8" w14:textId="0A384F77"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&lt;Id&gt;</w:t>
      </w:r>
    </w:p>
    <w:p w14:paraId="56F9E379" w14:textId="45EBD235" w:rsidR="00506518" w:rsidRPr="00506518" w:rsidRDefault="005449A0" w:rsidP="00A73834">
      <w:pPr>
        <w:pStyle w:val="XMLCode"/>
        <w:rPr>
          <w:highlight w:val="white"/>
        </w:rPr>
      </w:pPr>
      <w:r>
        <w:rPr>
          <w:highlight w:val="white"/>
        </w:rPr>
        <w:tab/>
      </w:r>
      <w:r>
        <w:rPr>
          <w:highlight w:val="white"/>
        </w:rPr>
        <w:tab/>
      </w:r>
      <w:r>
        <w:rPr>
          <w:highlight w:val="white"/>
        </w:rPr>
        <w:tab/>
      </w:r>
      <w:r w:rsidR="00506518" w:rsidRPr="00506518">
        <w:rPr>
          <w:highlight w:val="white"/>
        </w:rPr>
        <w:t>&lt;</w:t>
      </w:r>
      <w:proofErr w:type="spellStart"/>
      <w:r w:rsidR="00506518" w:rsidRPr="00506518">
        <w:rPr>
          <w:highlight w:val="white"/>
        </w:rPr>
        <w:t>AnyBIC</w:t>
      </w:r>
      <w:proofErr w:type="spellEnd"/>
      <w:r w:rsidR="00506518" w:rsidRPr="00506518">
        <w:rPr>
          <w:highlight w:val="white"/>
        </w:rPr>
        <w:t>&gt;ABCDABCD041&lt;/</w:t>
      </w:r>
      <w:proofErr w:type="spellStart"/>
      <w:r w:rsidR="00506518" w:rsidRPr="00506518">
        <w:rPr>
          <w:highlight w:val="white"/>
        </w:rPr>
        <w:t>AnyBIC</w:t>
      </w:r>
      <w:proofErr w:type="spellEnd"/>
      <w:r w:rsidR="00506518" w:rsidRPr="00506518">
        <w:rPr>
          <w:highlight w:val="white"/>
        </w:rPr>
        <w:t>&gt;</w:t>
      </w:r>
    </w:p>
    <w:p w14:paraId="4B988813" w14:textId="24C67A73" w:rsidR="00506518" w:rsidRPr="00506518" w:rsidRDefault="00506518" w:rsidP="00A73834">
      <w:pPr>
        <w:pStyle w:val="XMLCode"/>
        <w:rPr>
          <w:highlight w:val="white"/>
        </w:rPr>
      </w:pPr>
      <w:r w:rsidRPr="00506518">
        <w:rPr>
          <w:highlight w:val="white"/>
        </w:rPr>
        <w:t xml:space="preserve"> </w:t>
      </w:r>
      <w:r w:rsidR="005449A0">
        <w:rPr>
          <w:highlight w:val="white"/>
        </w:rPr>
        <w:tab/>
      </w:r>
      <w:r w:rsidR="005449A0">
        <w:rPr>
          <w:highlight w:val="white"/>
        </w:rPr>
        <w:tab/>
      </w:r>
      <w:r w:rsidRPr="00506518">
        <w:rPr>
          <w:highlight w:val="white"/>
        </w:rPr>
        <w:t xml:space="preserve"> &lt;/Id&gt;</w:t>
      </w:r>
    </w:p>
    <w:p w14:paraId="35A9290E" w14:textId="67277D6F" w:rsidR="00506518" w:rsidRPr="00506518" w:rsidRDefault="005449A0" w:rsidP="00A73834">
      <w:pPr>
        <w:pStyle w:val="XMLCode"/>
        <w:rPr>
          <w:highlight w:val="white"/>
        </w:rPr>
      </w:pPr>
      <w:r>
        <w:rPr>
          <w:highlight w:val="white"/>
        </w:rPr>
        <w:tab/>
      </w:r>
      <w:r w:rsidR="00506518" w:rsidRPr="00506518">
        <w:rPr>
          <w:highlight w:val="white"/>
        </w:rPr>
        <w:t>&lt;/</w:t>
      </w:r>
      <w:proofErr w:type="spellStart"/>
      <w:r w:rsidR="00506518" w:rsidRPr="00506518">
        <w:rPr>
          <w:highlight w:val="white"/>
        </w:rPr>
        <w:t>AcctOwnr</w:t>
      </w:r>
      <w:proofErr w:type="spellEnd"/>
      <w:r w:rsidR="00506518" w:rsidRPr="00506518">
        <w:rPr>
          <w:highlight w:val="white"/>
        </w:rPr>
        <w:t>&gt;</w:t>
      </w:r>
    </w:p>
    <w:p w14:paraId="3598C3FF" w14:textId="035A3007" w:rsidR="00506518" w:rsidRPr="00506518" w:rsidRDefault="00506518" w:rsidP="00A73834">
      <w:pPr>
        <w:pStyle w:val="XMLCode"/>
        <w:rPr>
          <w:highlight w:val="white"/>
        </w:rPr>
      </w:pPr>
      <w:r w:rsidRPr="00506518">
        <w:rPr>
          <w:highlight w:val="white"/>
        </w:rPr>
        <w:t xml:space="preserve"> </w:t>
      </w:r>
      <w:r w:rsidR="005449A0">
        <w:rPr>
          <w:highlight w:val="white"/>
        </w:rPr>
        <w:tab/>
      </w:r>
      <w:r w:rsidRPr="00506518">
        <w:rPr>
          <w:highlight w:val="white"/>
        </w:rPr>
        <w:t>&lt;</w:t>
      </w:r>
      <w:proofErr w:type="spellStart"/>
      <w:r w:rsidRPr="00506518">
        <w:rPr>
          <w:highlight w:val="white"/>
        </w:rPr>
        <w:t>SfkpgAcct</w:t>
      </w:r>
      <w:proofErr w:type="spellEnd"/>
      <w:r w:rsidRPr="00506518">
        <w:rPr>
          <w:highlight w:val="white"/>
        </w:rPr>
        <w:t>&gt;</w:t>
      </w:r>
    </w:p>
    <w:p w14:paraId="40A3D32C" w14:textId="5ABBF9B1"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&lt;Id&gt;ACC1&lt;/Id&gt;</w:t>
      </w:r>
    </w:p>
    <w:p w14:paraId="67E9080A" w14:textId="55FECBC7" w:rsidR="00506518" w:rsidRPr="00506518" w:rsidRDefault="00506518" w:rsidP="00A73834">
      <w:pPr>
        <w:pStyle w:val="XMLCode"/>
        <w:rPr>
          <w:highlight w:val="white"/>
        </w:rPr>
      </w:pPr>
      <w:r w:rsidRPr="00506518">
        <w:rPr>
          <w:highlight w:val="white"/>
        </w:rPr>
        <w:t xml:space="preserve"> </w:t>
      </w:r>
      <w:r w:rsidR="005449A0">
        <w:rPr>
          <w:highlight w:val="white"/>
        </w:rPr>
        <w:tab/>
      </w:r>
      <w:r w:rsidRPr="00506518">
        <w:rPr>
          <w:highlight w:val="white"/>
        </w:rPr>
        <w:t>&lt;/</w:t>
      </w:r>
      <w:proofErr w:type="spellStart"/>
      <w:r w:rsidRPr="00506518">
        <w:rPr>
          <w:highlight w:val="white"/>
        </w:rPr>
        <w:t>SfkpgAcct</w:t>
      </w:r>
      <w:proofErr w:type="spellEnd"/>
      <w:r w:rsidRPr="00506518">
        <w:rPr>
          <w:highlight w:val="white"/>
        </w:rPr>
        <w:t>&gt;</w:t>
      </w:r>
    </w:p>
    <w:p w14:paraId="71E6454A" w14:textId="35872AD1" w:rsidR="00506518" w:rsidRPr="00506518" w:rsidRDefault="005449A0" w:rsidP="00A73834">
      <w:pPr>
        <w:pStyle w:val="XMLCode"/>
        <w:rPr>
          <w:highlight w:val="white"/>
        </w:rPr>
      </w:pPr>
      <w:r>
        <w:rPr>
          <w:highlight w:val="white"/>
        </w:rPr>
        <w:tab/>
      </w:r>
      <w:r w:rsidR="00506518" w:rsidRPr="00506518">
        <w:rPr>
          <w:highlight w:val="white"/>
        </w:rPr>
        <w:t>&lt;</w:t>
      </w:r>
      <w:proofErr w:type="spellStart"/>
      <w:r w:rsidR="00506518" w:rsidRPr="00506518">
        <w:rPr>
          <w:highlight w:val="white"/>
        </w:rPr>
        <w:t>BuyInAttrbts</w:t>
      </w:r>
      <w:proofErr w:type="spellEnd"/>
      <w:r w:rsidR="00506518" w:rsidRPr="00506518">
        <w:rPr>
          <w:highlight w:val="white"/>
        </w:rPr>
        <w:t>&gt;</w:t>
      </w:r>
    </w:p>
    <w:p w14:paraId="29FD2A09" w14:textId="32FAE26F"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&lt;Ref&gt;</w:t>
      </w:r>
    </w:p>
    <w:p w14:paraId="70426260" w14:textId="79B503D1" w:rsidR="00506518" w:rsidRPr="00506518" w:rsidRDefault="005449A0" w:rsidP="00A73834">
      <w:pPr>
        <w:pStyle w:val="XMLCode"/>
        <w:rPr>
          <w:highlight w:val="white"/>
        </w:rPr>
      </w:pPr>
      <w:r>
        <w:rPr>
          <w:highlight w:val="white"/>
        </w:rPr>
        <w:tab/>
      </w:r>
      <w:r>
        <w:rPr>
          <w:highlight w:val="white"/>
        </w:rPr>
        <w:tab/>
      </w:r>
      <w:r w:rsidR="006547FE">
        <w:rPr>
          <w:highlight w:val="white"/>
        </w:rPr>
        <w:tab/>
      </w:r>
      <w:r w:rsidR="00506518" w:rsidRPr="00506518">
        <w:rPr>
          <w:highlight w:val="white"/>
        </w:rPr>
        <w:t>&lt;</w:t>
      </w:r>
      <w:proofErr w:type="spellStart"/>
      <w:r w:rsidR="00506518" w:rsidRPr="00506518">
        <w:rPr>
          <w:highlight w:val="white"/>
        </w:rPr>
        <w:t>AcctOwnrTxId</w:t>
      </w:r>
      <w:proofErr w:type="spellEnd"/>
      <w:r w:rsidR="00506518" w:rsidRPr="00506518">
        <w:rPr>
          <w:highlight w:val="white"/>
        </w:rPr>
        <w:t>&gt;TR1&lt;/</w:t>
      </w:r>
      <w:proofErr w:type="spellStart"/>
      <w:r w:rsidR="00506518" w:rsidRPr="00506518">
        <w:rPr>
          <w:highlight w:val="white"/>
        </w:rPr>
        <w:t>AcctOwnrTxId</w:t>
      </w:r>
      <w:proofErr w:type="spellEnd"/>
      <w:r w:rsidR="00506518" w:rsidRPr="00506518">
        <w:rPr>
          <w:highlight w:val="white"/>
        </w:rPr>
        <w:t>&gt;</w:t>
      </w:r>
    </w:p>
    <w:p w14:paraId="3DC4E52D" w14:textId="121DAACF" w:rsidR="00506518" w:rsidRPr="00506518" w:rsidRDefault="005449A0" w:rsidP="00A73834">
      <w:pPr>
        <w:pStyle w:val="XMLCode"/>
        <w:rPr>
          <w:highlight w:val="white"/>
        </w:rPr>
      </w:pPr>
      <w:r>
        <w:rPr>
          <w:highlight w:val="white"/>
        </w:rPr>
        <w:tab/>
      </w:r>
      <w:r>
        <w:rPr>
          <w:highlight w:val="white"/>
        </w:rPr>
        <w:tab/>
      </w:r>
      <w:r w:rsidR="006547FE">
        <w:rPr>
          <w:highlight w:val="white"/>
        </w:rPr>
        <w:tab/>
      </w:r>
      <w:r w:rsidR="00506518" w:rsidRPr="00506518">
        <w:rPr>
          <w:highlight w:val="white"/>
        </w:rPr>
        <w:t>&lt;</w:t>
      </w:r>
      <w:proofErr w:type="spellStart"/>
      <w:r w:rsidR="00506518" w:rsidRPr="00506518">
        <w:rPr>
          <w:highlight w:val="white"/>
        </w:rPr>
        <w:t>AcctSvcrTxId</w:t>
      </w:r>
      <w:proofErr w:type="spellEnd"/>
      <w:r w:rsidR="00506518" w:rsidRPr="00506518">
        <w:rPr>
          <w:highlight w:val="white"/>
        </w:rPr>
        <w:t>&gt;CSDREF123&lt;/</w:t>
      </w:r>
      <w:proofErr w:type="spellStart"/>
      <w:r w:rsidR="00506518" w:rsidRPr="00506518">
        <w:rPr>
          <w:highlight w:val="white"/>
        </w:rPr>
        <w:t>AcctSvcrTxId</w:t>
      </w:r>
      <w:proofErr w:type="spellEnd"/>
      <w:r w:rsidR="00506518" w:rsidRPr="00506518">
        <w:rPr>
          <w:highlight w:val="white"/>
        </w:rPr>
        <w:t>&gt;</w:t>
      </w:r>
    </w:p>
    <w:p w14:paraId="4598C331" w14:textId="05E2EA05"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&lt;/Ref&gt;</w:t>
      </w:r>
    </w:p>
    <w:p w14:paraId="10851275" w14:textId="28CF7231" w:rsidR="00506518" w:rsidRPr="00506518" w:rsidRDefault="00506518" w:rsidP="00A73834">
      <w:pPr>
        <w:pStyle w:val="XMLCode"/>
        <w:rPr>
          <w:highlight w:val="white"/>
        </w:rPr>
      </w:pPr>
      <w:r w:rsidRPr="00506518">
        <w:rPr>
          <w:highlight w:val="white"/>
        </w:rPr>
        <w:t xml:space="preserve"> </w:t>
      </w:r>
      <w:r w:rsidR="005449A0">
        <w:rPr>
          <w:highlight w:val="white"/>
        </w:rPr>
        <w:tab/>
      </w:r>
      <w:r w:rsidR="005449A0">
        <w:rPr>
          <w:highlight w:val="white"/>
        </w:rPr>
        <w:tab/>
      </w:r>
      <w:r w:rsidRPr="00506518">
        <w:rPr>
          <w:highlight w:val="white"/>
        </w:rPr>
        <w:t>&lt;</w:t>
      </w:r>
      <w:proofErr w:type="spellStart"/>
      <w:r w:rsidRPr="00506518">
        <w:rPr>
          <w:highlight w:val="white"/>
        </w:rPr>
        <w:t>BuyInStat</w:t>
      </w:r>
      <w:proofErr w:type="spellEnd"/>
      <w:r w:rsidRPr="00506518">
        <w:rPr>
          <w:highlight w:val="white"/>
        </w:rPr>
        <w:t>&gt;BSSY&lt;/</w:t>
      </w:r>
      <w:proofErr w:type="spellStart"/>
      <w:r w:rsidRPr="00506518">
        <w:rPr>
          <w:highlight w:val="white"/>
        </w:rPr>
        <w:t>BuyInStat</w:t>
      </w:r>
      <w:proofErr w:type="spellEnd"/>
      <w:r w:rsidRPr="00506518">
        <w:rPr>
          <w:highlight w:val="white"/>
        </w:rPr>
        <w:t>&gt;</w:t>
      </w:r>
    </w:p>
    <w:p w14:paraId="5C21DC4F" w14:textId="16161C81"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BuyInDfrrl</w:t>
      </w:r>
      <w:proofErr w:type="spellEnd"/>
      <w:r w:rsidR="00506518" w:rsidRPr="00506518">
        <w:rPr>
          <w:highlight w:val="white"/>
        </w:rPr>
        <w:t>&gt;DEFN&lt;/</w:t>
      </w:r>
      <w:proofErr w:type="spellStart"/>
      <w:r w:rsidR="00506518" w:rsidRPr="00506518">
        <w:rPr>
          <w:highlight w:val="white"/>
        </w:rPr>
        <w:t>BuyInDfrrl</w:t>
      </w:r>
      <w:proofErr w:type="spellEnd"/>
      <w:r w:rsidR="00506518" w:rsidRPr="00506518">
        <w:rPr>
          <w:highlight w:val="white"/>
        </w:rPr>
        <w:t>&gt;</w:t>
      </w:r>
    </w:p>
    <w:p w14:paraId="1A0D9952" w14:textId="642DCDF5" w:rsidR="00506518" w:rsidRPr="00D07B4B" w:rsidRDefault="005449A0" w:rsidP="00A73834">
      <w:pPr>
        <w:pStyle w:val="XMLCode"/>
        <w:rPr>
          <w:highlight w:val="white"/>
          <w:lang w:val="en-US"/>
        </w:rPr>
      </w:pPr>
      <w:r>
        <w:rPr>
          <w:highlight w:val="white"/>
        </w:rPr>
        <w:tab/>
      </w:r>
      <w:r>
        <w:rPr>
          <w:highlight w:val="white"/>
        </w:rPr>
        <w:tab/>
      </w:r>
      <w:r w:rsidR="00506518" w:rsidRPr="00D07B4B">
        <w:rPr>
          <w:highlight w:val="white"/>
          <w:lang w:val="en-US"/>
        </w:rPr>
        <w:t>&lt;</w:t>
      </w:r>
      <w:proofErr w:type="spellStart"/>
      <w:r w:rsidR="00506518" w:rsidRPr="00D07B4B">
        <w:rPr>
          <w:highlight w:val="white"/>
          <w:lang w:val="en-US"/>
        </w:rPr>
        <w:t>FinInstrmId</w:t>
      </w:r>
      <w:proofErr w:type="spellEnd"/>
      <w:r w:rsidR="00506518" w:rsidRPr="00D07B4B">
        <w:rPr>
          <w:highlight w:val="white"/>
          <w:lang w:val="en-US"/>
        </w:rPr>
        <w:t>&gt;</w:t>
      </w:r>
    </w:p>
    <w:p w14:paraId="16BF915E" w14:textId="5D90F974" w:rsidR="00506518" w:rsidRPr="00D07B4B" w:rsidRDefault="005449A0" w:rsidP="00A73834">
      <w:pPr>
        <w:pStyle w:val="XMLCode"/>
        <w:rPr>
          <w:highlight w:val="white"/>
          <w:lang w:val="en-US"/>
        </w:rPr>
      </w:pPr>
      <w:r w:rsidRPr="00D07B4B">
        <w:rPr>
          <w:highlight w:val="white"/>
          <w:lang w:val="en-US"/>
        </w:rPr>
        <w:lastRenderedPageBreak/>
        <w:tab/>
      </w:r>
      <w:r w:rsidRPr="00D07B4B">
        <w:rPr>
          <w:highlight w:val="white"/>
          <w:lang w:val="en-US"/>
        </w:rPr>
        <w:tab/>
      </w:r>
      <w:r w:rsidR="006547FE" w:rsidRPr="00D07B4B">
        <w:rPr>
          <w:highlight w:val="white"/>
          <w:lang w:val="en-US"/>
        </w:rPr>
        <w:tab/>
      </w:r>
      <w:r w:rsidR="00506518" w:rsidRPr="00D07B4B">
        <w:rPr>
          <w:highlight w:val="white"/>
          <w:lang w:val="en-US"/>
        </w:rPr>
        <w:t>&lt;ISIN&gt;AA1234567890&lt;/ISIN&gt;</w:t>
      </w:r>
    </w:p>
    <w:p w14:paraId="4E388DED" w14:textId="15193FE8" w:rsidR="00506518" w:rsidRPr="00D07B4B" w:rsidRDefault="005449A0" w:rsidP="00A73834">
      <w:pPr>
        <w:pStyle w:val="XMLCode"/>
        <w:rPr>
          <w:highlight w:val="white"/>
          <w:lang w:val="en-US"/>
        </w:rPr>
      </w:pPr>
      <w:r w:rsidRPr="00D07B4B">
        <w:rPr>
          <w:highlight w:val="white"/>
          <w:lang w:val="en-US"/>
        </w:rPr>
        <w:tab/>
      </w:r>
      <w:r w:rsidRPr="00D07B4B">
        <w:rPr>
          <w:highlight w:val="white"/>
          <w:lang w:val="en-US"/>
        </w:rPr>
        <w:tab/>
      </w:r>
      <w:r w:rsidR="00506518" w:rsidRPr="00D07B4B">
        <w:rPr>
          <w:highlight w:val="white"/>
          <w:lang w:val="en-US"/>
        </w:rPr>
        <w:t>&lt;/</w:t>
      </w:r>
      <w:proofErr w:type="spellStart"/>
      <w:r w:rsidR="00506518" w:rsidRPr="00D07B4B">
        <w:rPr>
          <w:highlight w:val="white"/>
          <w:lang w:val="en-US"/>
        </w:rPr>
        <w:t>FinInstrmId</w:t>
      </w:r>
      <w:proofErr w:type="spellEnd"/>
      <w:r w:rsidR="00506518" w:rsidRPr="00D07B4B">
        <w:rPr>
          <w:highlight w:val="white"/>
          <w:lang w:val="en-US"/>
        </w:rPr>
        <w:t>&gt;</w:t>
      </w:r>
    </w:p>
    <w:p w14:paraId="6AA9A193" w14:textId="65375463" w:rsidR="00506518" w:rsidRPr="00506518" w:rsidRDefault="005449A0" w:rsidP="00A73834">
      <w:pPr>
        <w:pStyle w:val="XMLCode"/>
        <w:rPr>
          <w:highlight w:val="white"/>
        </w:rPr>
      </w:pPr>
      <w:r w:rsidRPr="00D07B4B">
        <w:rPr>
          <w:highlight w:val="white"/>
          <w:lang w:val="en-US"/>
        </w:rPr>
        <w:tab/>
      </w:r>
      <w:r w:rsidRPr="00D07B4B">
        <w:rPr>
          <w:highlight w:val="white"/>
          <w:lang w:val="en-US"/>
        </w:rPr>
        <w:tab/>
      </w:r>
      <w:r w:rsidR="00506518" w:rsidRPr="00506518">
        <w:rPr>
          <w:highlight w:val="white"/>
        </w:rPr>
        <w:t>&lt;Qty&gt;</w:t>
      </w:r>
    </w:p>
    <w:p w14:paraId="08A87480" w14:textId="62D9FE4A" w:rsidR="00506518" w:rsidRPr="00506518" w:rsidRDefault="005449A0" w:rsidP="00A73834">
      <w:pPr>
        <w:pStyle w:val="XMLCode"/>
        <w:rPr>
          <w:highlight w:val="white"/>
        </w:rPr>
      </w:pPr>
      <w:r>
        <w:rPr>
          <w:highlight w:val="white"/>
        </w:rPr>
        <w:tab/>
      </w:r>
      <w:r>
        <w:rPr>
          <w:highlight w:val="white"/>
        </w:rPr>
        <w:tab/>
      </w:r>
      <w:r w:rsidR="006547FE">
        <w:rPr>
          <w:highlight w:val="white"/>
        </w:rPr>
        <w:tab/>
      </w:r>
      <w:r w:rsidR="00506518" w:rsidRPr="00506518">
        <w:rPr>
          <w:highlight w:val="white"/>
        </w:rPr>
        <w:t>&lt;Unit&gt;1000&lt;/Unit&gt;</w:t>
      </w:r>
    </w:p>
    <w:p w14:paraId="4189FBC9" w14:textId="4056CDAA"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&lt;/Qty&gt;</w:t>
      </w:r>
    </w:p>
    <w:p w14:paraId="658D2B14" w14:textId="70A63A87"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BuyInPric</w:t>
      </w:r>
      <w:proofErr w:type="spellEnd"/>
      <w:r w:rsidR="00506518" w:rsidRPr="00506518">
        <w:rPr>
          <w:highlight w:val="white"/>
        </w:rPr>
        <w:t>&gt;</w:t>
      </w:r>
    </w:p>
    <w:p w14:paraId="73BA8F08" w14:textId="2034183D" w:rsidR="00506518" w:rsidRPr="00506518" w:rsidRDefault="006547FE" w:rsidP="00A73834">
      <w:pPr>
        <w:pStyle w:val="XMLCode"/>
        <w:rPr>
          <w:highlight w:val="white"/>
        </w:rPr>
      </w:pPr>
      <w:r>
        <w:rPr>
          <w:highlight w:val="white"/>
        </w:rPr>
        <w:tab/>
      </w:r>
      <w:r w:rsidR="005449A0">
        <w:rPr>
          <w:highlight w:val="white"/>
        </w:rPr>
        <w:tab/>
      </w:r>
      <w:r w:rsidR="005449A0">
        <w:rPr>
          <w:highlight w:val="white"/>
        </w:rPr>
        <w:tab/>
      </w:r>
      <w:r w:rsidR="00506518" w:rsidRPr="00506518">
        <w:rPr>
          <w:highlight w:val="white"/>
        </w:rPr>
        <w:t>&lt;Amt Ccy="EUR"&gt;98.76&lt;/Amt&gt;</w:t>
      </w:r>
    </w:p>
    <w:p w14:paraId="570E0DE8" w14:textId="1B04E42B"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BuyInPric</w:t>
      </w:r>
      <w:proofErr w:type="spellEnd"/>
      <w:r w:rsidR="00506518" w:rsidRPr="00506518">
        <w:rPr>
          <w:highlight w:val="white"/>
        </w:rPr>
        <w:t>&gt;</w:t>
      </w:r>
    </w:p>
    <w:p w14:paraId="51385B9E" w14:textId="29B4FE74"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BuyInSttlmDt</w:t>
      </w:r>
      <w:proofErr w:type="spellEnd"/>
      <w:r w:rsidR="00506518" w:rsidRPr="00506518">
        <w:rPr>
          <w:highlight w:val="white"/>
        </w:rPr>
        <w:t>&gt;</w:t>
      </w:r>
    </w:p>
    <w:p w14:paraId="7A1F8A2C" w14:textId="3AB77AE7" w:rsidR="00506518" w:rsidRPr="00506518" w:rsidRDefault="005449A0" w:rsidP="00A73834">
      <w:pPr>
        <w:pStyle w:val="XMLCode"/>
        <w:rPr>
          <w:highlight w:val="white"/>
        </w:rPr>
      </w:pPr>
      <w:r>
        <w:rPr>
          <w:highlight w:val="white"/>
        </w:rPr>
        <w:tab/>
      </w:r>
      <w:r>
        <w:rPr>
          <w:highlight w:val="white"/>
        </w:rPr>
        <w:tab/>
      </w:r>
      <w:r w:rsidR="006547FE">
        <w:rPr>
          <w:highlight w:val="white"/>
        </w:rPr>
        <w:tab/>
      </w:r>
      <w:r w:rsidR="00506518" w:rsidRPr="00506518">
        <w:rPr>
          <w:highlight w:val="white"/>
        </w:rPr>
        <w:t>&lt;Dt&gt;2021-08-13&lt;/Dt&gt;</w:t>
      </w:r>
    </w:p>
    <w:p w14:paraId="2704A8A8" w14:textId="5D499451" w:rsidR="00506518" w:rsidRPr="00506518" w:rsidRDefault="005449A0" w:rsidP="00A73834">
      <w:pPr>
        <w:pStyle w:val="XMLCode"/>
        <w:rPr>
          <w:highlight w:val="white"/>
        </w:rPr>
      </w:pPr>
      <w:r>
        <w:rPr>
          <w:highlight w:val="white"/>
        </w:rPr>
        <w:tab/>
      </w:r>
      <w:r>
        <w:rPr>
          <w:highlight w:val="white"/>
        </w:rPr>
        <w:tab/>
      </w:r>
      <w:r w:rsidR="00506518" w:rsidRPr="00506518">
        <w:rPr>
          <w:highlight w:val="white"/>
        </w:rPr>
        <w:t>&lt;/</w:t>
      </w:r>
      <w:proofErr w:type="spellStart"/>
      <w:r w:rsidR="00506518" w:rsidRPr="00506518">
        <w:rPr>
          <w:highlight w:val="white"/>
        </w:rPr>
        <w:t>BuyInSttlmDt</w:t>
      </w:r>
      <w:proofErr w:type="spellEnd"/>
      <w:r w:rsidR="00506518" w:rsidRPr="00506518">
        <w:rPr>
          <w:highlight w:val="white"/>
        </w:rPr>
        <w:t>&gt;</w:t>
      </w:r>
    </w:p>
    <w:p w14:paraId="2F52E3F4" w14:textId="2ABB8616" w:rsidR="005449A0" w:rsidRDefault="005449A0" w:rsidP="00A73834">
      <w:pPr>
        <w:pStyle w:val="XMLCode"/>
        <w:rPr>
          <w:highlight w:val="white"/>
        </w:rPr>
      </w:pPr>
      <w:r>
        <w:rPr>
          <w:highlight w:val="white"/>
        </w:rPr>
        <w:tab/>
      </w:r>
      <w:r w:rsidR="00506518" w:rsidRPr="00506518">
        <w:rPr>
          <w:highlight w:val="white"/>
        </w:rPr>
        <w:t>&lt;/</w:t>
      </w:r>
      <w:proofErr w:type="spellStart"/>
      <w:r w:rsidR="00506518" w:rsidRPr="00506518">
        <w:rPr>
          <w:highlight w:val="white"/>
        </w:rPr>
        <w:t>BuyInAttrbts</w:t>
      </w:r>
      <w:proofErr w:type="spellEnd"/>
      <w:r w:rsidR="00506518" w:rsidRPr="00506518">
        <w:rPr>
          <w:highlight w:val="white"/>
        </w:rPr>
        <w:t>&gt;</w:t>
      </w:r>
    </w:p>
    <w:p w14:paraId="03764205" w14:textId="1CB69015" w:rsidR="00506518" w:rsidRPr="00506518" w:rsidRDefault="00506518" w:rsidP="00A73834">
      <w:pPr>
        <w:pStyle w:val="XMLCode"/>
        <w:rPr>
          <w:highlight w:val="white"/>
        </w:rPr>
      </w:pPr>
      <w:r w:rsidRPr="00506518">
        <w:rPr>
          <w:highlight w:val="white"/>
        </w:rPr>
        <w:t>&lt;/</w:t>
      </w:r>
      <w:proofErr w:type="spellStart"/>
      <w:r w:rsidRPr="00506518">
        <w:rPr>
          <w:highlight w:val="white"/>
        </w:rPr>
        <w:t>BuyInRgltryAdvc</w:t>
      </w:r>
      <w:proofErr w:type="spellEnd"/>
      <w:r w:rsidRPr="00506518">
        <w:rPr>
          <w:highlight w:val="white"/>
        </w:rPr>
        <w:t>&gt;</w:t>
      </w:r>
    </w:p>
    <w:p w14:paraId="1D7DB502" w14:textId="35CD841C" w:rsidR="009329C0" w:rsidRDefault="009329C0" w:rsidP="009329C0"/>
    <w:p w14:paraId="28520615" w14:textId="5B90DB78" w:rsidR="0088633C" w:rsidRDefault="0088633C">
      <w:pPr>
        <w:suppressAutoHyphens w:val="0"/>
        <w:spacing w:before="0"/>
      </w:pPr>
      <w:r>
        <w:br w:type="page"/>
      </w:r>
    </w:p>
    <w:p w14:paraId="5F40707F" w14:textId="77777777" w:rsidR="009329C0" w:rsidRPr="009329C0" w:rsidRDefault="009329C0" w:rsidP="009329C0"/>
    <w:p w14:paraId="05DF6BC4" w14:textId="3177319B" w:rsidR="000B58A4" w:rsidRPr="00FA37D7" w:rsidRDefault="00DF1690" w:rsidP="000B58A4">
      <w:pPr>
        <w:pStyle w:val="Heading2"/>
      </w:pPr>
      <w:bookmarkStart w:id="26" w:name="_Toc324500587"/>
      <w:bookmarkStart w:id="27" w:name="_Toc325451303"/>
      <w:bookmarkStart w:id="28" w:name="_Toc356540984"/>
      <w:bookmarkStart w:id="29" w:name="_Toc411494518"/>
      <w:bookmarkStart w:id="30" w:name="_Toc426629150"/>
      <w:bookmarkStart w:id="31" w:name="_Toc190791582"/>
      <w:proofErr w:type="spellStart"/>
      <w:r>
        <w:t>BuyIn</w:t>
      </w:r>
      <w:r w:rsidR="006036F8">
        <w:t>Regulatory</w:t>
      </w:r>
      <w:r w:rsidR="000B58A4" w:rsidRPr="00FA37D7">
        <w:t>Advice</w:t>
      </w:r>
      <w:r w:rsidR="006036F8">
        <w:t>Response</w:t>
      </w:r>
      <w:proofErr w:type="spellEnd"/>
      <w:r w:rsidR="002155ED" w:rsidRPr="00FA37D7">
        <w:t xml:space="preserve"> </w:t>
      </w:r>
      <w:r w:rsidR="00014EF2">
        <w:t>sese.</w:t>
      </w:r>
      <w:r w:rsidR="005F5258">
        <w:t>042</w:t>
      </w:r>
      <w:r w:rsidR="00014EF2">
        <w:t>.001</w:t>
      </w:r>
      <w:r w:rsidR="000B58A4" w:rsidRPr="00FA37D7">
        <w:t>.</w:t>
      </w:r>
      <w:bookmarkEnd w:id="26"/>
      <w:bookmarkEnd w:id="27"/>
      <w:bookmarkEnd w:id="28"/>
      <w:bookmarkEnd w:id="29"/>
      <w:bookmarkEnd w:id="30"/>
      <w:r w:rsidR="002155ED" w:rsidRPr="00FA37D7">
        <w:t>0</w:t>
      </w:r>
      <w:r w:rsidR="000E6779">
        <w:t>2</w:t>
      </w:r>
      <w:bookmarkEnd w:id="31"/>
    </w:p>
    <w:p w14:paraId="05DF6BC5" w14:textId="77777777" w:rsidR="000B58A4" w:rsidRPr="00FA37D7" w:rsidRDefault="000B58A4" w:rsidP="000B58A4">
      <w:pPr>
        <w:pStyle w:val="BlockLabel"/>
      </w:pPr>
      <w:r w:rsidRPr="00FA37D7">
        <w:t>Description</w:t>
      </w:r>
    </w:p>
    <w:p w14:paraId="05DF6BC6" w14:textId="0E8FE733" w:rsidR="000B58A4" w:rsidRPr="00FA37D7" w:rsidRDefault="003E6D0C" w:rsidP="000B58A4">
      <w:bookmarkStart w:id="32" w:name="_Hlk41654294"/>
      <w:r>
        <w:t>Upon</w:t>
      </w:r>
      <w:r w:rsidR="0052399E">
        <w:t xml:space="preserve"> receiving </w:t>
      </w:r>
      <w:r w:rsidR="00262884">
        <w:t xml:space="preserve">a buy-in advice as described in the previous example, </w:t>
      </w:r>
      <w:r w:rsidR="0052399E">
        <w:t xml:space="preserve">CSD </w:t>
      </w:r>
      <w:r w:rsidR="00262884">
        <w:t xml:space="preserve">A confirms </w:t>
      </w:r>
      <w:r w:rsidR="00B61BDB">
        <w:t xml:space="preserve">the receipt of </w:t>
      </w:r>
      <w:r w:rsidR="00262884">
        <w:t>the message to institution ABCD</w:t>
      </w:r>
      <w:r w:rsidR="00A73834">
        <w:t>.</w:t>
      </w:r>
    </w:p>
    <w:bookmarkEnd w:id="32"/>
    <w:p w14:paraId="05DF6BC7" w14:textId="77777777" w:rsidR="000B58A4" w:rsidRPr="00FA37D7" w:rsidRDefault="00AD2D49" w:rsidP="000B58A4">
      <w:pPr>
        <w:pStyle w:val="BlockLabel"/>
      </w:pPr>
      <w:r w:rsidRPr="00FA37D7">
        <w:t>Business Data</w:t>
      </w:r>
    </w:p>
    <w:p w14:paraId="05DF6BC8" w14:textId="41A5379D" w:rsidR="000B58A4" w:rsidRPr="00FA37D7" w:rsidRDefault="000B58A4" w:rsidP="000B58A4">
      <w:pPr>
        <w:pStyle w:val="Normal2"/>
      </w:pPr>
      <w:r w:rsidRPr="00FA37D7">
        <w:t xml:space="preserve">Requested </w:t>
      </w:r>
      <w:r w:rsidR="00A73834">
        <w:t>r</w:t>
      </w:r>
      <w:r w:rsidRPr="00FA37D7">
        <w:t xml:space="preserve">eference: </w:t>
      </w:r>
      <w:r w:rsidR="00262884">
        <w:t>BUYINADV1</w:t>
      </w:r>
    </w:p>
    <w:p w14:paraId="05DF6BCD" w14:textId="7A5362B0" w:rsidR="000B58A4" w:rsidRPr="00FA37D7" w:rsidRDefault="000B58A4" w:rsidP="000B58A4">
      <w:pPr>
        <w:pStyle w:val="Normal2"/>
      </w:pPr>
      <w:r w:rsidRPr="00FA37D7">
        <w:t xml:space="preserve">Processing </w:t>
      </w:r>
      <w:r w:rsidR="002E2B3C">
        <w:t>s</w:t>
      </w:r>
      <w:r w:rsidRPr="00FA37D7">
        <w:t xml:space="preserve">tatus (no reason): </w:t>
      </w:r>
      <w:r w:rsidR="006036F8">
        <w:t>accepted</w:t>
      </w:r>
    </w:p>
    <w:p w14:paraId="05DF6BCE" w14:textId="77777777" w:rsidR="000B58A4" w:rsidRPr="00FA37D7" w:rsidRDefault="000B58A4" w:rsidP="000B58A4">
      <w:pPr>
        <w:pStyle w:val="BlockLabelBeforeXML"/>
      </w:pPr>
      <w:r w:rsidRPr="00FA37D7">
        <w:t>Message Instance</w:t>
      </w:r>
    </w:p>
    <w:p w14:paraId="09F15D4B" w14:textId="09B169FB" w:rsidR="0096019B" w:rsidRPr="0096019B" w:rsidRDefault="0096019B" w:rsidP="00A73834">
      <w:pPr>
        <w:pStyle w:val="XMLCode"/>
        <w:rPr>
          <w:highlight w:val="white"/>
        </w:rPr>
      </w:pPr>
      <w:r w:rsidRPr="0096019B">
        <w:rPr>
          <w:highlight w:val="white"/>
        </w:rPr>
        <w:t>&lt;</w:t>
      </w:r>
      <w:proofErr w:type="spellStart"/>
      <w:r w:rsidRPr="0096019B">
        <w:rPr>
          <w:highlight w:val="white"/>
        </w:rPr>
        <w:t>BuyInRgltryAdvcRspn</w:t>
      </w:r>
      <w:proofErr w:type="spellEnd"/>
      <w:r w:rsidRPr="0096019B">
        <w:rPr>
          <w:highlight w:val="white"/>
        </w:rPr>
        <w:t>&gt;</w:t>
      </w:r>
    </w:p>
    <w:p w14:paraId="0B94B322" w14:textId="4B42CBA0"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ReqRef</w:t>
      </w:r>
      <w:proofErr w:type="spellEnd"/>
      <w:r w:rsidR="0096019B" w:rsidRPr="0096019B">
        <w:rPr>
          <w:highlight w:val="white"/>
        </w:rPr>
        <w:t>&gt;</w:t>
      </w:r>
    </w:p>
    <w:p w14:paraId="62A8CB42" w14:textId="429D83AE" w:rsidR="0096019B" w:rsidRPr="0096019B" w:rsidRDefault="005449A0" w:rsidP="00A73834">
      <w:pPr>
        <w:pStyle w:val="XMLCode"/>
        <w:rPr>
          <w:highlight w:val="white"/>
        </w:rPr>
      </w:pPr>
      <w:r>
        <w:rPr>
          <w:highlight w:val="white"/>
        </w:rPr>
        <w:tab/>
      </w:r>
      <w:r>
        <w:rPr>
          <w:highlight w:val="white"/>
        </w:rPr>
        <w:tab/>
      </w:r>
      <w:r w:rsidR="0096019B" w:rsidRPr="0096019B">
        <w:rPr>
          <w:highlight w:val="white"/>
        </w:rPr>
        <w:t>&lt;Id&gt;BUYINADV1&lt;/Id&gt;</w:t>
      </w:r>
    </w:p>
    <w:p w14:paraId="008A8DC1" w14:textId="13BB18C9"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ReqRef</w:t>
      </w:r>
      <w:proofErr w:type="spellEnd"/>
      <w:r w:rsidR="0096019B" w:rsidRPr="0096019B">
        <w:rPr>
          <w:highlight w:val="white"/>
        </w:rPr>
        <w:t>&gt;</w:t>
      </w:r>
    </w:p>
    <w:p w14:paraId="5E6CD25E" w14:textId="5D41073F"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AcctOwnr</w:t>
      </w:r>
      <w:proofErr w:type="spellEnd"/>
      <w:r w:rsidR="0096019B" w:rsidRPr="0096019B">
        <w:rPr>
          <w:highlight w:val="white"/>
        </w:rPr>
        <w:t>&gt;</w:t>
      </w:r>
    </w:p>
    <w:p w14:paraId="0FCF5544" w14:textId="18163D0E" w:rsidR="0096019B" w:rsidRPr="0096019B" w:rsidRDefault="005449A0" w:rsidP="00A73834">
      <w:pPr>
        <w:pStyle w:val="XMLCode"/>
        <w:rPr>
          <w:highlight w:val="white"/>
        </w:rPr>
      </w:pPr>
      <w:r>
        <w:rPr>
          <w:highlight w:val="white"/>
        </w:rPr>
        <w:tab/>
      </w:r>
      <w:r>
        <w:rPr>
          <w:highlight w:val="white"/>
        </w:rPr>
        <w:tab/>
      </w:r>
      <w:r w:rsidR="0096019B" w:rsidRPr="0096019B">
        <w:rPr>
          <w:highlight w:val="white"/>
        </w:rPr>
        <w:t>&lt;Id&gt;</w:t>
      </w:r>
    </w:p>
    <w:p w14:paraId="2006CCF9" w14:textId="5D3C7B1C" w:rsidR="0096019B" w:rsidRPr="0096019B" w:rsidRDefault="005449A0" w:rsidP="00A73834">
      <w:pPr>
        <w:pStyle w:val="XMLCode"/>
        <w:rPr>
          <w:highlight w:val="white"/>
        </w:rPr>
      </w:pPr>
      <w:r>
        <w:rPr>
          <w:highlight w:val="white"/>
        </w:rPr>
        <w:tab/>
      </w:r>
      <w:r>
        <w:rPr>
          <w:highlight w:val="white"/>
        </w:rPr>
        <w:tab/>
      </w:r>
      <w:r w:rsidR="006547FE">
        <w:rPr>
          <w:highlight w:val="white"/>
        </w:rPr>
        <w:tab/>
      </w:r>
      <w:r w:rsidR="0096019B" w:rsidRPr="0096019B">
        <w:rPr>
          <w:highlight w:val="white"/>
        </w:rPr>
        <w:t>&lt;</w:t>
      </w:r>
      <w:proofErr w:type="spellStart"/>
      <w:r w:rsidR="0096019B" w:rsidRPr="0096019B">
        <w:rPr>
          <w:highlight w:val="white"/>
        </w:rPr>
        <w:t>AnyBIC</w:t>
      </w:r>
      <w:proofErr w:type="spellEnd"/>
      <w:r w:rsidR="0096019B" w:rsidRPr="0096019B">
        <w:rPr>
          <w:highlight w:val="white"/>
        </w:rPr>
        <w:t>&gt;ABCDABCD041&lt;/</w:t>
      </w:r>
      <w:proofErr w:type="spellStart"/>
      <w:r w:rsidR="0096019B" w:rsidRPr="0096019B">
        <w:rPr>
          <w:highlight w:val="white"/>
        </w:rPr>
        <w:t>AnyBIC</w:t>
      </w:r>
      <w:proofErr w:type="spellEnd"/>
      <w:r w:rsidR="0096019B" w:rsidRPr="0096019B">
        <w:rPr>
          <w:highlight w:val="white"/>
        </w:rPr>
        <w:t>&gt;</w:t>
      </w:r>
    </w:p>
    <w:p w14:paraId="3FF239EF" w14:textId="5F1FE65A" w:rsidR="0096019B" w:rsidRPr="0096019B" w:rsidRDefault="005449A0" w:rsidP="00A73834">
      <w:pPr>
        <w:pStyle w:val="XMLCode"/>
        <w:rPr>
          <w:highlight w:val="white"/>
        </w:rPr>
      </w:pPr>
      <w:r>
        <w:rPr>
          <w:highlight w:val="white"/>
        </w:rPr>
        <w:tab/>
      </w:r>
      <w:r>
        <w:rPr>
          <w:highlight w:val="white"/>
        </w:rPr>
        <w:tab/>
      </w:r>
      <w:r w:rsidR="0096019B" w:rsidRPr="0096019B">
        <w:rPr>
          <w:highlight w:val="white"/>
        </w:rPr>
        <w:t>&lt;/Id&gt;</w:t>
      </w:r>
    </w:p>
    <w:p w14:paraId="4AA5589F" w14:textId="37C27A3B"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AcctOwnr</w:t>
      </w:r>
      <w:proofErr w:type="spellEnd"/>
      <w:r w:rsidR="0096019B" w:rsidRPr="0096019B">
        <w:rPr>
          <w:highlight w:val="white"/>
        </w:rPr>
        <w:t>&gt;</w:t>
      </w:r>
    </w:p>
    <w:p w14:paraId="44459A96" w14:textId="08D7CA93"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SfkpgAcct</w:t>
      </w:r>
      <w:proofErr w:type="spellEnd"/>
      <w:r w:rsidR="0096019B" w:rsidRPr="0096019B">
        <w:rPr>
          <w:highlight w:val="white"/>
        </w:rPr>
        <w:t>&gt;</w:t>
      </w:r>
    </w:p>
    <w:p w14:paraId="3D4849A1" w14:textId="6292E6CA" w:rsidR="0096019B" w:rsidRPr="0096019B" w:rsidRDefault="005449A0" w:rsidP="00A73834">
      <w:pPr>
        <w:pStyle w:val="XMLCode"/>
        <w:rPr>
          <w:highlight w:val="white"/>
        </w:rPr>
      </w:pPr>
      <w:r>
        <w:rPr>
          <w:highlight w:val="white"/>
        </w:rPr>
        <w:tab/>
      </w:r>
      <w:r>
        <w:rPr>
          <w:highlight w:val="white"/>
        </w:rPr>
        <w:tab/>
      </w:r>
      <w:r w:rsidR="0096019B" w:rsidRPr="0096019B">
        <w:rPr>
          <w:highlight w:val="white"/>
        </w:rPr>
        <w:t>&lt;Id&gt;ACC1&lt;/Id&gt;</w:t>
      </w:r>
    </w:p>
    <w:p w14:paraId="193D76DD" w14:textId="54168E86"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SfkpgAcct</w:t>
      </w:r>
      <w:proofErr w:type="spellEnd"/>
      <w:r w:rsidR="0096019B" w:rsidRPr="0096019B">
        <w:rPr>
          <w:highlight w:val="white"/>
        </w:rPr>
        <w:t>&gt;</w:t>
      </w:r>
    </w:p>
    <w:p w14:paraId="51B7E38D" w14:textId="79A8C075" w:rsidR="0096019B" w:rsidRPr="0096019B"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PrcgSts</w:t>
      </w:r>
      <w:proofErr w:type="spellEnd"/>
      <w:r w:rsidR="0096019B" w:rsidRPr="0096019B">
        <w:rPr>
          <w:highlight w:val="white"/>
        </w:rPr>
        <w:t>&gt;</w:t>
      </w:r>
    </w:p>
    <w:p w14:paraId="16A182A0" w14:textId="697EF22A" w:rsidR="0096019B" w:rsidRPr="0096019B" w:rsidRDefault="005449A0" w:rsidP="00A73834">
      <w:pPr>
        <w:pStyle w:val="XMLCode"/>
        <w:rPr>
          <w:highlight w:val="white"/>
        </w:rPr>
      </w:pPr>
      <w:r>
        <w:rPr>
          <w:highlight w:val="white"/>
        </w:rPr>
        <w:tab/>
      </w:r>
      <w:r>
        <w:rPr>
          <w:highlight w:val="white"/>
        </w:rPr>
        <w:tab/>
      </w:r>
      <w:r w:rsidR="0096019B" w:rsidRPr="0096019B">
        <w:rPr>
          <w:highlight w:val="white"/>
        </w:rPr>
        <w:t>&lt;</w:t>
      </w:r>
      <w:proofErr w:type="spellStart"/>
      <w:r w:rsidR="0096019B" w:rsidRPr="0096019B">
        <w:rPr>
          <w:highlight w:val="white"/>
        </w:rPr>
        <w:t>AckdAccptd</w:t>
      </w:r>
      <w:proofErr w:type="spellEnd"/>
      <w:r w:rsidR="0096019B" w:rsidRPr="0096019B">
        <w:rPr>
          <w:highlight w:val="white"/>
        </w:rPr>
        <w:t>&gt;</w:t>
      </w:r>
    </w:p>
    <w:p w14:paraId="4D1CE4E7" w14:textId="602EA011" w:rsidR="0096019B" w:rsidRPr="0096019B" w:rsidRDefault="005449A0" w:rsidP="00A73834">
      <w:pPr>
        <w:pStyle w:val="XMLCode"/>
        <w:rPr>
          <w:highlight w:val="white"/>
        </w:rPr>
      </w:pPr>
      <w:r>
        <w:rPr>
          <w:highlight w:val="white"/>
        </w:rPr>
        <w:tab/>
      </w:r>
      <w:r>
        <w:rPr>
          <w:highlight w:val="white"/>
        </w:rPr>
        <w:tab/>
      </w:r>
      <w:r w:rsidR="006547FE">
        <w:rPr>
          <w:highlight w:val="white"/>
        </w:rPr>
        <w:tab/>
      </w:r>
      <w:r w:rsidR="0096019B" w:rsidRPr="0096019B">
        <w:rPr>
          <w:highlight w:val="white"/>
        </w:rPr>
        <w:t>&lt;</w:t>
      </w:r>
      <w:proofErr w:type="spellStart"/>
      <w:r w:rsidR="0096019B" w:rsidRPr="0096019B">
        <w:rPr>
          <w:highlight w:val="white"/>
        </w:rPr>
        <w:t>NoSpcfdRsn</w:t>
      </w:r>
      <w:proofErr w:type="spellEnd"/>
      <w:r w:rsidR="0096019B" w:rsidRPr="0096019B">
        <w:rPr>
          <w:highlight w:val="white"/>
        </w:rPr>
        <w:t>&gt;NORE&lt;/</w:t>
      </w:r>
      <w:proofErr w:type="spellStart"/>
      <w:r w:rsidR="0096019B" w:rsidRPr="0096019B">
        <w:rPr>
          <w:highlight w:val="white"/>
        </w:rPr>
        <w:t>NoSpcfdRsn</w:t>
      </w:r>
      <w:proofErr w:type="spellEnd"/>
      <w:r w:rsidR="0096019B" w:rsidRPr="0096019B">
        <w:rPr>
          <w:highlight w:val="white"/>
        </w:rPr>
        <w:t>&gt;</w:t>
      </w:r>
    </w:p>
    <w:p w14:paraId="68865545" w14:textId="70B099A9" w:rsidR="0096019B" w:rsidRPr="0096019B" w:rsidRDefault="005449A0" w:rsidP="00A73834">
      <w:pPr>
        <w:pStyle w:val="XMLCode"/>
        <w:rPr>
          <w:highlight w:val="white"/>
        </w:rPr>
      </w:pPr>
      <w:r>
        <w:rPr>
          <w:highlight w:val="white"/>
        </w:rPr>
        <w:tab/>
      </w:r>
      <w:r>
        <w:rPr>
          <w:highlight w:val="white"/>
        </w:rPr>
        <w:tab/>
      </w:r>
      <w:r w:rsidR="0096019B" w:rsidRPr="0096019B">
        <w:rPr>
          <w:highlight w:val="white"/>
        </w:rPr>
        <w:t>&lt;/</w:t>
      </w:r>
      <w:proofErr w:type="spellStart"/>
      <w:r w:rsidR="0096019B" w:rsidRPr="0096019B">
        <w:rPr>
          <w:highlight w:val="white"/>
        </w:rPr>
        <w:t>AckdAccptd</w:t>
      </w:r>
      <w:proofErr w:type="spellEnd"/>
      <w:r w:rsidR="0096019B" w:rsidRPr="0096019B">
        <w:rPr>
          <w:highlight w:val="white"/>
        </w:rPr>
        <w:t>&gt;</w:t>
      </w:r>
    </w:p>
    <w:p w14:paraId="681E7E8F" w14:textId="2AD9A916" w:rsidR="005449A0" w:rsidRDefault="005449A0" w:rsidP="00A73834">
      <w:pPr>
        <w:pStyle w:val="XMLCode"/>
        <w:rPr>
          <w:highlight w:val="white"/>
        </w:rPr>
      </w:pPr>
      <w:r>
        <w:rPr>
          <w:highlight w:val="white"/>
        </w:rPr>
        <w:tab/>
      </w:r>
      <w:r w:rsidR="0096019B" w:rsidRPr="0096019B">
        <w:rPr>
          <w:highlight w:val="white"/>
        </w:rPr>
        <w:t>&lt;/</w:t>
      </w:r>
      <w:proofErr w:type="spellStart"/>
      <w:r w:rsidR="0096019B" w:rsidRPr="0096019B">
        <w:rPr>
          <w:highlight w:val="white"/>
        </w:rPr>
        <w:t>PrcgSts</w:t>
      </w:r>
      <w:proofErr w:type="spellEnd"/>
      <w:r w:rsidR="0096019B" w:rsidRPr="0096019B">
        <w:rPr>
          <w:highlight w:val="white"/>
        </w:rPr>
        <w:t>&gt;</w:t>
      </w:r>
    </w:p>
    <w:p w14:paraId="3F636597" w14:textId="638829AC" w:rsidR="006036F8" w:rsidRPr="005449A0" w:rsidRDefault="0096019B" w:rsidP="00A73834">
      <w:pPr>
        <w:pStyle w:val="XMLCode"/>
        <w:rPr>
          <w:highlight w:val="white"/>
        </w:rPr>
      </w:pPr>
      <w:r w:rsidRPr="0096019B">
        <w:rPr>
          <w:highlight w:val="white"/>
        </w:rPr>
        <w:t>&lt;/</w:t>
      </w:r>
      <w:proofErr w:type="spellStart"/>
      <w:r w:rsidRPr="0096019B">
        <w:rPr>
          <w:highlight w:val="white"/>
        </w:rPr>
        <w:t>BuyInRgltryAdvcRspn</w:t>
      </w:r>
      <w:proofErr w:type="spellEnd"/>
      <w:r w:rsidRPr="0096019B">
        <w:rPr>
          <w:highlight w:val="white"/>
        </w:rPr>
        <w:t>&gt;</w:t>
      </w:r>
    </w:p>
    <w:p w14:paraId="15F2AA6E" w14:textId="7B68F393" w:rsidR="006036F8" w:rsidRDefault="006036F8" w:rsidP="006036F8">
      <w:pPr>
        <w:pStyle w:val="XMLCode"/>
      </w:pPr>
    </w:p>
    <w:p w14:paraId="045539B4" w14:textId="6BFE0647" w:rsidR="006036F8" w:rsidRDefault="006036F8" w:rsidP="006036F8">
      <w:pPr>
        <w:pStyle w:val="XMLCode"/>
      </w:pPr>
      <w:r>
        <w:t>Note that</w:t>
      </w:r>
      <w:r w:rsidR="00892E50">
        <w:t xml:space="preserve"> the</w:t>
      </w:r>
      <w:r>
        <w:t xml:space="preserve"> </w:t>
      </w:r>
      <w:r w:rsidR="00A73834">
        <w:t>buy</w:t>
      </w:r>
      <w:r>
        <w:t xml:space="preserve">-in details </w:t>
      </w:r>
      <w:r w:rsidR="006547FE">
        <w:t>may</w:t>
      </w:r>
      <w:r>
        <w:t xml:space="preserve"> optionally be</w:t>
      </w:r>
      <w:r w:rsidR="006547FE">
        <w:t xml:space="preserve"> </w:t>
      </w:r>
      <w:r>
        <w:t>included in the response message.</w:t>
      </w:r>
    </w:p>
    <w:p w14:paraId="05DF6BE0" w14:textId="64F71050" w:rsidR="000B58A4" w:rsidRPr="00FA37D7" w:rsidRDefault="000B58A4" w:rsidP="000B58A4">
      <w:pPr>
        <w:pStyle w:val="XMLCode"/>
      </w:pPr>
    </w:p>
    <w:bookmarkEnd w:id="5"/>
    <w:p w14:paraId="05DF6EF3" w14:textId="77777777" w:rsidR="00176D27" w:rsidRPr="00FA37D7" w:rsidRDefault="00176D27" w:rsidP="00176D27">
      <w:pPr>
        <w:sectPr w:rsidR="00176D27" w:rsidRPr="00FA37D7" w:rsidSect="006E0076">
          <w:headerReference w:type="even" r:id="rId27"/>
          <w:headerReference w:type="default" r:id="rId28"/>
          <w:footerReference w:type="even" r:id="rId29"/>
          <w:type w:val="oddPage"/>
          <w:pgSz w:w="11909" w:h="15840" w:code="9"/>
          <w:pgMar w:top="1021" w:right="1304" w:bottom="1701" w:left="1304" w:header="567" w:footer="567" w:gutter="0"/>
          <w:cols w:space="720"/>
        </w:sectPr>
      </w:pPr>
    </w:p>
    <w:p w14:paraId="7F517849" w14:textId="77777777" w:rsidR="006D657A" w:rsidRPr="00516F3F" w:rsidRDefault="006D657A" w:rsidP="006D657A">
      <w:pPr>
        <w:pStyle w:val="Heading"/>
      </w:pPr>
      <w:bookmarkStart w:id="33" w:name="_Toc468204409"/>
      <w:bookmarkStart w:id="34" w:name="_Toc190791583"/>
      <w:bookmarkStart w:id="35" w:name="_Toc314668495"/>
      <w:bookmarkStart w:id="36" w:name="_Toc315342000"/>
      <w:bookmarkStart w:id="37" w:name="_Toc315425656"/>
      <w:bookmarkStart w:id="38" w:name="_Toc315438499"/>
      <w:r>
        <w:lastRenderedPageBreak/>
        <w:t>Revision Record</w:t>
      </w:r>
      <w:bookmarkEnd w:id="33"/>
      <w:bookmarkEnd w:id="34"/>
    </w:p>
    <w:tbl>
      <w:tblPr>
        <w:tblStyle w:val="TableGrid"/>
        <w:tblW w:w="0" w:type="auto"/>
        <w:tblInd w:w="250" w:type="dxa"/>
        <w:tblLook w:val="04A0" w:firstRow="1" w:lastRow="0" w:firstColumn="1" w:lastColumn="0" w:noHBand="0" w:noVBand="1"/>
      </w:tblPr>
      <w:tblGrid>
        <w:gridCol w:w="1126"/>
        <w:gridCol w:w="1404"/>
        <w:gridCol w:w="1786"/>
        <w:gridCol w:w="2840"/>
        <w:gridCol w:w="1885"/>
      </w:tblGrid>
      <w:tr w:rsidR="006D657A" w14:paraId="093CD789" w14:textId="77777777" w:rsidTr="009E5B07">
        <w:tc>
          <w:tcPr>
            <w:tcW w:w="1126" w:type="dxa"/>
            <w:tcBorders>
              <w:top w:val="single" w:sz="4" w:space="0" w:color="auto"/>
              <w:left w:val="single" w:sz="4" w:space="0" w:color="auto"/>
              <w:bottom w:val="single" w:sz="4" w:space="0" w:color="auto"/>
              <w:right w:val="single" w:sz="4" w:space="0" w:color="auto"/>
            </w:tcBorders>
            <w:hideMark/>
          </w:tcPr>
          <w:p w14:paraId="7380875F" w14:textId="77777777" w:rsidR="006D657A" w:rsidRPr="006D657A" w:rsidRDefault="006D657A" w:rsidP="006D657A">
            <w:pPr>
              <w:pStyle w:val="TableHeading"/>
            </w:pPr>
            <w:r w:rsidRPr="00A15787">
              <w:t>Revision</w:t>
            </w:r>
          </w:p>
        </w:tc>
        <w:tc>
          <w:tcPr>
            <w:tcW w:w="1404" w:type="dxa"/>
            <w:tcBorders>
              <w:top w:val="single" w:sz="4" w:space="0" w:color="auto"/>
              <w:left w:val="single" w:sz="4" w:space="0" w:color="auto"/>
              <w:bottom w:val="single" w:sz="4" w:space="0" w:color="auto"/>
              <w:right w:val="single" w:sz="4" w:space="0" w:color="auto"/>
            </w:tcBorders>
            <w:hideMark/>
          </w:tcPr>
          <w:p w14:paraId="24D63549" w14:textId="77777777" w:rsidR="006D657A" w:rsidRPr="006D657A" w:rsidRDefault="006D657A" w:rsidP="006D657A">
            <w:pPr>
              <w:pStyle w:val="TableHeading"/>
            </w:pPr>
            <w:r w:rsidRPr="00A15787">
              <w:t>Date</w:t>
            </w:r>
          </w:p>
        </w:tc>
        <w:tc>
          <w:tcPr>
            <w:tcW w:w="1786" w:type="dxa"/>
            <w:tcBorders>
              <w:top w:val="single" w:sz="4" w:space="0" w:color="auto"/>
              <w:left w:val="single" w:sz="4" w:space="0" w:color="auto"/>
              <w:bottom w:val="single" w:sz="4" w:space="0" w:color="auto"/>
              <w:right w:val="single" w:sz="4" w:space="0" w:color="auto"/>
            </w:tcBorders>
            <w:hideMark/>
          </w:tcPr>
          <w:p w14:paraId="48C6E90B" w14:textId="77777777" w:rsidR="006D657A" w:rsidRPr="006D657A" w:rsidRDefault="006D657A" w:rsidP="006D657A">
            <w:pPr>
              <w:pStyle w:val="TableHeading"/>
            </w:pPr>
            <w:r w:rsidRPr="00A15787">
              <w:t>Author</w:t>
            </w:r>
          </w:p>
        </w:tc>
        <w:tc>
          <w:tcPr>
            <w:tcW w:w="2840" w:type="dxa"/>
            <w:tcBorders>
              <w:top w:val="single" w:sz="4" w:space="0" w:color="auto"/>
              <w:left w:val="single" w:sz="4" w:space="0" w:color="auto"/>
              <w:bottom w:val="single" w:sz="4" w:space="0" w:color="auto"/>
              <w:right w:val="single" w:sz="4" w:space="0" w:color="auto"/>
            </w:tcBorders>
            <w:hideMark/>
          </w:tcPr>
          <w:p w14:paraId="11E71554" w14:textId="77777777" w:rsidR="006D657A" w:rsidRPr="006D657A" w:rsidRDefault="006D657A" w:rsidP="006D657A">
            <w:pPr>
              <w:pStyle w:val="TableHeading"/>
            </w:pPr>
            <w:r w:rsidRPr="00A15787">
              <w:t>Description</w:t>
            </w:r>
          </w:p>
        </w:tc>
        <w:tc>
          <w:tcPr>
            <w:tcW w:w="1885" w:type="dxa"/>
            <w:tcBorders>
              <w:top w:val="single" w:sz="4" w:space="0" w:color="auto"/>
              <w:left w:val="single" w:sz="4" w:space="0" w:color="auto"/>
              <w:bottom w:val="single" w:sz="4" w:space="0" w:color="auto"/>
              <w:right w:val="single" w:sz="4" w:space="0" w:color="auto"/>
            </w:tcBorders>
            <w:hideMark/>
          </w:tcPr>
          <w:p w14:paraId="6929F22F" w14:textId="77777777" w:rsidR="006D657A" w:rsidRPr="006D657A" w:rsidRDefault="006D657A" w:rsidP="006D657A">
            <w:pPr>
              <w:pStyle w:val="TableHeading"/>
            </w:pPr>
            <w:r w:rsidRPr="00A15787">
              <w:t>Section Affected</w:t>
            </w:r>
          </w:p>
        </w:tc>
      </w:tr>
      <w:tr w:rsidR="009E5B07" w14:paraId="3BFEAF28" w14:textId="77777777" w:rsidTr="009E5B07">
        <w:tc>
          <w:tcPr>
            <w:tcW w:w="1126" w:type="dxa"/>
            <w:tcBorders>
              <w:top w:val="single" w:sz="4" w:space="0" w:color="auto"/>
              <w:left w:val="single" w:sz="4" w:space="0" w:color="auto"/>
              <w:bottom w:val="single" w:sz="4" w:space="0" w:color="auto"/>
              <w:right w:val="single" w:sz="4" w:space="0" w:color="auto"/>
            </w:tcBorders>
          </w:tcPr>
          <w:p w14:paraId="4610ECB1" w14:textId="082C2CDE" w:rsidR="009E5B07" w:rsidRPr="009E5B07" w:rsidRDefault="009E5B07" w:rsidP="009E5B07">
            <w:pPr>
              <w:pStyle w:val="TableText"/>
            </w:pPr>
            <w:r>
              <w:t>1.</w:t>
            </w:r>
            <w:r w:rsidR="00D07B4B">
              <w:t>0</w:t>
            </w:r>
          </w:p>
        </w:tc>
        <w:tc>
          <w:tcPr>
            <w:tcW w:w="1404" w:type="dxa"/>
            <w:tcBorders>
              <w:top w:val="single" w:sz="4" w:space="0" w:color="auto"/>
              <w:left w:val="single" w:sz="4" w:space="0" w:color="auto"/>
              <w:bottom w:val="single" w:sz="4" w:space="0" w:color="auto"/>
              <w:right w:val="single" w:sz="4" w:space="0" w:color="auto"/>
            </w:tcBorders>
            <w:hideMark/>
          </w:tcPr>
          <w:p w14:paraId="12551061" w14:textId="404BB390" w:rsidR="009E5B07" w:rsidRPr="009E5B07" w:rsidRDefault="00D07B4B" w:rsidP="009E5B07">
            <w:pPr>
              <w:pStyle w:val="TableText"/>
            </w:pPr>
            <w:r>
              <w:t>December 2024</w:t>
            </w:r>
          </w:p>
        </w:tc>
        <w:tc>
          <w:tcPr>
            <w:tcW w:w="1786" w:type="dxa"/>
            <w:tcBorders>
              <w:top w:val="single" w:sz="4" w:space="0" w:color="auto"/>
              <w:left w:val="single" w:sz="4" w:space="0" w:color="auto"/>
              <w:bottom w:val="single" w:sz="4" w:space="0" w:color="auto"/>
              <w:right w:val="single" w:sz="4" w:space="0" w:color="auto"/>
            </w:tcBorders>
            <w:hideMark/>
          </w:tcPr>
          <w:p w14:paraId="6462170D" w14:textId="1918BF92" w:rsidR="009E5B07" w:rsidRPr="009E5B07" w:rsidRDefault="009E5B07" w:rsidP="008B2EA5">
            <w:pPr>
              <w:pStyle w:val="TableText"/>
            </w:pPr>
            <w:r>
              <w:t>KDPW</w:t>
            </w:r>
          </w:p>
        </w:tc>
        <w:tc>
          <w:tcPr>
            <w:tcW w:w="2840" w:type="dxa"/>
            <w:tcBorders>
              <w:top w:val="single" w:sz="4" w:space="0" w:color="auto"/>
              <w:left w:val="single" w:sz="4" w:space="0" w:color="auto"/>
              <w:bottom w:val="single" w:sz="4" w:space="0" w:color="auto"/>
              <w:right w:val="single" w:sz="4" w:space="0" w:color="auto"/>
            </w:tcBorders>
          </w:tcPr>
          <w:p w14:paraId="221B484F" w14:textId="31D74E1C" w:rsidR="009E5B07" w:rsidRPr="009E5B07" w:rsidRDefault="00D07B4B" w:rsidP="009E5B07">
            <w:pPr>
              <w:pStyle w:val="TableText"/>
            </w:pPr>
            <w:r>
              <w:t>Draft version for SEG Review</w:t>
            </w:r>
          </w:p>
        </w:tc>
        <w:tc>
          <w:tcPr>
            <w:tcW w:w="1885" w:type="dxa"/>
            <w:tcBorders>
              <w:top w:val="single" w:sz="4" w:space="0" w:color="auto"/>
              <w:left w:val="single" w:sz="4" w:space="0" w:color="auto"/>
              <w:bottom w:val="single" w:sz="4" w:space="0" w:color="auto"/>
              <w:right w:val="single" w:sz="4" w:space="0" w:color="auto"/>
            </w:tcBorders>
          </w:tcPr>
          <w:p w14:paraId="0BB1B879" w14:textId="77777777" w:rsidR="009E5B07" w:rsidRPr="009E5B07" w:rsidRDefault="009E5B07" w:rsidP="009E5B07">
            <w:pPr>
              <w:pStyle w:val="TableText"/>
            </w:pPr>
            <w:r>
              <w:t>All</w:t>
            </w:r>
          </w:p>
        </w:tc>
      </w:tr>
      <w:tr w:rsidR="00B44C96" w14:paraId="09A5A109" w14:textId="77777777" w:rsidTr="009E5B07">
        <w:tc>
          <w:tcPr>
            <w:tcW w:w="1126" w:type="dxa"/>
            <w:tcBorders>
              <w:top w:val="single" w:sz="4" w:space="0" w:color="auto"/>
              <w:left w:val="single" w:sz="4" w:space="0" w:color="auto"/>
              <w:bottom w:val="single" w:sz="4" w:space="0" w:color="auto"/>
              <w:right w:val="single" w:sz="4" w:space="0" w:color="auto"/>
            </w:tcBorders>
          </w:tcPr>
          <w:p w14:paraId="78AEE671" w14:textId="4F17640F" w:rsidR="00B44C96" w:rsidRPr="00B44C96" w:rsidRDefault="00D07B4B" w:rsidP="00B44C96">
            <w:pPr>
              <w:pStyle w:val="TableText"/>
            </w:pPr>
            <w:r>
              <w:t>2</w:t>
            </w:r>
            <w:r w:rsidR="00B44C96">
              <w:t>.0</w:t>
            </w:r>
          </w:p>
        </w:tc>
        <w:tc>
          <w:tcPr>
            <w:tcW w:w="1404" w:type="dxa"/>
            <w:tcBorders>
              <w:top w:val="single" w:sz="4" w:space="0" w:color="auto"/>
              <w:left w:val="single" w:sz="4" w:space="0" w:color="auto"/>
              <w:bottom w:val="single" w:sz="4" w:space="0" w:color="auto"/>
              <w:right w:val="single" w:sz="4" w:space="0" w:color="auto"/>
            </w:tcBorders>
            <w:hideMark/>
          </w:tcPr>
          <w:p w14:paraId="68CB637A" w14:textId="3C91C149" w:rsidR="00B44C96" w:rsidRPr="00B44C96" w:rsidRDefault="00D07B4B" w:rsidP="00B44C96">
            <w:pPr>
              <w:pStyle w:val="TableText"/>
            </w:pPr>
            <w:r>
              <w:t>February 2025</w:t>
            </w:r>
          </w:p>
        </w:tc>
        <w:tc>
          <w:tcPr>
            <w:tcW w:w="1786" w:type="dxa"/>
            <w:tcBorders>
              <w:top w:val="single" w:sz="4" w:space="0" w:color="auto"/>
              <w:left w:val="single" w:sz="4" w:space="0" w:color="auto"/>
              <w:bottom w:val="single" w:sz="4" w:space="0" w:color="auto"/>
              <w:right w:val="single" w:sz="4" w:space="0" w:color="auto"/>
            </w:tcBorders>
            <w:hideMark/>
          </w:tcPr>
          <w:p w14:paraId="5DB424D9" w14:textId="0884D9C1" w:rsidR="00B44C96" w:rsidRPr="00B44C96" w:rsidRDefault="00D07B4B" w:rsidP="00B44C96">
            <w:pPr>
              <w:pStyle w:val="TableText"/>
            </w:pPr>
            <w:r>
              <w:t>ISO 20022 RA</w:t>
            </w:r>
          </w:p>
        </w:tc>
        <w:tc>
          <w:tcPr>
            <w:tcW w:w="2840" w:type="dxa"/>
            <w:tcBorders>
              <w:top w:val="single" w:sz="4" w:space="0" w:color="auto"/>
              <w:left w:val="single" w:sz="4" w:space="0" w:color="auto"/>
              <w:bottom w:val="single" w:sz="4" w:space="0" w:color="auto"/>
              <w:right w:val="single" w:sz="4" w:space="0" w:color="auto"/>
            </w:tcBorders>
          </w:tcPr>
          <w:p w14:paraId="62F67764" w14:textId="5F515673" w:rsidR="00B44C96" w:rsidRPr="00B44C96" w:rsidRDefault="00D07B4B" w:rsidP="00B44C96">
            <w:pPr>
              <w:pStyle w:val="TableText"/>
            </w:pPr>
            <w:r>
              <w:t>Approved version</w:t>
            </w:r>
          </w:p>
        </w:tc>
        <w:tc>
          <w:tcPr>
            <w:tcW w:w="1885" w:type="dxa"/>
            <w:tcBorders>
              <w:top w:val="single" w:sz="4" w:space="0" w:color="auto"/>
              <w:left w:val="single" w:sz="4" w:space="0" w:color="auto"/>
              <w:bottom w:val="single" w:sz="4" w:space="0" w:color="auto"/>
              <w:right w:val="single" w:sz="4" w:space="0" w:color="auto"/>
            </w:tcBorders>
          </w:tcPr>
          <w:p w14:paraId="244F1A03" w14:textId="77777777" w:rsidR="00B44C96" w:rsidRPr="00B44C96" w:rsidRDefault="00B44C96" w:rsidP="00B44C96">
            <w:pPr>
              <w:pStyle w:val="TableText"/>
            </w:pPr>
            <w:r>
              <w:t>All</w:t>
            </w:r>
          </w:p>
        </w:tc>
      </w:tr>
      <w:tr w:rsidR="00E05464" w14:paraId="74FF39F1" w14:textId="77777777" w:rsidTr="009E5B07">
        <w:tc>
          <w:tcPr>
            <w:tcW w:w="1126" w:type="dxa"/>
            <w:tcBorders>
              <w:top w:val="single" w:sz="4" w:space="0" w:color="auto"/>
              <w:left w:val="single" w:sz="4" w:space="0" w:color="auto"/>
              <w:bottom w:val="single" w:sz="4" w:space="0" w:color="auto"/>
              <w:right w:val="single" w:sz="4" w:space="0" w:color="auto"/>
            </w:tcBorders>
          </w:tcPr>
          <w:p w14:paraId="1BEBC945" w14:textId="77777777" w:rsidR="00E05464" w:rsidRDefault="00E05464" w:rsidP="006D657A">
            <w:pPr>
              <w:pStyle w:val="TableText"/>
            </w:pPr>
          </w:p>
        </w:tc>
        <w:tc>
          <w:tcPr>
            <w:tcW w:w="1404" w:type="dxa"/>
            <w:tcBorders>
              <w:top w:val="single" w:sz="4" w:space="0" w:color="auto"/>
              <w:left w:val="single" w:sz="4" w:space="0" w:color="auto"/>
              <w:bottom w:val="single" w:sz="4" w:space="0" w:color="auto"/>
              <w:right w:val="single" w:sz="4" w:space="0" w:color="auto"/>
            </w:tcBorders>
          </w:tcPr>
          <w:p w14:paraId="3F951A42" w14:textId="77777777" w:rsidR="00E05464" w:rsidRDefault="00E05464" w:rsidP="006D657A">
            <w:pPr>
              <w:pStyle w:val="TableText"/>
            </w:pPr>
          </w:p>
        </w:tc>
        <w:tc>
          <w:tcPr>
            <w:tcW w:w="1786" w:type="dxa"/>
            <w:tcBorders>
              <w:top w:val="single" w:sz="4" w:space="0" w:color="auto"/>
              <w:left w:val="single" w:sz="4" w:space="0" w:color="auto"/>
              <w:bottom w:val="single" w:sz="4" w:space="0" w:color="auto"/>
              <w:right w:val="single" w:sz="4" w:space="0" w:color="auto"/>
            </w:tcBorders>
          </w:tcPr>
          <w:p w14:paraId="561D26AC" w14:textId="77777777" w:rsidR="00E05464" w:rsidRDefault="00E05464" w:rsidP="006D657A">
            <w:pPr>
              <w:pStyle w:val="TableText"/>
            </w:pPr>
          </w:p>
        </w:tc>
        <w:tc>
          <w:tcPr>
            <w:tcW w:w="2840" w:type="dxa"/>
            <w:tcBorders>
              <w:top w:val="single" w:sz="4" w:space="0" w:color="auto"/>
              <w:left w:val="single" w:sz="4" w:space="0" w:color="auto"/>
              <w:bottom w:val="single" w:sz="4" w:space="0" w:color="auto"/>
              <w:right w:val="single" w:sz="4" w:space="0" w:color="auto"/>
            </w:tcBorders>
          </w:tcPr>
          <w:p w14:paraId="37618660" w14:textId="77777777" w:rsidR="00E05464" w:rsidRDefault="00E05464" w:rsidP="006D657A">
            <w:pPr>
              <w:pStyle w:val="TableText"/>
            </w:pPr>
          </w:p>
        </w:tc>
        <w:tc>
          <w:tcPr>
            <w:tcW w:w="1885" w:type="dxa"/>
            <w:tcBorders>
              <w:top w:val="single" w:sz="4" w:space="0" w:color="auto"/>
              <w:left w:val="single" w:sz="4" w:space="0" w:color="auto"/>
              <w:bottom w:val="single" w:sz="4" w:space="0" w:color="auto"/>
              <w:right w:val="single" w:sz="4" w:space="0" w:color="auto"/>
            </w:tcBorders>
          </w:tcPr>
          <w:p w14:paraId="336CEE50" w14:textId="77777777" w:rsidR="00E05464" w:rsidRDefault="00E05464" w:rsidP="006D657A">
            <w:pPr>
              <w:pStyle w:val="TableText"/>
            </w:pPr>
          </w:p>
        </w:tc>
      </w:tr>
    </w:tbl>
    <w:p w14:paraId="480D0CF1" w14:textId="77777777" w:rsidR="006D657A" w:rsidRPr="00A15787" w:rsidRDefault="006D657A" w:rsidP="006D657A">
      <w:pPr>
        <w:pStyle w:val="BlockLabel"/>
      </w:pPr>
      <w:r w:rsidRPr="00A15787">
        <w:t>Disclaimer</w:t>
      </w:r>
    </w:p>
    <w:p w14:paraId="37B65B55" w14:textId="77777777" w:rsidR="006D657A" w:rsidRPr="00A15787" w:rsidRDefault="006D657A" w:rsidP="006D657A">
      <w:r w:rsidRPr="00A15787">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69DAA74A" w14:textId="77777777" w:rsidR="006D657A" w:rsidRPr="00A15787" w:rsidRDefault="006D657A" w:rsidP="006D657A">
      <w:r w:rsidRPr="00A15787">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0450B2CE" w14:textId="77777777" w:rsidR="006D657A" w:rsidRPr="00A15787" w:rsidRDefault="006D657A" w:rsidP="006D657A">
      <w:pPr>
        <w:pStyle w:val="BlockLabel"/>
      </w:pPr>
      <w:r w:rsidRPr="00A15787">
        <w:t>Intellectual Property Rights</w:t>
      </w:r>
    </w:p>
    <w:p w14:paraId="05DF6EFD" w14:textId="17512B9C" w:rsidR="00DD3851" w:rsidRPr="00FA37D7" w:rsidRDefault="006D657A" w:rsidP="00D9770F">
      <w:r w:rsidRPr="00A15787">
        <w:t>The</w:t>
      </w:r>
      <w:r>
        <w:t xml:space="preserve"> I</w:t>
      </w:r>
      <w:r w:rsidRPr="00A15787">
        <w:t xml:space="preserve">SO 20022 </w:t>
      </w:r>
      <w:proofErr w:type="spellStart"/>
      <w:r w:rsidRPr="00A15787">
        <w:t>MessageDefinitions</w:t>
      </w:r>
      <w:proofErr w:type="spellEnd"/>
      <w:r w:rsidRPr="00A15787">
        <w:t xml:space="preserve"> described in this document were contributed by SWIFT. The ISO 20022 IPR policy is available at www.ISO20022.org &gt; About ISO 20022 &gt; Intellectual Property Rights.</w:t>
      </w:r>
      <w:bookmarkEnd w:id="35"/>
      <w:bookmarkEnd w:id="36"/>
      <w:bookmarkEnd w:id="37"/>
      <w:bookmarkEnd w:id="38"/>
    </w:p>
    <w:sectPr w:rsidR="00DD3851" w:rsidRPr="00FA37D7" w:rsidSect="006E0076">
      <w:headerReference w:type="default" r:id="rId30"/>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14CF9" w14:textId="77777777" w:rsidR="00A76142" w:rsidRDefault="00A76142" w:rsidP="005A6353">
      <w:r>
        <w:separator/>
      </w:r>
    </w:p>
  </w:endnote>
  <w:endnote w:type="continuationSeparator" w:id="0">
    <w:p w14:paraId="40D4B486" w14:textId="77777777" w:rsidR="00A76142" w:rsidRDefault="00A76142"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798E9" w14:textId="77777777" w:rsidR="003723D1" w:rsidRDefault="003723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F6F90" w14:textId="77777777" w:rsidR="009E5B07" w:rsidRDefault="009E5B07"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5B07" w14:paraId="05DF6F92" w14:textId="77777777" w:rsidTr="00FA65F6">
      <w:trPr>
        <w:cantSplit/>
        <w:trHeight w:hRule="exact" w:val="50"/>
      </w:trPr>
      <w:tc>
        <w:tcPr>
          <w:tcW w:w="9242" w:type="dxa"/>
        </w:tcPr>
        <w:p w14:paraId="05DF6F91" w14:textId="77777777" w:rsidR="009E5B07" w:rsidRDefault="009E5B07" w:rsidP="005A6353"/>
      </w:tc>
    </w:tr>
  </w:tbl>
  <w:p w14:paraId="05DF6F93" w14:textId="77777777" w:rsidR="009E5B07" w:rsidRDefault="009E5B07"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A4DEE" w14:textId="77777777" w:rsidR="003723D1" w:rsidRDefault="003723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F6FA1" w14:textId="77777777" w:rsidR="009E5B07" w:rsidRDefault="009E5B0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5B07" w14:paraId="05DF6FA3" w14:textId="77777777" w:rsidTr="000E2675">
      <w:trPr>
        <w:cantSplit/>
        <w:trHeight w:hRule="exact" w:val="50"/>
      </w:trPr>
      <w:tc>
        <w:tcPr>
          <w:tcW w:w="9242" w:type="dxa"/>
        </w:tcPr>
        <w:p w14:paraId="05DF6FA2" w14:textId="77777777" w:rsidR="009E5B07" w:rsidRDefault="009E5B07" w:rsidP="005A6353"/>
      </w:tc>
    </w:tr>
  </w:tbl>
  <w:p w14:paraId="05DF6FA4" w14:textId="77777777" w:rsidR="009E5B07" w:rsidRPr="00BB3079" w:rsidRDefault="009E5B0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F6FA5" w14:textId="77777777" w:rsidR="009E5B07" w:rsidRDefault="009E5B07"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9E5B07" w14:paraId="05DF6FAA" w14:textId="77777777" w:rsidTr="006E0076">
      <w:tc>
        <w:tcPr>
          <w:tcW w:w="4253" w:type="dxa"/>
        </w:tcPr>
        <w:p w14:paraId="05DF6FA6" w14:textId="4CAE3729" w:rsidR="009E5B07" w:rsidRDefault="00494E0F" w:rsidP="000017C4">
          <w:pPr>
            <w:pStyle w:val="Footereven"/>
            <w:rPr>
              <w:noProof/>
            </w:rPr>
          </w:pPr>
          <w:fldSimple w:instr=" STYLEREF  &quot;Product Name&quot;  \* MERGEFORMAT ">
            <w:r w:rsidR="00D07B4B">
              <w:rPr>
                <w:noProof/>
              </w:rPr>
              <w:t>CSDR Buy In Reporting</w:t>
            </w:r>
          </w:fldSimple>
        </w:p>
        <w:p w14:paraId="05DF6FA7" w14:textId="77777777" w:rsidR="009E5B07" w:rsidRPr="006E0076" w:rsidRDefault="009E5B07" w:rsidP="006E0076">
          <w:pPr>
            <w:pStyle w:val="Footerodd"/>
          </w:pPr>
        </w:p>
      </w:tc>
      <w:tc>
        <w:tcPr>
          <w:tcW w:w="567" w:type="dxa"/>
        </w:tcPr>
        <w:p w14:paraId="05DF6FA8" w14:textId="0B9B9450" w:rsidR="009E5B07" w:rsidRDefault="009E5B07" w:rsidP="000017C4">
          <w:pPr>
            <w:pStyle w:val="Footereven"/>
          </w:pPr>
          <w:r>
            <w:rPr>
              <w:rFonts w:eastAsia="Times"/>
            </w:rPr>
            <w:fldChar w:fldCharType="begin"/>
          </w:r>
          <w:r>
            <w:rPr>
              <w:rFonts w:eastAsia="Times"/>
            </w:rPr>
            <w:instrText xml:space="preserve"> PAGE </w:instrText>
          </w:r>
          <w:r>
            <w:rPr>
              <w:rFonts w:eastAsia="Times"/>
            </w:rPr>
            <w:fldChar w:fldCharType="separate"/>
          </w:r>
          <w:r w:rsidR="00755342">
            <w:rPr>
              <w:rFonts w:eastAsia="Times"/>
              <w:noProof/>
            </w:rPr>
            <w:t>2</w:t>
          </w:r>
          <w:r>
            <w:rPr>
              <w:rFonts w:eastAsia="Times"/>
            </w:rPr>
            <w:fldChar w:fldCharType="end"/>
          </w:r>
        </w:p>
      </w:tc>
      <w:tc>
        <w:tcPr>
          <w:tcW w:w="4394" w:type="dxa"/>
        </w:tcPr>
        <w:p w14:paraId="05DF6FA9" w14:textId="2007A8E2" w:rsidR="009E5B07" w:rsidRDefault="009E5B07" w:rsidP="00BB3D52">
          <w:pPr>
            <w:pStyle w:val="Footereven"/>
            <w:tabs>
              <w:tab w:val="center" w:pos="2197"/>
              <w:tab w:val="right" w:pos="4394"/>
            </w:tabs>
          </w:pPr>
          <w:r>
            <w:tab/>
          </w:r>
          <w:fldSimple w:instr=" STYLEREF  &quot;Release date&quot;  \* MERGEFORMAT ">
            <w:r w:rsidR="00D07B4B">
              <w:rPr>
                <w:noProof/>
              </w:rPr>
              <w:t>February 2025</w:t>
            </w:r>
          </w:fldSimple>
        </w:p>
      </w:tc>
    </w:tr>
  </w:tbl>
  <w:p w14:paraId="05DF6FAB" w14:textId="77777777" w:rsidR="009E5B07" w:rsidRPr="000017C4" w:rsidRDefault="009E5B07"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F6FB6" w14:textId="77777777" w:rsidR="009E5B07" w:rsidRDefault="009E5B0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5B07" w14:paraId="05DF6FB8" w14:textId="77777777" w:rsidTr="000E2675">
      <w:trPr>
        <w:cantSplit/>
        <w:trHeight w:hRule="exact" w:val="50"/>
      </w:trPr>
      <w:tc>
        <w:tcPr>
          <w:tcW w:w="9242" w:type="dxa"/>
        </w:tcPr>
        <w:p w14:paraId="05DF6FB7" w14:textId="77777777" w:rsidR="009E5B07" w:rsidRDefault="009E5B07" w:rsidP="005A6353"/>
      </w:tc>
    </w:tr>
  </w:tbl>
  <w:p w14:paraId="05DF6FB9" w14:textId="77777777" w:rsidR="009E5B07" w:rsidRPr="00BB3079" w:rsidRDefault="009E5B0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fldSimple w:instr=" TITLE   \* MERGEFORMAT ">
      <w:r w:rsidRPr="00F13FDA">
        <w:rPr>
          <w:rFonts w:eastAsia="Times"/>
        </w:rPr>
        <w:t>Standards MX</w:t>
      </w:r>
      <w:r>
        <w:t xml:space="preserve"> Template</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4F64E" w14:textId="77777777" w:rsidR="00A76142" w:rsidRDefault="00A76142" w:rsidP="005A6353">
      <w:r>
        <w:separator/>
      </w:r>
    </w:p>
  </w:footnote>
  <w:footnote w:type="continuationSeparator" w:id="0">
    <w:p w14:paraId="1B3204AE" w14:textId="77777777" w:rsidR="00A76142" w:rsidRDefault="00A76142"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F6F8A" w14:textId="77777777" w:rsidR="009E5B07" w:rsidRDefault="009E5B07"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5B07" w14:paraId="05DF6F8C" w14:textId="77777777" w:rsidTr="006864CC">
      <w:trPr>
        <w:cantSplit/>
        <w:trHeight w:hRule="exact" w:val="50"/>
      </w:trPr>
      <w:tc>
        <w:tcPr>
          <w:tcW w:w="9242" w:type="dxa"/>
        </w:tcPr>
        <w:p w14:paraId="05DF6F8B" w14:textId="77777777" w:rsidR="009E5B07" w:rsidRDefault="009E5B07" w:rsidP="005A6353"/>
      </w:tc>
    </w:tr>
  </w:tbl>
  <w:p w14:paraId="05DF6F8D" w14:textId="77777777" w:rsidR="009E5B07" w:rsidRDefault="009E5B07"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323FE" w14:textId="77777777" w:rsidR="003723D1" w:rsidRDefault="003723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9E5B07" w14:paraId="05DF6F98"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5DF6F94" w14:textId="27FEFE12" w:rsidR="009E5B07" w:rsidRDefault="009E5B07"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5DF6F95" w14:textId="77777777" w:rsidR="009E5B07" w:rsidRDefault="009E5B07" w:rsidP="005A6353">
          <w:pPr>
            <w:pStyle w:val="Header"/>
            <w:rPr>
              <w:lang w:val="fr-BE"/>
            </w:rPr>
          </w:pPr>
        </w:p>
        <w:p w14:paraId="05DF6F96" w14:textId="77777777" w:rsidR="009E5B07" w:rsidRDefault="009E5B07" w:rsidP="005A6353">
          <w:pPr>
            <w:pStyle w:val="Header"/>
            <w:rPr>
              <w:lang w:val="fr-BE"/>
            </w:rPr>
          </w:pPr>
        </w:p>
        <w:p w14:paraId="05DF6F97" w14:textId="77777777" w:rsidR="009E5B07" w:rsidRDefault="009E5B07" w:rsidP="005A6353">
          <w:pPr>
            <w:pStyle w:val="Header"/>
            <w:rPr>
              <w:lang w:val="fr-BE"/>
            </w:rPr>
          </w:pPr>
        </w:p>
      </w:tc>
    </w:tr>
  </w:tbl>
  <w:p w14:paraId="05DF6F99" w14:textId="77777777" w:rsidR="009E5B07" w:rsidRPr="00237847" w:rsidRDefault="009E5B07"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F6F9B" w14:textId="77777777" w:rsidR="009E5B07" w:rsidRDefault="009E5B07" w:rsidP="00282FC2">
    <w:pPr>
      <w:pStyle w:val="Headereven"/>
    </w:pPr>
    <w:r>
      <w:t>&lt;Product name&gt; - &lt;Release number&gt;</w:t>
    </w:r>
    <w:r>
      <w:tab/>
    </w:r>
    <w:fldSimple w:instr=" DOCPROPERTY  Confidentiality  \* MERGEFORMAT ">
      <w:r w:rsidRPr="00F13FDA">
        <w:rPr>
          <w:color w:val="008000"/>
        </w:rPr>
        <w:t>&lt;CONFIDENTIALITY&gt;</w:t>
      </w:r>
    </w:fldSimple>
    <w:r w:rsidRPr="00282FC2">
      <w:rPr>
        <w:color w:val="008000"/>
      </w:rPr>
      <w:t xml:space="preserve"> - </w:t>
    </w:r>
    <w:fldSimple w:instr=" DOCPROPERTY  &quot;Revision status&quot;  \* MERGEFORMAT ">
      <w:r w:rsidRPr="00F13FDA">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5B07" w14:paraId="05DF6F9D" w14:textId="77777777" w:rsidTr="000E2675">
      <w:trPr>
        <w:cantSplit/>
        <w:trHeight w:hRule="exact" w:val="50"/>
      </w:trPr>
      <w:tc>
        <w:tcPr>
          <w:tcW w:w="9242" w:type="dxa"/>
        </w:tcPr>
        <w:p w14:paraId="05DF6F9C" w14:textId="77777777" w:rsidR="009E5B07" w:rsidRDefault="009E5B07" w:rsidP="005A6353"/>
      </w:tc>
    </w:tr>
  </w:tbl>
  <w:p w14:paraId="05DF6F9E" w14:textId="77777777" w:rsidR="009E5B07" w:rsidRDefault="009E5B07"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F6F9F" w14:textId="77777777" w:rsidR="009E5B07" w:rsidRDefault="009E5B07" w:rsidP="00C331E3">
    <w:pPr>
      <w:pStyle w:val="Headerodd"/>
      <w:pBdr>
        <w:bottom w:val="double" w:sz="4" w:space="1" w:color="auto"/>
      </w:pBdr>
      <w:spacing w:before="120" w:line="240" w:lineRule="atLeast"/>
    </w:pPr>
  </w:p>
  <w:p w14:paraId="05DF6FA0" w14:textId="727E7F87" w:rsidR="009E5B07" w:rsidRDefault="00494E0F" w:rsidP="00C331E3">
    <w:pPr>
      <w:pStyle w:val="Headerodd"/>
      <w:pBdr>
        <w:bottom w:val="double" w:sz="4" w:space="1" w:color="auto"/>
      </w:pBdr>
      <w:spacing w:before="120" w:line="240" w:lineRule="atLeast"/>
      <w:rPr>
        <w:noProof/>
      </w:rPr>
    </w:pPr>
    <w:fldSimple w:instr=" STYLEREF  &quot;Document Title&quot;  \* MERGEFORMAT ">
      <w:r w:rsidR="00D07B4B">
        <w:rPr>
          <w:noProof/>
        </w:rPr>
        <w:t>Message Definition Report Part 1</w:t>
      </w:r>
    </w:fldSimple>
    <w:r w:rsidR="009E5B07">
      <w:rPr>
        <w:noProof/>
      </w:rPr>
      <w:tab/>
    </w:r>
    <w:fldSimple w:instr=" STYLEREF  &quot;Intro Heading&quot;  \* MERGEFORMAT ">
      <w:r w:rsidR="00D07B4B">
        <w:rPr>
          <w:noProof/>
        </w:rPr>
        <w:t>Table of Contents</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F6FAC" w14:textId="77777777" w:rsidR="009E5B07" w:rsidRDefault="009E5B07"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E5B07" w14:paraId="05DF6FAE" w14:textId="77777777" w:rsidTr="000E2675">
      <w:trPr>
        <w:cantSplit/>
        <w:trHeight w:hRule="exact" w:val="50"/>
      </w:trPr>
      <w:tc>
        <w:tcPr>
          <w:tcW w:w="9242" w:type="dxa"/>
        </w:tcPr>
        <w:p w14:paraId="05DF6FAD" w14:textId="77777777" w:rsidR="009E5B07" w:rsidRDefault="009E5B07" w:rsidP="005A6353"/>
      </w:tc>
    </w:tr>
  </w:tbl>
  <w:p w14:paraId="05DF6FAF" w14:textId="77777777" w:rsidR="009E5B07" w:rsidRDefault="009E5B07"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9E5B07" w14:paraId="05DF6FB4" w14:textId="77777777" w:rsidTr="00724AB5">
      <w:tc>
        <w:tcPr>
          <w:tcW w:w="4253" w:type="dxa"/>
        </w:tcPr>
        <w:p w14:paraId="05DF6FB1" w14:textId="6756B7A7" w:rsidR="009E5B07" w:rsidRDefault="00494E0F" w:rsidP="00072427">
          <w:pPr>
            <w:pStyle w:val="Headereven"/>
            <w:tabs>
              <w:tab w:val="clear" w:pos="9242"/>
            </w:tabs>
          </w:pPr>
          <w:fldSimple w:instr=" STYLEREF  &quot;Document Title&quot;  \* MERGEFORMAT ">
            <w:r w:rsidR="00D07B4B">
              <w:rPr>
                <w:noProof/>
              </w:rPr>
              <w:t>Message Definition Report Part 1</w:t>
            </w:r>
          </w:fldSimple>
        </w:p>
      </w:tc>
      <w:tc>
        <w:tcPr>
          <w:tcW w:w="567" w:type="dxa"/>
        </w:tcPr>
        <w:p w14:paraId="05DF6FB2" w14:textId="77777777" w:rsidR="009E5B07" w:rsidRDefault="009E5B07" w:rsidP="00E11451">
          <w:pPr>
            <w:pStyle w:val="Headereven"/>
          </w:pPr>
        </w:p>
      </w:tc>
      <w:tc>
        <w:tcPr>
          <w:tcW w:w="4394" w:type="dxa"/>
        </w:tcPr>
        <w:p w14:paraId="05DF6FB3" w14:textId="4CFC463A" w:rsidR="009E5B07" w:rsidRDefault="00494E0F" w:rsidP="00072427">
          <w:pPr>
            <w:pStyle w:val="Headereven"/>
            <w:jc w:val="right"/>
          </w:pPr>
          <w:fldSimple w:instr=" STYLEREF  &quot;Heading 1&quot;  \* MERGEFORMAT ">
            <w:r w:rsidR="00D07B4B" w:rsidRPr="00D07B4B">
              <w:rPr>
                <w:b/>
                <w:bCs/>
                <w:noProof/>
                <w:lang w:val="pl-PL"/>
              </w:rPr>
              <w:t>Business</w:t>
            </w:r>
            <w:r w:rsidR="00D07B4B">
              <w:rPr>
                <w:noProof/>
              </w:rPr>
              <w:t xml:space="preserve"> Examples</w:t>
            </w:r>
          </w:fldSimple>
        </w:p>
      </w:tc>
    </w:tr>
  </w:tbl>
  <w:p w14:paraId="05DF6FB5" w14:textId="77777777" w:rsidR="009E5B07" w:rsidRDefault="009E5B07"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F6FBA" w14:textId="77777777" w:rsidR="009E5B07" w:rsidRDefault="009E5B07" w:rsidP="00E20C1F">
    <w:pPr>
      <w:pStyle w:val="Headerodd"/>
      <w:pBdr>
        <w:bottom w:val="double" w:sz="4" w:space="1" w:color="auto"/>
      </w:pBdr>
      <w:spacing w:line="240" w:lineRule="atLeast"/>
    </w:pPr>
  </w:p>
  <w:p w14:paraId="05DF6FBB" w14:textId="2A46F10F" w:rsidR="009E5B07" w:rsidRDefault="00494E0F" w:rsidP="00E20C1F">
    <w:pPr>
      <w:pStyle w:val="Headerodd"/>
      <w:pBdr>
        <w:bottom w:val="double" w:sz="4" w:space="1" w:color="auto"/>
      </w:pBdr>
      <w:spacing w:line="240" w:lineRule="atLeast"/>
      <w:rPr>
        <w:noProof/>
      </w:rPr>
    </w:pPr>
    <w:fldSimple w:instr=" STYLEREF  &quot;Document Title&quot;  \* MERGEFORMAT ">
      <w:r w:rsidR="00D07B4B">
        <w:rPr>
          <w:noProof/>
        </w:rPr>
        <w:t>Message Definition Report Part 1</w:t>
      </w:r>
    </w:fldSimple>
    <w:r w:rsidR="009E5B07">
      <w:rPr>
        <w:noProof/>
      </w:rPr>
      <w:tab/>
    </w:r>
    <w:fldSimple w:instr=" STYLEREF  Heading  \* MERGEFORMAT ">
      <w:r w:rsidR="00D07B4B">
        <w:rPr>
          <w:noProof/>
        </w:rPr>
        <w:t>Revision Record</w:t>
      </w:r>
    </w:fldSimple>
  </w:p>
  <w:p w14:paraId="05DF6FBC" w14:textId="77777777" w:rsidR="009E5B07" w:rsidRDefault="009E5B07"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0BB00D09"/>
    <w:multiLevelType w:val="hybridMultilevel"/>
    <w:tmpl w:val="9E92E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56F07BE"/>
    <w:multiLevelType w:val="hybridMultilevel"/>
    <w:tmpl w:val="1F4ACAFC"/>
    <w:lvl w:ilvl="0" w:tplc="78D87D4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A37BEE"/>
    <w:multiLevelType w:val="hybridMultilevel"/>
    <w:tmpl w:val="9634B3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5" w15:restartNumberingAfterBreak="0">
    <w:nsid w:val="262F24F0"/>
    <w:multiLevelType w:val="hybridMultilevel"/>
    <w:tmpl w:val="A314C2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7" w15:restartNumberingAfterBreak="0">
    <w:nsid w:val="3AFA3790"/>
    <w:multiLevelType w:val="hybridMultilevel"/>
    <w:tmpl w:val="BDAAC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2"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3"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4"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950938618">
    <w:abstractNumId w:val="22"/>
  </w:num>
  <w:num w:numId="2" w16cid:durableId="1778597800">
    <w:abstractNumId w:val="21"/>
  </w:num>
  <w:num w:numId="3" w16cid:durableId="1997950658">
    <w:abstractNumId w:val="16"/>
  </w:num>
  <w:num w:numId="4" w16cid:durableId="218135355">
    <w:abstractNumId w:val="23"/>
  </w:num>
  <w:num w:numId="5" w16cid:durableId="1875576139">
    <w:abstractNumId w:val="8"/>
  </w:num>
  <w:num w:numId="6" w16cid:durableId="1394230030">
    <w:abstractNumId w:val="6"/>
  </w:num>
  <w:num w:numId="7" w16cid:durableId="24867542">
    <w:abstractNumId w:val="5"/>
  </w:num>
  <w:num w:numId="8" w16cid:durableId="67309414">
    <w:abstractNumId w:val="4"/>
  </w:num>
  <w:num w:numId="9" w16cid:durableId="534346505">
    <w:abstractNumId w:val="3"/>
  </w:num>
  <w:num w:numId="10" w16cid:durableId="1285843920">
    <w:abstractNumId w:val="7"/>
  </w:num>
  <w:num w:numId="11" w16cid:durableId="621497615">
    <w:abstractNumId w:val="1"/>
  </w:num>
  <w:num w:numId="12" w16cid:durableId="160314131">
    <w:abstractNumId w:val="0"/>
  </w:num>
  <w:num w:numId="13" w16cid:durableId="775372120">
    <w:abstractNumId w:val="18"/>
  </w:num>
  <w:num w:numId="14" w16cid:durableId="2018649899">
    <w:abstractNumId w:val="24"/>
  </w:num>
  <w:num w:numId="15" w16cid:durableId="716390074">
    <w:abstractNumId w:val="2"/>
  </w:num>
  <w:num w:numId="16" w16cid:durableId="387804838">
    <w:abstractNumId w:val="11"/>
  </w:num>
  <w:num w:numId="17" w16cid:durableId="730739193">
    <w:abstractNumId w:val="9"/>
  </w:num>
  <w:num w:numId="18" w16cid:durableId="1212424145">
    <w:abstractNumId w:val="14"/>
  </w:num>
  <w:num w:numId="19" w16cid:durableId="2123987039">
    <w:abstractNumId w:val="20"/>
  </w:num>
  <w:num w:numId="20" w16cid:durableId="1601335666">
    <w:abstractNumId w:val="19"/>
  </w:num>
  <w:num w:numId="21" w16cid:durableId="200096342">
    <w:abstractNumId w:val="12"/>
  </w:num>
  <w:num w:numId="22" w16cid:durableId="582952680">
    <w:abstractNumId w:val="13"/>
  </w:num>
  <w:num w:numId="23" w16cid:durableId="949623838">
    <w:abstractNumId w:val="10"/>
  </w:num>
  <w:num w:numId="24" w16cid:durableId="927888812">
    <w:abstractNumId w:val="17"/>
  </w:num>
  <w:num w:numId="25" w16cid:durableId="1130781378">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GB" w:vendorID="8" w:dllVersion="513" w:checkStyle="1"/>
  <w:activeWritingStyle w:appName="MSWord" w:lang="en-US" w:vendorID="8" w:dllVersion="513" w:checkStyle="1"/>
  <w:activeWritingStyle w:appName="MSWord" w:lang="nl-BE" w:vendorID="1" w:dllVersion="512"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VGfylw2vLkacdVa8KmZVxnSWq8I=" w:salt="TxShfQCShUFhP7sc0upegg=="/>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3FDA"/>
    <w:rsid w:val="000017C4"/>
    <w:rsid w:val="0000191D"/>
    <w:rsid w:val="00001AC8"/>
    <w:rsid w:val="00002EE3"/>
    <w:rsid w:val="0000764E"/>
    <w:rsid w:val="00012387"/>
    <w:rsid w:val="00014EF2"/>
    <w:rsid w:val="00021790"/>
    <w:rsid w:val="00022175"/>
    <w:rsid w:val="00022528"/>
    <w:rsid w:val="00023FBA"/>
    <w:rsid w:val="00025F8F"/>
    <w:rsid w:val="00026814"/>
    <w:rsid w:val="00027C67"/>
    <w:rsid w:val="00032862"/>
    <w:rsid w:val="00033355"/>
    <w:rsid w:val="000353A8"/>
    <w:rsid w:val="0004007E"/>
    <w:rsid w:val="000408B1"/>
    <w:rsid w:val="00043FDC"/>
    <w:rsid w:val="000508C7"/>
    <w:rsid w:val="00050F1F"/>
    <w:rsid w:val="000579C1"/>
    <w:rsid w:val="000612B5"/>
    <w:rsid w:val="00061661"/>
    <w:rsid w:val="00064C82"/>
    <w:rsid w:val="00064E57"/>
    <w:rsid w:val="00071606"/>
    <w:rsid w:val="00072427"/>
    <w:rsid w:val="00074109"/>
    <w:rsid w:val="000749EF"/>
    <w:rsid w:val="000775D4"/>
    <w:rsid w:val="00077A6B"/>
    <w:rsid w:val="0008028F"/>
    <w:rsid w:val="000851E4"/>
    <w:rsid w:val="0008679D"/>
    <w:rsid w:val="0008688D"/>
    <w:rsid w:val="000877E0"/>
    <w:rsid w:val="000904F3"/>
    <w:rsid w:val="000906F7"/>
    <w:rsid w:val="00095809"/>
    <w:rsid w:val="00096428"/>
    <w:rsid w:val="000A15E5"/>
    <w:rsid w:val="000A2910"/>
    <w:rsid w:val="000A4349"/>
    <w:rsid w:val="000A528A"/>
    <w:rsid w:val="000A5526"/>
    <w:rsid w:val="000A5C61"/>
    <w:rsid w:val="000A5F59"/>
    <w:rsid w:val="000A6454"/>
    <w:rsid w:val="000B160B"/>
    <w:rsid w:val="000B1881"/>
    <w:rsid w:val="000B23FB"/>
    <w:rsid w:val="000B3AB0"/>
    <w:rsid w:val="000B58A4"/>
    <w:rsid w:val="000C16D5"/>
    <w:rsid w:val="000D23EE"/>
    <w:rsid w:val="000D2EA0"/>
    <w:rsid w:val="000D3040"/>
    <w:rsid w:val="000D3FDA"/>
    <w:rsid w:val="000D5FC4"/>
    <w:rsid w:val="000E1EA4"/>
    <w:rsid w:val="000E2675"/>
    <w:rsid w:val="000E41EC"/>
    <w:rsid w:val="000E48E5"/>
    <w:rsid w:val="000E53BB"/>
    <w:rsid w:val="000E5626"/>
    <w:rsid w:val="000E6779"/>
    <w:rsid w:val="000E7A5E"/>
    <w:rsid w:val="000F0D00"/>
    <w:rsid w:val="000F48CC"/>
    <w:rsid w:val="000F4B1B"/>
    <w:rsid w:val="000F7FE0"/>
    <w:rsid w:val="0010237A"/>
    <w:rsid w:val="00105DCE"/>
    <w:rsid w:val="0011062C"/>
    <w:rsid w:val="00120821"/>
    <w:rsid w:val="00122B75"/>
    <w:rsid w:val="00133F0B"/>
    <w:rsid w:val="00137EB4"/>
    <w:rsid w:val="0014250E"/>
    <w:rsid w:val="001428D2"/>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65FA"/>
    <w:rsid w:val="001876E4"/>
    <w:rsid w:val="00193C94"/>
    <w:rsid w:val="00195758"/>
    <w:rsid w:val="00197DF2"/>
    <w:rsid w:val="001A43DE"/>
    <w:rsid w:val="001A46C4"/>
    <w:rsid w:val="001B3828"/>
    <w:rsid w:val="001C1507"/>
    <w:rsid w:val="001C20B2"/>
    <w:rsid w:val="001C23B2"/>
    <w:rsid w:val="001C280A"/>
    <w:rsid w:val="001C5B21"/>
    <w:rsid w:val="001D6A7F"/>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32FF"/>
    <w:rsid w:val="00214128"/>
    <w:rsid w:val="00214D55"/>
    <w:rsid w:val="00215351"/>
    <w:rsid w:val="002155ED"/>
    <w:rsid w:val="0021752D"/>
    <w:rsid w:val="0021786C"/>
    <w:rsid w:val="00221872"/>
    <w:rsid w:val="00221C92"/>
    <w:rsid w:val="00222090"/>
    <w:rsid w:val="00223ABE"/>
    <w:rsid w:val="002240CE"/>
    <w:rsid w:val="00225DE5"/>
    <w:rsid w:val="002273FB"/>
    <w:rsid w:val="00233B18"/>
    <w:rsid w:val="0023645B"/>
    <w:rsid w:val="00236C6A"/>
    <w:rsid w:val="00237847"/>
    <w:rsid w:val="00241336"/>
    <w:rsid w:val="00242C1A"/>
    <w:rsid w:val="00243E68"/>
    <w:rsid w:val="00246684"/>
    <w:rsid w:val="00246AF9"/>
    <w:rsid w:val="00246C22"/>
    <w:rsid w:val="002505D6"/>
    <w:rsid w:val="002509E5"/>
    <w:rsid w:val="00251978"/>
    <w:rsid w:val="002555E2"/>
    <w:rsid w:val="00256BEE"/>
    <w:rsid w:val="002626DA"/>
    <w:rsid w:val="00262884"/>
    <w:rsid w:val="00267D72"/>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0A30"/>
    <w:rsid w:val="002B205E"/>
    <w:rsid w:val="002B271A"/>
    <w:rsid w:val="002B48DB"/>
    <w:rsid w:val="002C2BE7"/>
    <w:rsid w:val="002C4ED0"/>
    <w:rsid w:val="002D0B82"/>
    <w:rsid w:val="002D0E51"/>
    <w:rsid w:val="002D26C0"/>
    <w:rsid w:val="002D3B7B"/>
    <w:rsid w:val="002D4D2B"/>
    <w:rsid w:val="002D61FC"/>
    <w:rsid w:val="002D6766"/>
    <w:rsid w:val="002E1CB1"/>
    <w:rsid w:val="002E2B3C"/>
    <w:rsid w:val="002E4358"/>
    <w:rsid w:val="002E78D3"/>
    <w:rsid w:val="002F0D01"/>
    <w:rsid w:val="002F0ECF"/>
    <w:rsid w:val="002F26F2"/>
    <w:rsid w:val="002F434A"/>
    <w:rsid w:val="002F6D51"/>
    <w:rsid w:val="002F757C"/>
    <w:rsid w:val="003000FE"/>
    <w:rsid w:val="003032A8"/>
    <w:rsid w:val="0030697D"/>
    <w:rsid w:val="00307BA0"/>
    <w:rsid w:val="00307F6D"/>
    <w:rsid w:val="00312565"/>
    <w:rsid w:val="00321B49"/>
    <w:rsid w:val="00323082"/>
    <w:rsid w:val="00323B78"/>
    <w:rsid w:val="003276C8"/>
    <w:rsid w:val="0033406B"/>
    <w:rsid w:val="003355DB"/>
    <w:rsid w:val="00340C02"/>
    <w:rsid w:val="003422AF"/>
    <w:rsid w:val="003474FF"/>
    <w:rsid w:val="00351220"/>
    <w:rsid w:val="00351325"/>
    <w:rsid w:val="00352438"/>
    <w:rsid w:val="003527CB"/>
    <w:rsid w:val="0035445E"/>
    <w:rsid w:val="00360506"/>
    <w:rsid w:val="0036065A"/>
    <w:rsid w:val="00361DB9"/>
    <w:rsid w:val="00363C13"/>
    <w:rsid w:val="003653C3"/>
    <w:rsid w:val="003676DD"/>
    <w:rsid w:val="00371083"/>
    <w:rsid w:val="00371ECC"/>
    <w:rsid w:val="003723D1"/>
    <w:rsid w:val="00372530"/>
    <w:rsid w:val="003739B1"/>
    <w:rsid w:val="00374A50"/>
    <w:rsid w:val="00375400"/>
    <w:rsid w:val="003770E4"/>
    <w:rsid w:val="00387A3E"/>
    <w:rsid w:val="00387D4D"/>
    <w:rsid w:val="00390C64"/>
    <w:rsid w:val="003910D0"/>
    <w:rsid w:val="0039527E"/>
    <w:rsid w:val="00396A44"/>
    <w:rsid w:val="003A26B0"/>
    <w:rsid w:val="003A2A43"/>
    <w:rsid w:val="003A2E29"/>
    <w:rsid w:val="003A4180"/>
    <w:rsid w:val="003A6CAC"/>
    <w:rsid w:val="003A7A37"/>
    <w:rsid w:val="003A7BAD"/>
    <w:rsid w:val="003B0295"/>
    <w:rsid w:val="003B036A"/>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169D"/>
    <w:rsid w:val="003E4C38"/>
    <w:rsid w:val="003E5171"/>
    <w:rsid w:val="003E6D0C"/>
    <w:rsid w:val="003F2C1A"/>
    <w:rsid w:val="003F3047"/>
    <w:rsid w:val="003F4CE9"/>
    <w:rsid w:val="003F570F"/>
    <w:rsid w:val="00400887"/>
    <w:rsid w:val="004035AD"/>
    <w:rsid w:val="00404F55"/>
    <w:rsid w:val="00404F6E"/>
    <w:rsid w:val="00407CD4"/>
    <w:rsid w:val="00416EB7"/>
    <w:rsid w:val="00422A04"/>
    <w:rsid w:val="00423208"/>
    <w:rsid w:val="0042596A"/>
    <w:rsid w:val="00427DE3"/>
    <w:rsid w:val="00431339"/>
    <w:rsid w:val="00436476"/>
    <w:rsid w:val="004445E7"/>
    <w:rsid w:val="00445638"/>
    <w:rsid w:val="00445A24"/>
    <w:rsid w:val="0045140F"/>
    <w:rsid w:val="004520C2"/>
    <w:rsid w:val="00452B93"/>
    <w:rsid w:val="0045413D"/>
    <w:rsid w:val="00455B7B"/>
    <w:rsid w:val="00456CDF"/>
    <w:rsid w:val="00461E97"/>
    <w:rsid w:val="0046271E"/>
    <w:rsid w:val="00463898"/>
    <w:rsid w:val="00467622"/>
    <w:rsid w:val="004741C3"/>
    <w:rsid w:val="00474D08"/>
    <w:rsid w:val="00476DF8"/>
    <w:rsid w:val="0048019C"/>
    <w:rsid w:val="004813B6"/>
    <w:rsid w:val="004816F7"/>
    <w:rsid w:val="00481DCB"/>
    <w:rsid w:val="00484C78"/>
    <w:rsid w:val="00485E19"/>
    <w:rsid w:val="004909DE"/>
    <w:rsid w:val="00492D44"/>
    <w:rsid w:val="00493BE1"/>
    <w:rsid w:val="00494E0F"/>
    <w:rsid w:val="004A5404"/>
    <w:rsid w:val="004A6081"/>
    <w:rsid w:val="004A79CF"/>
    <w:rsid w:val="004A7F3C"/>
    <w:rsid w:val="004B0ADF"/>
    <w:rsid w:val="004B11D1"/>
    <w:rsid w:val="004B133A"/>
    <w:rsid w:val="004B2081"/>
    <w:rsid w:val="004B306C"/>
    <w:rsid w:val="004B4842"/>
    <w:rsid w:val="004B6255"/>
    <w:rsid w:val="004B6E52"/>
    <w:rsid w:val="004B73DE"/>
    <w:rsid w:val="004C2603"/>
    <w:rsid w:val="004C2D9C"/>
    <w:rsid w:val="004C3457"/>
    <w:rsid w:val="004C6828"/>
    <w:rsid w:val="004C7075"/>
    <w:rsid w:val="004D01EB"/>
    <w:rsid w:val="004D6A21"/>
    <w:rsid w:val="004D738B"/>
    <w:rsid w:val="004E05DC"/>
    <w:rsid w:val="004E2775"/>
    <w:rsid w:val="004E508A"/>
    <w:rsid w:val="004E5194"/>
    <w:rsid w:val="004E7565"/>
    <w:rsid w:val="004F0158"/>
    <w:rsid w:val="004F3C56"/>
    <w:rsid w:val="004F717E"/>
    <w:rsid w:val="004F7F2D"/>
    <w:rsid w:val="004F7F9F"/>
    <w:rsid w:val="0050332A"/>
    <w:rsid w:val="00504C0E"/>
    <w:rsid w:val="00506518"/>
    <w:rsid w:val="00515B5E"/>
    <w:rsid w:val="00517922"/>
    <w:rsid w:val="00517AD5"/>
    <w:rsid w:val="00517BF2"/>
    <w:rsid w:val="005210B1"/>
    <w:rsid w:val="0052399E"/>
    <w:rsid w:val="005243D5"/>
    <w:rsid w:val="0052573B"/>
    <w:rsid w:val="00526C98"/>
    <w:rsid w:val="0052733C"/>
    <w:rsid w:val="005414BF"/>
    <w:rsid w:val="00541D70"/>
    <w:rsid w:val="00542BA6"/>
    <w:rsid w:val="00543CAD"/>
    <w:rsid w:val="005449A0"/>
    <w:rsid w:val="00546DC3"/>
    <w:rsid w:val="00556158"/>
    <w:rsid w:val="005627F5"/>
    <w:rsid w:val="005633B5"/>
    <w:rsid w:val="00564FEA"/>
    <w:rsid w:val="00566678"/>
    <w:rsid w:val="00572875"/>
    <w:rsid w:val="005844D6"/>
    <w:rsid w:val="00584FAE"/>
    <w:rsid w:val="00590B92"/>
    <w:rsid w:val="00592CE2"/>
    <w:rsid w:val="005930E4"/>
    <w:rsid w:val="0059570F"/>
    <w:rsid w:val="0059710B"/>
    <w:rsid w:val="0059725E"/>
    <w:rsid w:val="005A1AEE"/>
    <w:rsid w:val="005A1FD7"/>
    <w:rsid w:val="005A38DA"/>
    <w:rsid w:val="005A5116"/>
    <w:rsid w:val="005A5954"/>
    <w:rsid w:val="005A6353"/>
    <w:rsid w:val="005A756E"/>
    <w:rsid w:val="005B1A07"/>
    <w:rsid w:val="005B39A5"/>
    <w:rsid w:val="005C079E"/>
    <w:rsid w:val="005C4598"/>
    <w:rsid w:val="005C4C2A"/>
    <w:rsid w:val="005C7AFC"/>
    <w:rsid w:val="005D0E5B"/>
    <w:rsid w:val="005D0EDB"/>
    <w:rsid w:val="005D2228"/>
    <w:rsid w:val="005D6EE8"/>
    <w:rsid w:val="005D78D6"/>
    <w:rsid w:val="005E10B6"/>
    <w:rsid w:val="005E5087"/>
    <w:rsid w:val="005E568A"/>
    <w:rsid w:val="005E59C1"/>
    <w:rsid w:val="005F1803"/>
    <w:rsid w:val="005F2A35"/>
    <w:rsid w:val="005F3B5D"/>
    <w:rsid w:val="005F5258"/>
    <w:rsid w:val="005F6318"/>
    <w:rsid w:val="005F69D6"/>
    <w:rsid w:val="0060053A"/>
    <w:rsid w:val="006006EA"/>
    <w:rsid w:val="00601CA1"/>
    <w:rsid w:val="00602440"/>
    <w:rsid w:val="006036F8"/>
    <w:rsid w:val="00605282"/>
    <w:rsid w:val="006056FC"/>
    <w:rsid w:val="006076DF"/>
    <w:rsid w:val="0061046B"/>
    <w:rsid w:val="00612AEB"/>
    <w:rsid w:val="00612F4E"/>
    <w:rsid w:val="00614957"/>
    <w:rsid w:val="00617B2D"/>
    <w:rsid w:val="006222A1"/>
    <w:rsid w:val="006259F0"/>
    <w:rsid w:val="00632938"/>
    <w:rsid w:val="00633D49"/>
    <w:rsid w:val="0063452A"/>
    <w:rsid w:val="006350A5"/>
    <w:rsid w:val="006367CC"/>
    <w:rsid w:val="0063697A"/>
    <w:rsid w:val="00641B04"/>
    <w:rsid w:val="00645E62"/>
    <w:rsid w:val="00646E29"/>
    <w:rsid w:val="00647DBD"/>
    <w:rsid w:val="00651196"/>
    <w:rsid w:val="006538FA"/>
    <w:rsid w:val="00654345"/>
    <w:rsid w:val="006547FE"/>
    <w:rsid w:val="006563CE"/>
    <w:rsid w:val="00657A1D"/>
    <w:rsid w:val="00657C40"/>
    <w:rsid w:val="00661526"/>
    <w:rsid w:val="00663557"/>
    <w:rsid w:val="00665B53"/>
    <w:rsid w:val="00665D80"/>
    <w:rsid w:val="00672DCF"/>
    <w:rsid w:val="00673030"/>
    <w:rsid w:val="00673863"/>
    <w:rsid w:val="00674C06"/>
    <w:rsid w:val="00675EAE"/>
    <w:rsid w:val="006821EA"/>
    <w:rsid w:val="006853A8"/>
    <w:rsid w:val="006864CC"/>
    <w:rsid w:val="0069044F"/>
    <w:rsid w:val="00690EB8"/>
    <w:rsid w:val="00696CAB"/>
    <w:rsid w:val="00696E65"/>
    <w:rsid w:val="00696E8D"/>
    <w:rsid w:val="0069789E"/>
    <w:rsid w:val="006A01A4"/>
    <w:rsid w:val="006A2101"/>
    <w:rsid w:val="006A33D6"/>
    <w:rsid w:val="006A7C2A"/>
    <w:rsid w:val="006B04CC"/>
    <w:rsid w:val="006B1C58"/>
    <w:rsid w:val="006B1E11"/>
    <w:rsid w:val="006B2756"/>
    <w:rsid w:val="006B3335"/>
    <w:rsid w:val="006B355C"/>
    <w:rsid w:val="006B37FC"/>
    <w:rsid w:val="006B401D"/>
    <w:rsid w:val="006B6BE6"/>
    <w:rsid w:val="006C01B8"/>
    <w:rsid w:val="006C1D42"/>
    <w:rsid w:val="006C425A"/>
    <w:rsid w:val="006C6987"/>
    <w:rsid w:val="006D0A4F"/>
    <w:rsid w:val="006D4842"/>
    <w:rsid w:val="006D5ACE"/>
    <w:rsid w:val="006D5CDE"/>
    <w:rsid w:val="006D64DA"/>
    <w:rsid w:val="006D657A"/>
    <w:rsid w:val="006D6E16"/>
    <w:rsid w:val="006D7340"/>
    <w:rsid w:val="006E0076"/>
    <w:rsid w:val="006E1B82"/>
    <w:rsid w:val="006E2EDE"/>
    <w:rsid w:val="006E3A46"/>
    <w:rsid w:val="006E4C47"/>
    <w:rsid w:val="006E6727"/>
    <w:rsid w:val="006F13F9"/>
    <w:rsid w:val="006F34DD"/>
    <w:rsid w:val="006F3E40"/>
    <w:rsid w:val="006F4CDF"/>
    <w:rsid w:val="006F7972"/>
    <w:rsid w:val="007023C9"/>
    <w:rsid w:val="00702885"/>
    <w:rsid w:val="00702E62"/>
    <w:rsid w:val="0070375E"/>
    <w:rsid w:val="0071144A"/>
    <w:rsid w:val="00714DA9"/>
    <w:rsid w:val="00715324"/>
    <w:rsid w:val="00715699"/>
    <w:rsid w:val="007162F9"/>
    <w:rsid w:val="00716795"/>
    <w:rsid w:val="007170E8"/>
    <w:rsid w:val="0072163A"/>
    <w:rsid w:val="00724AB5"/>
    <w:rsid w:val="00726080"/>
    <w:rsid w:val="007263C1"/>
    <w:rsid w:val="00732596"/>
    <w:rsid w:val="00732FFF"/>
    <w:rsid w:val="007340D7"/>
    <w:rsid w:val="007354F6"/>
    <w:rsid w:val="007359D3"/>
    <w:rsid w:val="0073697C"/>
    <w:rsid w:val="00737C61"/>
    <w:rsid w:val="007420BE"/>
    <w:rsid w:val="00744B09"/>
    <w:rsid w:val="00753AA3"/>
    <w:rsid w:val="00754E9C"/>
    <w:rsid w:val="00755342"/>
    <w:rsid w:val="007576BA"/>
    <w:rsid w:val="0076027E"/>
    <w:rsid w:val="00760B52"/>
    <w:rsid w:val="0076210E"/>
    <w:rsid w:val="00762BEC"/>
    <w:rsid w:val="0076456D"/>
    <w:rsid w:val="00765D5B"/>
    <w:rsid w:val="00766590"/>
    <w:rsid w:val="00770477"/>
    <w:rsid w:val="0077219E"/>
    <w:rsid w:val="0077552C"/>
    <w:rsid w:val="00775598"/>
    <w:rsid w:val="00775E06"/>
    <w:rsid w:val="00783295"/>
    <w:rsid w:val="00786C08"/>
    <w:rsid w:val="00790B1E"/>
    <w:rsid w:val="0079160C"/>
    <w:rsid w:val="00794E29"/>
    <w:rsid w:val="007953C5"/>
    <w:rsid w:val="00796F9C"/>
    <w:rsid w:val="00797843"/>
    <w:rsid w:val="007A1E85"/>
    <w:rsid w:val="007A1F4E"/>
    <w:rsid w:val="007A2E1D"/>
    <w:rsid w:val="007A51C0"/>
    <w:rsid w:val="007A7468"/>
    <w:rsid w:val="007B1740"/>
    <w:rsid w:val="007B61B4"/>
    <w:rsid w:val="007C12BA"/>
    <w:rsid w:val="007C7B1D"/>
    <w:rsid w:val="007D2941"/>
    <w:rsid w:val="007D4318"/>
    <w:rsid w:val="007D6A6F"/>
    <w:rsid w:val="007E395D"/>
    <w:rsid w:val="007E56F0"/>
    <w:rsid w:val="007F1A37"/>
    <w:rsid w:val="007F5DFB"/>
    <w:rsid w:val="00800C40"/>
    <w:rsid w:val="00801093"/>
    <w:rsid w:val="00802CDA"/>
    <w:rsid w:val="00803705"/>
    <w:rsid w:val="00805B42"/>
    <w:rsid w:val="00806BF2"/>
    <w:rsid w:val="00807B53"/>
    <w:rsid w:val="00811637"/>
    <w:rsid w:val="00813BE4"/>
    <w:rsid w:val="00813DD5"/>
    <w:rsid w:val="00814815"/>
    <w:rsid w:val="00817035"/>
    <w:rsid w:val="00817706"/>
    <w:rsid w:val="00817A88"/>
    <w:rsid w:val="0082134C"/>
    <w:rsid w:val="00823FE9"/>
    <w:rsid w:val="0082487E"/>
    <w:rsid w:val="0082523E"/>
    <w:rsid w:val="00825EDF"/>
    <w:rsid w:val="008328F7"/>
    <w:rsid w:val="0083356D"/>
    <w:rsid w:val="0083366E"/>
    <w:rsid w:val="00833C95"/>
    <w:rsid w:val="0083492A"/>
    <w:rsid w:val="00835F79"/>
    <w:rsid w:val="00837253"/>
    <w:rsid w:val="00841ED0"/>
    <w:rsid w:val="008447BA"/>
    <w:rsid w:val="00844927"/>
    <w:rsid w:val="00845A30"/>
    <w:rsid w:val="00850E5A"/>
    <w:rsid w:val="0085122E"/>
    <w:rsid w:val="0085145A"/>
    <w:rsid w:val="00852FA8"/>
    <w:rsid w:val="008538D0"/>
    <w:rsid w:val="00854F77"/>
    <w:rsid w:val="0085521C"/>
    <w:rsid w:val="00855762"/>
    <w:rsid w:val="00855B93"/>
    <w:rsid w:val="00863CED"/>
    <w:rsid w:val="00865D27"/>
    <w:rsid w:val="008676A8"/>
    <w:rsid w:val="00867BCC"/>
    <w:rsid w:val="0087013A"/>
    <w:rsid w:val="0087173A"/>
    <w:rsid w:val="008720D0"/>
    <w:rsid w:val="008721B3"/>
    <w:rsid w:val="008735A2"/>
    <w:rsid w:val="0087514E"/>
    <w:rsid w:val="008770DF"/>
    <w:rsid w:val="008778B5"/>
    <w:rsid w:val="008811B3"/>
    <w:rsid w:val="0088155D"/>
    <w:rsid w:val="008824F5"/>
    <w:rsid w:val="00883E82"/>
    <w:rsid w:val="008848D5"/>
    <w:rsid w:val="0088633C"/>
    <w:rsid w:val="00887512"/>
    <w:rsid w:val="008906DA"/>
    <w:rsid w:val="0089267E"/>
    <w:rsid w:val="00892E50"/>
    <w:rsid w:val="008937F9"/>
    <w:rsid w:val="00895E76"/>
    <w:rsid w:val="00896B55"/>
    <w:rsid w:val="00896C7D"/>
    <w:rsid w:val="008A1EDA"/>
    <w:rsid w:val="008A2F65"/>
    <w:rsid w:val="008A3651"/>
    <w:rsid w:val="008A5447"/>
    <w:rsid w:val="008A545B"/>
    <w:rsid w:val="008A60F9"/>
    <w:rsid w:val="008A6B59"/>
    <w:rsid w:val="008A75CF"/>
    <w:rsid w:val="008B2EA5"/>
    <w:rsid w:val="008B3CF8"/>
    <w:rsid w:val="008B44EC"/>
    <w:rsid w:val="008B718A"/>
    <w:rsid w:val="008B78B6"/>
    <w:rsid w:val="008B79DA"/>
    <w:rsid w:val="008C16FB"/>
    <w:rsid w:val="008C1818"/>
    <w:rsid w:val="008C36F7"/>
    <w:rsid w:val="008D229A"/>
    <w:rsid w:val="008F067F"/>
    <w:rsid w:val="008F0EC2"/>
    <w:rsid w:val="008F15A3"/>
    <w:rsid w:val="008F1878"/>
    <w:rsid w:val="008F23D3"/>
    <w:rsid w:val="008F2426"/>
    <w:rsid w:val="008F55DB"/>
    <w:rsid w:val="008F72B6"/>
    <w:rsid w:val="009020E9"/>
    <w:rsid w:val="00903BF6"/>
    <w:rsid w:val="00904996"/>
    <w:rsid w:val="00907314"/>
    <w:rsid w:val="0090798F"/>
    <w:rsid w:val="00915205"/>
    <w:rsid w:val="00920C62"/>
    <w:rsid w:val="00924BDC"/>
    <w:rsid w:val="00924C2D"/>
    <w:rsid w:val="0092643F"/>
    <w:rsid w:val="00927729"/>
    <w:rsid w:val="00927978"/>
    <w:rsid w:val="00931B59"/>
    <w:rsid w:val="009329C0"/>
    <w:rsid w:val="009345FE"/>
    <w:rsid w:val="0093485B"/>
    <w:rsid w:val="00935ED6"/>
    <w:rsid w:val="00935F9D"/>
    <w:rsid w:val="0093666B"/>
    <w:rsid w:val="00936F11"/>
    <w:rsid w:val="009370C1"/>
    <w:rsid w:val="009401D9"/>
    <w:rsid w:val="009420FB"/>
    <w:rsid w:val="0094587D"/>
    <w:rsid w:val="009461AE"/>
    <w:rsid w:val="009462D4"/>
    <w:rsid w:val="0095001F"/>
    <w:rsid w:val="0095072B"/>
    <w:rsid w:val="009534D0"/>
    <w:rsid w:val="00955638"/>
    <w:rsid w:val="00957D73"/>
    <w:rsid w:val="00957DC7"/>
    <w:rsid w:val="0096019B"/>
    <w:rsid w:val="00960A6B"/>
    <w:rsid w:val="00962286"/>
    <w:rsid w:val="0096292A"/>
    <w:rsid w:val="009635AF"/>
    <w:rsid w:val="00965BA7"/>
    <w:rsid w:val="00970DC8"/>
    <w:rsid w:val="00975EA8"/>
    <w:rsid w:val="009808FE"/>
    <w:rsid w:val="0098523F"/>
    <w:rsid w:val="009928B3"/>
    <w:rsid w:val="00992D89"/>
    <w:rsid w:val="0099388A"/>
    <w:rsid w:val="0099451F"/>
    <w:rsid w:val="009A0BF3"/>
    <w:rsid w:val="009A3C17"/>
    <w:rsid w:val="009B233A"/>
    <w:rsid w:val="009B4C6A"/>
    <w:rsid w:val="009B7229"/>
    <w:rsid w:val="009B78E7"/>
    <w:rsid w:val="009C186B"/>
    <w:rsid w:val="009C3408"/>
    <w:rsid w:val="009C3882"/>
    <w:rsid w:val="009C44F2"/>
    <w:rsid w:val="009C6DA1"/>
    <w:rsid w:val="009D1817"/>
    <w:rsid w:val="009D23B9"/>
    <w:rsid w:val="009D3DD0"/>
    <w:rsid w:val="009D3EDD"/>
    <w:rsid w:val="009D4BA6"/>
    <w:rsid w:val="009D5F6D"/>
    <w:rsid w:val="009D674F"/>
    <w:rsid w:val="009D7B4C"/>
    <w:rsid w:val="009E0923"/>
    <w:rsid w:val="009E3228"/>
    <w:rsid w:val="009E4D25"/>
    <w:rsid w:val="009E5B07"/>
    <w:rsid w:val="009E5DDB"/>
    <w:rsid w:val="009F1A9D"/>
    <w:rsid w:val="009F4165"/>
    <w:rsid w:val="009F457E"/>
    <w:rsid w:val="009F520D"/>
    <w:rsid w:val="009F7EC9"/>
    <w:rsid w:val="00A0016F"/>
    <w:rsid w:val="00A02A95"/>
    <w:rsid w:val="00A03CA2"/>
    <w:rsid w:val="00A04B09"/>
    <w:rsid w:val="00A04E5F"/>
    <w:rsid w:val="00A0681B"/>
    <w:rsid w:val="00A12679"/>
    <w:rsid w:val="00A127B6"/>
    <w:rsid w:val="00A13C61"/>
    <w:rsid w:val="00A13ED4"/>
    <w:rsid w:val="00A145AC"/>
    <w:rsid w:val="00A23189"/>
    <w:rsid w:val="00A25754"/>
    <w:rsid w:val="00A27EAD"/>
    <w:rsid w:val="00A327F0"/>
    <w:rsid w:val="00A35A86"/>
    <w:rsid w:val="00A37F60"/>
    <w:rsid w:val="00A421CC"/>
    <w:rsid w:val="00A42BB2"/>
    <w:rsid w:val="00A45AFD"/>
    <w:rsid w:val="00A45E56"/>
    <w:rsid w:val="00A51A1F"/>
    <w:rsid w:val="00A53497"/>
    <w:rsid w:val="00A570C8"/>
    <w:rsid w:val="00A604B9"/>
    <w:rsid w:val="00A60AE6"/>
    <w:rsid w:val="00A61FA5"/>
    <w:rsid w:val="00A622E9"/>
    <w:rsid w:val="00A656A0"/>
    <w:rsid w:val="00A70185"/>
    <w:rsid w:val="00A70474"/>
    <w:rsid w:val="00A7072B"/>
    <w:rsid w:val="00A71D2B"/>
    <w:rsid w:val="00A72CAE"/>
    <w:rsid w:val="00A73834"/>
    <w:rsid w:val="00A74E35"/>
    <w:rsid w:val="00A75B3B"/>
    <w:rsid w:val="00A76142"/>
    <w:rsid w:val="00A7655C"/>
    <w:rsid w:val="00A8050C"/>
    <w:rsid w:val="00A83DAC"/>
    <w:rsid w:val="00A84776"/>
    <w:rsid w:val="00A861A7"/>
    <w:rsid w:val="00A86AA6"/>
    <w:rsid w:val="00A900BF"/>
    <w:rsid w:val="00A90419"/>
    <w:rsid w:val="00A91C7F"/>
    <w:rsid w:val="00A91EA0"/>
    <w:rsid w:val="00A92B92"/>
    <w:rsid w:val="00A93E7F"/>
    <w:rsid w:val="00A94FFA"/>
    <w:rsid w:val="00A9519A"/>
    <w:rsid w:val="00AA665D"/>
    <w:rsid w:val="00AA6CDC"/>
    <w:rsid w:val="00AA6F86"/>
    <w:rsid w:val="00AB0C62"/>
    <w:rsid w:val="00AB1EE7"/>
    <w:rsid w:val="00AB1F00"/>
    <w:rsid w:val="00AB6CF0"/>
    <w:rsid w:val="00AB752D"/>
    <w:rsid w:val="00AB76E1"/>
    <w:rsid w:val="00AC059F"/>
    <w:rsid w:val="00AC2116"/>
    <w:rsid w:val="00AC2801"/>
    <w:rsid w:val="00AC3B64"/>
    <w:rsid w:val="00AC3B6F"/>
    <w:rsid w:val="00AC5A39"/>
    <w:rsid w:val="00AC7287"/>
    <w:rsid w:val="00AD1C0F"/>
    <w:rsid w:val="00AD2D49"/>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27C06"/>
    <w:rsid w:val="00B30472"/>
    <w:rsid w:val="00B31646"/>
    <w:rsid w:val="00B329AF"/>
    <w:rsid w:val="00B35902"/>
    <w:rsid w:val="00B373C9"/>
    <w:rsid w:val="00B4044F"/>
    <w:rsid w:val="00B415AD"/>
    <w:rsid w:val="00B423A5"/>
    <w:rsid w:val="00B42C79"/>
    <w:rsid w:val="00B42D09"/>
    <w:rsid w:val="00B4320D"/>
    <w:rsid w:val="00B44C96"/>
    <w:rsid w:val="00B45250"/>
    <w:rsid w:val="00B4531D"/>
    <w:rsid w:val="00B4779F"/>
    <w:rsid w:val="00B503A2"/>
    <w:rsid w:val="00B5361E"/>
    <w:rsid w:val="00B5372E"/>
    <w:rsid w:val="00B5567F"/>
    <w:rsid w:val="00B57CBB"/>
    <w:rsid w:val="00B57D0B"/>
    <w:rsid w:val="00B60960"/>
    <w:rsid w:val="00B61BDB"/>
    <w:rsid w:val="00B62632"/>
    <w:rsid w:val="00B6502D"/>
    <w:rsid w:val="00B72471"/>
    <w:rsid w:val="00B72A17"/>
    <w:rsid w:val="00B75165"/>
    <w:rsid w:val="00B76F56"/>
    <w:rsid w:val="00B820B7"/>
    <w:rsid w:val="00B825EE"/>
    <w:rsid w:val="00B85D30"/>
    <w:rsid w:val="00B86CCF"/>
    <w:rsid w:val="00B878F6"/>
    <w:rsid w:val="00B87F74"/>
    <w:rsid w:val="00B90FDF"/>
    <w:rsid w:val="00B936A3"/>
    <w:rsid w:val="00BA56A8"/>
    <w:rsid w:val="00BB3079"/>
    <w:rsid w:val="00BB317D"/>
    <w:rsid w:val="00BB3D52"/>
    <w:rsid w:val="00BB492D"/>
    <w:rsid w:val="00BB69A0"/>
    <w:rsid w:val="00BB6A32"/>
    <w:rsid w:val="00BC0163"/>
    <w:rsid w:val="00BC1C0C"/>
    <w:rsid w:val="00BC2715"/>
    <w:rsid w:val="00BC6362"/>
    <w:rsid w:val="00BC6895"/>
    <w:rsid w:val="00BC7B34"/>
    <w:rsid w:val="00BC7EC3"/>
    <w:rsid w:val="00BD04C6"/>
    <w:rsid w:val="00BD2977"/>
    <w:rsid w:val="00BD4A38"/>
    <w:rsid w:val="00BD5076"/>
    <w:rsid w:val="00BD671A"/>
    <w:rsid w:val="00BE50A6"/>
    <w:rsid w:val="00BE6BFF"/>
    <w:rsid w:val="00BE7691"/>
    <w:rsid w:val="00BF287C"/>
    <w:rsid w:val="00BF2C6C"/>
    <w:rsid w:val="00BF3FB9"/>
    <w:rsid w:val="00BF72E6"/>
    <w:rsid w:val="00C00225"/>
    <w:rsid w:val="00C04D16"/>
    <w:rsid w:val="00C04DF9"/>
    <w:rsid w:val="00C050ED"/>
    <w:rsid w:val="00C10444"/>
    <w:rsid w:val="00C108FD"/>
    <w:rsid w:val="00C12179"/>
    <w:rsid w:val="00C125B5"/>
    <w:rsid w:val="00C12BF4"/>
    <w:rsid w:val="00C14790"/>
    <w:rsid w:val="00C1488A"/>
    <w:rsid w:val="00C15709"/>
    <w:rsid w:val="00C177D3"/>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4678"/>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2996"/>
    <w:rsid w:val="00C72C4D"/>
    <w:rsid w:val="00C77FD1"/>
    <w:rsid w:val="00C82A84"/>
    <w:rsid w:val="00C82AF8"/>
    <w:rsid w:val="00C82D6E"/>
    <w:rsid w:val="00C86288"/>
    <w:rsid w:val="00C868B9"/>
    <w:rsid w:val="00C875A8"/>
    <w:rsid w:val="00C90624"/>
    <w:rsid w:val="00C912AF"/>
    <w:rsid w:val="00C931EC"/>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0CA0"/>
    <w:rsid w:val="00CE19E2"/>
    <w:rsid w:val="00CE24FB"/>
    <w:rsid w:val="00CE29F4"/>
    <w:rsid w:val="00CE4527"/>
    <w:rsid w:val="00CE69E4"/>
    <w:rsid w:val="00CF160D"/>
    <w:rsid w:val="00CF1662"/>
    <w:rsid w:val="00CF1861"/>
    <w:rsid w:val="00D07B4B"/>
    <w:rsid w:val="00D12167"/>
    <w:rsid w:val="00D13DAD"/>
    <w:rsid w:val="00D15F92"/>
    <w:rsid w:val="00D1664E"/>
    <w:rsid w:val="00D2270E"/>
    <w:rsid w:val="00D22F48"/>
    <w:rsid w:val="00D232E4"/>
    <w:rsid w:val="00D24CFE"/>
    <w:rsid w:val="00D2701A"/>
    <w:rsid w:val="00D34B90"/>
    <w:rsid w:val="00D37188"/>
    <w:rsid w:val="00D41978"/>
    <w:rsid w:val="00D42088"/>
    <w:rsid w:val="00D42CD3"/>
    <w:rsid w:val="00D4357B"/>
    <w:rsid w:val="00D43DBF"/>
    <w:rsid w:val="00D43DC3"/>
    <w:rsid w:val="00D45904"/>
    <w:rsid w:val="00D5111F"/>
    <w:rsid w:val="00D5175B"/>
    <w:rsid w:val="00D5245E"/>
    <w:rsid w:val="00D52FB7"/>
    <w:rsid w:val="00D553F4"/>
    <w:rsid w:val="00D55E4D"/>
    <w:rsid w:val="00D560F2"/>
    <w:rsid w:val="00D60DD8"/>
    <w:rsid w:val="00D6161D"/>
    <w:rsid w:val="00D625EC"/>
    <w:rsid w:val="00D62801"/>
    <w:rsid w:val="00D664ED"/>
    <w:rsid w:val="00D66925"/>
    <w:rsid w:val="00D67D4F"/>
    <w:rsid w:val="00D71522"/>
    <w:rsid w:val="00D744DD"/>
    <w:rsid w:val="00D803D5"/>
    <w:rsid w:val="00D8186D"/>
    <w:rsid w:val="00D81FE1"/>
    <w:rsid w:val="00D84AD7"/>
    <w:rsid w:val="00D85F02"/>
    <w:rsid w:val="00D87C25"/>
    <w:rsid w:val="00D90981"/>
    <w:rsid w:val="00D90A4D"/>
    <w:rsid w:val="00D9144D"/>
    <w:rsid w:val="00D9412E"/>
    <w:rsid w:val="00D941B4"/>
    <w:rsid w:val="00D95F05"/>
    <w:rsid w:val="00D9770F"/>
    <w:rsid w:val="00DA1825"/>
    <w:rsid w:val="00DA331F"/>
    <w:rsid w:val="00DA5F03"/>
    <w:rsid w:val="00DA60E8"/>
    <w:rsid w:val="00DA730C"/>
    <w:rsid w:val="00DB05F6"/>
    <w:rsid w:val="00DB3BC8"/>
    <w:rsid w:val="00DB4641"/>
    <w:rsid w:val="00DB5AF7"/>
    <w:rsid w:val="00DC0BB8"/>
    <w:rsid w:val="00DC3DE8"/>
    <w:rsid w:val="00DC7E04"/>
    <w:rsid w:val="00DD2D98"/>
    <w:rsid w:val="00DD3313"/>
    <w:rsid w:val="00DD3851"/>
    <w:rsid w:val="00DE3174"/>
    <w:rsid w:val="00DE34E1"/>
    <w:rsid w:val="00DE48C3"/>
    <w:rsid w:val="00DE4CE1"/>
    <w:rsid w:val="00DF1690"/>
    <w:rsid w:val="00DF2BFA"/>
    <w:rsid w:val="00DF5EA7"/>
    <w:rsid w:val="00DF7E9B"/>
    <w:rsid w:val="00E001E3"/>
    <w:rsid w:val="00E00855"/>
    <w:rsid w:val="00E03189"/>
    <w:rsid w:val="00E05464"/>
    <w:rsid w:val="00E06927"/>
    <w:rsid w:val="00E0775B"/>
    <w:rsid w:val="00E10F73"/>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2A65"/>
    <w:rsid w:val="00E43A1C"/>
    <w:rsid w:val="00E44D74"/>
    <w:rsid w:val="00E46D08"/>
    <w:rsid w:val="00E46DA5"/>
    <w:rsid w:val="00E50EC3"/>
    <w:rsid w:val="00E52E0F"/>
    <w:rsid w:val="00E54815"/>
    <w:rsid w:val="00E5584E"/>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3FDA"/>
    <w:rsid w:val="00F16AC8"/>
    <w:rsid w:val="00F20CA2"/>
    <w:rsid w:val="00F212CF"/>
    <w:rsid w:val="00F2179B"/>
    <w:rsid w:val="00F2231C"/>
    <w:rsid w:val="00F23558"/>
    <w:rsid w:val="00F24A1C"/>
    <w:rsid w:val="00F24C3E"/>
    <w:rsid w:val="00F259C7"/>
    <w:rsid w:val="00F25A65"/>
    <w:rsid w:val="00F26E21"/>
    <w:rsid w:val="00F27724"/>
    <w:rsid w:val="00F302BD"/>
    <w:rsid w:val="00F324FD"/>
    <w:rsid w:val="00F3486B"/>
    <w:rsid w:val="00F34BCF"/>
    <w:rsid w:val="00F35804"/>
    <w:rsid w:val="00F4044B"/>
    <w:rsid w:val="00F43E66"/>
    <w:rsid w:val="00F44048"/>
    <w:rsid w:val="00F45003"/>
    <w:rsid w:val="00F45CD3"/>
    <w:rsid w:val="00F462E3"/>
    <w:rsid w:val="00F46FB6"/>
    <w:rsid w:val="00F5114C"/>
    <w:rsid w:val="00F514E4"/>
    <w:rsid w:val="00F60469"/>
    <w:rsid w:val="00F6247B"/>
    <w:rsid w:val="00F6486F"/>
    <w:rsid w:val="00F70BAD"/>
    <w:rsid w:val="00F73268"/>
    <w:rsid w:val="00F739CE"/>
    <w:rsid w:val="00F74C2B"/>
    <w:rsid w:val="00F74CD1"/>
    <w:rsid w:val="00F80208"/>
    <w:rsid w:val="00F81E21"/>
    <w:rsid w:val="00F83B23"/>
    <w:rsid w:val="00F83DFF"/>
    <w:rsid w:val="00F842ED"/>
    <w:rsid w:val="00F84EE5"/>
    <w:rsid w:val="00F873B2"/>
    <w:rsid w:val="00F87913"/>
    <w:rsid w:val="00FA18EA"/>
    <w:rsid w:val="00FA2C50"/>
    <w:rsid w:val="00FA3268"/>
    <w:rsid w:val="00FA37D7"/>
    <w:rsid w:val="00FA3F55"/>
    <w:rsid w:val="00FA65F6"/>
    <w:rsid w:val="00FA7090"/>
    <w:rsid w:val="00FA7113"/>
    <w:rsid w:val="00FB0A89"/>
    <w:rsid w:val="00FB2BBC"/>
    <w:rsid w:val="00FB3FD3"/>
    <w:rsid w:val="00FB56C7"/>
    <w:rsid w:val="00FB6131"/>
    <w:rsid w:val="00FB6FB4"/>
    <w:rsid w:val="00FB7658"/>
    <w:rsid w:val="00FC0CED"/>
    <w:rsid w:val="00FC205F"/>
    <w:rsid w:val="00FC4C9D"/>
    <w:rsid w:val="00FC6296"/>
    <w:rsid w:val="00FC66CD"/>
    <w:rsid w:val="00FC6D03"/>
    <w:rsid w:val="00FD21DF"/>
    <w:rsid w:val="00FD2BF7"/>
    <w:rsid w:val="00FD4156"/>
    <w:rsid w:val="00FD4D04"/>
    <w:rsid w:val="00FD654E"/>
    <w:rsid w:val="00FD6ED2"/>
    <w:rsid w:val="00FD737D"/>
    <w:rsid w:val="00FE0B37"/>
    <w:rsid w:val="00FE0EC9"/>
    <w:rsid w:val="00FE116C"/>
    <w:rsid w:val="00FE3D8B"/>
    <w:rsid w:val="00FE4737"/>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DF5C3C"/>
  <w15:docId w15:val="{8306BF01-1FAA-4444-B80E-361EE3AFF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qFormat/>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uiPriority w:val="39"/>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uiPriority w:val="99"/>
    <w:rsid w:val="000408B1"/>
    <w:rPr>
      <w:kern w:val="28"/>
      <w:lang w:val="en-GB"/>
    </w:rPr>
  </w:style>
  <w:style w:type="paragraph" w:styleId="ListBullet">
    <w:name w:val="List Bullet"/>
    <w:basedOn w:val="Normal"/>
    <w:next w:val="Normal"/>
    <w:link w:val="ListBulletChar"/>
    <w:uiPriority w:val="99"/>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uiPriority w:val="39"/>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rsid w:val="001C280A"/>
    <w:pPr>
      <w:ind w:left="720"/>
    </w:pPr>
  </w:style>
  <w:style w:type="character" w:styleId="PageNumber">
    <w:name w:val="page number"/>
    <w:basedOn w:val="DefaultParagraphFont"/>
    <w:rsid w:val="001C280A"/>
  </w:style>
  <w:style w:type="paragraph" w:styleId="PlainText">
    <w:name w:val="Plain Text"/>
    <w:basedOn w:val="Normal"/>
    <w:rsid w:val="001C280A"/>
    <w:rPr>
      <w:rFonts w:ascii="Courier New" w:hAnsi="Courier New" w:cs="Courier New"/>
    </w:rPr>
  </w:style>
  <w:style w:type="table" w:styleId="TableClassic1">
    <w:name w:val="Table Classic 1"/>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rsid w:val="00B1188A"/>
    <w:pPr>
      <w:ind w:left="190" w:hanging="190"/>
    </w:pPr>
  </w:style>
  <w:style w:type="paragraph" w:styleId="TableofFigures">
    <w:name w:val="table of figures"/>
    <w:basedOn w:val="Normal"/>
    <w:next w:val="Normal"/>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B1188A"/>
    <w:rPr>
      <w:rFonts w:asciiTheme="majorHAnsi" w:eastAsiaTheme="majorEastAsia" w:hAnsiTheme="majorHAnsi" w:cstheme="majorBidi"/>
      <w:b/>
      <w:bCs/>
      <w:sz w:val="24"/>
      <w:szCs w:val="24"/>
    </w:rPr>
  </w:style>
  <w:style w:type="paragraph" w:styleId="TOC5">
    <w:name w:val="toc 5"/>
    <w:basedOn w:val="Normal"/>
    <w:next w:val="Normal"/>
    <w:autoRedefine/>
    <w:uiPriority w:val="39"/>
    <w:rsid w:val="00B1188A"/>
    <w:pPr>
      <w:spacing w:after="100"/>
      <w:ind w:left="760"/>
    </w:pPr>
  </w:style>
  <w:style w:type="paragraph" w:styleId="TOC6">
    <w:name w:val="toc 6"/>
    <w:basedOn w:val="Normal"/>
    <w:next w:val="Normal"/>
    <w:autoRedefine/>
    <w:uiPriority w:val="39"/>
    <w:rsid w:val="00B1188A"/>
    <w:pPr>
      <w:spacing w:after="100"/>
      <w:ind w:left="950"/>
    </w:pPr>
  </w:style>
  <w:style w:type="paragraph" w:styleId="TOC7">
    <w:name w:val="toc 7"/>
    <w:basedOn w:val="Normal"/>
    <w:next w:val="Normal"/>
    <w:autoRedefine/>
    <w:uiPriority w:val="39"/>
    <w:rsid w:val="00B1188A"/>
    <w:pPr>
      <w:spacing w:after="100"/>
      <w:ind w:left="1140"/>
    </w:pPr>
  </w:style>
  <w:style w:type="paragraph" w:styleId="TOC8">
    <w:name w:val="toc 8"/>
    <w:basedOn w:val="Normal"/>
    <w:next w:val="Normal"/>
    <w:autoRedefine/>
    <w:uiPriority w:val="39"/>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rsid w:val="00223ABE"/>
    <w:pPr>
      <w:spacing w:before="0"/>
      <w:ind w:left="570" w:hanging="190"/>
    </w:pPr>
  </w:style>
  <w:style w:type="paragraph" w:styleId="Index4">
    <w:name w:val="index 4"/>
    <w:basedOn w:val="Normal"/>
    <w:next w:val="Normal"/>
    <w:autoRedefine/>
    <w:rsid w:val="00223ABE"/>
    <w:pPr>
      <w:spacing w:before="0"/>
      <w:ind w:left="760" w:hanging="190"/>
    </w:pPr>
  </w:style>
  <w:style w:type="paragraph" w:styleId="Index5">
    <w:name w:val="index 5"/>
    <w:basedOn w:val="Normal"/>
    <w:next w:val="Normal"/>
    <w:autoRedefine/>
    <w:rsid w:val="00223ABE"/>
    <w:pPr>
      <w:spacing w:before="0"/>
      <w:ind w:left="950" w:hanging="190"/>
    </w:pPr>
  </w:style>
  <w:style w:type="paragraph" w:styleId="Index6">
    <w:name w:val="index 6"/>
    <w:basedOn w:val="Normal"/>
    <w:next w:val="Normal"/>
    <w:autoRedefine/>
    <w:rsid w:val="00223ABE"/>
    <w:pPr>
      <w:spacing w:before="0"/>
      <w:ind w:left="1140" w:hanging="190"/>
    </w:pPr>
  </w:style>
  <w:style w:type="paragraph" w:styleId="Index7">
    <w:name w:val="index 7"/>
    <w:basedOn w:val="Normal"/>
    <w:next w:val="Normal"/>
    <w:autoRedefine/>
    <w:rsid w:val="00223ABE"/>
    <w:pPr>
      <w:spacing w:before="0"/>
      <w:ind w:left="1330" w:hanging="190"/>
    </w:pPr>
  </w:style>
  <w:style w:type="paragraph" w:styleId="Index8">
    <w:name w:val="index 8"/>
    <w:basedOn w:val="Normal"/>
    <w:next w:val="Normal"/>
    <w:autoRedefine/>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rsid w:val="00223ABE"/>
    <w:pPr>
      <w:ind w:left="1132" w:hanging="283"/>
      <w:contextualSpacing/>
    </w:pPr>
  </w:style>
  <w:style w:type="paragraph" w:styleId="List5">
    <w:name w:val="List 5"/>
    <w:basedOn w:val="Normal"/>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character" w:styleId="Strong">
    <w:name w:val="Strong"/>
    <w:basedOn w:val="DefaultParagraphFont"/>
    <w:qFormat/>
    <w:rsid w:val="003422AF"/>
    <w:rPr>
      <w:b/>
      <w:bCs/>
    </w:rPr>
  </w:style>
  <w:style w:type="paragraph" w:styleId="BlockText">
    <w:name w:val="Block Text"/>
    <w:basedOn w:val="Normal"/>
    <w:semiHidden/>
    <w:locked/>
    <w:rsid w:val="003422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styleId="EndnoteReference">
    <w:name w:val="endnote reference"/>
    <w:basedOn w:val="DefaultParagraphFont"/>
    <w:rsid w:val="003422AF"/>
    <w:rPr>
      <w:vertAlign w:val="superscript"/>
    </w:rPr>
  </w:style>
  <w:style w:type="numbering" w:styleId="111111">
    <w:name w:val="Outline List 2"/>
    <w:basedOn w:val="NoList"/>
    <w:rsid w:val="003422AF"/>
    <w:pPr>
      <w:numPr>
        <w:numId w:val="19"/>
      </w:numPr>
    </w:pPr>
  </w:style>
  <w:style w:type="numbering" w:styleId="1ai">
    <w:name w:val="Outline List 1"/>
    <w:basedOn w:val="NoList"/>
    <w:rsid w:val="003422AF"/>
    <w:pPr>
      <w:numPr>
        <w:numId w:val="20"/>
      </w:numPr>
    </w:pPr>
  </w:style>
  <w:style w:type="paragraph" w:styleId="Closing">
    <w:name w:val="Closing"/>
    <w:basedOn w:val="Normal"/>
    <w:link w:val="ClosingChar"/>
    <w:semiHidden/>
    <w:locked/>
    <w:rsid w:val="003422AF"/>
    <w:pPr>
      <w:spacing w:before="0"/>
      <w:ind w:left="4320"/>
    </w:pPr>
  </w:style>
  <w:style w:type="character" w:customStyle="1" w:styleId="ClosingChar">
    <w:name w:val="Closing Char"/>
    <w:basedOn w:val="DefaultParagraphFont"/>
    <w:link w:val="Closing"/>
    <w:semiHidden/>
    <w:rsid w:val="003422AF"/>
    <w:rPr>
      <w:lang w:val="en-GB"/>
    </w:rPr>
  </w:style>
  <w:style w:type="character" w:styleId="HTMLAcronym">
    <w:name w:val="HTML Acronym"/>
    <w:basedOn w:val="DefaultParagraphFont"/>
    <w:rsid w:val="003422AF"/>
  </w:style>
  <w:style w:type="character" w:styleId="HTMLCite">
    <w:name w:val="HTML Cite"/>
    <w:basedOn w:val="DefaultParagraphFont"/>
    <w:rsid w:val="003422AF"/>
    <w:rPr>
      <w:i/>
      <w:iCs/>
    </w:rPr>
  </w:style>
  <w:style w:type="character" w:styleId="HTMLCode">
    <w:name w:val="HTML Code"/>
    <w:basedOn w:val="DefaultParagraphFont"/>
    <w:rsid w:val="003422AF"/>
    <w:rPr>
      <w:rFonts w:ascii="Courier New" w:hAnsi="Courier New" w:cs="Courier New"/>
      <w:sz w:val="20"/>
      <w:szCs w:val="20"/>
    </w:rPr>
  </w:style>
  <w:style w:type="character" w:styleId="HTMLDefinition">
    <w:name w:val="HTML Definition"/>
    <w:basedOn w:val="DefaultParagraphFont"/>
    <w:rsid w:val="003422AF"/>
    <w:rPr>
      <w:i/>
      <w:iCs/>
    </w:rPr>
  </w:style>
  <w:style w:type="character" w:styleId="HTMLKeyboard">
    <w:name w:val="HTML Keyboard"/>
    <w:basedOn w:val="DefaultParagraphFont"/>
    <w:rsid w:val="003422AF"/>
    <w:rPr>
      <w:rFonts w:ascii="Courier New" w:hAnsi="Courier New" w:cs="Courier New"/>
      <w:sz w:val="20"/>
      <w:szCs w:val="20"/>
    </w:rPr>
  </w:style>
  <w:style w:type="character" w:styleId="HTMLSample">
    <w:name w:val="HTML Sample"/>
    <w:basedOn w:val="DefaultParagraphFont"/>
    <w:rsid w:val="003422AF"/>
    <w:rPr>
      <w:rFonts w:ascii="Courier New" w:hAnsi="Courier New" w:cs="Courier New"/>
    </w:rPr>
  </w:style>
  <w:style w:type="character" w:styleId="HTMLTypewriter">
    <w:name w:val="HTML Typewriter"/>
    <w:basedOn w:val="DefaultParagraphFont"/>
    <w:rsid w:val="003422AF"/>
    <w:rPr>
      <w:rFonts w:ascii="Courier New" w:hAnsi="Courier New" w:cs="Courier New"/>
      <w:sz w:val="20"/>
      <w:szCs w:val="20"/>
    </w:rPr>
  </w:style>
  <w:style w:type="character" w:styleId="HTMLVariable">
    <w:name w:val="HTML Variable"/>
    <w:basedOn w:val="DefaultParagraphFont"/>
    <w:rsid w:val="003422AF"/>
    <w:rPr>
      <w:i/>
      <w:iCs/>
    </w:rPr>
  </w:style>
  <w:style w:type="character" w:styleId="LineNumber">
    <w:name w:val="line number"/>
    <w:basedOn w:val="DefaultParagraphFont"/>
    <w:rsid w:val="003422AF"/>
  </w:style>
  <w:style w:type="paragraph" w:styleId="List">
    <w:name w:val="List"/>
    <w:basedOn w:val="Normal"/>
    <w:rsid w:val="003422AF"/>
    <w:pPr>
      <w:spacing w:after="120"/>
      <w:ind w:left="283" w:hanging="283"/>
    </w:pPr>
    <w:rPr>
      <w:rFonts w:cs="Arial"/>
      <w:sz w:val="19"/>
    </w:rPr>
  </w:style>
  <w:style w:type="paragraph" w:styleId="List2">
    <w:name w:val="List 2"/>
    <w:basedOn w:val="Normal"/>
    <w:rsid w:val="003422AF"/>
    <w:pPr>
      <w:spacing w:after="120"/>
      <w:ind w:left="566" w:hanging="283"/>
    </w:pPr>
    <w:rPr>
      <w:rFonts w:cs="Arial"/>
      <w:sz w:val="19"/>
    </w:rPr>
  </w:style>
  <w:style w:type="paragraph" w:styleId="List3">
    <w:name w:val="List 3"/>
    <w:basedOn w:val="Normal"/>
    <w:rsid w:val="003422AF"/>
    <w:pPr>
      <w:spacing w:after="120"/>
      <w:ind w:left="849" w:hanging="283"/>
    </w:pPr>
    <w:rPr>
      <w:rFonts w:cs="Arial"/>
      <w:sz w:val="19"/>
    </w:rPr>
  </w:style>
  <w:style w:type="paragraph" w:styleId="MessageHeader">
    <w:name w:val="Message Header"/>
    <w:basedOn w:val="Normal"/>
    <w:link w:val="MessageHeaderChar"/>
    <w:rsid w:val="003422AF"/>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szCs w:val="24"/>
    </w:rPr>
  </w:style>
  <w:style w:type="character" w:customStyle="1" w:styleId="MessageHeaderChar">
    <w:name w:val="Message Header Char"/>
    <w:basedOn w:val="DefaultParagraphFont"/>
    <w:link w:val="MessageHeader"/>
    <w:rsid w:val="003422AF"/>
    <w:rPr>
      <w:rFonts w:cs="Arial"/>
      <w:szCs w:val="24"/>
      <w:shd w:val="pct20" w:color="auto" w:fill="auto"/>
      <w:lang w:val="en-GB"/>
    </w:rPr>
  </w:style>
  <w:style w:type="table" w:styleId="Table3Deffects1">
    <w:name w:val="Table 3D effects 1"/>
    <w:basedOn w:val="TableNormal"/>
    <w:locked/>
    <w:rsid w:val="003422AF"/>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3422AF"/>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3422AF"/>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package" Target="embeddings/Microsoft_Visio_Drawing.vsdx"/><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iso20022.org"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header" Target="header7.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6.xml"/><Relationship Id="rId30"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chapman\AppData\Local\Microsoft\Windows\Temporary%20Internet%20Files\Content.MSO\6B9972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F2170D587CC8448838EF09DB853D25F" ma:contentTypeVersion="4" ma:contentTypeDescription="Create a new document." ma:contentTypeScope="" ma:versionID="5cf9cecc5ed4833344176bdc372c3eaf">
  <xsd:schema xmlns:xsd="http://www.w3.org/2001/XMLSchema" xmlns:xs="http://www.w3.org/2001/XMLSchema" xmlns:p="http://schemas.microsoft.com/office/2006/metadata/properties" xmlns:ns2="806285ac-449a-4fb1-8311-58d88e150cc7" xmlns:ns3="a97dcc3f-3b2f-495f-9099-3dd652602bdf" targetNamespace="http://schemas.microsoft.com/office/2006/metadata/properties" ma:root="true" ma:fieldsID="24dd0b3d314e3703c3a8a5090a3ceab6" ns2:_="" ns3:_="">
    <xsd:import namespace="806285ac-449a-4fb1-8311-58d88e150cc7"/>
    <xsd:import namespace="a97dcc3f-3b2f-495f-9099-3dd652602bd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7dcc3f-3b2f-495f-9099-3dd652602bd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06285ac-449a-4fb1-8311-58d88e150cc7">MSKTH6SNCJSU-2018047209-56779</_dlc_DocId>
    <_dlc_DocIdUrl xmlns="806285ac-449a-4fb1-8311-58d88e150cc7">
      <Url>https://swiftcorp.sharepoint.com/sites/ps-ow-standards%20team/_layouts/15/DocIdRedir.aspx?ID=MSKTH6SNCJSU-2018047209-56779</Url>
      <Description>MSKTH6SNCJSU-2018047209-56779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ZDU2ZWUzOS0yZGRkLTQyZGMtYWQ2ZS0zY2MyN2M5MjVhOWIiIG9yaWdpbj0idXNlclNlbGVjdGVkIj48ZWxlbWVudCB1aWQ9ImlkX2NsYXNzaWZpY2F0aW9uX2V1cmVzdHJpY3RlZCIgdmFsdWU9IiIgeG1sbnM9Imh0dHA6Ly93d3cuYm9sZG9uamFtZXMuY29tLzIwMDgvMDEvc2llL2ludGVybmFsL2xhYmVsIiAvPjwvc2lzbD48VXNlck5hbWU+RVVSXHBkZWFudG9uMTAwMTc4PC9Vc2VyTmFtZT48RGF0ZVRpbWU+MDQvMDkvMjAyMCAxMjo1MDozMzwvRGF0ZVRpbWU+PExhYmVsU3RyaW5nPkMwIC0gUHVibGljIDwvTGFiZWxTdHJpbmc+PC9pdGVtPjwvbGFiZWxIaXN0b3J5Pg==</Value>
</WrappedLabelHistory>
</file>

<file path=customXml/item7.xml><?xml version="1.0" encoding="utf-8"?>
<sisl xmlns:xsi="http://www.w3.org/2001/XMLSchema-instance" xmlns:xsd="http://www.w3.org/2001/XMLSchema" xmlns="http://www.boldonjames.com/2008/01/sie/internal/label" sislVersion="0" policy="cd56ee39-2ddd-42dc-ad6e-3cc27c925a9b" origin="userSelected">
  <element uid="id_classification_eurestricted" value=""/>
</sisl>
</file>

<file path=customXml/itemProps1.xml><?xml version="1.0" encoding="utf-8"?>
<ds:datastoreItem xmlns:ds="http://schemas.openxmlformats.org/officeDocument/2006/customXml" ds:itemID="{4751F7E3-BE58-4D52-9DB5-4565FEF39F6F}">
  <ds:schemaRefs>
    <ds:schemaRef ds:uri="http://schemas.openxmlformats.org/officeDocument/2006/bibliography"/>
  </ds:schemaRefs>
</ds:datastoreItem>
</file>

<file path=customXml/itemProps2.xml><?xml version="1.0" encoding="utf-8"?>
<ds:datastoreItem xmlns:ds="http://schemas.openxmlformats.org/officeDocument/2006/customXml" ds:itemID="{32786228-05EC-462F-909F-0A48D2C53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a97dcc3f-3b2f-495f-9099-3dd652602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BF025D-2F4A-4BF8-86BC-02D0A5723EF8}">
  <ds:schemaRefs>
    <ds:schemaRef ds:uri="http://schemas.microsoft.com/sharepoint/events"/>
  </ds:schemaRefs>
</ds:datastoreItem>
</file>

<file path=customXml/itemProps4.xml><?xml version="1.0" encoding="utf-8"?>
<ds:datastoreItem xmlns:ds="http://schemas.openxmlformats.org/officeDocument/2006/customXml" ds:itemID="{E413606E-A512-45A1-96A7-BAAB316FB76E}">
  <ds:schemaRefs>
    <ds:schemaRef ds:uri="http://schemas.microsoft.com/office/2006/metadata/properties"/>
    <ds:schemaRef ds:uri="http://schemas.microsoft.com/office/infopath/2007/PartnerControls"/>
    <ds:schemaRef ds:uri="806285ac-449a-4fb1-8311-58d88e150cc7"/>
  </ds:schemaRefs>
</ds:datastoreItem>
</file>

<file path=customXml/itemProps5.xml><?xml version="1.0" encoding="utf-8"?>
<ds:datastoreItem xmlns:ds="http://schemas.openxmlformats.org/officeDocument/2006/customXml" ds:itemID="{C6D63CB3-D990-4CFB-9F1D-962F0CA33E81}">
  <ds:schemaRefs>
    <ds:schemaRef ds:uri="http://schemas.microsoft.com/sharepoint/v3/contenttype/forms"/>
  </ds:schemaRefs>
</ds:datastoreItem>
</file>

<file path=customXml/itemProps6.xml><?xml version="1.0" encoding="utf-8"?>
<ds:datastoreItem xmlns:ds="http://schemas.openxmlformats.org/officeDocument/2006/customXml" ds:itemID="{562A2894-5C0A-4B16-AB1D-35D0DD9D671A}">
  <ds:schemaRefs>
    <ds:schemaRef ds:uri="http://www.w3.org/2001/XMLSchema"/>
    <ds:schemaRef ds:uri="http://www.boldonjames.com/2016/02/Classifier/internal/wrappedLabelHistory"/>
  </ds:schemaRefs>
</ds:datastoreItem>
</file>

<file path=customXml/itemProps7.xml><?xml version="1.0" encoding="utf-8"?>
<ds:datastoreItem xmlns:ds="http://schemas.openxmlformats.org/officeDocument/2006/customXml" ds:itemID="{9DFE2779-5042-4B6B-9965-9C65F0C3A87F}">
  <ds:schemaRefs>
    <ds:schemaRef ds:uri="http://www.w3.org/2001/XMLSchema"/>
    <ds:schemaRef ds:uri="http://www.boldonjames.com/2008/01/sie/internal/label"/>
  </ds:schemaRefs>
</ds:datastoreItem>
</file>

<file path=docMetadata/LabelInfo.xml><?xml version="1.0" encoding="utf-8"?>
<clbl:labelList xmlns:clbl="http://schemas.microsoft.com/office/2020/mipLabelMetadata">
  <clbl:label id="{73ffee4c-6a1f-4ed2-ac48-3a8ed3359974}"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6B99727</Template>
  <TotalTime>11</TotalTime>
  <Pages>13</Pages>
  <Words>2560</Words>
  <Characters>14597</Characters>
  <Application>Microsoft Office Word</Application>
  <DocSecurity>0</DocSecurity>
  <Lines>121</Lines>
  <Paragraphs>34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Standards MX Template</vt:lpstr>
      <vt:lpstr>Standards MX Template</vt:lpstr>
    </vt:vector>
  </TitlesOfParts>
  <Company>S.W.I.F.T. SCRL</Company>
  <LinksUpToDate>false</LinksUpToDate>
  <CharactersWithSpaces>17123</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keywords>C0 - Public</cp:keywords>
  <cp:lastModifiedBy>KUNTZ Vincent</cp:lastModifiedBy>
  <cp:revision>7</cp:revision>
  <cp:lastPrinted>2012-01-27T10:08:00Z</cp:lastPrinted>
  <dcterms:created xsi:type="dcterms:W3CDTF">2020-11-30T15:05:00Z</dcterms:created>
  <dcterms:modified xsi:type="dcterms:W3CDTF">2025-02-25T23:24:00Z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0x010100AF2170D587CC8448838EF09DB853D25F</vt:lpwstr>
  </property>
  <property fmtid="{D5CDD505-2E9C-101B-9397-08002B2CF9AE}" pid="7" name="_dlc_DocIdItemGuid">
    <vt:lpwstr>f97e3186-9d0e-4ec2-9cc5-93da87af9550</vt:lpwstr>
  </property>
  <property fmtid="{D5CDD505-2E9C-101B-9397-08002B2CF9AE}" pid="8" name="docIndexRef">
    <vt:lpwstr>780c46b5-e667-4c3a-bde4-d73c62e0d4de</vt:lpwstr>
  </property>
  <property fmtid="{D5CDD505-2E9C-101B-9397-08002B2CF9AE}" pid="9" name="bjSaver">
    <vt:lpwstr>D+l81Ws1fkDtYEPXtekeZnvHah0Z7tBe</vt:lpwstr>
  </property>
  <property fmtid="{D5CDD505-2E9C-101B-9397-08002B2CF9AE}" pid="10" name="bjDocumentLabelXML">
    <vt:lpwstr>&lt;?xml version="1.0" encoding="us-ascii"?&gt;&lt;sisl xmlns:xsi="http://www.w3.org/2001/XMLSchema-instance" xmlns:xsd="http://www.w3.org/2001/XMLSchema" sislVersion="0" policy="cd56ee39-2ddd-42dc-ad6e-3cc27c925a9b" origin="userSelected" xmlns="http://www.boldonj</vt:lpwstr>
  </property>
  <property fmtid="{D5CDD505-2E9C-101B-9397-08002B2CF9AE}" pid="11" name="bjDocumentLabelXML-0">
    <vt:lpwstr>ames.com/2008/01/sie/internal/label"&gt;&lt;element uid="id_classification_eurestricted" value="" /&gt;&lt;/sisl&gt;</vt:lpwstr>
  </property>
  <property fmtid="{D5CDD505-2E9C-101B-9397-08002B2CF9AE}" pid="12" name="bjDocumentSecurityLabel">
    <vt:lpwstr>C0 - Public</vt:lpwstr>
  </property>
  <property fmtid="{D5CDD505-2E9C-101B-9397-08002B2CF9AE}" pid="13" name="Sensitivity">
    <vt:lpwstr>C0 - Public</vt:lpwstr>
  </property>
  <property fmtid="{D5CDD505-2E9C-101B-9397-08002B2CF9AE}" pid="14" name="Classification_DLP">
    <vt:lpwstr>C0_C0</vt:lpwstr>
  </property>
  <property fmtid="{D5CDD505-2E9C-101B-9397-08002B2CF9AE}" pid="15" name="bjLabelHistoryID">
    <vt:lpwstr>{562A2894-5C0A-4B16-AB1D-35D0DD9D671A}</vt:lpwstr>
  </property>
</Properties>
</file>