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6F21" w14:textId="77777777" w:rsidR="00FC66CD" w:rsidRPr="00DC44E7" w:rsidRDefault="008D7690" w:rsidP="00DC44E7">
      <w:pPr>
        <w:pStyle w:val="ProductFamily"/>
        <w:rPr>
          <w:rStyle w:val="Bold"/>
          <w:b w:val="0"/>
        </w:rPr>
      </w:pPr>
      <w:r w:rsidRPr="00DC44E7">
        <w:rPr>
          <w:rStyle w:val="Bold"/>
          <w:b w:val="0"/>
        </w:rPr>
        <w:t>ISO 20022</w:t>
      </w:r>
    </w:p>
    <w:p w14:paraId="1866EBF4" w14:textId="0B5760BC" w:rsidR="00FC66CD" w:rsidRDefault="004D521A" w:rsidP="005A6353">
      <w:pPr>
        <w:pStyle w:val="ProductName"/>
      </w:pPr>
      <w:r>
        <w:t>T2-T2S Consolidation</w:t>
      </w:r>
      <w:r w:rsidR="00340304" w:rsidRPr="00340304">
        <w:t xml:space="preserve"> - </w:t>
      </w:r>
      <w:r w:rsidR="00955C22">
        <w:t xml:space="preserve">Calendar </w:t>
      </w:r>
      <w:r w:rsidR="00340304" w:rsidRPr="00340304">
        <w:t xml:space="preserve">Reference Data </w:t>
      </w:r>
    </w:p>
    <w:p w14:paraId="3226BEE0" w14:textId="77777777" w:rsidR="006E6FAB" w:rsidRPr="006E6FAB" w:rsidRDefault="006E6FAB" w:rsidP="006E6FAB">
      <w:pPr>
        <w:pStyle w:val="SWIFTNetversion"/>
      </w:pPr>
    </w:p>
    <w:p w14:paraId="3F76B480" w14:textId="77777777" w:rsidR="00FC66CD" w:rsidRDefault="00FC66CD" w:rsidP="005A6353">
      <w:pPr>
        <w:pStyle w:val="Titlepagetext"/>
      </w:pPr>
    </w:p>
    <w:p w14:paraId="47F76991" w14:textId="77777777" w:rsidR="00FC66CD" w:rsidRPr="00657A1D" w:rsidRDefault="000877E0" w:rsidP="005A6353">
      <w:pPr>
        <w:pStyle w:val="DocumentTitle"/>
      </w:pPr>
      <w:r>
        <w:t>Message Definition Report Part 1</w:t>
      </w:r>
    </w:p>
    <w:p w14:paraId="7999BC0F" w14:textId="0F3389D3" w:rsidR="00FC66CD" w:rsidRPr="00657A1D" w:rsidRDefault="0088547B" w:rsidP="005A6353">
      <w:pPr>
        <w:pStyle w:val="DocumentSubtitle"/>
      </w:pPr>
      <w:r>
        <w:t>Approved</w:t>
      </w:r>
      <w:r w:rsidR="00340304" w:rsidRPr="00340304">
        <w:t xml:space="preserve"> by the Securities and Payments SEG under the leadership of the Securities SEG</w:t>
      </w:r>
    </w:p>
    <w:p w14:paraId="19D08A3B" w14:textId="1D393D6B" w:rsidR="00FC66CD" w:rsidRPr="00646E29" w:rsidRDefault="00732142" w:rsidP="005A6353">
      <w:pPr>
        <w:pStyle w:val="Titlepagetext"/>
      </w:pPr>
      <w:r w:rsidRPr="00732142">
        <w:t xml:space="preserve">This document provides information about the use of the </w:t>
      </w:r>
      <w:r w:rsidR="00922455">
        <w:t xml:space="preserve">candidate </w:t>
      </w:r>
      <w:r w:rsidRPr="00732142">
        <w:t xml:space="preserve">messages for </w:t>
      </w:r>
      <w:r w:rsidR="00955C22">
        <w:t>T2-T2S Consolidation</w:t>
      </w:r>
      <w:r w:rsidR="00955C22" w:rsidRPr="00340304">
        <w:t xml:space="preserve"> - </w:t>
      </w:r>
      <w:r w:rsidR="00955C22">
        <w:t xml:space="preserve">Calendar </w:t>
      </w:r>
      <w:r w:rsidR="00340304" w:rsidRPr="00340304">
        <w:t>Reference Data messages</w:t>
      </w:r>
      <w:r w:rsidRPr="00732142">
        <w:t xml:space="preserve"> and includes, for example, business transactions and examples.</w:t>
      </w:r>
    </w:p>
    <w:p w14:paraId="7053B9CB" w14:textId="09CCACE8" w:rsidR="00FC66CD" w:rsidRDefault="000E77F7" w:rsidP="005A6353">
      <w:pPr>
        <w:pStyle w:val="Releasedate"/>
      </w:pPr>
      <w:r>
        <w:t>April</w:t>
      </w:r>
      <w:r w:rsidR="004F42F5">
        <w:t xml:space="preserve"> </w:t>
      </w:r>
      <w:r w:rsidR="00340304">
        <w:t>202</w:t>
      </w:r>
      <w:r>
        <w:t>3</w:t>
      </w:r>
    </w:p>
    <w:p w14:paraId="570BA212" w14:textId="77777777" w:rsidR="00C45139" w:rsidRDefault="00C45139" w:rsidP="005A6353">
      <w:pPr>
        <w:pStyle w:val="Releasedate"/>
      </w:pPr>
    </w:p>
    <w:p w14:paraId="74557A28" w14:textId="77777777" w:rsidR="00903BF6" w:rsidRDefault="00903BF6" w:rsidP="005A6353">
      <w:pPr>
        <w:pStyle w:val="Releasedate"/>
      </w:pPr>
    </w:p>
    <w:p w14:paraId="0E3C46C5" w14:textId="77777777" w:rsidR="00FC66CD" w:rsidRDefault="00FC66CD" w:rsidP="005A6353">
      <w:pPr>
        <w:rPr>
          <w:snapToGrid w:val="0"/>
        </w:rPr>
        <w:sectPr w:rsidR="00FC66CD" w:rsidSect="006E0076">
          <w:headerReference w:type="even" r:id="rId8"/>
          <w:footerReference w:type="default" r:id="rId9"/>
          <w:type w:val="oddPage"/>
          <w:pgSz w:w="11909" w:h="15840" w:code="9"/>
          <w:pgMar w:top="1021" w:right="1304" w:bottom="1701" w:left="1304" w:header="567" w:footer="567" w:gutter="0"/>
          <w:cols w:space="720"/>
          <w:titlePg/>
        </w:sectPr>
      </w:pPr>
    </w:p>
    <w:p w14:paraId="3973BF52" w14:textId="77777777" w:rsidR="00FC66CD" w:rsidRDefault="00FC66CD" w:rsidP="00A8050C">
      <w:pPr>
        <w:pStyle w:val="IntroHeading"/>
      </w:pPr>
      <w:bookmarkStart w:id="0" w:name="_Toc314668488"/>
      <w:bookmarkStart w:id="1" w:name="_Toc315438490"/>
      <w:bookmarkStart w:id="2" w:name="_Toc131584253"/>
      <w:r>
        <w:lastRenderedPageBreak/>
        <w:t>Table of Contents</w:t>
      </w:r>
      <w:bookmarkEnd w:id="0"/>
      <w:bookmarkEnd w:id="1"/>
      <w:bookmarkEnd w:id="2"/>
    </w:p>
    <w:p w14:paraId="473122A6" w14:textId="5E821958" w:rsidR="00505BFF" w:rsidRDefault="00F45CD3">
      <w:pPr>
        <w:pStyle w:val="TOC1"/>
        <w:rPr>
          <w:rFonts w:asciiTheme="minorHAnsi" w:eastAsiaTheme="minorEastAsia" w:hAnsiTheme="minorHAnsi" w:cstheme="minorBidi"/>
          <w:b w:val="0"/>
          <w:sz w:val="22"/>
          <w:szCs w:val="22"/>
          <w:lang w:val="en-US"/>
        </w:rPr>
      </w:pPr>
      <w:r>
        <w:rPr>
          <w:b w:val="0"/>
        </w:rPr>
        <w:fldChar w:fldCharType="begin"/>
      </w:r>
      <w:r>
        <w:rPr>
          <w:b w:val="0"/>
        </w:rPr>
        <w:instrText xml:space="preserve"> TOC \o "1-2" \h \z \u </w:instrText>
      </w:r>
      <w:r>
        <w:rPr>
          <w:b w:val="0"/>
        </w:rPr>
        <w:fldChar w:fldCharType="separate"/>
      </w:r>
      <w:hyperlink w:anchor="_Toc131584253" w:history="1">
        <w:r w:rsidR="00505BFF" w:rsidRPr="00C827E2">
          <w:rPr>
            <w:rStyle w:val="Hyperlink"/>
          </w:rPr>
          <w:t>Table of Contents</w:t>
        </w:r>
        <w:r w:rsidR="00505BFF">
          <w:rPr>
            <w:webHidden/>
          </w:rPr>
          <w:tab/>
        </w:r>
        <w:r w:rsidR="00505BFF">
          <w:rPr>
            <w:webHidden/>
          </w:rPr>
          <w:fldChar w:fldCharType="begin"/>
        </w:r>
        <w:r w:rsidR="00505BFF">
          <w:rPr>
            <w:webHidden/>
          </w:rPr>
          <w:instrText xml:space="preserve"> PAGEREF _Toc131584253 \h </w:instrText>
        </w:r>
        <w:r w:rsidR="00505BFF">
          <w:rPr>
            <w:webHidden/>
          </w:rPr>
        </w:r>
        <w:r w:rsidR="00505BFF">
          <w:rPr>
            <w:webHidden/>
          </w:rPr>
          <w:fldChar w:fldCharType="separate"/>
        </w:r>
        <w:r w:rsidR="00505BFF">
          <w:rPr>
            <w:webHidden/>
          </w:rPr>
          <w:t>2</w:t>
        </w:r>
        <w:r w:rsidR="00505BFF">
          <w:rPr>
            <w:webHidden/>
          </w:rPr>
          <w:fldChar w:fldCharType="end"/>
        </w:r>
      </w:hyperlink>
    </w:p>
    <w:p w14:paraId="430B023C" w14:textId="49F81CFC" w:rsidR="00505BFF" w:rsidRDefault="006E6FAB">
      <w:pPr>
        <w:pStyle w:val="TOC1"/>
        <w:rPr>
          <w:rFonts w:asciiTheme="minorHAnsi" w:eastAsiaTheme="minorEastAsia" w:hAnsiTheme="minorHAnsi" w:cstheme="minorBidi"/>
          <w:b w:val="0"/>
          <w:sz w:val="22"/>
          <w:szCs w:val="22"/>
          <w:lang w:val="en-US"/>
        </w:rPr>
      </w:pPr>
      <w:hyperlink w:anchor="_Toc131584254" w:history="1">
        <w:r w:rsidR="00505BFF" w:rsidRPr="00C827E2">
          <w:rPr>
            <w:rStyle w:val="Hyperlink"/>
          </w:rPr>
          <w:t>1</w:t>
        </w:r>
        <w:r w:rsidR="00505BFF">
          <w:rPr>
            <w:rFonts w:asciiTheme="minorHAnsi" w:eastAsiaTheme="minorEastAsia" w:hAnsiTheme="minorHAnsi" w:cstheme="minorBidi"/>
            <w:b w:val="0"/>
            <w:sz w:val="22"/>
            <w:szCs w:val="22"/>
            <w:lang w:val="en-US"/>
          </w:rPr>
          <w:tab/>
        </w:r>
        <w:r w:rsidR="00505BFF" w:rsidRPr="00C827E2">
          <w:rPr>
            <w:rStyle w:val="Hyperlink"/>
          </w:rPr>
          <w:t>Introduction</w:t>
        </w:r>
        <w:r w:rsidR="00505BFF">
          <w:rPr>
            <w:webHidden/>
          </w:rPr>
          <w:tab/>
        </w:r>
        <w:r w:rsidR="00505BFF">
          <w:rPr>
            <w:webHidden/>
          </w:rPr>
          <w:fldChar w:fldCharType="begin"/>
        </w:r>
        <w:r w:rsidR="00505BFF">
          <w:rPr>
            <w:webHidden/>
          </w:rPr>
          <w:instrText xml:space="preserve"> PAGEREF _Toc131584254 \h </w:instrText>
        </w:r>
        <w:r w:rsidR="00505BFF">
          <w:rPr>
            <w:webHidden/>
          </w:rPr>
        </w:r>
        <w:r w:rsidR="00505BFF">
          <w:rPr>
            <w:webHidden/>
          </w:rPr>
          <w:fldChar w:fldCharType="separate"/>
        </w:r>
        <w:r w:rsidR="00505BFF">
          <w:rPr>
            <w:webHidden/>
          </w:rPr>
          <w:t>5</w:t>
        </w:r>
        <w:r w:rsidR="00505BFF">
          <w:rPr>
            <w:webHidden/>
          </w:rPr>
          <w:fldChar w:fldCharType="end"/>
        </w:r>
      </w:hyperlink>
    </w:p>
    <w:p w14:paraId="1861A006" w14:textId="27FFB26A" w:rsidR="00505BFF" w:rsidRDefault="006E6FAB">
      <w:pPr>
        <w:pStyle w:val="TOC2"/>
        <w:rPr>
          <w:rFonts w:asciiTheme="minorHAnsi" w:eastAsiaTheme="minorEastAsia" w:hAnsiTheme="minorHAnsi" w:cstheme="minorBidi"/>
          <w:snapToGrid/>
          <w:sz w:val="22"/>
          <w:szCs w:val="22"/>
          <w:lang w:val="en-US"/>
        </w:rPr>
      </w:pPr>
      <w:hyperlink w:anchor="_Toc131584255" w:history="1">
        <w:r w:rsidR="00505BFF" w:rsidRPr="00C827E2">
          <w:rPr>
            <w:rStyle w:val="Hyperlink"/>
          </w:rPr>
          <w:t>1.1</w:t>
        </w:r>
        <w:r w:rsidR="00505BFF">
          <w:rPr>
            <w:rFonts w:asciiTheme="minorHAnsi" w:eastAsiaTheme="minorEastAsia" w:hAnsiTheme="minorHAnsi" w:cstheme="minorBidi"/>
            <w:snapToGrid/>
            <w:sz w:val="22"/>
            <w:szCs w:val="22"/>
            <w:lang w:val="en-US"/>
          </w:rPr>
          <w:tab/>
        </w:r>
        <w:r w:rsidR="00505BFF" w:rsidRPr="00C827E2">
          <w:rPr>
            <w:rStyle w:val="Hyperlink"/>
          </w:rPr>
          <w:t>Terms and Definitions</w:t>
        </w:r>
        <w:r w:rsidR="00505BFF">
          <w:rPr>
            <w:webHidden/>
          </w:rPr>
          <w:tab/>
        </w:r>
        <w:r w:rsidR="00505BFF">
          <w:rPr>
            <w:webHidden/>
          </w:rPr>
          <w:fldChar w:fldCharType="begin"/>
        </w:r>
        <w:r w:rsidR="00505BFF">
          <w:rPr>
            <w:webHidden/>
          </w:rPr>
          <w:instrText xml:space="preserve"> PAGEREF _Toc131584255 \h </w:instrText>
        </w:r>
        <w:r w:rsidR="00505BFF">
          <w:rPr>
            <w:webHidden/>
          </w:rPr>
        </w:r>
        <w:r w:rsidR="00505BFF">
          <w:rPr>
            <w:webHidden/>
          </w:rPr>
          <w:fldChar w:fldCharType="separate"/>
        </w:r>
        <w:r w:rsidR="00505BFF">
          <w:rPr>
            <w:webHidden/>
          </w:rPr>
          <w:t>5</w:t>
        </w:r>
        <w:r w:rsidR="00505BFF">
          <w:rPr>
            <w:webHidden/>
          </w:rPr>
          <w:fldChar w:fldCharType="end"/>
        </w:r>
      </w:hyperlink>
    </w:p>
    <w:p w14:paraId="7444D30E" w14:textId="2DAC2486" w:rsidR="00505BFF" w:rsidRDefault="006E6FAB">
      <w:pPr>
        <w:pStyle w:val="TOC2"/>
        <w:rPr>
          <w:rFonts w:asciiTheme="minorHAnsi" w:eastAsiaTheme="minorEastAsia" w:hAnsiTheme="minorHAnsi" w:cstheme="minorBidi"/>
          <w:snapToGrid/>
          <w:sz w:val="22"/>
          <w:szCs w:val="22"/>
          <w:lang w:val="en-US"/>
        </w:rPr>
      </w:pPr>
      <w:hyperlink w:anchor="_Toc131584256" w:history="1">
        <w:r w:rsidR="00505BFF" w:rsidRPr="00C827E2">
          <w:rPr>
            <w:rStyle w:val="Hyperlink"/>
          </w:rPr>
          <w:t>1.2</w:t>
        </w:r>
        <w:r w:rsidR="00505BFF">
          <w:rPr>
            <w:rFonts w:asciiTheme="minorHAnsi" w:eastAsiaTheme="minorEastAsia" w:hAnsiTheme="minorHAnsi" w:cstheme="minorBidi"/>
            <w:snapToGrid/>
            <w:sz w:val="22"/>
            <w:szCs w:val="22"/>
            <w:lang w:val="en-US"/>
          </w:rPr>
          <w:tab/>
        </w:r>
        <w:r w:rsidR="00505BFF" w:rsidRPr="00C827E2">
          <w:rPr>
            <w:rStyle w:val="Hyperlink"/>
          </w:rPr>
          <w:t>Abbreviations and Acronyms</w:t>
        </w:r>
        <w:r w:rsidR="00505BFF">
          <w:rPr>
            <w:webHidden/>
          </w:rPr>
          <w:tab/>
        </w:r>
        <w:r w:rsidR="00505BFF">
          <w:rPr>
            <w:webHidden/>
          </w:rPr>
          <w:fldChar w:fldCharType="begin"/>
        </w:r>
        <w:r w:rsidR="00505BFF">
          <w:rPr>
            <w:webHidden/>
          </w:rPr>
          <w:instrText xml:space="preserve"> PAGEREF _Toc131584256 \h </w:instrText>
        </w:r>
        <w:r w:rsidR="00505BFF">
          <w:rPr>
            <w:webHidden/>
          </w:rPr>
        </w:r>
        <w:r w:rsidR="00505BFF">
          <w:rPr>
            <w:webHidden/>
          </w:rPr>
          <w:fldChar w:fldCharType="separate"/>
        </w:r>
        <w:r w:rsidR="00505BFF">
          <w:rPr>
            <w:webHidden/>
          </w:rPr>
          <w:t>5</w:t>
        </w:r>
        <w:r w:rsidR="00505BFF">
          <w:rPr>
            <w:webHidden/>
          </w:rPr>
          <w:fldChar w:fldCharType="end"/>
        </w:r>
      </w:hyperlink>
    </w:p>
    <w:p w14:paraId="0F61A7DD" w14:textId="432D8320" w:rsidR="00505BFF" w:rsidRDefault="006E6FAB">
      <w:pPr>
        <w:pStyle w:val="TOC2"/>
        <w:rPr>
          <w:rFonts w:asciiTheme="minorHAnsi" w:eastAsiaTheme="minorEastAsia" w:hAnsiTheme="minorHAnsi" w:cstheme="minorBidi"/>
          <w:snapToGrid/>
          <w:sz w:val="22"/>
          <w:szCs w:val="22"/>
          <w:lang w:val="en-US"/>
        </w:rPr>
      </w:pPr>
      <w:hyperlink w:anchor="_Toc131584257" w:history="1">
        <w:r w:rsidR="00505BFF" w:rsidRPr="00C827E2">
          <w:rPr>
            <w:rStyle w:val="Hyperlink"/>
          </w:rPr>
          <w:t>1.3</w:t>
        </w:r>
        <w:r w:rsidR="00505BFF">
          <w:rPr>
            <w:rFonts w:asciiTheme="minorHAnsi" w:eastAsiaTheme="minorEastAsia" w:hAnsiTheme="minorHAnsi" w:cstheme="minorBidi"/>
            <w:snapToGrid/>
            <w:sz w:val="22"/>
            <w:szCs w:val="22"/>
            <w:lang w:val="en-US"/>
          </w:rPr>
          <w:tab/>
        </w:r>
        <w:r w:rsidR="00505BFF" w:rsidRPr="00C827E2">
          <w:rPr>
            <w:rStyle w:val="Hyperlink"/>
          </w:rPr>
          <w:t>Document Scope and Objectives</w:t>
        </w:r>
        <w:r w:rsidR="00505BFF">
          <w:rPr>
            <w:webHidden/>
          </w:rPr>
          <w:tab/>
        </w:r>
        <w:r w:rsidR="00505BFF">
          <w:rPr>
            <w:webHidden/>
          </w:rPr>
          <w:fldChar w:fldCharType="begin"/>
        </w:r>
        <w:r w:rsidR="00505BFF">
          <w:rPr>
            <w:webHidden/>
          </w:rPr>
          <w:instrText xml:space="preserve"> PAGEREF _Toc131584257 \h </w:instrText>
        </w:r>
        <w:r w:rsidR="00505BFF">
          <w:rPr>
            <w:webHidden/>
          </w:rPr>
        </w:r>
        <w:r w:rsidR="00505BFF">
          <w:rPr>
            <w:webHidden/>
          </w:rPr>
          <w:fldChar w:fldCharType="separate"/>
        </w:r>
        <w:r w:rsidR="00505BFF">
          <w:rPr>
            <w:webHidden/>
          </w:rPr>
          <w:t>6</w:t>
        </w:r>
        <w:r w:rsidR="00505BFF">
          <w:rPr>
            <w:webHidden/>
          </w:rPr>
          <w:fldChar w:fldCharType="end"/>
        </w:r>
      </w:hyperlink>
    </w:p>
    <w:p w14:paraId="307192CB" w14:textId="491DEA93" w:rsidR="00505BFF" w:rsidRDefault="006E6FAB">
      <w:pPr>
        <w:pStyle w:val="TOC2"/>
        <w:rPr>
          <w:rFonts w:asciiTheme="minorHAnsi" w:eastAsiaTheme="minorEastAsia" w:hAnsiTheme="minorHAnsi" w:cstheme="minorBidi"/>
          <w:snapToGrid/>
          <w:sz w:val="22"/>
          <w:szCs w:val="22"/>
          <w:lang w:val="en-US"/>
        </w:rPr>
      </w:pPr>
      <w:hyperlink w:anchor="_Toc131584258" w:history="1">
        <w:r w:rsidR="00505BFF" w:rsidRPr="00C827E2">
          <w:rPr>
            <w:rStyle w:val="Hyperlink"/>
          </w:rPr>
          <w:t>1.4</w:t>
        </w:r>
        <w:r w:rsidR="00505BFF">
          <w:rPr>
            <w:rFonts w:asciiTheme="minorHAnsi" w:eastAsiaTheme="minorEastAsia" w:hAnsiTheme="minorHAnsi" w:cstheme="minorBidi"/>
            <w:snapToGrid/>
            <w:sz w:val="22"/>
            <w:szCs w:val="22"/>
            <w:lang w:val="en-US"/>
          </w:rPr>
          <w:tab/>
        </w:r>
        <w:r w:rsidR="00505BFF" w:rsidRPr="00C827E2">
          <w:rPr>
            <w:rStyle w:val="Hyperlink"/>
          </w:rPr>
          <w:t>References</w:t>
        </w:r>
        <w:r w:rsidR="00505BFF">
          <w:rPr>
            <w:webHidden/>
          </w:rPr>
          <w:tab/>
        </w:r>
        <w:r w:rsidR="00505BFF">
          <w:rPr>
            <w:webHidden/>
          </w:rPr>
          <w:fldChar w:fldCharType="begin"/>
        </w:r>
        <w:r w:rsidR="00505BFF">
          <w:rPr>
            <w:webHidden/>
          </w:rPr>
          <w:instrText xml:space="preserve"> PAGEREF _Toc131584258 \h </w:instrText>
        </w:r>
        <w:r w:rsidR="00505BFF">
          <w:rPr>
            <w:webHidden/>
          </w:rPr>
        </w:r>
        <w:r w:rsidR="00505BFF">
          <w:rPr>
            <w:webHidden/>
          </w:rPr>
          <w:fldChar w:fldCharType="separate"/>
        </w:r>
        <w:r w:rsidR="00505BFF">
          <w:rPr>
            <w:webHidden/>
          </w:rPr>
          <w:t>6</w:t>
        </w:r>
        <w:r w:rsidR="00505BFF">
          <w:rPr>
            <w:webHidden/>
          </w:rPr>
          <w:fldChar w:fldCharType="end"/>
        </w:r>
      </w:hyperlink>
    </w:p>
    <w:p w14:paraId="1019307E" w14:textId="787DF5A7" w:rsidR="00505BFF" w:rsidRDefault="006E6FAB">
      <w:pPr>
        <w:pStyle w:val="TOC1"/>
        <w:rPr>
          <w:rFonts w:asciiTheme="minorHAnsi" w:eastAsiaTheme="minorEastAsia" w:hAnsiTheme="minorHAnsi" w:cstheme="minorBidi"/>
          <w:b w:val="0"/>
          <w:sz w:val="22"/>
          <w:szCs w:val="22"/>
          <w:lang w:val="en-US"/>
        </w:rPr>
      </w:pPr>
      <w:hyperlink w:anchor="_Toc131584259" w:history="1">
        <w:r w:rsidR="00505BFF" w:rsidRPr="00C827E2">
          <w:rPr>
            <w:rStyle w:val="Hyperlink"/>
          </w:rPr>
          <w:t>2</w:t>
        </w:r>
        <w:r w:rsidR="00505BFF">
          <w:rPr>
            <w:rFonts w:asciiTheme="minorHAnsi" w:eastAsiaTheme="minorEastAsia" w:hAnsiTheme="minorHAnsi" w:cstheme="minorBidi"/>
            <w:b w:val="0"/>
            <w:sz w:val="22"/>
            <w:szCs w:val="22"/>
            <w:lang w:val="en-US"/>
          </w:rPr>
          <w:tab/>
        </w:r>
        <w:r w:rsidR="00505BFF" w:rsidRPr="00C827E2">
          <w:rPr>
            <w:rStyle w:val="Hyperlink"/>
          </w:rPr>
          <w:t>Scope and Functionality</w:t>
        </w:r>
        <w:r w:rsidR="00505BFF">
          <w:rPr>
            <w:webHidden/>
          </w:rPr>
          <w:tab/>
        </w:r>
        <w:r w:rsidR="00505BFF">
          <w:rPr>
            <w:webHidden/>
          </w:rPr>
          <w:fldChar w:fldCharType="begin"/>
        </w:r>
        <w:r w:rsidR="00505BFF">
          <w:rPr>
            <w:webHidden/>
          </w:rPr>
          <w:instrText xml:space="preserve"> PAGEREF _Toc131584259 \h </w:instrText>
        </w:r>
        <w:r w:rsidR="00505BFF">
          <w:rPr>
            <w:webHidden/>
          </w:rPr>
        </w:r>
        <w:r w:rsidR="00505BFF">
          <w:rPr>
            <w:webHidden/>
          </w:rPr>
          <w:fldChar w:fldCharType="separate"/>
        </w:r>
        <w:r w:rsidR="00505BFF">
          <w:rPr>
            <w:webHidden/>
          </w:rPr>
          <w:t>7</w:t>
        </w:r>
        <w:r w:rsidR="00505BFF">
          <w:rPr>
            <w:webHidden/>
          </w:rPr>
          <w:fldChar w:fldCharType="end"/>
        </w:r>
      </w:hyperlink>
    </w:p>
    <w:p w14:paraId="316614D6" w14:textId="046DAB9B" w:rsidR="00505BFF" w:rsidRDefault="006E6FAB">
      <w:pPr>
        <w:pStyle w:val="TOC2"/>
        <w:rPr>
          <w:rFonts w:asciiTheme="minorHAnsi" w:eastAsiaTheme="minorEastAsia" w:hAnsiTheme="minorHAnsi" w:cstheme="minorBidi"/>
          <w:snapToGrid/>
          <w:sz w:val="22"/>
          <w:szCs w:val="22"/>
          <w:lang w:val="en-US"/>
        </w:rPr>
      </w:pPr>
      <w:hyperlink w:anchor="_Toc131584260" w:history="1">
        <w:r w:rsidR="00505BFF" w:rsidRPr="00C827E2">
          <w:rPr>
            <w:rStyle w:val="Hyperlink"/>
          </w:rPr>
          <w:t>2.1</w:t>
        </w:r>
        <w:r w:rsidR="00505BFF">
          <w:rPr>
            <w:rFonts w:asciiTheme="minorHAnsi" w:eastAsiaTheme="minorEastAsia" w:hAnsiTheme="minorHAnsi" w:cstheme="minorBidi"/>
            <w:snapToGrid/>
            <w:sz w:val="22"/>
            <w:szCs w:val="22"/>
            <w:lang w:val="en-US"/>
          </w:rPr>
          <w:tab/>
        </w:r>
        <w:r w:rsidR="00505BFF" w:rsidRPr="00C827E2">
          <w:rPr>
            <w:rStyle w:val="Hyperlink"/>
          </w:rPr>
          <w:t>Background</w:t>
        </w:r>
        <w:r w:rsidR="00505BFF">
          <w:rPr>
            <w:webHidden/>
          </w:rPr>
          <w:tab/>
        </w:r>
        <w:r w:rsidR="00505BFF">
          <w:rPr>
            <w:webHidden/>
          </w:rPr>
          <w:fldChar w:fldCharType="begin"/>
        </w:r>
        <w:r w:rsidR="00505BFF">
          <w:rPr>
            <w:webHidden/>
          </w:rPr>
          <w:instrText xml:space="preserve"> PAGEREF _Toc131584260 \h </w:instrText>
        </w:r>
        <w:r w:rsidR="00505BFF">
          <w:rPr>
            <w:webHidden/>
          </w:rPr>
        </w:r>
        <w:r w:rsidR="00505BFF">
          <w:rPr>
            <w:webHidden/>
          </w:rPr>
          <w:fldChar w:fldCharType="separate"/>
        </w:r>
        <w:r w:rsidR="00505BFF">
          <w:rPr>
            <w:webHidden/>
          </w:rPr>
          <w:t>7</w:t>
        </w:r>
        <w:r w:rsidR="00505BFF">
          <w:rPr>
            <w:webHidden/>
          </w:rPr>
          <w:fldChar w:fldCharType="end"/>
        </w:r>
      </w:hyperlink>
    </w:p>
    <w:p w14:paraId="343A1F06" w14:textId="33AA9905" w:rsidR="00505BFF" w:rsidRDefault="006E6FAB">
      <w:pPr>
        <w:pStyle w:val="TOC2"/>
        <w:rPr>
          <w:rFonts w:asciiTheme="minorHAnsi" w:eastAsiaTheme="minorEastAsia" w:hAnsiTheme="minorHAnsi" w:cstheme="minorBidi"/>
          <w:snapToGrid/>
          <w:sz w:val="22"/>
          <w:szCs w:val="22"/>
          <w:lang w:val="en-US"/>
        </w:rPr>
      </w:pPr>
      <w:hyperlink w:anchor="_Toc131584261" w:history="1">
        <w:r w:rsidR="00505BFF" w:rsidRPr="00C827E2">
          <w:rPr>
            <w:rStyle w:val="Hyperlink"/>
          </w:rPr>
          <w:t>2.2</w:t>
        </w:r>
        <w:r w:rsidR="00505BFF">
          <w:rPr>
            <w:rFonts w:asciiTheme="minorHAnsi" w:eastAsiaTheme="minorEastAsia" w:hAnsiTheme="minorHAnsi" w:cstheme="minorBidi"/>
            <w:snapToGrid/>
            <w:sz w:val="22"/>
            <w:szCs w:val="22"/>
            <w:lang w:val="en-US"/>
          </w:rPr>
          <w:tab/>
        </w:r>
        <w:r w:rsidR="00505BFF" w:rsidRPr="00C827E2">
          <w:rPr>
            <w:rStyle w:val="Hyperlink"/>
          </w:rPr>
          <w:t>Scope</w:t>
        </w:r>
        <w:r w:rsidR="00505BFF">
          <w:rPr>
            <w:webHidden/>
          </w:rPr>
          <w:tab/>
        </w:r>
        <w:r w:rsidR="00505BFF">
          <w:rPr>
            <w:webHidden/>
          </w:rPr>
          <w:fldChar w:fldCharType="begin"/>
        </w:r>
        <w:r w:rsidR="00505BFF">
          <w:rPr>
            <w:webHidden/>
          </w:rPr>
          <w:instrText xml:space="preserve"> PAGEREF _Toc131584261 \h </w:instrText>
        </w:r>
        <w:r w:rsidR="00505BFF">
          <w:rPr>
            <w:webHidden/>
          </w:rPr>
        </w:r>
        <w:r w:rsidR="00505BFF">
          <w:rPr>
            <w:webHidden/>
          </w:rPr>
          <w:fldChar w:fldCharType="separate"/>
        </w:r>
        <w:r w:rsidR="00505BFF">
          <w:rPr>
            <w:webHidden/>
          </w:rPr>
          <w:t>7</w:t>
        </w:r>
        <w:r w:rsidR="00505BFF">
          <w:rPr>
            <w:webHidden/>
          </w:rPr>
          <w:fldChar w:fldCharType="end"/>
        </w:r>
      </w:hyperlink>
    </w:p>
    <w:p w14:paraId="34C4F562" w14:textId="46F48038" w:rsidR="00505BFF" w:rsidRDefault="006E6FAB">
      <w:pPr>
        <w:pStyle w:val="TOC2"/>
        <w:rPr>
          <w:rFonts w:asciiTheme="minorHAnsi" w:eastAsiaTheme="minorEastAsia" w:hAnsiTheme="minorHAnsi" w:cstheme="minorBidi"/>
          <w:snapToGrid/>
          <w:sz w:val="22"/>
          <w:szCs w:val="22"/>
          <w:lang w:val="en-US"/>
        </w:rPr>
      </w:pPr>
      <w:hyperlink w:anchor="_Toc131584262" w:history="1">
        <w:r w:rsidR="00505BFF" w:rsidRPr="00C827E2">
          <w:rPr>
            <w:rStyle w:val="Hyperlink"/>
          </w:rPr>
          <w:t>2.3</w:t>
        </w:r>
        <w:r w:rsidR="00505BFF">
          <w:rPr>
            <w:rFonts w:asciiTheme="minorHAnsi" w:eastAsiaTheme="minorEastAsia" w:hAnsiTheme="minorHAnsi" w:cstheme="minorBidi"/>
            <w:snapToGrid/>
            <w:sz w:val="22"/>
            <w:szCs w:val="22"/>
            <w:lang w:val="en-US"/>
          </w:rPr>
          <w:tab/>
        </w:r>
        <w:r w:rsidR="00505BFF" w:rsidRPr="00C827E2">
          <w:rPr>
            <w:rStyle w:val="Hyperlink"/>
          </w:rPr>
          <w:t>Groups of MessageDefinitions and Functionality</w:t>
        </w:r>
        <w:r w:rsidR="00505BFF">
          <w:rPr>
            <w:webHidden/>
          </w:rPr>
          <w:tab/>
        </w:r>
        <w:r w:rsidR="00505BFF">
          <w:rPr>
            <w:webHidden/>
          </w:rPr>
          <w:fldChar w:fldCharType="begin"/>
        </w:r>
        <w:r w:rsidR="00505BFF">
          <w:rPr>
            <w:webHidden/>
          </w:rPr>
          <w:instrText xml:space="preserve"> PAGEREF _Toc131584262 \h </w:instrText>
        </w:r>
        <w:r w:rsidR="00505BFF">
          <w:rPr>
            <w:webHidden/>
          </w:rPr>
        </w:r>
        <w:r w:rsidR="00505BFF">
          <w:rPr>
            <w:webHidden/>
          </w:rPr>
          <w:fldChar w:fldCharType="separate"/>
        </w:r>
        <w:r w:rsidR="00505BFF">
          <w:rPr>
            <w:webHidden/>
          </w:rPr>
          <w:t>7</w:t>
        </w:r>
        <w:r w:rsidR="00505BFF">
          <w:rPr>
            <w:webHidden/>
          </w:rPr>
          <w:fldChar w:fldCharType="end"/>
        </w:r>
      </w:hyperlink>
    </w:p>
    <w:p w14:paraId="03068008" w14:textId="1764C11F" w:rsidR="00505BFF" w:rsidRDefault="006E6FAB">
      <w:pPr>
        <w:pStyle w:val="TOC1"/>
        <w:rPr>
          <w:rFonts w:asciiTheme="minorHAnsi" w:eastAsiaTheme="minorEastAsia" w:hAnsiTheme="minorHAnsi" w:cstheme="minorBidi"/>
          <w:b w:val="0"/>
          <w:sz w:val="22"/>
          <w:szCs w:val="22"/>
          <w:lang w:val="en-US"/>
        </w:rPr>
      </w:pPr>
      <w:hyperlink w:anchor="_Toc131584263" w:history="1">
        <w:r w:rsidR="00505BFF" w:rsidRPr="00C827E2">
          <w:rPr>
            <w:rStyle w:val="Hyperlink"/>
          </w:rPr>
          <w:t>3</w:t>
        </w:r>
        <w:r w:rsidR="00505BFF">
          <w:rPr>
            <w:rFonts w:asciiTheme="minorHAnsi" w:eastAsiaTheme="minorEastAsia" w:hAnsiTheme="minorHAnsi" w:cstheme="minorBidi"/>
            <w:b w:val="0"/>
            <w:sz w:val="22"/>
            <w:szCs w:val="22"/>
            <w:lang w:val="en-US"/>
          </w:rPr>
          <w:tab/>
        </w:r>
        <w:r w:rsidR="00505BFF" w:rsidRPr="00C827E2">
          <w:rPr>
            <w:rStyle w:val="Hyperlink"/>
          </w:rPr>
          <w:t>BusinessRoles and Participants</w:t>
        </w:r>
        <w:r w:rsidR="00505BFF">
          <w:rPr>
            <w:webHidden/>
          </w:rPr>
          <w:tab/>
        </w:r>
        <w:r w:rsidR="00505BFF">
          <w:rPr>
            <w:webHidden/>
          </w:rPr>
          <w:fldChar w:fldCharType="begin"/>
        </w:r>
        <w:r w:rsidR="00505BFF">
          <w:rPr>
            <w:webHidden/>
          </w:rPr>
          <w:instrText xml:space="preserve"> PAGEREF _Toc131584263 \h </w:instrText>
        </w:r>
        <w:r w:rsidR="00505BFF">
          <w:rPr>
            <w:webHidden/>
          </w:rPr>
        </w:r>
        <w:r w:rsidR="00505BFF">
          <w:rPr>
            <w:webHidden/>
          </w:rPr>
          <w:fldChar w:fldCharType="separate"/>
        </w:r>
        <w:r w:rsidR="00505BFF">
          <w:rPr>
            <w:webHidden/>
          </w:rPr>
          <w:t>9</w:t>
        </w:r>
        <w:r w:rsidR="00505BFF">
          <w:rPr>
            <w:webHidden/>
          </w:rPr>
          <w:fldChar w:fldCharType="end"/>
        </w:r>
      </w:hyperlink>
    </w:p>
    <w:p w14:paraId="2B6A54B3" w14:textId="5B98B5D2" w:rsidR="00505BFF" w:rsidRDefault="006E6FAB">
      <w:pPr>
        <w:pStyle w:val="TOC2"/>
        <w:rPr>
          <w:rFonts w:asciiTheme="minorHAnsi" w:eastAsiaTheme="minorEastAsia" w:hAnsiTheme="minorHAnsi" w:cstheme="minorBidi"/>
          <w:snapToGrid/>
          <w:sz w:val="22"/>
          <w:szCs w:val="22"/>
          <w:lang w:val="en-US"/>
        </w:rPr>
      </w:pPr>
      <w:hyperlink w:anchor="_Toc131584264" w:history="1">
        <w:r w:rsidR="00505BFF" w:rsidRPr="00C827E2">
          <w:rPr>
            <w:rStyle w:val="Hyperlink"/>
          </w:rPr>
          <w:t>3.1</w:t>
        </w:r>
        <w:r w:rsidR="00505BFF">
          <w:rPr>
            <w:rFonts w:asciiTheme="minorHAnsi" w:eastAsiaTheme="minorEastAsia" w:hAnsiTheme="minorHAnsi" w:cstheme="minorBidi"/>
            <w:snapToGrid/>
            <w:sz w:val="22"/>
            <w:szCs w:val="22"/>
            <w:lang w:val="en-US"/>
          </w:rPr>
          <w:tab/>
        </w:r>
        <w:r w:rsidR="00505BFF" w:rsidRPr="00C827E2">
          <w:rPr>
            <w:rStyle w:val="Hyperlink"/>
          </w:rPr>
          <w:t>Participants and BusinessRoles Definitions</w:t>
        </w:r>
        <w:r w:rsidR="00505BFF">
          <w:rPr>
            <w:webHidden/>
          </w:rPr>
          <w:tab/>
        </w:r>
        <w:r w:rsidR="00505BFF">
          <w:rPr>
            <w:webHidden/>
          </w:rPr>
          <w:fldChar w:fldCharType="begin"/>
        </w:r>
        <w:r w:rsidR="00505BFF">
          <w:rPr>
            <w:webHidden/>
          </w:rPr>
          <w:instrText xml:space="preserve"> PAGEREF _Toc131584264 \h </w:instrText>
        </w:r>
        <w:r w:rsidR="00505BFF">
          <w:rPr>
            <w:webHidden/>
          </w:rPr>
        </w:r>
        <w:r w:rsidR="00505BFF">
          <w:rPr>
            <w:webHidden/>
          </w:rPr>
          <w:fldChar w:fldCharType="separate"/>
        </w:r>
        <w:r w:rsidR="00505BFF">
          <w:rPr>
            <w:webHidden/>
          </w:rPr>
          <w:t>9</w:t>
        </w:r>
        <w:r w:rsidR="00505BFF">
          <w:rPr>
            <w:webHidden/>
          </w:rPr>
          <w:fldChar w:fldCharType="end"/>
        </w:r>
      </w:hyperlink>
    </w:p>
    <w:p w14:paraId="29402DCC" w14:textId="5956AE45" w:rsidR="00505BFF" w:rsidRDefault="006E6FAB">
      <w:pPr>
        <w:pStyle w:val="TOC2"/>
        <w:rPr>
          <w:rFonts w:asciiTheme="minorHAnsi" w:eastAsiaTheme="minorEastAsia" w:hAnsiTheme="minorHAnsi" w:cstheme="minorBidi"/>
          <w:snapToGrid/>
          <w:sz w:val="22"/>
          <w:szCs w:val="22"/>
          <w:lang w:val="en-US"/>
        </w:rPr>
      </w:pPr>
      <w:hyperlink w:anchor="_Toc131584265" w:history="1">
        <w:r w:rsidR="00505BFF" w:rsidRPr="00C827E2">
          <w:rPr>
            <w:rStyle w:val="Hyperlink"/>
          </w:rPr>
          <w:t>3.2</w:t>
        </w:r>
        <w:r w:rsidR="00505BFF">
          <w:rPr>
            <w:rFonts w:asciiTheme="minorHAnsi" w:eastAsiaTheme="minorEastAsia" w:hAnsiTheme="minorHAnsi" w:cstheme="minorBidi"/>
            <w:snapToGrid/>
            <w:sz w:val="22"/>
            <w:szCs w:val="22"/>
            <w:lang w:val="en-US"/>
          </w:rPr>
          <w:tab/>
        </w:r>
        <w:r w:rsidR="00505BFF" w:rsidRPr="00C827E2">
          <w:rPr>
            <w:rStyle w:val="Hyperlink"/>
          </w:rPr>
          <w:t>BusinessRoles and Participants Table</w:t>
        </w:r>
        <w:r w:rsidR="00505BFF">
          <w:rPr>
            <w:webHidden/>
          </w:rPr>
          <w:tab/>
        </w:r>
        <w:r w:rsidR="00505BFF">
          <w:rPr>
            <w:webHidden/>
          </w:rPr>
          <w:fldChar w:fldCharType="begin"/>
        </w:r>
        <w:r w:rsidR="00505BFF">
          <w:rPr>
            <w:webHidden/>
          </w:rPr>
          <w:instrText xml:space="preserve"> PAGEREF _Toc131584265 \h </w:instrText>
        </w:r>
        <w:r w:rsidR="00505BFF">
          <w:rPr>
            <w:webHidden/>
          </w:rPr>
        </w:r>
        <w:r w:rsidR="00505BFF">
          <w:rPr>
            <w:webHidden/>
          </w:rPr>
          <w:fldChar w:fldCharType="separate"/>
        </w:r>
        <w:r w:rsidR="00505BFF">
          <w:rPr>
            <w:webHidden/>
          </w:rPr>
          <w:t>10</w:t>
        </w:r>
        <w:r w:rsidR="00505BFF">
          <w:rPr>
            <w:webHidden/>
          </w:rPr>
          <w:fldChar w:fldCharType="end"/>
        </w:r>
      </w:hyperlink>
    </w:p>
    <w:p w14:paraId="1E29C2A1" w14:textId="4E75ABBC" w:rsidR="00505BFF" w:rsidRDefault="006E6FAB">
      <w:pPr>
        <w:pStyle w:val="TOC1"/>
        <w:rPr>
          <w:rFonts w:asciiTheme="minorHAnsi" w:eastAsiaTheme="minorEastAsia" w:hAnsiTheme="minorHAnsi" w:cstheme="minorBidi"/>
          <w:b w:val="0"/>
          <w:sz w:val="22"/>
          <w:szCs w:val="22"/>
          <w:lang w:val="en-US"/>
        </w:rPr>
      </w:pPr>
      <w:hyperlink w:anchor="_Toc131584266" w:history="1">
        <w:r w:rsidR="00505BFF" w:rsidRPr="00C827E2">
          <w:rPr>
            <w:rStyle w:val="Hyperlink"/>
          </w:rPr>
          <w:t>4</w:t>
        </w:r>
        <w:r w:rsidR="00505BFF">
          <w:rPr>
            <w:rFonts w:asciiTheme="minorHAnsi" w:eastAsiaTheme="minorEastAsia" w:hAnsiTheme="minorHAnsi" w:cstheme="minorBidi"/>
            <w:b w:val="0"/>
            <w:sz w:val="22"/>
            <w:szCs w:val="22"/>
            <w:lang w:val="en-US"/>
          </w:rPr>
          <w:tab/>
        </w:r>
        <w:r w:rsidR="00505BFF" w:rsidRPr="00C827E2">
          <w:rPr>
            <w:rStyle w:val="Hyperlink"/>
          </w:rPr>
          <w:t>BusinessProcess Description</w:t>
        </w:r>
        <w:r w:rsidR="00505BFF">
          <w:rPr>
            <w:webHidden/>
          </w:rPr>
          <w:tab/>
        </w:r>
        <w:r w:rsidR="00505BFF">
          <w:rPr>
            <w:webHidden/>
          </w:rPr>
          <w:fldChar w:fldCharType="begin"/>
        </w:r>
        <w:r w:rsidR="00505BFF">
          <w:rPr>
            <w:webHidden/>
          </w:rPr>
          <w:instrText xml:space="preserve"> PAGEREF _Toc131584266 \h </w:instrText>
        </w:r>
        <w:r w:rsidR="00505BFF">
          <w:rPr>
            <w:webHidden/>
          </w:rPr>
        </w:r>
        <w:r w:rsidR="00505BFF">
          <w:rPr>
            <w:webHidden/>
          </w:rPr>
          <w:fldChar w:fldCharType="separate"/>
        </w:r>
        <w:r w:rsidR="00505BFF">
          <w:rPr>
            <w:webHidden/>
          </w:rPr>
          <w:t>11</w:t>
        </w:r>
        <w:r w:rsidR="00505BFF">
          <w:rPr>
            <w:webHidden/>
          </w:rPr>
          <w:fldChar w:fldCharType="end"/>
        </w:r>
      </w:hyperlink>
    </w:p>
    <w:p w14:paraId="431C53F5" w14:textId="5C82C57A" w:rsidR="00505BFF" w:rsidRDefault="006E6FAB">
      <w:pPr>
        <w:pStyle w:val="TOC1"/>
        <w:rPr>
          <w:rFonts w:asciiTheme="minorHAnsi" w:eastAsiaTheme="minorEastAsia" w:hAnsiTheme="minorHAnsi" w:cstheme="minorBidi"/>
          <w:b w:val="0"/>
          <w:sz w:val="22"/>
          <w:szCs w:val="22"/>
          <w:lang w:val="en-US"/>
        </w:rPr>
      </w:pPr>
      <w:hyperlink w:anchor="_Toc131584267" w:history="1">
        <w:r w:rsidR="00505BFF" w:rsidRPr="00C827E2">
          <w:rPr>
            <w:rStyle w:val="Hyperlink"/>
          </w:rPr>
          <w:t>5</w:t>
        </w:r>
        <w:r w:rsidR="00505BFF">
          <w:rPr>
            <w:rFonts w:asciiTheme="minorHAnsi" w:eastAsiaTheme="minorEastAsia" w:hAnsiTheme="minorHAnsi" w:cstheme="minorBidi"/>
            <w:b w:val="0"/>
            <w:sz w:val="22"/>
            <w:szCs w:val="22"/>
            <w:lang w:val="en-US"/>
          </w:rPr>
          <w:tab/>
        </w:r>
        <w:r w:rsidR="00505BFF" w:rsidRPr="00C827E2">
          <w:rPr>
            <w:rStyle w:val="Hyperlink"/>
          </w:rPr>
          <w:t>Description of BusinessActivities</w:t>
        </w:r>
        <w:r w:rsidR="00505BFF">
          <w:rPr>
            <w:webHidden/>
          </w:rPr>
          <w:tab/>
        </w:r>
        <w:r w:rsidR="00505BFF">
          <w:rPr>
            <w:webHidden/>
          </w:rPr>
          <w:fldChar w:fldCharType="begin"/>
        </w:r>
        <w:r w:rsidR="00505BFF">
          <w:rPr>
            <w:webHidden/>
          </w:rPr>
          <w:instrText xml:space="preserve"> PAGEREF _Toc131584267 \h </w:instrText>
        </w:r>
        <w:r w:rsidR="00505BFF">
          <w:rPr>
            <w:webHidden/>
          </w:rPr>
        </w:r>
        <w:r w:rsidR="00505BFF">
          <w:rPr>
            <w:webHidden/>
          </w:rPr>
          <w:fldChar w:fldCharType="separate"/>
        </w:r>
        <w:r w:rsidR="00505BFF">
          <w:rPr>
            <w:webHidden/>
          </w:rPr>
          <w:t>12</w:t>
        </w:r>
        <w:r w:rsidR="00505BFF">
          <w:rPr>
            <w:webHidden/>
          </w:rPr>
          <w:fldChar w:fldCharType="end"/>
        </w:r>
      </w:hyperlink>
    </w:p>
    <w:p w14:paraId="30CDC40F" w14:textId="7DD922F0" w:rsidR="00505BFF" w:rsidRDefault="006E6FAB">
      <w:pPr>
        <w:pStyle w:val="TOC2"/>
        <w:rPr>
          <w:rFonts w:asciiTheme="minorHAnsi" w:eastAsiaTheme="minorEastAsia" w:hAnsiTheme="minorHAnsi" w:cstheme="minorBidi"/>
          <w:snapToGrid/>
          <w:sz w:val="22"/>
          <w:szCs w:val="22"/>
          <w:lang w:val="en-US"/>
        </w:rPr>
      </w:pPr>
      <w:hyperlink w:anchor="_Toc131584268" w:history="1">
        <w:r w:rsidR="00505BFF" w:rsidRPr="00C827E2">
          <w:rPr>
            <w:rStyle w:val="Hyperlink"/>
          </w:rPr>
          <w:t>5.1</w:t>
        </w:r>
        <w:r w:rsidR="00505BFF">
          <w:rPr>
            <w:rFonts w:asciiTheme="minorHAnsi" w:eastAsiaTheme="minorEastAsia" w:hAnsiTheme="minorHAnsi" w:cstheme="minorBidi"/>
            <w:snapToGrid/>
            <w:sz w:val="22"/>
            <w:szCs w:val="22"/>
            <w:lang w:val="en-US"/>
          </w:rPr>
          <w:tab/>
        </w:r>
        <w:r w:rsidR="00505BFF" w:rsidRPr="00C827E2">
          <w:rPr>
            <w:rStyle w:val="Hyperlink"/>
          </w:rPr>
          <w:t>Query/Query Response Process</w:t>
        </w:r>
        <w:r w:rsidR="00505BFF">
          <w:rPr>
            <w:webHidden/>
          </w:rPr>
          <w:tab/>
        </w:r>
        <w:r w:rsidR="00505BFF">
          <w:rPr>
            <w:webHidden/>
          </w:rPr>
          <w:fldChar w:fldCharType="begin"/>
        </w:r>
        <w:r w:rsidR="00505BFF">
          <w:rPr>
            <w:webHidden/>
          </w:rPr>
          <w:instrText xml:space="preserve"> PAGEREF _Toc131584268 \h </w:instrText>
        </w:r>
        <w:r w:rsidR="00505BFF">
          <w:rPr>
            <w:webHidden/>
          </w:rPr>
        </w:r>
        <w:r w:rsidR="00505BFF">
          <w:rPr>
            <w:webHidden/>
          </w:rPr>
          <w:fldChar w:fldCharType="separate"/>
        </w:r>
        <w:r w:rsidR="00505BFF">
          <w:rPr>
            <w:webHidden/>
          </w:rPr>
          <w:t>12</w:t>
        </w:r>
        <w:r w:rsidR="00505BFF">
          <w:rPr>
            <w:webHidden/>
          </w:rPr>
          <w:fldChar w:fldCharType="end"/>
        </w:r>
      </w:hyperlink>
    </w:p>
    <w:p w14:paraId="60E7360F" w14:textId="5117D3E5" w:rsidR="00505BFF" w:rsidRDefault="006E6FAB">
      <w:pPr>
        <w:pStyle w:val="TOC1"/>
        <w:rPr>
          <w:rFonts w:asciiTheme="minorHAnsi" w:eastAsiaTheme="minorEastAsia" w:hAnsiTheme="minorHAnsi" w:cstheme="minorBidi"/>
          <w:b w:val="0"/>
          <w:sz w:val="22"/>
          <w:szCs w:val="22"/>
          <w:lang w:val="en-US"/>
        </w:rPr>
      </w:pPr>
      <w:hyperlink w:anchor="_Toc131584269" w:history="1">
        <w:r w:rsidR="00505BFF" w:rsidRPr="00C827E2">
          <w:rPr>
            <w:rStyle w:val="Hyperlink"/>
          </w:rPr>
          <w:t>6</w:t>
        </w:r>
        <w:r w:rsidR="00505BFF">
          <w:rPr>
            <w:rFonts w:asciiTheme="minorHAnsi" w:eastAsiaTheme="minorEastAsia" w:hAnsiTheme="minorHAnsi" w:cstheme="minorBidi"/>
            <w:b w:val="0"/>
            <w:sz w:val="22"/>
            <w:szCs w:val="22"/>
            <w:lang w:val="en-US"/>
          </w:rPr>
          <w:tab/>
        </w:r>
        <w:r w:rsidR="00505BFF" w:rsidRPr="00C827E2">
          <w:rPr>
            <w:rStyle w:val="Hyperlink"/>
          </w:rPr>
          <w:t>BusinessTransactions</w:t>
        </w:r>
        <w:r w:rsidR="00505BFF">
          <w:rPr>
            <w:webHidden/>
          </w:rPr>
          <w:tab/>
        </w:r>
        <w:r w:rsidR="00505BFF">
          <w:rPr>
            <w:webHidden/>
          </w:rPr>
          <w:fldChar w:fldCharType="begin"/>
        </w:r>
        <w:r w:rsidR="00505BFF">
          <w:rPr>
            <w:webHidden/>
          </w:rPr>
          <w:instrText xml:space="preserve"> PAGEREF _Toc131584269 \h </w:instrText>
        </w:r>
        <w:r w:rsidR="00505BFF">
          <w:rPr>
            <w:webHidden/>
          </w:rPr>
        </w:r>
        <w:r w:rsidR="00505BFF">
          <w:rPr>
            <w:webHidden/>
          </w:rPr>
          <w:fldChar w:fldCharType="separate"/>
        </w:r>
        <w:r w:rsidR="00505BFF">
          <w:rPr>
            <w:webHidden/>
          </w:rPr>
          <w:t>14</w:t>
        </w:r>
        <w:r w:rsidR="00505BFF">
          <w:rPr>
            <w:webHidden/>
          </w:rPr>
          <w:fldChar w:fldCharType="end"/>
        </w:r>
      </w:hyperlink>
    </w:p>
    <w:p w14:paraId="2111C9A6" w14:textId="38930FAE" w:rsidR="00505BFF" w:rsidRDefault="006E6FAB">
      <w:pPr>
        <w:pStyle w:val="TOC2"/>
        <w:rPr>
          <w:rFonts w:asciiTheme="minorHAnsi" w:eastAsiaTheme="minorEastAsia" w:hAnsiTheme="minorHAnsi" w:cstheme="minorBidi"/>
          <w:snapToGrid/>
          <w:sz w:val="22"/>
          <w:szCs w:val="22"/>
          <w:lang w:val="en-US"/>
        </w:rPr>
      </w:pPr>
      <w:hyperlink w:anchor="_Toc131584270" w:history="1">
        <w:r w:rsidR="00505BFF" w:rsidRPr="00C827E2">
          <w:rPr>
            <w:rStyle w:val="Hyperlink"/>
          </w:rPr>
          <w:t>6.1</w:t>
        </w:r>
        <w:r w:rsidR="00505BFF">
          <w:rPr>
            <w:rFonts w:asciiTheme="minorHAnsi" w:eastAsiaTheme="minorEastAsia" w:hAnsiTheme="minorHAnsi" w:cstheme="minorBidi"/>
            <w:snapToGrid/>
            <w:sz w:val="22"/>
            <w:szCs w:val="22"/>
            <w:lang w:val="en-US"/>
          </w:rPr>
          <w:tab/>
        </w:r>
        <w:r w:rsidR="00505BFF" w:rsidRPr="00C827E2">
          <w:rPr>
            <w:rStyle w:val="Hyperlink"/>
          </w:rPr>
          <w:t>Query/Response Process</w:t>
        </w:r>
        <w:r w:rsidR="00505BFF">
          <w:rPr>
            <w:webHidden/>
          </w:rPr>
          <w:tab/>
        </w:r>
        <w:r w:rsidR="00505BFF">
          <w:rPr>
            <w:webHidden/>
          </w:rPr>
          <w:fldChar w:fldCharType="begin"/>
        </w:r>
        <w:r w:rsidR="00505BFF">
          <w:rPr>
            <w:webHidden/>
          </w:rPr>
          <w:instrText xml:space="preserve"> PAGEREF _Toc131584270 \h </w:instrText>
        </w:r>
        <w:r w:rsidR="00505BFF">
          <w:rPr>
            <w:webHidden/>
          </w:rPr>
        </w:r>
        <w:r w:rsidR="00505BFF">
          <w:rPr>
            <w:webHidden/>
          </w:rPr>
          <w:fldChar w:fldCharType="separate"/>
        </w:r>
        <w:r w:rsidR="00505BFF">
          <w:rPr>
            <w:webHidden/>
          </w:rPr>
          <w:t>14</w:t>
        </w:r>
        <w:r w:rsidR="00505BFF">
          <w:rPr>
            <w:webHidden/>
          </w:rPr>
          <w:fldChar w:fldCharType="end"/>
        </w:r>
      </w:hyperlink>
    </w:p>
    <w:p w14:paraId="4271A3DF" w14:textId="7450DC1C" w:rsidR="00505BFF" w:rsidRDefault="006E6FAB">
      <w:pPr>
        <w:pStyle w:val="TOC1"/>
        <w:rPr>
          <w:rFonts w:asciiTheme="minorHAnsi" w:eastAsiaTheme="minorEastAsia" w:hAnsiTheme="minorHAnsi" w:cstheme="minorBidi"/>
          <w:b w:val="0"/>
          <w:sz w:val="22"/>
          <w:szCs w:val="22"/>
          <w:lang w:val="en-US"/>
        </w:rPr>
      </w:pPr>
      <w:hyperlink w:anchor="_Toc131584271" w:history="1">
        <w:r w:rsidR="00505BFF" w:rsidRPr="00C827E2">
          <w:rPr>
            <w:rStyle w:val="Hyperlink"/>
          </w:rPr>
          <w:t>7</w:t>
        </w:r>
        <w:r w:rsidR="00505BFF">
          <w:rPr>
            <w:rFonts w:asciiTheme="minorHAnsi" w:eastAsiaTheme="minorEastAsia" w:hAnsiTheme="minorHAnsi" w:cstheme="minorBidi"/>
            <w:b w:val="0"/>
            <w:sz w:val="22"/>
            <w:szCs w:val="22"/>
            <w:lang w:val="en-US"/>
          </w:rPr>
          <w:tab/>
        </w:r>
        <w:r w:rsidR="00505BFF" w:rsidRPr="00C827E2">
          <w:rPr>
            <w:rStyle w:val="Hyperlink"/>
          </w:rPr>
          <w:t>Business Examples</w:t>
        </w:r>
        <w:r w:rsidR="00505BFF">
          <w:rPr>
            <w:webHidden/>
          </w:rPr>
          <w:tab/>
        </w:r>
        <w:r w:rsidR="00505BFF">
          <w:rPr>
            <w:webHidden/>
          </w:rPr>
          <w:fldChar w:fldCharType="begin"/>
        </w:r>
        <w:r w:rsidR="00505BFF">
          <w:rPr>
            <w:webHidden/>
          </w:rPr>
          <w:instrText xml:space="preserve"> PAGEREF _Toc131584271 \h </w:instrText>
        </w:r>
        <w:r w:rsidR="00505BFF">
          <w:rPr>
            <w:webHidden/>
          </w:rPr>
        </w:r>
        <w:r w:rsidR="00505BFF">
          <w:rPr>
            <w:webHidden/>
          </w:rPr>
          <w:fldChar w:fldCharType="separate"/>
        </w:r>
        <w:r w:rsidR="00505BFF">
          <w:rPr>
            <w:webHidden/>
          </w:rPr>
          <w:t>15</w:t>
        </w:r>
        <w:r w:rsidR="00505BFF">
          <w:rPr>
            <w:webHidden/>
          </w:rPr>
          <w:fldChar w:fldCharType="end"/>
        </w:r>
      </w:hyperlink>
    </w:p>
    <w:p w14:paraId="1CA86F31" w14:textId="5BE00788" w:rsidR="00505BFF" w:rsidRDefault="006E6FAB">
      <w:pPr>
        <w:pStyle w:val="TOC2"/>
        <w:rPr>
          <w:rFonts w:asciiTheme="minorHAnsi" w:eastAsiaTheme="minorEastAsia" w:hAnsiTheme="minorHAnsi" w:cstheme="minorBidi"/>
          <w:snapToGrid/>
          <w:sz w:val="22"/>
          <w:szCs w:val="22"/>
          <w:lang w:val="en-US"/>
        </w:rPr>
      </w:pPr>
      <w:hyperlink w:anchor="_Toc131584272" w:history="1">
        <w:r w:rsidR="00505BFF" w:rsidRPr="00C827E2">
          <w:rPr>
            <w:rStyle w:val="Hyperlink"/>
          </w:rPr>
          <w:t>7.1</w:t>
        </w:r>
        <w:r w:rsidR="00505BFF">
          <w:rPr>
            <w:rFonts w:asciiTheme="minorHAnsi" w:eastAsiaTheme="minorEastAsia" w:hAnsiTheme="minorHAnsi" w:cstheme="minorBidi"/>
            <w:snapToGrid/>
            <w:sz w:val="22"/>
            <w:szCs w:val="22"/>
            <w:lang w:val="en-US"/>
          </w:rPr>
          <w:tab/>
        </w:r>
        <w:r w:rsidR="00505BFF" w:rsidRPr="00C827E2">
          <w:rPr>
            <w:rStyle w:val="Hyperlink"/>
          </w:rPr>
          <w:t>Calendar Query - reda.064.001.02</w:t>
        </w:r>
        <w:r w:rsidR="00505BFF">
          <w:rPr>
            <w:webHidden/>
          </w:rPr>
          <w:tab/>
        </w:r>
        <w:r w:rsidR="00505BFF">
          <w:rPr>
            <w:webHidden/>
          </w:rPr>
          <w:fldChar w:fldCharType="begin"/>
        </w:r>
        <w:r w:rsidR="00505BFF">
          <w:rPr>
            <w:webHidden/>
          </w:rPr>
          <w:instrText xml:space="preserve"> PAGEREF _Toc131584272 \h </w:instrText>
        </w:r>
        <w:r w:rsidR="00505BFF">
          <w:rPr>
            <w:webHidden/>
          </w:rPr>
        </w:r>
        <w:r w:rsidR="00505BFF">
          <w:rPr>
            <w:webHidden/>
          </w:rPr>
          <w:fldChar w:fldCharType="separate"/>
        </w:r>
        <w:r w:rsidR="00505BFF">
          <w:rPr>
            <w:webHidden/>
          </w:rPr>
          <w:t>15</w:t>
        </w:r>
        <w:r w:rsidR="00505BFF">
          <w:rPr>
            <w:webHidden/>
          </w:rPr>
          <w:fldChar w:fldCharType="end"/>
        </w:r>
      </w:hyperlink>
    </w:p>
    <w:p w14:paraId="04BE61BA" w14:textId="184F8E56" w:rsidR="00505BFF" w:rsidRDefault="006E6FAB">
      <w:pPr>
        <w:pStyle w:val="TOC2"/>
        <w:rPr>
          <w:rFonts w:asciiTheme="minorHAnsi" w:eastAsiaTheme="minorEastAsia" w:hAnsiTheme="minorHAnsi" w:cstheme="minorBidi"/>
          <w:snapToGrid/>
          <w:sz w:val="22"/>
          <w:szCs w:val="22"/>
          <w:lang w:val="en-US"/>
        </w:rPr>
      </w:pPr>
      <w:hyperlink w:anchor="_Toc131584273" w:history="1">
        <w:r w:rsidR="00505BFF" w:rsidRPr="00C827E2">
          <w:rPr>
            <w:rStyle w:val="Hyperlink"/>
          </w:rPr>
          <w:t>7.2</w:t>
        </w:r>
        <w:r w:rsidR="00505BFF">
          <w:rPr>
            <w:rFonts w:asciiTheme="minorHAnsi" w:eastAsiaTheme="minorEastAsia" w:hAnsiTheme="minorHAnsi" w:cstheme="minorBidi"/>
            <w:snapToGrid/>
            <w:sz w:val="22"/>
            <w:szCs w:val="22"/>
            <w:lang w:val="en-US"/>
          </w:rPr>
          <w:tab/>
        </w:r>
        <w:r w:rsidR="00505BFF" w:rsidRPr="00C827E2">
          <w:rPr>
            <w:rStyle w:val="Hyperlink"/>
          </w:rPr>
          <w:t>Calendar Report - reda.065.001.02</w:t>
        </w:r>
        <w:r w:rsidR="00505BFF">
          <w:rPr>
            <w:webHidden/>
          </w:rPr>
          <w:tab/>
        </w:r>
        <w:r w:rsidR="00505BFF">
          <w:rPr>
            <w:webHidden/>
          </w:rPr>
          <w:fldChar w:fldCharType="begin"/>
        </w:r>
        <w:r w:rsidR="00505BFF">
          <w:rPr>
            <w:webHidden/>
          </w:rPr>
          <w:instrText xml:space="preserve"> PAGEREF _Toc131584273 \h </w:instrText>
        </w:r>
        <w:r w:rsidR="00505BFF">
          <w:rPr>
            <w:webHidden/>
          </w:rPr>
        </w:r>
        <w:r w:rsidR="00505BFF">
          <w:rPr>
            <w:webHidden/>
          </w:rPr>
          <w:fldChar w:fldCharType="separate"/>
        </w:r>
        <w:r w:rsidR="00505BFF">
          <w:rPr>
            <w:webHidden/>
          </w:rPr>
          <w:t>15</w:t>
        </w:r>
        <w:r w:rsidR="00505BFF">
          <w:rPr>
            <w:webHidden/>
          </w:rPr>
          <w:fldChar w:fldCharType="end"/>
        </w:r>
      </w:hyperlink>
    </w:p>
    <w:p w14:paraId="16B7D585" w14:textId="52277376" w:rsidR="00505BFF" w:rsidRDefault="006E6FAB">
      <w:pPr>
        <w:pStyle w:val="TOC1"/>
        <w:rPr>
          <w:rFonts w:asciiTheme="minorHAnsi" w:eastAsiaTheme="minorEastAsia" w:hAnsiTheme="minorHAnsi" w:cstheme="minorBidi"/>
          <w:b w:val="0"/>
          <w:sz w:val="22"/>
          <w:szCs w:val="22"/>
          <w:lang w:val="en-US"/>
        </w:rPr>
      </w:pPr>
      <w:hyperlink w:anchor="_Toc131584274" w:history="1">
        <w:r w:rsidR="00505BFF" w:rsidRPr="00C827E2">
          <w:rPr>
            <w:rStyle w:val="Hyperlink"/>
          </w:rPr>
          <w:t>8</w:t>
        </w:r>
        <w:r w:rsidR="00505BFF">
          <w:rPr>
            <w:rFonts w:asciiTheme="minorHAnsi" w:eastAsiaTheme="minorEastAsia" w:hAnsiTheme="minorHAnsi" w:cstheme="minorBidi"/>
            <w:b w:val="0"/>
            <w:sz w:val="22"/>
            <w:szCs w:val="22"/>
            <w:lang w:val="en-US"/>
          </w:rPr>
          <w:tab/>
        </w:r>
        <w:r w:rsidR="00505BFF" w:rsidRPr="00C827E2">
          <w:rPr>
            <w:rStyle w:val="Hyperlink"/>
          </w:rPr>
          <w:t>Revision Record</w:t>
        </w:r>
        <w:r w:rsidR="00505BFF">
          <w:rPr>
            <w:webHidden/>
          </w:rPr>
          <w:tab/>
        </w:r>
        <w:r w:rsidR="00505BFF">
          <w:rPr>
            <w:webHidden/>
          </w:rPr>
          <w:fldChar w:fldCharType="begin"/>
        </w:r>
        <w:r w:rsidR="00505BFF">
          <w:rPr>
            <w:webHidden/>
          </w:rPr>
          <w:instrText xml:space="preserve"> PAGEREF _Toc131584274 \h </w:instrText>
        </w:r>
        <w:r w:rsidR="00505BFF">
          <w:rPr>
            <w:webHidden/>
          </w:rPr>
        </w:r>
        <w:r w:rsidR="00505BFF">
          <w:rPr>
            <w:webHidden/>
          </w:rPr>
          <w:fldChar w:fldCharType="separate"/>
        </w:r>
        <w:r w:rsidR="00505BFF">
          <w:rPr>
            <w:webHidden/>
          </w:rPr>
          <w:t>22</w:t>
        </w:r>
        <w:r w:rsidR="00505BFF">
          <w:rPr>
            <w:webHidden/>
          </w:rPr>
          <w:fldChar w:fldCharType="end"/>
        </w:r>
      </w:hyperlink>
    </w:p>
    <w:p w14:paraId="36773B31" w14:textId="25870498" w:rsidR="00FB0440" w:rsidRDefault="00F45CD3" w:rsidP="00C45139">
      <w:pPr>
        <w:pStyle w:val="PreliminaryNote"/>
      </w:pPr>
      <w:r>
        <w:rPr>
          <w:b w:val="0"/>
        </w:rPr>
        <w:fldChar w:fldCharType="end"/>
      </w:r>
    </w:p>
    <w:p w14:paraId="40B8CB4E" w14:textId="77777777" w:rsidR="00FB0440" w:rsidRDefault="00FB0440" w:rsidP="00C45139">
      <w:pPr>
        <w:pStyle w:val="PreliminaryNote"/>
      </w:pPr>
    </w:p>
    <w:p w14:paraId="4EC193D3" w14:textId="77777777" w:rsidR="00FB0440" w:rsidRDefault="00FB0440" w:rsidP="00C45139">
      <w:pPr>
        <w:pStyle w:val="PreliminaryNote"/>
      </w:pPr>
    </w:p>
    <w:p w14:paraId="28F176FA" w14:textId="77777777" w:rsidR="00FB0440" w:rsidRDefault="00FB0440" w:rsidP="00C45139">
      <w:pPr>
        <w:pStyle w:val="PreliminaryNote"/>
      </w:pPr>
    </w:p>
    <w:p w14:paraId="6821245A" w14:textId="77777777" w:rsidR="00FB0440" w:rsidRDefault="00FB0440" w:rsidP="00C45139">
      <w:pPr>
        <w:pStyle w:val="PreliminaryNote"/>
      </w:pPr>
    </w:p>
    <w:p w14:paraId="7BCDD4E6" w14:textId="77777777" w:rsidR="00FB0440" w:rsidRDefault="00FB0440" w:rsidP="00C45139">
      <w:pPr>
        <w:pStyle w:val="PreliminaryNote"/>
      </w:pPr>
    </w:p>
    <w:p w14:paraId="25A8F385" w14:textId="34D12B39" w:rsidR="00C45139" w:rsidRPr="00C45139" w:rsidRDefault="00C45139" w:rsidP="00C45139">
      <w:pPr>
        <w:pStyle w:val="PreliminaryNote"/>
      </w:pPr>
      <w:r>
        <w:t>Preliminary Note</w:t>
      </w:r>
    </w:p>
    <w:p w14:paraId="5D9306FD" w14:textId="77777777" w:rsidR="00C45139" w:rsidRDefault="00C45139" w:rsidP="00C45139">
      <w:pPr>
        <w:pStyle w:val="Normalbeforetable"/>
      </w:pPr>
      <w:r>
        <w:t>The Message Definition Report (MDR) is made of three parts:</w:t>
      </w:r>
    </w:p>
    <w:p w14:paraId="6C7FF14C" w14:textId="77777777" w:rsidR="00C45139" w:rsidRDefault="00C45139" w:rsidP="00C45139">
      <w:pPr>
        <w:pStyle w:val="BlockLabel"/>
      </w:pPr>
      <w:r>
        <w:t>MDR Part 1</w:t>
      </w:r>
    </w:p>
    <w:p w14:paraId="0358E534"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0" w:history="1">
        <w:r w:rsidRPr="00D31030">
          <w:rPr>
            <w:rStyle w:val="Hyperlink"/>
          </w:rPr>
          <w:t>www.iso20022.org</w:t>
        </w:r>
      </w:hyperlink>
      <w:r>
        <w:t xml:space="preserve">. </w:t>
      </w:r>
    </w:p>
    <w:p w14:paraId="045DA149" w14:textId="77777777" w:rsidR="00C45139" w:rsidRDefault="00C45139" w:rsidP="00C45139">
      <w:pPr>
        <w:pStyle w:val="BlockLabel"/>
      </w:pPr>
      <w:r>
        <w:t>MDR Part 2</w:t>
      </w:r>
    </w:p>
    <w:p w14:paraId="17011323"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1F47E03C" w14:textId="77777777" w:rsidR="00C45139" w:rsidRDefault="00C45139" w:rsidP="00C45139">
      <w:pPr>
        <w:pStyle w:val="BlockLabel"/>
      </w:pPr>
      <w:r>
        <w:t>MDR Part 3</w:t>
      </w:r>
    </w:p>
    <w:p w14:paraId="23723251" w14:textId="77777777" w:rsidR="00C45139" w:rsidRPr="00676636" w:rsidRDefault="00C45139" w:rsidP="00C45139">
      <w:r>
        <w:t>This is an extract if the ISO 20022 Business Model describing the business concepts used in the message set. Part 2 is an Excel document produced by the RA.</w:t>
      </w:r>
    </w:p>
    <w:p w14:paraId="6F012311" w14:textId="77777777" w:rsidR="00FC66CD" w:rsidRDefault="00FC66CD" w:rsidP="005A6353"/>
    <w:p w14:paraId="19AB349F" w14:textId="77777777" w:rsidR="00FC66CD" w:rsidRDefault="00FC66CD" w:rsidP="005A6353"/>
    <w:p w14:paraId="580E6B89" w14:textId="77777777" w:rsidR="00FC66CD" w:rsidRPr="00A23189" w:rsidRDefault="00FC66CD" w:rsidP="005A6353">
      <w:pPr>
        <w:pStyle w:val="Label"/>
        <w:rPr>
          <w:rStyle w:val="Italic"/>
        </w:rPr>
        <w:sectPr w:rsidR="00FC66CD" w:rsidRPr="00A23189" w:rsidSect="006E0076">
          <w:headerReference w:type="even" r:id="rId11"/>
          <w:headerReference w:type="default" r:id="rId12"/>
          <w:footerReference w:type="even" r:id="rId13"/>
          <w:footerReference w:type="default" r:id="rId14"/>
          <w:pgSz w:w="11909" w:h="15840" w:code="9"/>
          <w:pgMar w:top="1021" w:right="1304" w:bottom="1701" w:left="1304" w:header="567" w:footer="567" w:gutter="0"/>
          <w:cols w:space="720"/>
          <w:docGrid w:linePitch="258"/>
        </w:sectPr>
      </w:pPr>
    </w:p>
    <w:p w14:paraId="3C405451" w14:textId="77777777" w:rsidR="00FC66CD" w:rsidRDefault="000E53BB" w:rsidP="00A8050C">
      <w:pPr>
        <w:pStyle w:val="Heading1"/>
      </w:pPr>
      <w:bookmarkStart w:id="3" w:name="_Toc131584254"/>
      <w:r>
        <w:lastRenderedPageBreak/>
        <w:t>Introduction</w:t>
      </w:r>
      <w:bookmarkEnd w:id="3"/>
    </w:p>
    <w:p w14:paraId="0AEF7056" w14:textId="77777777" w:rsidR="00FC66CD" w:rsidRPr="00526C98" w:rsidRDefault="000E53BB" w:rsidP="00A8050C">
      <w:pPr>
        <w:pStyle w:val="Heading2"/>
      </w:pPr>
      <w:bookmarkStart w:id="4" w:name="_Toc131584255"/>
      <w:bookmarkStart w:id="5" w:name="_Toc533501210"/>
      <w:r>
        <w:t>Terms and Definitions</w:t>
      </w:r>
      <w:bookmarkEnd w:id="4"/>
    </w:p>
    <w:p w14:paraId="1EB53C9B"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3B6111D2"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9E2C3FA"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B85141A" w14:textId="77777777" w:rsidR="0052733C" w:rsidRPr="0052733C" w:rsidRDefault="0052733C" w:rsidP="0052733C">
            <w:pPr>
              <w:pStyle w:val="TableHeading"/>
            </w:pPr>
            <w:r w:rsidRPr="0052733C">
              <w:t>Definition</w:t>
            </w:r>
          </w:p>
        </w:tc>
      </w:tr>
      <w:tr w:rsidR="0052733C" w14:paraId="58E98541" w14:textId="77777777" w:rsidTr="00922455">
        <w:tc>
          <w:tcPr>
            <w:tcW w:w="2376" w:type="dxa"/>
            <w:shd w:val="clear" w:color="auto" w:fill="FFFFFF"/>
          </w:tcPr>
          <w:p w14:paraId="15F5802E"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064324DA"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3A048B3F" w14:textId="77777777" w:rsidTr="00922455">
        <w:tc>
          <w:tcPr>
            <w:tcW w:w="2376" w:type="dxa"/>
            <w:shd w:val="clear" w:color="auto" w:fill="FFFFFF"/>
          </w:tcPr>
          <w:p w14:paraId="11A9E216"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3D5326CE"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67412159" w14:textId="77777777" w:rsidTr="00922455">
        <w:tc>
          <w:tcPr>
            <w:tcW w:w="2376" w:type="dxa"/>
            <w:shd w:val="clear" w:color="auto" w:fill="FFFFFF"/>
          </w:tcPr>
          <w:p w14:paraId="5B5EC4A1"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5DAA3F09"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2B838890" w14:textId="77777777" w:rsidTr="00922455">
        <w:tc>
          <w:tcPr>
            <w:tcW w:w="2376" w:type="dxa"/>
            <w:shd w:val="clear" w:color="auto" w:fill="FFFFFF"/>
          </w:tcPr>
          <w:p w14:paraId="48A92E72"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D67A076"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0DD98827" w14:textId="77777777" w:rsidTr="00922455">
        <w:tc>
          <w:tcPr>
            <w:tcW w:w="2376" w:type="dxa"/>
            <w:shd w:val="clear" w:color="auto" w:fill="FFFFFF"/>
          </w:tcPr>
          <w:p w14:paraId="701AD0E7"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4FCD30E4" w14:textId="77777777" w:rsidR="0052733C" w:rsidRPr="0052733C" w:rsidRDefault="0052733C" w:rsidP="0052733C">
            <w:pPr>
              <w:pStyle w:val="TableText"/>
            </w:pPr>
            <w:r w:rsidRPr="0052733C">
              <w:t>Formal description of the structure of a message instance.</w:t>
            </w:r>
          </w:p>
        </w:tc>
      </w:tr>
    </w:tbl>
    <w:p w14:paraId="6D48F42A"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22CBF1B6" w14:textId="77777777" w:rsidR="00FD654E" w:rsidRDefault="00CD7997" w:rsidP="008F067F">
      <w:pPr>
        <w:pStyle w:val="Heading2"/>
      </w:pPr>
      <w:bookmarkStart w:id="6" w:name="_Toc131584256"/>
      <w:r>
        <w:t>Abbreviations and Acronyms</w:t>
      </w:r>
      <w:bookmarkEnd w:id="6"/>
    </w:p>
    <w:p w14:paraId="05048FB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1A10D54F" w14:textId="77777777" w:rsidTr="00340304">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0AF71E"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EB6E8E2" w14:textId="77777777" w:rsidR="0052733C" w:rsidRDefault="0052733C" w:rsidP="00DD3851">
            <w:pPr>
              <w:pStyle w:val="TableHeading"/>
            </w:pPr>
            <w:r>
              <w:t>Definition</w:t>
            </w:r>
          </w:p>
        </w:tc>
      </w:tr>
      <w:tr w:rsidR="00340304" w:rsidRPr="00B00653" w14:paraId="0B7B3FF0" w14:textId="77777777" w:rsidTr="00340304">
        <w:tc>
          <w:tcPr>
            <w:tcW w:w="2375" w:type="dxa"/>
            <w:shd w:val="clear" w:color="auto" w:fill="FFFFFF"/>
          </w:tcPr>
          <w:p w14:paraId="12D3FBD0" w14:textId="77777777" w:rsidR="00340304" w:rsidRPr="00340304" w:rsidRDefault="00340304" w:rsidP="00340304">
            <w:r w:rsidRPr="00340304">
              <w:t>4CB</w:t>
            </w:r>
          </w:p>
        </w:tc>
        <w:tc>
          <w:tcPr>
            <w:tcW w:w="5764" w:type="dxa"/>
            <w:shd w:val="clear" w:color="auto" w:fill="FFFFFF"/>
          </w:tcPr>
          <w:p w14:paraId="6970124F" w14:textId="77777777" w:rsidR="00340304" w:rsidRPr="005030C8" w:rsidRDefault="00340304" w:rsidP="00340304">
            <w:pPr>
              <w:rPr>
                <w:lang w:val="it-IT"/>
              </w:rPr>
            </w:pPr>
            <w:r w:rsidRPr="005030C8">
              <w:rPr>
                <w:lang w:val="it-IT"/>
              </w:rPr>
              <w:t>Banca d’Italia, Banque de France, Deutsche Bundesbank and Banco d’España</w:t>
            </w:r>
          </w:p>
        </w:tc>
      </w:tr>
      <w:tr w:rsidR="00340304" w14:paraId="7A85BEE4" w14:textId="77777777" w:rsidTr="00340304">
        <w:tc>
          <w:tcPr>
            <w:tcW w:w="2375" w:type="dxa"/>
            <w:shd w:val="clear" w:color="auto" w:fill="FFFFFF"/>
          </w:tcPr>
          <w:p w14:paraId="1250887F" w14:textId="77777777" w:rsidR="00340304" w:rsidRPr="00340304" w:rsidRDefault="00340304" w:rsidP="00340304">
            <w:r w:rsidRPr="00340304">
              <w:t>ACH</w:t>
            </w:r>
          </w:p>
        </w:tc>
        <w:tc>
          <w:tcPr>
            <w:tcW w:w="5764" w:type="dxa"/>
            <w:shd w:val="clear" w:color="auto" w:fill="FFFFFF"/>
          </w:tcPr>
          <w:p w14:paraId="36912D5B" w14:textId="77777777" w:rsidR="00340304" w:rsidRPr="00340304" w:rsidRDefault="00340304" w:rsidP="00340304">
            <w:r w:rsidRPr="00340304">
              <w:t>Automated Clearing House</w:t>
            </w:r>
          </w:p>
        </w:tc>
      </w:tr>
      <w:tr w:rsidR="00340304" w14:paraId="69F6CAC9" w14:textId="77777777" w:rsidTr="00340304">
        <w:tc>
          <w:tcPr>
            <w:tcW w:w="2375" w:type="dxa"/>
            <w:shd w:val="clear" w:color="auto" w:fill="FFFFFF"/>
          </w:tcPr>
          <w:p w14:paraId="77F931ED" w14:textId="77777777" w:rsidR="00340304" w:rsidRPr="00340304" w:rsidRDefault="00340304" w:rsidP="00340304">
            <w:r w:rsidRPr="00340304">
              <w:t>A2A</w:t>
            </w:r>
          </w:p>
        </w:tc>
        <w:tc>
          <w:tcPr>
            <w:tcW w:w="5764" w:type="dxa"/>
            <w:shd w:val="clear" w:color="auto" w:fill="FFFFFF"/>
          </w:tcPr>
          <w:p w14:paraId="2DFD501A" w14:textId="77BCC0DE" w:rsidR="00340304" w:rsidRPr="00340304" w:rsidRDefault="00340304" w:rsidP="00940091">
            <w:r w:rsidRPr="00340304">
              <w:t>Application-to-Application mode. Defines a mode of technical communication that permits the exchange of information between software applications and a directly connected actor.</w:t>
            </w:r>
          </w:p>
        </w:tc>
      </w:tr>
      <w:tr w:rsidR="00340304" w14:paraId="393883DC" w14:textId="77777777" w:rsidTr="00340304">
        <w:tc>
          <w:tcPr>
            <w:tcW w:w="2375" w:type="dxa"/>
            <w:shd w:val="clear" w:color="auto" w:fill="FFFFFF"/>
          </w:tcPr>
          <w:p w14:paraId="3BCE7CF4" w14:textId="77777777" w:rsidR="00340304" w:rsidRPr="00340304" w:rsidRDefault="00340304" w:rsidP="00340304">
            <w:r w:rsidRPr="00340304">
              <w:t>BAH/head.001</w:t>
            </w:r>
          </w:p>
        </w:tc>
        <w:tc>
          <w:tcPr>
            <w:tcW w:w="5764" w:type="dxa"/>
            <w:shd w:val="clear" w:color="auto" w:fill="FFFFFF"/>
          </w:tcPr>
          <w:p w14:paraId="7B9C60BF" w14:textId="77777777" w:rsidR="00340304" w:rsidRPr="00340304" w:rsidRDefault="00340304" w:rsidP="00340304">
            <w:r w:rsidRPr="00340304">
              <w:t>Business Application Header</w:t>
            </w:r>
          </w:p>
        </w:tc>
      </w:tr>
      <w:tr w:rsidR="00340304" w14:paraId="11688D1C" w14:textId="77777777" w:rsidTr="00340304">
        <w:tc>
          <w:tcPr>
            <w:tcW w:w="2375" w:type="dxa"/>
            <w:shd w:val="clear" w:color="auto" w:fill="FFFFFF"/>
          </w:tcPr>
          <w:p w14:paraId="48276E28" w14:textId="77777777" w:rsidR="00340304" w:rsidRPr="00340304" w:rsidRDefault="00340304" w:rsidP="00340304">
            <w:r w:rsidRPr="00340304">
              <w:t>BIC</w:t>
            </w:r>
          </w:p>
        </w:tc>
        <w:tc>
          <w:tcPr>
            <w:tcW w:w="5764" w:type="dxa"/>
            <w:shd w:val="clear" w:color="auto" w:fill="FFFFFF"/>
          </w:tcPr>
          <w:p w14:paraId="2BB9C934" w14:textId="77777777" w:rsidR="00340304" w:rsidRPr="00340304" w:rsidRDefault="00340304" w:rsidP="00340304">
            <w:r w:rsidRPr="00340304">
              <w:t>Business Identifier Code</w:t>
            </w:r>
          </w:p>
        </w:tc>
      </w:tr>
      <w:tr w:rsidR="00340304" w14:paraId="2F13F6DF" w14:textId="77777777" w:rsidTr="00340304">
        <w:tc>
          <w:tcPr>
            <w:tcW w:w="2375" w:type="dxa"/>
            <w:shd w:val="clear" w:color="auto" w:fill="FFFFFF"/>
          </w:tcPr>
          <w:p w14:paraId="72FA2E01" w14:textId="77777777" w:rsidR="00340304" w:rsidRPr="00340304" w:rsidRDefault="00340304" w:rsidP="00340304">
            <w:r w:rsidRPr="00340304">
              <w:t>CeBM</w:t>
            </w:r>
          </w:p>
        </w:tc>
        <w:tc>
          <w:tcPr>
            <w:tcW w:w="5764" w:type="dxa"/>
            <w:shd w:val="clear" w:color="auto" w:fill="FFFFFF"/>
          </w:tcPr>
          <w:p w14:paraId="02C3DD78" w14:textId="77777777" w:rsidR="00340304" w:rsidRPr="00340304" w:rsidRDefault="00340304" w:rsidP="00340304">
            <w:r w:rsidRPr="00340304">
              <w:t>Central Bank Money</w:t>
            </w:r>
          </w:p>
        </w:tc>
      </w:tr>
      <w:tr w:rsidR="00340304" w14:paraId="794AE58D" w14:textId="77777777" w:rsidTr="00340304">
        <w:tc>
          <w:tcPr>
            <w:tcW w:w="2375" w:type="dxa"/>
            <w:shd w:val="clear" w:color="auto" w:fill="FFFFFF"/>
          </w:tcPr>
          <w:p w14:paraId="281499ED" w14:textId="77777777" w:rsidR="00340304" w:rsidRPr="00340304" w:rsidRDefault="00340304" w:rsidP="00340304">
            <w:r w:rsidRPr="00340304">
              <w:t>ID</w:t>
            </w:r>
          </w:p>
        </w:tc>
        <w:tc>
          <w:tcPr>
            <w:tcW w:w="5764" w:type="dxa"/>
            <w:shd w:val="clear" w:color="auto" w:fill="FFFFFF"/>
          </w:tcPr>
          <w:p w14:paraId="3961D591" w14:textId="77777777" w:rsidR="00340304" w:rsidRPr="00340304" w:rsidRDefault="00340304" w:rsidP="00340304">
            <w:r w:rsidRPr="00340304">
              <w:t>Identification</w:t>
            </w:r>
          </w:p>
        </w:tc>
      </w:tr>
      <w:tr w:rsidR="00340304" w14:paraId="11C34BDD" w14:textId="77777777" w:rsidTr="00340304">
        <w:tc>
          <w:tcPr>
            <w:tcW w:w="2375" w:type="dxa"/>
            <w:shd w:val="clear" w:color="auto" w:fill="FFFFFF"/>
          </w:tcPr>
          <w:p w14:paraId="4955562C" w14:textId="77777777" w:rsidR="00340304" w:rsidRPr="00340304" w:rsidRDefault="00340304" w:rsidP="00340304">
            <w:r w:rsidRPr="00340304">
              <w:t>MDR</w:t>
            </w:r>
          </w:p>
        </w:tc>
        <w:tc>
          <w:tcPr>
            <w:tcW w:w="5764" w:type="dxa"/>
            <w:shd w:val="clear" w:color="auto" w:fill="FFFFFF"/>
          </w:tcPr>
          <w:p w14:paraId="69D7AAE0" w14:textId="77777777" w:rsidR="00340304" w:rsidRPr="00340304" w:rsidRDefault="00340304" w:rsidP="00340304">
            <w:r w:rsidRPr="00340304">
              <w:t>Message Definition Report</w:t>
            </w:r>
          </w:p>
        </w:tc>
      </w:tr>
      <w:tr w:rsidR="00340304" w14:paraId="4791389B" w14:textId="77777777" w:rsidTr="00340304">
        <w:tc>
          <w:tcPr>
            <w:tcW w:w="2375" w:type="dxa"/>
            <w:shd w:val="clear" w:color="auto" w:fill="FFFFFF"/>
          </w:tcPr>
          <w:p w14:paraId="0C4213C3" w14:textId="77777777" w:rsidR="00340304" w:rsidRPr="00340304" w:rsidRDefault="00340304" w:rsidP="00340304">
            <w:r w:rsidRPr="00340304">
              <w:t>NCB</w:t>
            </w:r>
          </w:p>
        </w:tc>
        <w:tc>
          <w:tcPr>
            <w:tcW w:w="5764" w:type="dxa"/>
            <w:shd w:val="clear" w:color="auto" w:fill="FFFFFF"/>
          </w:tcPr>
          <w:p w14:paraId="5DFCD556" w14:textId="77777777" w:rsidR="00340304" w:rsidRPr="00340304" w:rsidRDefault="00340304" w:rsidP="00340304">
            <w:r w:rsidRPr="00340304">
              <w:t>National Central Bank</w:t>
            </w:r>
          </w:p>
        </w:tc>
      </w:tr>
      <w:tr w:rsidR="00340304" w14:paraId="60722178" w14:textId="77777777" w:rsidTr="00340304">
        <w:tc>
          <w:tcPr>
            <w:tcW w:w="2375" w:type="dxa"/>
            <w:shd w:val="clear" w:color="auto" w:fill="FFFFFF"/>
          </w:tcPr>
          <w:p w14:paraId="29356F85" w14:textId="77777777" w:rsidR="00340304" w:rsidRPr="00340304" w:rsidRDefault="00340304" w:rsidP="00340304">
            <w:r w:rsidRPr="00340304">
              <w:t>RTGS</w:t>
            </w:r>
          </w:p>
        </w:tc>
        <w:tc>
          <w:tcPr>
            <w:tcW w:w="5764" w:type="dxa"/>
            <w:shd w:val="clear" w:color="auto" w:fill="FFFFFF"/>
          </w:tcPr>
          <w:p w14:paraId="020419A9" w14:textId="77777777" w:rsidR="00340304" w:rsidRDefault="00340304" w:rsidP="00340304">
            <w:r w:rsidRPr="00340304">
              <w:t xml:space="preserve">Real-time gross settlement (RTGS) system. </w:t>
            </w:r>
          </w:p>
          <w:p w14:paraId="725921C9" w14:textId="77777777" w:rsidR="00340304" w:rsidRPr="00340304" w:rsidRDefault="00340304" w:rsidP="00340304">
            <w:r w:rsidRPr="00340304">
              <w:lastRenderedPageBreak/>
              <w:t>A settlement system in which processing and settlement take place in real-time on a gross basis.</w:t>
            </w:r>
          </w:p>
        </w:tc>
      </w:tr>
      <w:tr w:rsidR="00340304" w14:paraId="5DD1E0E6" w14:textId="77777777" w:rsidTr="00340304">
        <w:tc>
          <w:tcPr>
            <w:tcW w:w="2375" w:type="dxa"/>
            <w:shd w:val="clear" w:color="auto" w:fill="FFFFFF"/>
          </w:tcPr>
          <w:p w14:paraId="06F75A51" w14:textId="77777777" w:rsidR="00340304" w:rsidRPr="00340304" w:rsidRDefault="00340304" w:rsidP="00340304">
            <w:r w:rsidRPr="00340304">
              <w:lastRenderedPageBreak/>
              <w:t>SEG</w:t>
            </w:r>
          </w:p>
        </w:tc>
        <w:tc>
          <w:tcPr>
            <w:tcW w:w="5764" w:type="dxa"/>
            <w:shd w:val="clear" w:color="auto" w:fill="FFFFFF"/>
          </w:tcPr>
          <w:p w14:paraId="5A508381" w14:textId="77777777" w:rsidR="00340304" w:rsidRPr="00340304" w:rsidRDefault="00340304" w:rsidP="00340304">
            <w:r w:rsidRPr="00340304">
              <w:t>Standards Evaluation Group</w:t>
            </w:r>
          </w:p>
        </w:tc>
      </w:tr>
      <w:tr w:rsidR="00340304" w14:paraId="72E20EF7" w14:textId="77777777" w:rsidTr="00340304">
        <w:tc>
          <w:tcPr>
            <w:tcW w:w="2375" w:type="dxa"/>
            <w:shd w:val="clear" w:color="auto" w:fill="FFFFFF"/>
          </w:tcPr>
          <w:p w14:paraId="75B38598" w14:textId="77777777" w:rsidR="00340304" w:rsidRPr="00340304" w:rsidRDefault="00340304" w:rsidP="00340304">
            <w:r w:rsidRPr="00340304">
              <w:t>TM</w:t>
            </w:r>
          </w:p>
        </w:tc>
        <w:tc>
          <w:tcPr>
            <w:tcW w:w="5764" w:type="dxa"/>
            <w:shd w:val="clear" w:color="auto" w:fill="FFFFFF"/>
          </w:tcPr>
          <w:p w14:paraId="03190BB0" w14:textId="46EEFE3C" w:rsidR="00340304" w:rsidRPr="00340304" w:rsidRDefault="00340304" w:rsidP="00940091">
            <w:r w:rsidRPr="00340304">
              <w:t xml:space="preserve">Technical Message. Messages which cover technical functions within </w:t>
            </w:r>
            <w:r w:rsidR="00940091">
              <w:t xml:space="preserve">the </w:t>
            </w:r>
            <w:r w:rsidRPr="00340304">
              <w:t>System</w:t>
            </w:r>
          </w:p>
        </w:tc>
      </w:tr>
      <w:tr w:rsidR="00340304" w14:paraId="44175683" w14:textId="77777777" w:rsidTr="00340304">
        <w:tc>
          <w:tcPr>
            <w:tcW w:w="2375" w:type="dxa"/>
            <w:shd w:val="clear" w:color="auto" w:fill="FFFFFF"/>
          </w:tcPr>
          <w:p w14:paraId="65650421" w14:textId="77777777" w:rsidR="00340304" w:rsidRPr="00340304" w:rsidRDefault="00340304" w:rsidP="00340304">
            <w:r w:rsidRPr="00340304">
              <w:t>U2A</w:t>
            </w:r>
          </w:p>
        </w:tc>
        <w:tc>
          <w:tcPr>
            <w:tcW w:w="5764" w:type="dxa"/>
            <w:shd w:val="clear" w:color="auto" w:fill="FFFFFF"/>
          </w:tcPr>
          <w:p w14:paraId="6F5C5435" w14:textId="7C8FF39D" w:rsidR="00340304" w:rsidRPr="00340304" w:rsidRDefault="00340304" w:rsidP="00940091">
            <w:r w:rsidRPr="00340304">
              <w:t>User-to-Application mode. Defines a mode of technical communication that permits the exchange of information between software applications and a system user through a graphical user interface (GUI).</w:t>
            </w:r>
          </w:p>
        </w:tc>
      </w:tr>
      <w:tr w:rsidR="00340304" w:rsidRPr="006E6FAB" w14:paraId="54445EEC" w14:textId="77777777" w:rsidTr="00340304">
        <w:tc>
          <w:tcPr>
            <w:tcW w:w="2375" w:type="dxa"/>
            <w:shd w:val="clear" w:color="auto" w:fill="FFFFFF"/>
          </w:tcPr>
          <w:p w14:paraId="4E5EB0BD" w14:textId="77777777" w:rsidR="00340304" w:rsidRPr="00340304" w:rsidRDefault="00340304" w:rsidP="00340304">
            <w:r w:rsidRPr="00340304">
              <w:t>URD</w:t>
            </w:r>
          </w:p>
        </w:tc>
        <w:tc>
          <w:tcPr>
            <w:tcW w:w="5764" w:type="dxa"/>
            <w:shd w:val="clear" w:color="auto" w:fill="FFFFFF"/>
          </w:tcPr>
          <w:p w14:paraId="21AF11A3" w14:textId="5E8351D5" w:rsidR="00340304" w:rsidRPr="0088547B" w:rsidRDefault="00340304" w:rsidP="00955C22">
            <w:pPr>
              <w:rPr>
                <w:lang w:val="fr-FR"/>
              </w:rPr>
            </w:pPr>
            <w:r w:rsidRPr="0088547B">
              <w:rPr>
                <w:lang w:val="fr-FR"/>
              </w:rPr>
              <w:t>T2</w:t>
            </w:r>
            <w:r w:rsidR="00955C22" w:rsidRPr="0088547B">
              <w:rPr>
                <w:lang w:val="fr-FR"/>
              </w:rPr>
              <w:t>-T2S Consolidation</w:t>
            </w:r>
            <w:r w:rsidRPr="0088547B">
              <w:rPr>
                <w:lang w:val="fr-FR"/>
              </w:rPr>
              <w:t xml:space="preserve"> User Requirement Document</w:t>
            </w:r>
          </w:p>
        </w:tc>
      </w:tr>
      <w:tr w:rsidR="00340304" w14:paraId="23A816B2" w14:textId="77777777" w:rsidTr="00340304">
        <w:tc>
          <w:tcPr>
            <w:tcW w:w="2375" w:type="dxa"/>
            <w:shd w:val="clear" w:color="auto" w:fill="FFFFFF"/>
          </w:tcPr>
          <w:p w14:paraId="5DFA733A" w14:textId="77777777" w:rsidR="00340304" w:rsidRPr="00340304" w:rsidRDefault="00340304" w:rsidP="00340304">
            <w:r w:rsidRPr="00340304">
              <w:t>XML</w:t>
            </w:r>
          </w:p>
        </w:tc>
        <w:tc>
          <w:tcPr>
            <w:tcW w:w="5764" w:type="dxa"/>
            <w:shd w:val="clear" w:color="auto" w:fill="FFFFFF"/>
          </w:tcPr>
          <w:p w14:paraId="6C235CB2" w14:textId="77777777" w:rsidR="00340304" w:rsidRPr="00340304" w:rsidRDefault="00340304" w:rsidP="00340304">
            <w:r w:rsidRPr="00340304">
              <w:t>eXtensible Mark-up language</w:t>
            </w:r>
          </w:p>
        </w:tc>
      </w:tr>
    </w:tbl>
    <w:p w14:paraId="0D53913A" w14:textId="77777777" w:rsidR="00340304" w:rsidRDefault="00340304" w:rsidP="00340304"/>
    <w:p w14:paraId="59F703C2" w14:textId="77777777" w:rsidR="00526C98" w:rsidRDefault="000E53BB" w:rsidP="00A8050C">
      <w:pPr>
        <w:pStyle w:val="Heading2"/>
      </w:pPr>
      <w:bookmarkStart w:id="7" w:name="_Toc131584257"/>
      <w:r w:rsidRPr="000E53BB">
        <w:t>Document Scope and Objectives</w:t>
      </w:r>
      <w:bookmarkEnd w:id="7"/>
    </w:p>
    <w:p w14:paraId="74581153" w14:textId="2D97370D" w:rsidR="00E20C03" w:rsidRDefault="00E20C03" w:rsidP="0069044F">
      <w:r w:rsidRPr="001A46C4">
        <w:t xml:space="preserve">This document is the first part of the </w:t>
      </w:r>
      <w:r w:rsidR="004D521A">
        <w:rPr>
          <w:rStyle w:val="Bold"/>
        </w:rPr>
        <w:t>T2-T2S Consolidation</w:t>
      </w:r>
      <w:r w:rsidR="00DC735D">
        <w:rPr>
          <w:rStyle w:val="Bold"/>
        </w:rPr>
        <w:t xml:space="preserve"> - Calendar Reference Data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9D93E9" w14:textId="77777777" w:rsidR="00E20C03" w:rsidRDefault="00E20C03" w:rsidP="00E20C03">
      <w:r>
        <w:t>This document describes the following:</w:t>
      </w:r>
    </w:p>
    <w:p w14:paraId="45404E1A" w14:textId="77777777" w:rsidR="00E20C03" w:rsidRDefault="002A331D" w:rsidP="00E20C03">
      <w:pPr>
        <w:pStyle w:val="ListBullet"/>
      </w:pPr>
      <w:r>
        <w:t>t</w:t>
      </w:r>
      <w:r w:rsidR="00E20C03">
        <w:t xml:space="preserve">he BusinessProcess scope </w:t>
      </w:r>
    </w:p>
    <w:p w14:paraId="4F010A0B" w14:textId="77777777" w:rsidR="00E20C03" w:rsidRDefault="002A331D" w:rsidP="00E20C03">
      <w:pPr>
        <w:pStyle w:val="ListBullet"/>
      </w:pPr>
      <w:r>
        <w:t>t</w:t>
      </w:r>
      <w:r w:rsidR="00E20C03">
        <w:t>he BusinessRoles involved in these BusinessProcesses</w:t>
      </w:r>
    </w:p>
    <w:p w14:paraId="75EB3696" w14:textId="77777777" w:rsidR="00E20C03" w:rsidRDefault="00E20C03" w:rsidP="00E20C03">
      <w:r>
        <w:t>The main objectives of this document are as follows:</w:t>
      </w:r>
    </w:p>
    <w:p w14:paraId="5B9A1C97"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4247AFB0" w14:textId="77777777" w:rsidR="00E20C03" w:rsidRDefault="002A331D" w:rsidP="00E20C03">
      <w:pPr>
        <w:pStyle w:val="ListBullet"/>
      </w:pPr>
      <w:r>
        <w:t>t</w:t>
      </w:r>
      <w:r w:rsidR="00E20C03">
        <w:t>o explain the BusinessProcesses and BusinessActivities these messages have addressed</w:t>
      </w:r>
    </w:p>
    <w:p w14:paraId="532BBCD1" w14:textId="77777777" w:rsidR="00E20C03" w:rsidRDefault="002A331D" w:rsidP="00E20C03">
      <w:pPr>
        <w:pStyle w:val="ListBullet"/>
      </w:pPr>
      <w:r>
        <w:t>t</w:t>
      </w:r>
      <w:r w:rsidR="00E20C03">
        <w:t>o give a high level description of BusinessProcesses and the associated BusinessRoles</w:t>
      </w:r>
    </w:p>
    <w:p w14:paraId="4FF77B83" w14:textId="77777777" w:rsidR="00E20C03" w:rsidRDefault="002A331D" w:rsidP="00E20C03">
      <w:pPr>
        <w:pStyle w:val="ListBullet"/>
      </w:pPr>
      <w:r>
        <w:t>t</w:t>
      </w:r>
      <w:r w:rsidR="00E20C03">
        <w:t>o doc</w:t>
      </w:r>
      <w:r w:rsidR="00C82AF8">
        <w:t>ument the BusinessTransactions</w:t>
      </w:r>
      <w:r w:rsidR="00E20C03">
        <w:t xml:space="preserve"> </w:t>
      </w:r>
    </w:p>
    <w:p w14:paraId="644A2568" w14:textId="77777777" w:rsidR="00E20C03" w:rsidRPr="00F84EE5" w:rsidRDefault="002A331D" w:rsidP="00F84EE5">
      <w:pPr>
        <w:pStyle w:val="ListBullet"/>
      </w:pPr>
      <w:r w:rsidRPr="00F84EE5">
        <w:t>t</w:t>
      </w:r>
      <w:r w:rsidR="00E20C03" w:rsidRPr="00F84EE5">
        <w:t>o provide business examples</w:t>
      </w:r>
    </w:p>
    <w:p w14:paraId="0B89F84D" w14:textId="77777777" w:rsidR="000E53BB" w:rsidRDefault="00E20C03" w:rsidP="00E632EE">
      <w:r w:rsidRPr="00E20C03">
        <w:t>The messages definitions are specified in Message Definition Report Part 2</w:t>
      </w:r>
      <w:r>
        <w:t>.</w:t>
      </w:r>
    </w:p>
    <w:p w14:paraId="47075C91" w14:textId="77777777" w:rsidR="00B5372E" w:rsidRDefault="00B5372E" w:rsidP="00A8050C">
      <w:pPr>
        <w:pStyle w:val="Heading2"/>
      </w:pPr>
      <w:bookmarkStart w:id="8" w:name="_Toc131584258"/>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3"/>
        <w:gridCol w:w="788"/>
        <w:gridCol w:w="581"/>
        <w:gridCol w:w="727"/>
      </w:tblGrid>
      <w:tr w:rsidR="00922455" w14:paraId="28C0E49D" w14:textId="77777777" w:rsidTr="00340304">
        <w:trPr>
          <w:cantSplit/>
          <w:tblHeader/>
        </w:trPr>
        <w:tc>
          <w:tcPr>
            <w:tcW w:w="41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77022B" w14:textId="77777777" w:rsidR="0052733C" w:rsidRPr="002D3B7B" w:rsidRDefault="0052733C" w:rsidP="00DD3851">
            <w:pPr>
              <w:pStyle w:val="TableHeading"/>
            </w:pPr>
            <w:r w:rsidRPr="002D3B7B">
              <w:t>Document</w:t>
            </w:r>
          </w:p>
        </w:tc>
        <w:tc>
          <w:tcPr>
            <w:tcW w:w="115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9AD6C7" w14:textId="77777777" w:rsidR="0052733C" w:rsidRPr="002D3B7B" w:rsidRDefault="0052733C" w:rsidP="00DD3851">
            <w:pPr>
              <w:pStyle w:val="TableHeading"/>
            </w:pPr>
            <w:r w:rsidRPr="002D3B7B">
              <w:t>Version</w:t>
            </w:r>
          </w:p>
        </w:tc>
        <w:tc>
          <w:tcPr>
            <w:tcW w:w="174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2E821B" w14:textId="77777777" w:rsidR="0052733C" w:rsidRPr="002D3B7B" w:rsidRDefault="0052733C" w:rsidP="00DD3851">
            <w:pPr>
              <w:pStyle w:val="TableHeading"/>
            </w:pPr>
            <w:r w:rsidRPr="002D3B7B">
              <w:t>Date</w:t>
            </w:r>
          </w:p>
        </w:tc>
        <w:tc>
          <w:tcPr>
            <w:tcW w:w="111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424E41" w14:textId="77777777" w:rsidR="0052733C" w:rsidRPr="002D3B7B" w:rsidRDefault="0052733C" w:rsidP="00DD3851">
            <w:pPr>
              <w:pStyle w:val="TableHeading"/>
            </w:pPr>
            <w:r w:rsidRPr="002D3B7B">
              <w:t>Author</w:t>
            </w:r>
          </w:p>
        </w:tc>
      </w:tr>
      <w:tr w:rsidR="00340304" w14:paraId="400E2283" w14:textId="77777777" w:rsidTr="00340304">
        <w:tc>
          <w:tcPr>
            <w:tcW w:w="4121" w:type="dxa"/>
            <w:shd w:val="clear" w:color="auto" w:fill="FFFFFF"/>
            <w:vAlign w:val="center"/>
          </w:tcPr>
          <w:p w14:paraId="0B0F1C14" w14:textId="6A9983A6" w:rsidR="00340304" w:rsidRPr="00340304" w:rsidRDefault="00340304" w:rsidP="00B00653">
            <w:r w:rsidRPr="00340304">
              <w:t xml:space="preserve">ISO 20022 Business Justification </w:t>
            </w:r>
            <w:r w:rsidR="006313B4">
              <w:t>#141</w:t>
            </w:r>
            <w:r>
              <w:t xml:space="preserve"> </w:t>
            </w:r>
            <w:r w:rsidRPr="00340304">
              <w:t xml:space="preserve">– </w:t>
            </w:r>
            <w:r>
              <w:t xml:space="preserve"> </w:t>
            </w:r>
            <w:r w:rsidR="00B00653">
              <w:t>Eurosystem Market Infrastructure Platform (EMIP)</w:t>
            </w:r>
          </w:p>
        </w:tc>
        <w:tc>
          <w:tcPr>
            <w:tcW w:w="1158" w:type="dxa"/>
            <w:shd w:val="clear" w:color="auto" w:fill="FFFFFF"/>
            <w:vAlign w:val="center"/>
          </w:tcPr>
          <w:p w14:paraId="5DB4D1DA" w14:textId="54B2BA98" w:rsidR="00340304" w:rsidRPr="00340304" w:rsidRDefault="00B00653" w:rsidP="00340304">
            <w:r>
              <w:t>1</w:t>
            </w:r>
            <w:r w:rsidR="00340304" w:rsidRPr="00340304">
              <w:t>.0</w:t>
            </w:r>
          </w:p>
        </w:tc>
        <w:tc>
          <w:tcPr>
            <w:tcW w:w="1745" w:type="dxa"/>
            <w:shd w:val="clear" w:color="auto" w:fill="FFFFFF"/>
            <w:vAlign w:val="center"/>
          </w:tcPr>
          <w:p w14:paraId="7CE386F0" w14:textId="1B43F70D" w:rsidR="00340304" w:rsidRPr="00340304" w:rsidRDefault="00B00653" w:rsidP="00B00653">
            <w:r>
              <w:t>31</w:t>
            </w:r>
            <w:r w:rsidR="00340304">
              <w:t>-</w:t>
            </w:r>
            <w:r>
              <w:t>12</w:t>
            </w:r>
            <w:r w:rsidR="00340304">
              <w:t>-20</w:t>
            </w:r>
            <w:r>
              <w:t>18</w:t>
            </w:r>
          </w:p>
        </w:tc>
        <w:tc>
          <w:tcPr>
            <w:tcW w:w="1115" w:type="dxa"/>
            <w:shd w:val="clear" w:color="auto" w:fill="FFFFFF"/>
            <w:vAlign w:val="center"/>
          </w:tcPr>
          <w:p w14:paraId="3FBC90DC" w14:textId="77777777" w:rsidR="00340304" w:rsidRPr="00340304" w:rsidRDefault="00340304" w:rsidP="00340304">
            <w:r w:rsidRPr="00340304">
              <w:t>4CB</w:t>
            </w:r>
          </w:p>
        </w:tc>
      </w:tr>
      <w:tr w:rsidR="00340304" w14:paraId="290D960A" w14:textId="77777777" w:rsidTr="00340304">
        <w:tc>
          <w:tcPr>
            <w:tcW w:w="4121" w:type="dxa"/>
            <w:shd w:val="clear" w:color="auto" w:fill="FFFFFF"/>
            <w:vAlign w:val="center"/>
          </w:tcPr>
          <w:p w14:paraId="794EC637" w14:textId="0D03287D" w:rsidR="00340304" w:rsidRPr="0088547B" w:rsidRDefault="00955C22" w:rsidP="00340304">
            <w:pPr>
              <w:rPr>
                <w:lang w:val="fr-FR"/>
              </w:rPr>
            </w:pPr>
            <w:r w:rsidRPr="0088547B">
              <w:rPr>
                <w:lang w:val="fr-FR"/>
              </w:rPr>
              <w:t>T2-T2S Consolidation</w:t>
            </w:r>
            <w:r w:rsidR="00340304" w:rsidRPr="0088547B">
              <w:rPr>
                <w:lang w:val="fr-FR"/>
              </w:rPr>
              <w:t xml:space="preserve"> User Requirements (URD)</w:t>
            </w:r>
          </w:p>
          <w:p w14:paraId="5E1728E2" w14:textId="16F08BFC" w:rsidR="00340304" w:rsidRPr="0088547B" w:rsidRDefault="00955C22" w:rsidP="00340304">
            <w:pPr>
              <w:rPr>
                <w:lang w:val="fr-FR"/>
              </w:rPr>
            </w:pPr>
            <w:r w:rsidRPr="0088547B">
              <w:rPr>
                <w:lang w:val="fr-FR"/>
              </w:rPr>
              <w:t>https://www.ecb.europa.eu/paym/target/consolidation/profuse/html/index.en.html</w:t>
            </w:r>
          </w:p>
        </w:tc>
        <w:tc>
          <w:tcPr>
            <w:tcW w:w="1158" w:type="dxa"/>
            <w:shd w:val="clear" w:color="auto" w:fill="FFFFFF"/>
            <w:vAlign w:val="center"/>
          </w:tcPr>
          <w:p w14:paraId="39885E83" w14:textId="6B26187B" w:rsidR="00340304" w:rsidRPr="00340304" w:rsidRDefault="00955C22" w:rsidP="00340304">
            <w:r>
              <w:t>2.2</w:t>
            </w:r>
          </w:p>
        </w:tc>
        <w:tc>
          <w:tcPr>
            <w:tcW w:w="1745" w:type="dxa"/>
            <w:shd w:val="clear" w:color="auto" w:fill="FFFFFF"/>
            <w:vAlign w:val="center"/>
          </w:tcPr>
          <w:p w14:paraId="3F9E9D75" w14:textId="13DA9726" w:rsidR="00340304" w:rsidRPr="00340304" w:rsidRDefault="00955C22" w:rsidP="00340304">
            <w:r>
              <w:t>01-04-2021</w:t>
            </w:r>
          </w:p>
        </w:tc>
        <w:tc>
          <w:tcPr>
            <w:tcW w:w="1115" w:type="dxa"/>
            <w:shd w:val="clear" w:color="auto" w:fill="FFFFFF"/>
            <w:vAlign w:val="center"/>
          </w:tcPr>
          <w:p w14:paraId="430B717D" w14:textId="77777777" w:rsidR="00340304" w:rsidRPr="00340304" w:rsidRDefault="00340304" w:rsidP="00340304">
            <w:r w:rsidRPr="00340304">
              <w:t>ECB</w:t>
            </w:r>
          </w:p>
        </w:tc>
      </w:tr>
    </w:tbl>
    <w:p w14:paraId="0941B801" w14:textId="77777777" w:rsidR="00B5372E" w:rsidRDefault="00B5372E" w:rsidP="00A8050C">
      <w:pPr>
        <w:pStyle w:val="Heading1"/>
      </w:pPr>
      <w:bookmarkStart w:id="9" w:name="_Toc131584259"/>
      <w:r>
        <w:lastRenderedPageBreak/>
        <w:t>Scope and Functionality</w:t>
      </w:r>
      <w:bookmarkEnd w:id="9"/>
    </w:p>
    <w:p w14:paraId="393CC4F2" w14:textId="77777777" w:rsidR="00B5372E" w:rsidRDefault="00B5372E" w:rsidP="004D01EB">
      <w:pPr>
        <w:pStyle w:val="Heading2"/>
      </w:pPr>
      <w:bookmarkStart w:id="10" w:name="_Toc131584260"/>
      <w:r>
        <w:t>Background</w:t>
      </w:r>
      <w:bookmarkEnd w:id="10"/>
    </w:p>
    <w:p w14:paraId="6B5C55CC" w14:textId="58645DA1" w:rsidR="00340304" w:rsidRPr="00340304" w:rsidRDefault="00340304" w:rsidP="00340304">
      <w:r w:rsidRPr="00340304">
        <w:t>This Message Defi</w:t>
      </w:r>
      <w:r w:rsidR="00955C22">
        <w:t>nition Report covers a set of 2</w:t>
      </w:r>
      <w:r w:rsidRPr="00340304">
        <w:t xml:space="preserve"> ISO 20022 </w:t>
      </w:r>
      <w:r w:rsidR="00955C22">
        <w:t xml:space="preserve">Calendar </w:t>
      </w:r>
      <w:r w:rsidRPr="00340304">
        <w:t xml:space="preserve">Reference Data Message Definitions developed by Banca d’Italia on behalf of 4CB in close collaboration with SWIFT and submitted to the approval of the Securities Standards Evaluation Group (SEG). </w:t>
      </w:r>
    </w:p>
    <w:p w14:paraId="505463CD" w14:textId="5D90EDD5" w:rsidR="00340304" w:rsidRPr="00340304" w:rsidRDefault="00340304" w:rsidP="00340304">
      <w:r w:rsidRPr="00340304">
        <w:t xml:space="preserve">Originally, these messages have been designed to support the </w:t>
      </w:r>
      <w:r w:rsidR="00955C22">
        <w:t>T2</w:t>
      </w:r>
      <w:r w:rsidR="005A1BDC">
        <w:t>-T2S</w:t>
      </w:r>
      <w:r w:rsidR="00955C22">
        <w:t xml:space="preserve"> </w:t>
      </w:r>
      <w:r w:rsidRPr="00340304">
        <w:t>community for reference data management.</w:t>
      </w:r>
      <w:r w:rsidR="00C67102" w:rsidRPr="00C67102">
        <w:t xml:space="preserve"> The aim of the T2-T2S consolidation project is to consolidate and optimise the provision of the TARGET2 and T2S services and to address the increasing demand for having an effective facility for the provision of liquidity to existing and future Eurosystem p</w:t>
      </w:r>
      <w:r w:rsidR="00C67102">
        <w:t>ayment and settlement services.</w:t>
      </w:r>
    </w:p>
    <w:p w14:paraId="50859081" w14:textId="77777777" w:rsidR="00936F11" w:rsidRPr="00F84EE5" w:rsidRDefault="00340304" w:rsidP="00340304">
      <w:r w:rsidRPr="00340304">
        <w:t>The detailed description of each MessageDefinition is provided in Message Definition Report Part 2.</w:t>
      </w:r>
    </w:p>
    <w:p w14:paraId="2F058752" w14:textId="77777777" w:rsidR="00B5372E" w:rsidRDefault="00B5372E" w:rsidP="004D01EB">
      <w:pPr>
        <w:pStyle w:val="Heading2"/>
      </w:pPr>
      <w:bookmarkStart w:id="11" w:name="_Toc131584261"/>
      <w:r>
        <w:t>Scop</w:t>
      </w:r>
      <w:r w:rsidR="00FC3EE2">
        <w:t>e</w:t>
      </w:r>
      <w:bookmarkEnd w:id="11"/>
    </w:p>
    <w:p w14:paraId="659D7DA0" w14:textId="7FB6852B" w:rsidR="00665D80" w:rsidRDefault="00340304" w:rsidP="00C912AF">
      <w:r w:rsidRPr="00340304">
        <w:t xml:space="preserve">The candidate </w:t>
      </w:r>
      <w:r w:rsidR="00955C22">
        <w:t>Calendar</w:t>
      </w:r>
      <w:r w:rsidRPr="00340304">
        <w:t xml:space="preserve"> messages are specifically designed to support the</w:t>
      </w:r>
      <w:r w:rsidR="00955C22">
        <w:t xml:space="preserve"> query and the report </w:t>
      </w:r>
      <w:r w:rsidRPr="00340304">
        <w:t xml:space="preserve">of the </w:t>
      </w:r>
      <w:r w:rsidR="00955C22">
        <w:t xml:space="preserve">calendar </w:t>
      </w:r>
      <w:r w:rsidRPr="00340304">
        <w:t>reference data</w:t>
      </w:r>
      <w:r w:rsidR="00955C22">
        <w:t>.</w:t>
      </w:r>
    </w:p>
    <w:p w14:paraId="65E95C6F" w14:textId="77777777" w:rsidR="000851E4" w:rsidRDefault="000851E4" w:rsidP="00A72CAE">
      <w:pPr>
        <w:pStyle w:val="Heading2"/>
      </w:pPr>
      <w:bookmarkStart w:id="12" w:name="_Toc131584262"/>
      <w:r>
        <w:t xml:space="preserve">Groups of </w:t>
      </w:r>
      <w:r w:rsidRPr="00A72CAE">
        <w:t>MessageDefinitions</w:t>
      </w:r>
      <w:r>
        <w:t xml:space="preserve"> and Functionality</w:t>
      </w:r>
      <w:bookmarkEnd w:id="12"/>
    </w:p>
    <w:p w14:paraId="4A38F82F"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0695F606" w14:textId="77777777" w:rsidR="00715699" w:rsidRDefault="00715699" w:rsidP="00F2179B">
      <w:pPr>
        <w:pStyle w:val="Heading3"/>
      </w:pPr>
      <w:r>
        <w:t>Groups</w:t>
      </w:r>
    </w:p>
    <w:p w14:paraId="420BFA94" w14:textId="6900872D" w:rsidR="00716795" w:rsidRPr="00716795" w:rsidRDefault="00385E06" w:rsidP="00716795">
      <w:pPr>
        <w:pStyle w:val="Heading4"/>
      </w:pPr>
      <w:r>
        <w:t xml:space="preserve">Calendar </w:t>
      </w:r>
      <w:r w:rsidR="00340304">
        <w:t xml:space="preserve">Reference Data </w:t>
      </w:r>
      <w:r w:rsidR="00C12247">
        <w:t xml:space="preserve">message </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683EE63E"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2232984"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9FC89C9" w14:textId="77777777" w:rsidR="0052733C" w:rsidRPr="0052733C" w:rsidRDefault="00364E93" w:rsidP="0052733C">
            <w:pPr>
              <w:pStyle w:val="TableHeading"/>
            </w:pPr>
            <w:r>
              <w:t>Message Identifier</w:t>
            </w:r>
          </w:p>
        </w:tc>
      </w:tr>
      <w:tr w:rsidR="00C12247" w14:paraId="7E4881F7" w14:textId="77777777" w:rsidTr="00922455">
        <w:tc>
          <w:tcPr>
            <w:tcW w:w="4182" w:type="dxa"/>
            <w:shd w:val="clear" w:color="auto" w:fill="FFFFFF"/>
          </w:tcPr>
          <w:p w14:paraId="5013CD09" w14:textId="03D5E8A8" w:rsidR="00C12247" w:rsidRPr="00C12247" w:rsidRDefault="00955C22" w:rsidP="00973802">
            <w:pPr>
              <w:pStyle w:val="TableBullet"/>
            </w:pPr>
            <w:r>
              <w:t>Calendar Query</w:t>
            </w:r>
          </w:p>
        </w:tc>
        <w:tc>
          <w:tcPr>
            <w:tcW w:w="4182" w:type="dxa"/>
            <w:shd w:val="clear" w:color="auto" w:fill="FFFFFF"/>
          </w:tcPr>
          <w:p w14:paraId="22ADBD6B" w14:textId="2329EBEA" w:rsidR="00C12247" w:rsidRPr="00C12247" w:rsidRDefault="00955C22" w:rsidP="00C12247">
            <w:pPr>
              <w:pStyle w:val="TableText"/>
            </w:pPr>
            <w:r>
              <w:t>reda.064</w:t>
            </w:r>
          </w:p>
        </w:tc>
      </w:tr>
      <w:tr w:rsidR="00C12247" w14:paraId="7CFF6BCB" w14:textId="77777777" w:rsidTr="00922455">
        <w:tc>
          <w:tcPr>
            <w:tcW w:w="4182" w:type="dxa"/>
            <w:shd w:val="clear" w:color="auto" w:fill="FFFFFF"/>
          </w:tcPr>
          <w:p w14:paraId="3EAEE79A" w14:textId="63BA4B08" w:rsidR="00C12247" w:rsidRPr="00C12247" w:rsidRDefault="00955C22" w:rsidP="00955C22">
            <w:pPr>
              <w:pStyle w:val="TableBullet"/>
            </w:pPr>
            <w:r w:rsidRPr="00955C22">
              <w:t xml:space="preserve">Calendar </w:t>
            </w:r>
            <w:r>
              <w:t>Report</w:t>
            </w:r>
          </w:p>
        </w:tc>
        <w:tc>
          <w:tcPr>
            <w:tcW w:w="4182" w:type="dxa"/>
            <w:shd w:val="clear" w:color="auto" w:fill="FFFFFF"/>
          </w:tcPr>
          <w:p w14:paraId="56F7D6FC" w14:textId="17B3081F" w:rsidR="00C12247" w:rsidRPr="00C12247" w:rsidRDefault="00C12247" w:rsidP="00C12247">
            <w:pPr>
              <w:pStyle w:val="TableText"/>
            </w:pPr>
            <w:r w:rsidRPr="00C12247">
              <w:t>r</w:t>
            </w:r>
            <w:r w:rsidR="00955C22">
              <w:t>eda.065</w:t>
            </w:r>
          </w:p>
        </w:tc>
      </w:tr>
    </w:tbl>
    <w:p w14:paraId="449006E9" w14:textId="1154ED24" w:rsidR="00340304" w:rsidRDefault="00340304" w:rsidP="00C12247">
      <w:r w:rsidRPr="00340304">
        <w:t xml:space="preserve">The </w:t>
      </w:r>
      <w:r w:rsidR="00955C22">
        <w:t>calendar</w:t>
      </w:r>
      <w:r w:rsidRPr="00340304">
        <w:t xml:space="preserve"> reference data messages are specifically designed to support the following functions:</w:t>
      </w:r>
    </w:p>
    <w:p w14:paraId="021A3CA6" w14:textId="024A0FCA" w:rsidR="00682A10" w:rsidRDefault="00682A10" w:rsidP="00C12247"/>
    <w:p w14:paraId="3D5D84FA" w14:textId="57741BD4" w:rsidR="00340304" w:rsidRPr="00340304" w:rsidRDefault="00955C22" w:rsidP="00AA1E90">
      <w:pPr>
        <w:pStyle w:val="ListBullet"/>
      </w:pPr>
      <w:r>
        <w:t>C</w:t>
      </w:r>
      <w:r w:rsidRPr="00955C22">
        <w:t xml:space="preserve">alendar </w:t>
      </w:r>
      <w:r w:rsidR="00340304" w:rsidRPr="00340304">
        <w:t>Query (reda.0</w:t>
      </w:r>
      <w:r>
        <w:t>64</w:t>
      </w:r>
      <w:r w:rsidR="00340304" w:rsidRPr="00340304">
        <w:t xml:space="preserve">) is sent by an authorised party to query on </w:t>
      </w:r>
      <w:r w:rsidRPr="00955C22">
        <w:t xml:space="preserve">calendar </w:t>
      </w:r>
      <w:r w:rsidR="00340304" w:rsidRPr="00340304">
        <w:t>reference data.</w:t>
      </w:r>
      <w:r w:rsidR="00C12247">
        <w:br/>
      </w:r>
      <w:r w:rsidR="00C12247">
        <w:br/>
      </w:r>
      <w:r w:rsidR="00340304" w:rsidRPr="00340304">
        <w:t xml:space="preserve">Depending on the query criteria, it is possible that the processing will take more than a certain time or that the query will not retrieve any record. In this case, an error is sent to the Instructing Party within the </w:t>
      </w:r>
      <w:r>
        <w:t xml:space="preserve">Calendar </w:t>
      </w:r>
      <w:r w:rsidR="00340304" w:rsidRPr="00340304">
        <w:t>Report (reda.0</w:t>
      </w:r>
      <w:r>
        <w:t>65</w:t>
      </w:r>
      <w:r w:rsidR="00340304" w:rsidRPr="00340304">
        <w:t>);</w:t>
      </w:r>
      <w:r w:rsidR="00C12247" w:rsidRPr="00C12247">
        <w:t xml:space="preserve"> </w:t>
      </w:r>
      <w:r w:rsidR="00C12247">
        <w:br/>
      </w:r>
      <w:r w:rsidR="00C12247">
        <w:br/>
      </w:r>
      <w:r w:rsidR="00340304" w:rsidRPr="00340304">
        <w:t xml:space="preserve">Search criteria include the following elements: </w:t>
      </w:r>
    </w:p>
    <w:p w14:paraId="784CC9AC" w14:textId="77777777" w:rsidR="00955C22" w:rsidRPr="00955C22" w:rsidRDefault="00955C22" w:rsidP="00955C22">
      <w:pPr>
        <w:pStyle w:val="ListBullet2"/>
      </w:pPr>
      <w:r w:rsidRPr="00955C22">
        <w:t>Year;</w:t>
      </w:r>
    </w:p>
    <w:p w14:paraId="34E1BA9B" w14:textId="77777777" w:rsidR="00955C22" w:rsidRPr="00955C22" w:rsidRDefault="00955C22" w:rsidP="00955C22">
      <w:pPr>
        <w:pStyle w:val="ListBullet2"/>
      </w:pPr>
      <w:r w:rsidRPr="00955C22">
        <w:t>Month;</w:t>
      </w:r>
    </w:p>
    <w:p w14:paraId="52C08E2B" w14:textId="498B513B" w:rsidR="00955C22" w:rsidRDefault="00955C22" w:rsidP="00955C22">
      <w:pPr>
        <w:pStyle w:val="ListBullet2"/>
      </w:pPr>
      <w:r w:rsidRPr="00955C22">
        <w:t xml:space="preserve">Service, for the specification of the service for which the query must be executed, with the currency details. </w:t>
      </w:r>
    </w:p>
    <w:p w14:paraId="00B83222" w14:textId="77777777" w:rsidR="00682A10" w:rsidRPr="00955C22" w:rsidRDefault="00682A10" w:rsidP="00682A10">
      <w:pPr>
        <w:pStyle w:val="ListBullet2"/>
        <w:numPr>
          <w:ilvl w:val="0"/>
          <w:numId w:val="0"/>
        </w:numPr>
        <w:ind w:left="1134"/>
      </w:pPr>
    </w:p>
    <w:p w14:paraId="31A0C53E" w14:textId="0147BFBB" w:rsidR="00340304" w:rsidRPr="00340304" w:rsidRDefault="00844741" w:rsidP="00FF1E86">
      <w:pPr>
        <w:pStyle w:val="Listbulletbeforetable"/>
      </w:pPr>
      <w:r>
        <w:t xml:space="preserve">Calendar </w:t>
      </w:r>
      <w:r w:rsidR="00340304" w:rsidRPr="00340304">
        <w:t>Report (reda.0</w:t>
      </w:r>
      <w:r>
        <w:t>65</w:t>
      </w:r>
      <w:r w:rsidR="00340304" w:rsidRPr="00340304">
        <w:t xml:space="preserve">) is sent to the Instructing Party and includes all of the </w:t>
      </w:r>
      <w:r>
        <w:t>calendar</w:t>
      </w:r>
      <w:r w:rsidR="00340304" w:rsidRPr="00340304">
        <w:t xml:space="preserve"> records that meet the specified criteria or reports any possible error (e.g. not a</w:t>
      </w:r>
      <w:r w:rsidR="00973802">
        <w:t xml:space="preserve">llowed set of search </w:t>
      </w:r>
      <w:r w:rsidR="00973802">
        <w:lastRenderedPageBreak/>
        <w:t>criteria).</w:t>
      </w:r>
      <w:r w:rsidR="00973802">
        <w:br/>
      </w:r>
      <w:r w:rsidR="00973802">
        <w:br/>
      </w:r>
      <w:r w:rsidR="00340304" w:rsidRPr="00340304">
        <w:t xml:space="preserve">The </w:t>
      </w:r>
      <w:r w:rsidR="0092546F">
        <w:t>Calendar</w:t>
      </w:r>
      <w:r w:rsidR="00340304" w:rsidRPr="00340304">
        <w:t xml:space="preserve"> Report is capable to report any piece of information related to a </w:t>
      </w:r>
      <w:r w:rsidR="0092546F">
        <w:t>calendar</w:t>
      </w:r>
      <w:r w:rsidR="00340304" w:rsidRPr="00340304">
        <w:t xml:space="preserve">, including </w:t>
      </w:r>
      <w:r w:rsidR="0092546F">
        <w:t>date, the related system status and service and currency to which calendar information are referred to</w:t>
      </w:r>
      <w:r w:rsidR="00340304" w:rsidRPr="00340304">
        <w:t>.</w:t>
      </w:r>
    </w:p>
    <w:p w14:paraId="189BB5DA" w14:textId="77777777" w:rsidR="00340304" w:rsidRDefault="00340304" w:rsidP="00340304"/>
    <w:p w14:paraId="289C375A" w14:textId="77777777" w:rsidR="00715699" w:rsidRDefault="00715699" w:rsidP="00715699">
      <w:pPr>
        <w:pStyle w:val="Heading3"/>
      </w:pPr>
      <w:r>
        <w:t>Functionality</w:t>
      </w:r>
    </w:p>
    <w:p w14:paraId="0C04324B" w14:textId="77777777" w:rsidR="00665B53" w:rsidRDefault="00715699" w:rsidP="00715699">
      <w:r>
        <w:t>See Message Definition Report Part 2</w:t>
      </w:r>
      <w:r w:rsidR="00364E93">
        <w:t xml:space="preserve"> for the message an</w:t>
      </w:r>
      <w:r>
        <w:t>d formats.</w:t>
      </w:r>
    </w:p>
    <w:p w14:paraId="56EF3A08" w14:textId="77777777" w:rsidR="00B5372E" w:rsidRDefault="00B5372E" w:rsidP="00765D5B">
      <w:pPr>
        <w:pStyle w:val="Heading1"/>
      </w:pPr>
      <w:bookmarkStart w:id="13" w:name="_Toc131584263"/>
      <w:r w:rsidRPr="00863CED">
        <w:lastRenderedPageBreak/>
        <w:t>BusinessRoles</w:t>
      </w:r>
      <w:r>
        <w:t xml:space="preserve"> and </w:t>
      </w:r>
      <w:r w:rsidRPr="00863CED">
        <w:t>Participants</w:t>
      </w:r>
      <w:bookmarkEnd w:id="13"/>
    </w:p>
    <w:p w14:paraId="329236B9" w14:textId="7F03098C"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w:t>
      </w:r>
    </w:p>
    <w:p w14:paraId="2E4A2DAD"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6EC710D9"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65DE4E37" w14:textId="68B9E857" w:rsidR="00665B53" w:rsidRPr="00FC3EE2" w:rsidRDefault="00665B53" w:rsidP="00FC3EE2">
      <w:r w:rsidRPr="00FC3EE2">
        <w:t xml:space="preserve">In the context of </w:t>
      </w:r>
      <w:r w:rsidR="00385E06">
        <w:t>Calendar</w:t>
      </w:r>
      <w:r w:rsidR="005030C8">
        <w:t>,</w:t>
      </w:r>
      <w:r w:rsidR="00EF6DAD" w:rsidRPr="00FC3EE2">
        <w:t xml:space="preserve"> </w:t>
      </w:r>
      <w:r w:rsidRPr="00FC3EE2">
        <w:t>the high-level BusinessRoles and typical Participants</w:t>
      </w:r>
      <w:r w:rsidR="00B5567F" w:rsidRPr="00FC3EE2">
        <w:t xml:space="preserve"> can be represented as follows:</w:t>
      </w:r>
    </w:p>
    <w:p w14:paraId="1C6B77B6" w14:textId="6705B7C4" w:rsidR="006222A1" w:rsidRPr="00565A42" w:rsidRDefault="0092546F" w:rsidP="00973802">
      <w:pPr>
        <w:rPr>
          <w:rStyle w:val="Bold"/>
        </w:rPr>
      </w:pPr>
      <w:r>
        <w:rPr>
          <w:rStyle w:val="Bold"/>
          <w:noProof/>
          <w:lang w:val="en-US"/>
        </w:rPr>
        <w:drawing>
          <wp:inline distT="0" distB="0" distL="0" distR="0" wp14:anchorId="65203A69" wp14:editId="52DE7749">
            <wp:extent cx="5810250" cy="1895859"/>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5209" cy="1900740"/>
                    </a:xfrm>
                    <a:prstGeom prst="rect">
                      <a:avLst/>
                    </a:prstGeom>
                    <a:noFill/>
                    <a:ln>
                      <a:noFill/>
                    </a:ln>
                  </pic:spPr>
                </pic:pic>
              </a:graphicData>
            </a:graphic>
          </wp:inline>
        </w:drawing>
      </w:r>
    </w:p>
    <w:p w14:paraId="61DC51E3" w14:textId="77777777" w:rsidR="00714DA9" w:rsidRPr="00714DA9" w:rsidRDefault="00714DA9" w:rsidP="00F80208">
      <w:pPr>
        <w:pStyle w:val="Heading2"/>
      </w:pPr>
      <w:bookmarkStart w:id="14" w:name="_Toc131584264"/>
      <w:r>
        <w:t xml:space="preserve">Participants and </w:t>
      </w:r>
      <w:r w:rsidRPr="00F80208">
        <w:t>BusinessRoles</w:t>
      </w:r>
      <w:r>
        <w:t xml:space="preserve"> Definitions</w:t>
      </w:r>
      <w:bookmarkEnd w:id="14"/>
    </w:p>
    <w:p w14:paraId="5C3E6A53"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5701"/>
      </w:tblGrid>
      <w:tr w:rsidR="00922455" w14:paraId="5CED5811" w14:textId="77777777" w:rsidTr="005030C8">
        <w:trPr>
          <w:cantSplit/>
          <w:tblHeader/>
        </w:trPr>
        <w:tc>
          <w:tcPr>
            <w:tcW w:w="243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81CB77" w14:textId="77777777" w:rsidR="0052733C" w:rsidRDefault="0052733C" w:rsidP="00DD3851">
            <w:pPr>
              <w:pStyle w:val="TableHeading"/>
            </w:pPr>
            <w:r>
              <w:t>Description</w:t>
            </w:r>
          </w:p>
        </w:tc>
        <w:tc>
          <w:tcPr>
            <w:tcW w:w="5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6781DA" w14:textId="77777777" w:rsidR="0052733C" w:rsidRDefault="0052733C" w:rsidP="00DD3851">
            <w:pPr>
              <w:pStyle w:val="TableHeading"/>
            </w:pPr>
            <w:r>
              <w:t>Definition</w:t>
            </w:r>
          </w:p>
        </w:tc>
      </w:tr>
      <w:tr w:rsidR="0052733C" w14:paraId="1E2C82CF" w14:textId="77777777" w:rsidTr="005030C8">
        <w:tc>
          <w:tcPr>
            <w:tcW w:w="2438" w:type="dxa"/>
            <w:shd w:val="clear" w:color="auto" w:fill="FFFFFF"/>
          </w:tcPr>
          <w:p w14:paraId="18587625" w14:textId="77777777" w:rsidR="0052733C" w:rsidRDefault="00973802" w:rsidP="00DD3851">
            <w:pPr>
              <w:pStyle w:val="TableText"/>
            </w:pPr>
            <w:r>
              <w:t>I</w:t>
            </w:r>
            <w:r w:rsidR="005811FA">
              <w:t>nstructing Party</w:t>
            </w:r>
          </w:p>
        </w:tc>
        <w:tc>
          <w:tcPr>
            <w:tcW w:w="5701" w:type="dxa"/>
            <w:shd w:val="clear" w:color="auto" w:fill="FFFFFF"/>
          </w:tcPr>
          <w:p w14:paraId="14B9277C" w14:textId="77777777" w:rsidR="0052733C" w:rsidRDefault="00973802" w:rsidP="00DD3851">
            <w:pPr>
              <w:pStyle w:val="TableText"/>
            </w:pPr>
            <w:r w:rsidRPr="00973802">
              <w:t>Party that instructs the executing/servicing party to process and monitor a transaction.</w:t>
            </w:r>
          </w:p>
        </w:tc>
      </w:tr>
      <w:tr w:rsidR="0052733C" w14:paraId="478E1695" w14:textId="77777777" w:rsidTr="005030C8">
        <w:tc>
          <w:tcPr>
            <w:tcW w:w="2438" w:type="dxa"/>
            <w:shd w:val="clear" w:color="auto" w:fill="FFFFFF"/>
          </w:tcPr>
          <w:p w14:paraId="2CA312F8" w14:textId="77777777" w:rsidR="0052733C" w:rsidRDefault="00973802" w:rsidP="00DD3851">
            <w:pPr>
              <w:pStyle w:val="TableText"/>
            </w:pPr>
            <w:r w:rsidRPr="00973802">
              <w:t>Executing/Servicing Party</w:t>
            </w:r>
          </w:p>
        </w:tc>
        <w:tc>
          <w:tcPr>
            <w:tcW w:w="5701" w:type="dxa"/>
            <w:shd w:val="clear" w:color="auto" w:fill="FFFFFF"/>
          </w:tcPr>
          <w:p w14:paraId="071B90C9" w14:textId="77777777" w:rsidR="0052733C" w:rsidRDefault="00973802" w:rsidP="00DD3851">
            <w:pPr>
              <w:pStyle w:val="TableText"/>
            </w:pPr>
            <w:r w:rsidRPr="00973802">
              <w:t>Party that processes, monitors and reports on transactions received from the Instructing party.</w:t>
            </w:r>
          </w:p>
        </w:tc>
      </w:tr>
    </w:tbl>
    <w:p w14:paraId="14B9CDB7"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0D01CC0E" w14:textId="77777777" w:rsidTr="00D33FED">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7159A75" w14:textId="77777777" w:rsidR="0052733C" w:rsidRDefault="0052733C" w:rsidP="00DD3851">
            <w:pPr>
              <w:pStyle w:val="TableHeading"/>
            </w:pPr>
            <w:r>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2D33E17" w14:textId="77777777" w:rsidR="0052733C" w:rsidRDefault="0052733C" w:rsidP="00DD3851">
            <w:pPr>
              <w:pStyle w:val="TableHeading"/>
            </w:pPr>
            <w:r>
              <w:t>Definition</w:t>
            </w:r>
          </w:p>
        </w:tc>
      </w:tr>
      <w:tr w:rsidR="00D33FED" w14:paraId="0C31B5F4" w14:textId="77777777" w:rsidTr="00D33FED">
        <w:tc>
          <w:tcPr>
            <w:tcW w:w="2420" w:type="dxa"/>
            <w:shd w:val="clear" w:color="auto" w:fill="FFFFFF"/>
          </w:tcPr>
          <w:p w14:paraId="18FDE471" w14:textId="50DEB704" w:rsidR="00D33FED" w:rsidRDefault="00D33FED" w:rsidP="00D33FED">
            <w:pPr>
              <w:pStyle w:val="TableText"/>
            </w:pPr>
            <w:r w:rsidRPr="00D33FED">
              <w:t>National Central Bank (NCB)</w:t>
            </w:r>
          </w:p>
        </w:tc>
        <w:tc>
          <w:tcPr>
            <w:tcW w:w="5719" w:type="dxa"/>
            <w:shd w:val="clear" w:color="auto" w:fill="FFFFFF"/>
          </w:tcPr>
          <w:p w14:paraId="5F319518" w14:textId="64DA0FD6" w:rsidR="00D33FED" w:rsidRDefault="00D33FED" w:rsidP="00D33FED">
            <w:pPr>
              <w:pStyle w:val="TableText"/>
            </w:pPr>
            <w:r w:rsidRPr="00D33FED">
              <w:t xml:space="preserve">The principal monetary authority of a nation, a central bank performs several key functions, including issuing currency and regulating the supply of credit in the economy. </w:t>
            </w:r>
          </w:p>
        </w:tc>
      </w:tr>
      <w:tr w:rsidR="00D33FED" w14:paraId="0AB429D4" w14:textId="77777777" w:rsidTr="00D33FED">
        <w:tc>
          <w:tcPr>
            <w:tcW w:w="2420" w:type="dxa"/>
            <w:shd w:val="clear" w:color="auto" w:fill="FFFFFF"/>
          </w:tcPr>
          <w:p w14:paraId="4D2BB9EC" w14:textId="325CBB56" w:rsidR="00D33FED" w:rsidRPr="00973802" w:rsidRDefault="00D33FED" w:rsidP="00D33FED">
            <w:pPr>
              <w:pStyle w:val="TableText"/>
            </w:pPr>
            <w:r w:rsidRPr="00D33FED">
              <w:t>Bank</w:t>
            </w:r>
          </w:p>
        </w:tc>
        <w:tc>
          <w:tcPr>
            <w:tcW w:w="5719" w:type="dxa"/>
            <w:shd w:val="clear" w:color="auto" w:fill="FFFFFF"/>
          </w:tcPr>
          <w:p w14:paraId="2A8BA783" w14:textId="77777777" w:rsidR="00D33FED" w:rsidRPr="00D33FED" w:rsidRDefault="00D33FED" w:rsidP="00D33FED">
            <w:r w:rsidRPr="00D33FED">
              <w:t xml:space="preserve">A business establishment in which money is kept for saving or commercial purposes or is invested, supplied for loans, or exchanged. A bank is licensed by a government. Its primary activity is to lend money. </w:t>
            </w:r>
          </w:p>
          <w:p w14:paraId="21887318" w14:textId="4AA61B30" w:rsidR="00D33FED" w:rsidRDefault="00D33FED" w:rsidP="00D33FED">
            <w:pPr>
              <w:pStyle w:val="TableText"/>
            </w:pPr>
            <w:r w:rsidRPr="00D33FED">
              <w:t xml:space="preserve">A bank do most or all of the following: receives demand deposits and time deposits, honors instruments drawn on them, and pays interest on them; discounts notes, makes loans, and invests in </w:t>
            </w:r>
            <w:r w:rsidRPr="00D33FED">
              <w:lastRenderedPageBreak/>
              <w:t>securities; collects checks, drafts, and notes; certifies depositor's checks; and issues drafts and cashier's checks.</w:t>
            </w:r>
          </w:p>
        </w:tc>
      </w:tr>
      <w:tr w:rsidR="00D33FED" w14:paraId="0B1DA277" w14:textId="77777777" w:rsidTr="00D33FED">
        <w:tc>
          <w:tcPr>
            <w:tcW w:w="2420" w:type="dxa"/>
            <w:shd w:val="clear" w:color="auto" w:fill="FFFFFF"/>
          </w:tcPr>
          <w:p w14:paraId="6A1E0B42" w14:textId="77777777" w:rsidR="00D33FED" w:rsidRDefault="00D33FED" w:rsidP="00D33FED">
            <w:pPr>
              <w:pStyle w:val="TableText"/>
            </w:pPr>
            <w:r w:rsidRPr="00973802">
              <w:lastRenderedPageBreak/>
              <w:t>Corporate</w:t>
            </w:r>
          </w:p>
        </w:tc>
        <w:tc>
          <w:tcPr>
            <w:tcW w:w="5719" w:type="dxa"/>
            <w:shd w:val="clear" w:color="auto" w:fill="FFFFFF"/>
          </w:tcPr>
          <w:p w14:paraId="1DA2D6F8" w14:textId="77777777" w:rsidR="00D33FED" w:rsidRDefault="00D33FED" w:rsidP="00D33FED">
            <w:pPr>
              <w:pStyle w:val="TableText"/>
            </w:pPr>
            <w:r>
              <w:t>M</w:t>
            </w:r>
            <w:r w:rsidRPr="00973802">
              <w:t>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w:t>
            </w:r>
          </w:p>
        </w:tc>
      </w:tr>
      <w:tr w:rsidR="00D33FED" w14:paraId="700E281B" w14:textId="77777777" w:rsidTr="00D33FED">
        <w:tc>
          <w:tcPr>
            <w:tcW w:w="2420" w:type="dxa"/>
            <w:shd w:val="clear" w:color="auto" w:fill="FFFFFF"/>
          </w:tcPr>
          <w:p w14:paraId="0AEE75D1" w14:textId="77777777" w:rsidR="00D33FED" w:rsidRDefault="00D33FED" w:rsidP="00D33FED">
            <w:pPr>
              <w:pStyle w:val="TableText"/>
            </w:pPr>
            <w:r w:rsidRPr="00973802">
              <w:t>Market Infrastructure</w:t>
            </w:r>
          </w:p>
        </w:tc>
        <w:tc>
          <w:tcPr>
            <w:tcW w:w="5719" w:type="dxa"/>
            <w:shd w:val="clear" w:color="auto" w:fill="FFFFFF"/>
          </w:tcPr>
          <w:p w14:paraId="792A8A72" w14:textId="77777777" w:rsidR="00D33FED" w:rsidRDefault="00D33FED" w:rsidP="00D33FED">
            <w:pPr>
              <w:pStyle w:val="TableText"/>
            </w:pPr>
            <w:r>
              <w:t>P</w:t>
            </w:r>
            <w:r w:rsidRPr="00973802">
              <w:t>arty that provides, through common membership, services to create a fair and open process for the execution of transactions between trading parties and the creation of settlement obligations.</w:t>
            </w:r>
          </w:p>
        </w:tc>
      </w:tr>
      <w:tr w:rsidR="00D33FED" w14:paraId="366FC796" w14:textId="77777777" w:rsidTr="00D33FED">
        <w:tc>
          <w:tcPr>
            <w:tcW w:w="2420" w:type="dxa"/>
            <w:shd w:val="clear" w:color="auto" w:fill="FFFFFF"/>
          </w:tcPr>
          <w:p w14:paraId="6A2574D7" w14:textId="77777777" w:rsidR="00D33FED" w:rsidRDefault="00D33FED" w:rsidP="00D33FED">
            <w:pPr>
              <w:pStyle w:val="TableText"/>
            </w:pPr>
            <w:r w:rsidRPr="00973802">
              <w:t>Market Data Provider</w:t>
            </w:r>
          </w:p>
        </w:tc>
        <w:tc>
          <w:tcPr>
            <w:tcW w:w="5719" w:type="dxa"/>
            <w:shd w:val="clear" w:color="auto" w:fill="FFFFFF"/>
          </w:tcPr>
          <w:p w14:paraId="3A003EA3" w14:textId="2C3E0ECF" w:rsidR="00D33FED" w:rsidRDefault="00D33FED" w:rsidP="00D33FED">
            <w:pPr>
              <w:pStyle w:val="TableText"/>
            </w:pPr>
            <w:r w:rsidRPr="00973802">
              <w:t>An organization that provides data on financial instruments to other parties.</w:t>
            </w:r>
          </w:p>
        </w:tc>
      </w:tr>
    </w:tbl>
    <w:p w14:paraId="79488D32" w14:textId="77777777" w:rsidR="00FF3CEA" w:rsidRDefault="008447BA" w:rsidP="00A72CAE">
      <w:pPr>
        <w:pStyle w:val="Heading2"/>
      </w:pPr>
      <w:bookmarkStart w:id="15" w:name="_Toc131584265"/>
      <w:r w:rsidRPr="00A72CAE">
        <w:t>Business</w:t>
      </w:r>
      <w:r w:rsidR="00FF3CEA" w:rsidRPr="00A72CAE">
        <w:t>Roles</w:t>
      </w:r>
      <w:r w:rsidR="00F45CD3">
        <w:t xml:space="preserve"> and</w:t>
      </w:r>
      <w:r w:rsidR="00FF3CEA">
        <w:t xml:space="preserve"> Participants </w:t>
      </w:r>
      <w:r w:rsidR="00FF3CEA" w:rsidRPr="00F80208">
        <w:t>Table</w:t>
      </w:r>
      <w:bookmarkEnd w:id="15"/>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207DBC43" w14:textId="77777777" w:rsidTr="005811FA">
        <w:trPr>
          <w:cantSplit/>
          <w:tblHeader/>
        </w:trPr>
        <w:tc>
          <w:tcPr>
            <w:tcW w:w="2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5DB0D8" w14:textId="77777777" w:rsidR="0052733C" w:rsidRPr="009F1A9D" w:rsidRDefault="0052733C" w:rsidP="009F1A9D">
            <w:pPr>
              <w:pStyle w:val="TableHeading"/>
            </w:pPr>
            <w:r w:rsidRPr="009F1A9D">
              <w:t>BusinessRole</w:t>
            </w:r>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8564E12" w14:textId="77777777" w:rsidR="0052733C" w:rsidRPr="009F1A9D" w:rsidRDefault="00214D55" w:rsidP="009F1A9D">
            <w:pPr>
              <w:pStyle w:val="TableHeadingCentre"/>
            </w:pPr>
            <w:r>
              <w:t>Participant</w:t>
            </w:r>
          </w:p>
          <w:p w14:paraId="21FDEF45" w14:textId="77777777" w:rsidR="0052733C" w:rsidRPr="009F1A9D" w:rsidRDefault="00973802" w:rsidP="00922455">
            <w:pPr>
              <w:pStyle w:val="TableHeading"/>
              <w:jc w:val="center"/>
            </w:pPr>
            <w:r>
              <w:t>Instructing Party</w:t>
            </w:r>
          </w:p>
        </w:tc>
        <w:tc>
          <w:tcPr>
            <w:tcW w:w="270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DEBE" w14:textId="77777777" w:rsidR="0052733C" w:rsidRPr="009F1A9D" w:rsidRDefault="00214D55" w:rsidP="00922455">
            <w:pPr>
              <w:pStyle w:val="TableHeading"/>
              <w:jc w:val="center"/>
            </w:pPr>
            <w:r>
              <w:t>Participant</w:t>
            </w:r>
          </w:p>
          <w:p w14:paraId="58FDED19" w14:textId="77777777" w:rsidR="0052733C" w:rsidRPr="009F1A9D" w:rsidRDefault="005811FA" w:rsidP="00922455">
            <w:pPr>
              <w:pStyle w:val="TableHeading"/>
              <w:jc w:val="center"/>
            </w:pPr>
            <w:r w:rsidRPr="005811FA">
              <w:t>Executing/Servicing Party</w:t>
            </w:r>
          </w:p>
        </w:tc>
      </w:tr>
      <w:tr w:rsidR="005811FA" w14:paraId="1FBC9D71" w14:textId="77777777" w:rsidTr="005811FA">
        <w:tc>
          <w:tcPr>
            <w:tcW w:w="2722" w:type="dxa"/>
            <w:shd w:val="clear" w:color="auto" w:fill="FFFFFF"/>
          </w:tcPr>
          <w:p w14:paraId="12AC2A90" w14:textId="39828C86" w:rsidR="005811FA" w:rsidRPr="005811FA" w:rsidRDefault="00D33FED" w:rsidP="005811FA">
            <w:pPr>
              <w:pStyle w:val="TableText"/>
            </w:pPr>
            <w:r>
              <w:t>NCB</w:t>
            </w:r>
          </w:p>
        </w:tc>
        <w:tc>
          <w:tcPr>
            <w:tcW w:w="2708" w:type="dxa"/>
            <w:shd w:val="clear" w:color="auto" w:fill="FFFFFF"/>
          </w:tcPr>
          <w:p w14:paraId="71E99014" w14:textId="77777777" w:rsidR="005811FA" w:rsidRPr="005811FA" w:rsidRDefault="005811FA" w:rsidP="005811FA">
            <w:pPr>
              <w:pStyle w:val="TableTextCentre"/>
            </w:pPr>
            <w:r w:rsidRPr="005811FA">
              <w:t>X</w:t>
            </w:r>
          </w:p>
        </w:tc>
        <w:tc>
          <w:tcPr>
            <w:tcW w:w="2709" w:type="dxa"/>
            <w:shd w:val="clear" w:color="auto" w:fill="FFFFFF"/>
          </w:tcPr>
          <w:p w14:paraId="28495131" w14:textId="77777777" w:rsidR="005811FA" w:rsidRPr="005811FA" w:rsidRDefault="005811FA" w:rsidP="005811FA">
            <w:pPr>
              <w:pStyle w:val="TableTextCentre"/>
            </w:pPr>
          </w:p>
        </w:tc>
      </w:tr>
      <w:tr w:rsidR="00D33FED" w14:paraId="4C7C41BE" w14:textId="77777777" w:rsidTr="005811FA">
        <w:tc>
          <w:tcPr>
            <w:tcW w:w="2722" w:type="dxa"/>
            <w:shd w:val="clear" w:color="auto" w:fill="FFFFFF"/>
          </w:tcPr>
          <w:p w14:paraId="58458CD8" w14:textId="4E869AB6" w:rsidR="00D33FED" w:rsidRPr="005811FA" w:rsidRDefault="00D33FED" w:rsidP="005811FA">
            <w:pPr>
              <w:pStyle w:val="TableText"/>
            </w:pPr>
            <w:r>
              <w:t>Bank</w:t>
            </w:r>
          </w:p>
        </w:tc>
        <w:tc>
          <w:tcPr>
            <w:tcW w:w="2708" w:type="dxa"/>
            <w:shd w:val="clear" w:color="auto" w:fill="FFFFFF"/>
          </w:tcPr>
          <w:p w14:paraId="7F391A00" w14:textId="2F7688BB" w:rsidR="00D33FED" w:rsidRPr="005811FA" w:rsidRDefault="00D33FED" w:rsidP="005811FA">
            <w:pPr>
              <w:pStyle w:val="TableTextCentre"/>
            </w:pPr>
            <w:r>
              <w:t>X</w:t>
            </w:r>
          </w:p>
        </w:tc>
        <w:tc>
          <w:tcPr>
            <w:tcW w:w="2709" w:type="dxa"/>
            <w:shd w:val="clear" w:color="auto" w:fill="FFFFFF"/>
          </w:tcPr>
          <w:p w14:paraId="4CA7628B" w14:textId="77777777" w:rsidR="00D33FED" w:rsidRPr="005811FA" w:rsidRDefault="00D33FED" w:rsidP="005811FA">
            <w:pPr>
              <w:pStyle w:val="TableTextCentre"/>
            </w:pPr>
          </w:p>
        </w:tc>
      </w:tr>
      <w:tr w:rsidR="005811FA" w14:paraId="099858B0" w14:textId="77777777" w:rsidTr="005811FA">
        <w:tc>
          <w:tcPr>
            <w:tcW w:w="2722" w:type="dxa"/>
            <w:shd w:val="clear" w:color="auto" w:fill="FFFFFF"/>
          </w:tcPr>
          <w:p w14:paraId="21F0CD52" w14:textId="77777777" w:rsidR="005811FA" w:rsidRPr="005811FA" w:rsidRDefault="005811FA" w:rsidP="005811FA">
            <w:pPr>
              <w:pStyle w:val="TableText"/>
            </w:pPr>
            <w:r w:rsidRPr="005811FA">
              <w:t>Corporate</w:t>
            </w:r>
          </w:p>
        </w:tc>
        <w:tc>
          <w:tcPr>
            <w:tcW w:w="2708" w:type="dxa"/>
            <w:shd w:val="clear" w:color="auto" w:fill="FFFFFF"/>
          </w:tcPr>
          <w:p w14:paraId="2E019164" w14:textId="77777777" w:rsidR="005811FA" w:rsidRPr="005811FA" w:rsidRDefault="005811FA" w:rsidP="005811FA">
            <w:pPr>
              <w:pStyle w:val="TableTextCentre"/>
            </w:pPr>
            <w:r w:rsidRPr="005811FA">
              <w:t>X</w:t>
            </w:r>
          </w:p>
        </w:tc>
        <w:tc>
          <w:tcPr>
            <w:tcW w:w="2709" w:type="dxa"/>
            <w:shd w:val="clear" w:color="auto" w:fill="FFFFFF"/>
          </w:tcPr>
          <w:p w14:paraId="0D337190" w14:textId="77777777" w:rsidR="005811FA" w:rsidRPr="005811FA" w:rsidRDefault="005811FA" w:rsidP="005811FA">
            <w:pPr>
              <w:pStyle w:val="TableTextCentre"/>
            </w:pPr>
          </w:p>
        </w:tc>
      </w:tr>
      <w:tr w:rsidR="005811FA" w14:paraId="06BA8CCE" w14:textId="77777777" w:rsidTr="005811FA">
        <w:tc>
          <w:tcPr>
            <w:tcW w:w="2722" w:type="dxa"/>
            <w:shd w:val="clear" w:color="auto" w:fill="FFFFFF"/>
          </w:tcPr>
          <w:p w14:paraId="348F1455" w14:textId="77777777" w:rsidR="005811FA" w:rsidRPr="005811FA" w:rsidRDefault="005811FA" w:rsidP="005811FA">
            <w:pPr>
              <w:pStyle w:val="TableText"/>
            </w:pPr>
            <w:r w:rsidRPr="005811FA">
              <w:t>Market Infrastructure</w:t>
            </w:r>
          </w:p>
        </w:tc>
        <w:tc>
          <w:tcPr>
            <w:tcW w:w="2708" w:type="dxa"/>
            <w:shd w:val="clear" w:color="auto" w:fill="FFFFFF"/>
          </w:tcPr>
          <w:p w14:paraId="700BC3CA" w14:textId="77777777" w:rsidR="005811FA" w:rsidRPr="005811FA" w:rsidRDefault="005811FA" w:rsidP="005811FA">
            <w:pPr>
              <w:pStyle w:val="TableTextCentre"/>
            </w:pPr>
          </w:p>
        </w:tc>
        <w:tc>
          <w:tcPr>
            <w:tcW w:w="2709" w:type="dxa"/>
            <w:shd w:val="clear" w:color="auto" w:fill="FFFFFF"/>
          </w:tcPr>
          <w:p w14:paraId="0E62FE18" w14:textId="77777777" w:rsidR="005811FA" w:rsidRPr="005811FA" w:rsidRDefault="005811FA" w:rsidP="005811FA">
            <w:pPr>
              <w:pStyle w:val="TableTextCentre"/>
            </w:pPr>
            <w:r w:rsidRPr="005811FA">
              <w:t>X</w:t>
            </w:r>
          </w:p>
        </w:tc>
      </w:tr>
      <w:tr w:rsidR="005811FA" w14:paraId="617B34F3" w14:textId="77777777" w:rsidTr="005811FA">
        <w:tc>
          <w:tcPr>
            <w:tcW w:w="2722" w:type="dxa"/>
            <w:shd w:val="clear" w:color="auto" w:fill="FFFFFF"/>
          </w:tcPr>
          <w:p w14:paraId="3DB86326" w14:textId="77777777" w:rsidR="005811FA" w:rsidRPr="005811FA" w:rsidRDefault="005811FA" w:rsidP="005811FA">
            <w:pPr>
              <w:pStyle w:val="TableText"/>
            </w:pPr>
            <w:r w:rsidRPr="005811FA">
              <w:t>Market Data Provider</w:t>
            </w:r>
          </w:p>
        </w:tc>
        <w:tc>
          <w:tcPr>
            <w:tcW w:w="2708" w:type="dxa"/>
            <w:shd w:val="clear" w:color="auto" w:fill="FFFFFF"/>
          </w:tcPr>
          <w:p w14:paraId="65C07800" w14:textId="77777777" w:rsidR="005811FA" w:rsidRPr="005811FA" w:rsidRDefault="005811FA" w:rsidP="005811FA">
            <w:pPr>
              <w:pStyle w:val="TableTextCentre"/>
            </w:pPr>
          </w:p>
        </w:tc>
        <w:tc>
          <w:tcPr>
            <w:tcW w:w="2709" w:type="dxa"/>
            <w:shd w:val="clear" w:color="auto" w:fill="FFFFFF"/>
          </w:tcPr>
          <w:p w14:paraId="23C897FB" w14:textId="77777777" w:rsidR="005811FA" w:rsidRPr="005811FA" w:rsidRDefault="005811FA" w:rsidP="005811FA">
            <w:pPr>
              <w:pStyle w:val="TableTextCentre"/>
            </w:pPr>
            <w:r w:rsidRPr="005811FA">
              <w:t>X</w:t>
            </w:r>
          </w:p>
        </w:tc>
      </w:tr>
    </w:tbl>
    <w:p w14:paraId="4EAB3408" w14:textId="77777777" w:rsidR="00B5372E" w:rsidRDefault="00B5372E" w:rsidP="00A8050C">
      <w:pPr>
        <w:pStyle w:val="Heading1"/>
      </w:pPr>
      <w:bookmarkStart w:id="16" w:name="_Toc131584266"/>
      <w:r w:rsidRPr="00863CED">
        <w:lastRenderedPageBreak/>
        <w:t>BusinessProcess</w:t>
      </w:r>
      <w:r>
        <w:t xml:space="preserve"> Description</w:t>
      </w:r>
      <w:bookmarkEnd w:id="16"/>
    </w:p>
    <w:p w14:paraId="18F7E403" w14:textId="5384DB11" w:rsidR="005811FA" w:rsidRPr="005811FA" w:rsidRDefault="00F116CC" w:rsidP="005811FA">
      <w:r w:rsidRPr="00F116CC">
        <w:t xml:space="preserve">This diagram </w:t>
      </w:r>
      <w:r>
        <w:t>represents</w:t>
      </w:r>
      <w:r w:rsidRPr="00F116CC">
        <w:t xml:space="preserve"> the high level </w:t>
      </w:r>
      <w:r w:rsidRPr="004741C3">
        <w:t>BusinessProcesses</w:t>
      </w:r>
      <w:r w:rsidR="005811FA">
        <w:t xml:space="preserve">, used to </w:t>
      </w:r>
      <w:r w:rsidR="005811FA" w:rsidRPr="005811FA">
        <w:t>describe the high-level scope of “</w:t>
      </w:r>
      <w:r w:rsidR="00D33FED">
        <w:t xml:space="preserve">Calendar </w:t>
      </w:r>
      <w:r w:rsidR="005811FA" w:rsidRPr="005811FA">
        <w:t>Reference Data” and is not to be exhaustive.</w:t>
      </w:r>
    </w:p>
    <w:p w14:paraId="78F2F70A" w14:textId="77777777" w:rsidR="004D01EB" w:rsidRDefault="00F116CC" w:rsidP="00F26E21">
      <w:r w:rsidRPr="00F116CC">
        <w:t xml:space="preserve"> </w:t>
      </w:r>
    </w:p>
    <w:p w14:paraId="1BFC446E" w14:textId="77777777" w:rsidR="004D01EB" w:rsidRDefault="006E6FAB" w:rsidP="005811FA">
      <w:pPr>
        <w:pStyle w:val="Graphic"/>
        <w:ind w:left="720"/>
        <w:jc w:val="left"/>
        <w:rPr>
          <w:rStyle w:val="Bold"/>
        </w:rPr>
      </w:pPr>
      <w:r>
        <w:object w:dxaOrig="1440" w:dyaOrig="1440" w14:anchorId="314C2A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95.85pt;margin-top:8.9pt;width:287.65pt;height:148.35pt;z-index:251658240;mso-position-horizontal-relative:margin;mso-position-vertical-relative:text" wrapcoords="10539 85 10321 254 10103 1016 10103 1440 10582 2795 10626 4151 1785 4574 1655 8216 131 8386 -44 8471 -44 12791 1089 13638 1785 13638 1785 16179 10626 16348 10626 17704 10365 19059 10147 19567 10060 19906 10060 20584 10452 21431 10539 21431 11061 21431 11192 21431 11497 20668 11540 20245 11410 19652 11148 19059 10844 17704 10844 16348 19815 16179 19727 13638 20511 13638 21600 12875 21600 8471 21426 8386 19858 8216 19815 4574 10844 4151 10931 2795 11453 1609 11497 1186 11235 424 10974 85 10539 85" o:allowoverlap="f">
            <v:imagedata r:id="rId16" o:title=""/>
            <w10:wrap type="square" anchorx="margin"/>
          </v:shape>
          <o:OLEObject Type="Embed" ProgID="Visio.Drawing.11" ShapeID="_x0000_s2054" DrawAspect="Content" ObjectID="_1742199718" r:id="rId17"/>
        </w:object>
      </w:r>
    </w:p>
    <w:p w14:paraId="37D9E4F0" w14:textId="77777777" w:rsidR="005811FA" w:rsidRDefault="005811FA" w:rsidP="005811FA"/>
    <w:p w14:paraId="3D308EC6" w14:textId="77777777" w:rsidR="005811FA" w:rsidRDefault="005811FA" w:rsidP="005811FA"/>
    <w:p w14:paraId="0AE215A1" w14:textId="77777777" w:rsidR="005811FA" w:rsidRDefault="005811FA" w:rsidP="005811FA"/>
    <w:p w14:paraId="1E6470D8" w14:textId="77777777" w:rsidR="005811FA" w:rsidRDefault="005811FA" w:rsidP="005811FA"/>
    <w:p w14:paraId="0E49E085" w14:textId="77777777" w:rsidR="005811FA" w:rsidRDefault="005811FA" w:rsidP="005811FA"/>
    <w:p w14:paraId="4336FDD2" w14:textId="77777777" w:rsidR="005811FA" w:rsidRDefault="005811FA" w:rsidP="005811FA"/>
    <w:p w14:paraId="2FB44146" w14:textId="77777777" w:rsidR="005811FA" w:rsidRDefault="005811FA" w:rsidP="005811FA"/>
    <w:p w14:paraId="3138E80E" w14:textId="77777777" w:rsidR="005811FA" w:rsidRDefault="005811FA" w:rsidP="005811FA"/>
    <w:p w14:paraId="37129446" w14:textId="77777777" w:rsidR="00BD5BF5" w:rsidRDefault="00BD5BF5" w:rsidP="00BD5BF5">
      <w:pPr>
        <w:pStyle w:val="BlockLabelBeforeTable"/>
      </w:pPr>
      <w:r>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100F89EF"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CF2442"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AEE838" w14:textId="77777777" w:rsidR="00BD5BF5" w:rsidRDefault="00BD5BF5" w:rsidP="00FF1E86">
            <w:pPr>
              <w:pStyle w:val="TableHeading"/>
            </w:pPr>
            <w:r>
              <w:t>Description</w:t>
            </w:r>
          </w:p>
        </w:tc>
      </w:tr>
      <w:tr w:rsidR="00BD5BF5" w14:paraId="38F43CA8" w14:textId="77777777" w:rsidTr="00FF1E86">
        <w:tc>
          <w:tcPr>
            <w:tcW w:w="1476" w:type="dxa"/>
            <w:shd w:val="clear" w:color="auto" w:fill="FFFFFF"/>
          </w:tcPr>
          <w:p w14:paraId="3F2B4448" w14:textId="77777777" w:rsidR="00BD5BF5" w:rsidRDefault="00BD5BF5" w:rsidP="00FF1E86">
            <w:pPr>
              <w:pStyle w:val="TableText"/>
            </w:pPr>
            <w:r>
              <w:t>Definition</w:t>
            </w:r>
          </w:p>
        </w:tc>
        <w:tc>
          <w:tcPr>
            <w:tcW w:w="6888" w:type="dxa"/>
            <w:shd w:val="clear" w:color="auto" w:fill="FFFFFF"/>
          </w:tcPr>
          <w:p w14:paraId="79E7494E" w14:textId="59E2865F" w:rsidR="00BD5BF5" w:rsidRDefault="00BD5BF5" w:rsidP="00C47FA7">
            <w:pPr>
              <w:pStyle w:val="TableText"/>
            </w:pPr>
            <w:r w:rsidRPr="00BD5BF5">
              <w:t>The Instructing Party asks the Executing/Servic</w:t>
            </w:r>
            <w:r w:rsidR="00FC34D7">
              <w:t>ing Party a response to a query</w:t>
            </w:r>
            <w:r w:rsidR="00FC34D7" w:rsidRPr="00627870">
              <w:t>.</w:t>
            </w:r>
          </w:p>
        </w:tc>
      </w:tr>
      <w:tr w:rsidR="00BD5BF5" w14:paraId="6B62AE56" w14:textId="77777777" w:rsidTr="00FF1E86">
        <w:tc>
          <w:tcPr>
            <w:tcW w:w="1476" w:type="dxa"/>
            <w:shd w:val="clear" w:color="auto" w:fill="FFFFFF"/>
          </w:tcPr>
          <w:p w14:paraId="0CC7D4AC" w14:textId="77777777" w:rsidR="00BD5BF5" w:rsidRDefault="00BD5BF5" w:rsidP="00FF1E86">
            <w:pPr>
              <w:pStyle w:val="TableText"/>
            </w:pPr>
            <w:r>
              <w:t>Trigger</w:t>
            </w:r>
          </w:p>
        </w:tc>
        <w:tc>
          <w:tcPr>
            <w:tcW w:w="6888" w:type="dxa"/>
            <w:shd w:val="clear" w:color="auto" w:fill="FFFFFF"/>
          </w:tcPr>
          <w:p w14:paraId="69368394" w14:textId="563CC9EC" w:rsidR="00BD5BF5" w:rsidRDefault="00BD5BF5" w:rsidP="00C47FA7">
            <w:pPr>
              <w:pStyle w:val="TableText"/>
            </w:pPr>
            <w:r w:rsidRPr="00BD5BF5">
              <w:t>The process is triggered when the Instructing Party</w:t>
            </w:r>
            <w:r w:rsidR="00FC34D7">
              <w:t xml:space="preserve"> sends a </w:t>
            </w:r>
            <w:r w:rsidR="00C47FA7">
              <w:t xml:space="preserve">Calendar </w:t>
            </w:r>
            <w:r w:rsidR="00FC34D7">
              <w:t>Query message.</w:t>
            </w:r>
          </w:p>
        </w:tc>
      </w:tr>
      <w:tr w:rsidR="00BD5BF5" w14:paraId="2D5E3736" w14:textId="77777777" w:rsidTr="00FF1E86">
        <w:tc>
          <w:tcPr>
            <w:tcW w:w="1476" w:type="dxa"/>
            <w:shd w:val="clear" w:color="auto" w:fill="FFFFFF"/>
          </w:tcPr>
          <w:p w14:paraId="43C716D2" w14:textId="77777777" w:rsidR="00BD5BF5" w:rsidRDefault="00BD5BF5" w:rsidP="00FF1E86">
            <w:pPr>
              <w:pStyle w:val="TableText"/>
            </w:pPr>
            <w:r>
              <w:t>Pre-conditions</w:t>
            </w:r>
          </w:p>
        </w:tc>
        <w:tc>
          <w:tcPr>
            <w:tcW w:w="6888" w:type="dxa"/>
            <w:shd w:val="clear" w:color="auto" w:fill="FFFFFF"/>
          </w:tcPr>
          <w:p w14:paraId="47C3609D" w14:textId="77777777" w:rsidR="00BD5BF5" w:rsidRDefault="00BD5BF5" w:rsidP="00FF1E86">
            <w:pPr>
              <w:pStyle w:val="TableText"/>
            </w:pPr>
            <w:r w:rsidRPr="00BD5BF5">
              <w:t>The query type must be known by the Instructing party and the Executing/Servicing Party.</w:t>
            </w:r>
          </w:p>
        </w:tc>
      </w:tr>
      <w:tr w:rsidR="00BD5BF5" w14:paraId="2ADF15D2" w14:textId="77777777" w:rsidTr="00FF1E86">
        <w:tc>
          <w:tcPr>
            <w:tcW w:w="1476" w:type="dxa"/>
            <w:shd w:val="clear" w:color="auto" w:fill="FFFFFF"/>
          </w:tcPr>
          <w:p w14:paraId="1278D3BC" w14:textId="77777777" w:rsidR="00BD5BF5" w:rsidRDefault="00BD5BF5" w:rsidP="00FF1E86">
            <w:pPr>
              <w:pStyle w:val="TableText"/>
            </w:pPr>
            <w:r>
              <w:t>Post-conditions</w:t>
            </w:r>
          </w:p>
        </w:tc>
        <w:tc>
          <w:tcPr>
            <w:tcW w:w="6888" w:type="dxa"/>
            <w:shd w:val="clear" w:color="auto" w:fill="FFFFFF"/>
          </w:tcPr>
          <w:p w14:paraId="405F80DB" w14:textId="698C12C6" w:rsidR="00BD5BF5" w:rsidRDefault="00BD5BF5" w:rsidP="002B2935">
            <w:pPr>
              <w:pStyle w:val="TableText"/>
            </w:pPr>
            <w:r w:rsidRPr="00BD5BF5">
              <w:t xml:space="preserve">The </w:t>
            </w:r>
            <w:r w:rsidR="002B2935">
              <w:t>Calendar</w:t>
            </w:r>
            <w:r w:rsidRPr="00BD5BF5">
              <w:t xml:space="preserve"> Report message including all of the retrieved </w:t>
            </w:r>
            <w:r w:rsidR="002B2935">
              <w:t xml:space="preserve">calendar </w:t>
            </w:r>
            <w:r w:rsidRPr="00BD5BF5">
              <w:t>records</w:t>
            </w:r>
            <w:r w:rsidR="00FC34D7">
              <w:t>.</w:t>
            </w:r>
          </w:p>
        </w:tc>
      </w:tr>
      <w:tr w:rsidR="00BD5BF5" w14:paraId="5DA88A32" w14:textId="77777777" w:rsidTr="00FF1E86">
        <w:tc>
          <w:tcPr>
            <w:tcW w:w="1476" w:type="dxa"/>
            <w:shd w:val="clear" w:color="auto" w:fill="FFFFFF"/>
          </w:tcPr>
          <w:p w14:paraId="4B54DEF9" w14:textId="77777777" w:rsidR="00BD5BF5" w:rsidRDefault="00BD5BF5" w:rsidP="00FF1E86">
            <w:pPr>
              <w:pStyle w:val="TableText"/>
            </w:pPr>
            <w:r>
              <w:t>Role</w:t>
            </w:r>
          </w:p>
        </w:tc>
        <w:tc>
          <w:tcPr>
            <w:tcW w:w="6888" w:type="dxa"/>
            <w:shd w:val="clear" w:color="auto" w:fill="FFFFFF"/>
          </w:tcPr>
          <w:p w14:paraId="11FACD74" w14:textId="77777777" w:rsidR="00BD5BF5" w:rsidRDefault="00BD5BF5" w:rsidP="00FF1E86">
            <w:pPr>
              <w:pStyle w:val="TableText"/>
            </w:pPr>
            <w:r w:rsidRPr="005811FA">
              <w:t>Instructing Party</w:t>
            </w:r>
          </w:p>
        </w:tc>
      </w:tr>
    </w:tbl>
    <w:p w14:paraId="6944036E" w14:textId="77777777" w:rsidR="00B5372E" w:rsidRDefault="00B5372E" w:rsidP="008937F9">
      <w:pPr>
        <w:pStyle w:val="Heading1"/>
      </w:pPr>
      <w:bookmarkStart w:id="17" w:name="_Toc131584267"/>
      <w:r>
        <w:lastRenderedPageBreak/>
        <w:t xml:space="preserve">Description of </w:t>
      </w:r>
      <w:r w:rsidRPr="00AD74B9">
        <w:t>BusinessActivities</w:t>
      </w:r>
      <w:bookmarkEnd w:id="17"/>
    </w:p>
    <w:p w14:paraId="71447BC8"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B4DAC47"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7EB48A5F"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D70D1E"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1EEBF9"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34F9283" w14:textId="77777777" w:rsidR="00803705" w:rsidRDefault="00803705" w:rsidP="00DD3851">
            <w:pPr>
              <w:pStyle w:val="TableHeading"/>
            </w:pPr>
            <w:r>
              <w:t>Definition</w:t>
            </w:r>
          </w:p>
        </w:tc>
      </w:tr>
      <w:tr w:rsidR="00922455" w14:paraId="1D9EE5BB" w14:textId="77777777" w:rsidTr="00922455">
        <w:tc>
          <w:tcPr>
            <w:tcW w:w="1296" w:type="dxa"/>
            <w:shd w:val="clear" w:color="auto" w:fill="FFFFFF"/>
          </w:tcPr>
          <w:p w14:paraId="6F2D5618" w14:textId="77777777" w:rsidR="00803705" w:rsidRDefault="00803705" w:rsidP="00922455">
            <w:pPr>
              <w:spacing w:after="40"/>
            </w:pPr>
            <w:r>
              <w:object w:dxaOrig="135" w:dyaOrig="180" w14:anchorId="5219670D">
                <v:shape id="_x0000_i1026" type="#_x0000_t75" style="width:6.75pt;height:9.75pt" o:ole="">
                  <v:imagedata r:id="rId18" o:title=""/>
                </v:shape>
                <o:OLEObject Type="Embed" ProgID="PBrush" ShapeID="_x0000_i1026" DrawAspect="Content" ObjectID="_1742199713" r:id="rId19"/>
              </w:object>
            </w:r>
          </w:p>
        </w:tc>
        <w:tc>
          <w:tcPr>
            <w:tcW w:w="2250" w:type="dxa"/>
            <w:shd w:val="clear" w:color="auto" w:fill="FFFFFF"/>
          </w:tcPr>
          <w:p w14:paraId="394CD307" w14:textId="77777777" w:rsidR="00803705" w:rsidRDefault="00803705" w:rsidP="00DD3851">
            <w:pPr>
              <w:pStyle w:val="TableText"/>
            </w:pPr>
            <w:r>
              <w:t>Start Point</w:t>
            </w:r>
          </w:p>
        </w:tc>
        <w:tc>
          <w:tcPr>
            <w:tcW w:w="4818" w:type="dxa"/>
            <w:shd w:val="clear" w:color="auto" w:fill="FFFFFF"/>
          </w:tcPr>
          <w:p w14:paraId="53487435" w14:textId="77777777" w:rsidR="00803705" w:rsidRDefault="00803705" w:rsidP="00DD3851">
            <w:pPr>
              <w:pStyle w:val="TableText"/>
            </w:pPr>
            <w:r>
              <w:t>Shows where the lifecycle of the business process commences.</w:t>
            </w:r>
          </w:p>
        </w:tc>
      </w:tr>
      <w:tr w:rsidR="00922455" w14:paraId="33BF003E" w14:textId="77777777" w:rsidTr="00922455">
        <w:tc>
          <w:tcPr>
            <w:tcW w:w="1296" w:type="dxa"/>
            <w:shd w:val="clear" w:color="auto" w:fill="FFFFFF"/>
          </w:tcPr>
          <w:p w14:paraId="73DFED8E" w14:textId="77777777" w:rsidR="00803705" w:rsidRDefault="00803705" w:rsidP="00922455">
            <w:pPr>
              <w:spacing w:after="40"/>
            </w:pPr>
            <w:r>
              <w:object w:dxaOrig="330" w:dyaOrig="315" w14:anchorId="33933A56">
                <v:shape id="_x0000_i1027" type="#_x0000_t75" style="width:18pt;height:16.5pt" o:ole="">
                  <v:imagedata r:id="rId20" o:title=""/>
                </v:shape>
                <o:OLEObject Type="Embed" ProgID="PBrush" ShapeID="_x0000_i1027" DrawAspect="Content" ObjectID="_1742199714" r:id="rId21"/>
              </w:object>
            </w:r>
          </w:p>
        </w:tc>
        <w:tc>
          <w:tcPr>
            <w:tcW w:w="2250" w:type="dxa"/>
            <w:shd w:val="clear" w:color="auto" w:fill="FFFFFF"/>
          </w:tcPr>
          <w:p w14:paraId="70A94A62" w14:textId="77777777" w:rsidR="00803705" w:rsidRDefault="00803705" w:rsidP="00DD3851">
            <w:pPr>
              <w:pStyle w:val="TableText"/>
            </w:pPr>
            <w:r>
              <w:t>End Point</w:t>
            </w:r>
          </w:p>
        </w:tc>
        <w:tc>
          <w:tcPr>
            <w:tcW w:w="4818" w:type="dxa"/>
            <w:shd w:val="clear" w:color="auto" w:fill="FFFFFF"/>
          </w:tcPr>
          <w:p w14:paraId="29977DBA" w14:textId="77777777" w:rsidR="00803705" w:rsidRDefault="00803705" w:rsidP="00DD3851">
            <w:pPr>
              <w:pStyle w:val="TableText"/>
            </w:pPr>
            <w:r>
              <w:t>Shows  where the lifecycle of the business process may ends.</w:t>
            </w:r>
          </w:p>
        </w:tc>
      </w:tr>
      <w:tr w:rsidR="00922455" w14:paraId="51580528" w14:textId="77777777" w:rsidTr="00922455">
        <w:tc>
          <w:tcPr>
            <w:tcW w:w="1296" w:type="dxa"/>
            <w:shd w:val="clear" w:color="auto" w:fill="FFFFFF"/>
          </w:tcPr>
          <w:p w14:paraId="417922CA" w14:textId="77777777" w:rsidR="00803705" w:rsidRDefault="00803705" w:rsidP="00922455">
            <w:pPr>
              <w:spacing w:after="40"/>
            </w:pPr>
            <w:r>
              <w:object w:dxaOrig="255" w:dyaOrig="315" w14:anchorId="3231BC33">
                <v:shape id="_x0000_i1028" type="#_x0000_t75" style="width:12.75pt;height:16.5pt" o:ole="">
                  <v:imagedata r:id="rId22" o:title=""/>
                </v:shape>
                <o:OLEObject Type="Embed" ProgID="PBrush" ShapeID="_x0000_i1028" DrawAspect="Content" ObjectID="_1742199715" r:id="rId23"/>
              </w:object>
            </w:r>
          </w:p>
        </w:tc>
        <w:tc>
          <w:tcPr>
            <w:tcW w:w="2250" w:type="dxa"/>
            <w:shd w:val="clear" w:color="auto" w:fill="FFFFFF"/>
          </w:tcPr>
          <w:p w14:paraId="5F38782C" w14:textId="77777777" w:rsidR="00803705" w:rsidRDefault="00803705" w:rsidP="00DD3851">
            <w:pPr>
              <w:pStyle w:val="TableText"/>
            </w:pPr>
            <w:r>
              <w:t>Lozenge (or diamond)</w:t>
            </w:r>
          </w:p>
        </w:tc>
        <w:tc>
          <w:tcPr>
            <w:tcW w:w="4818" w:type="dxa"/>
            <w:shd w:val="clear" w:color="auto" w:fill="FFFFFF"/>
          </w:tcPr>
          <w:p w14:paraId="14671331" w14:textId="77777777" w:rsidR="00803705" w:rsidRDefault="00803705" w:rsidP="00DD3851">
            <w:pPr>
              <w:pStyle w:val="TableText"/>
            </w:pPr>
            <w:r>
              <w:t>Indicates that a choice between several actions can be made.</w:t>
            </w:r>
          </w:p>
        </w:tc>
      </w:tr>
      <w:tr w:rsidR="00922455" w14:paraId="064FACA7" w14:textId="77777777" w:rsidTr="00922455">
        <w:tc>
          <w:tcPr>
            <w:tcW w:w="1296" w:type="dxa"/>
            <w:shd w:val="clear" w:color="auto" w:fill="FFFFFF"/>
          </w:tcPr>
          <w:p w14:paraId="38CABEE0" w14:textId="77777777" w:rsidR="00803705" w:rsidRDefault="00803705" w:rsidP="00922455">
            <w:pPr>
              <w:spacing w:after="40"/>
            </w:pPr>
            <w:r>
              <w:object w:dxaOrig="780" w:dyaOrig="225" w14:anchorId="390DCAE4">
                <v:shape id="_x0000_i1029" type="#_x0000_t75" style="width:39pt;height:11.25pt" o:ole="">
                  <v:imagedata r:id="rId24" o:title=""/>
                </v:shape>
                <o:OLEObject Type="Embed" ProgID="PBrush" ShapeID="_x0000_i1029" DrawAspect="Content" ObjectID="_1742199716" r:id="rId25"/>
              </w:object>
            </w:r>
          </w:p>
        </w:tc>
        <w:tc>
          <w:tcPr>
            <w:tcW w:w="2250" w:type="dxa"/>
            <w:shd w:val="clear" w:color="auto" w:fill="FFFFFF"/>
          </w:tcPr>
          <w:p w14:paraId="55096E11" w14:textId="77777777" w:rsidR="00803705" w:rsidRDefault="00803705" w:rsidP="00DD3851">
            <w:pPr>
              <w:pStyle w:val="TableText"/>
            </w:pPr>
            <w:r>
              <w:t>Bar</w:t>
            </w:r>
          </w:p>
        </w:tc>
        <w:tc>
          <w:tcPr>
            <w:tcW w:w="4818" w:type="dxa"/>
            <w:shd w:val="clear" w:color="auto" w:fill="FFFFFF"/>
          </w:tcPr>
          <w:p w14:paraId="65D06215" w14:textId="77777777" w:rsidR="00803705" w:rsidRDefault="00803705" w:rsidP="00DD3851">
            <w:pPr>
              <w:pStyle w:val="TableText"/>
            </w:pPr>
            <w:r>
              <w:t>Indicates that several actions are initiated in parallel.</w:t>
            </w:r>
          </w:p>
        </w:tc>
      </w:tr>
    </w:tbl>
    <w:p w14:paraId="5BD88650" w14:textId="77777777" w:rsidR="00627870" w:rsidRPr="00A35A86" w:rsidRDefault="00627870" w:rsidP="00627870"/>
    <w:p w14:paraId="1CA58042" w14:textId="77777777" w:rsidR="00627870" w:rsidRPr="00627870" w:rsidRDefault="00627870" w:rsidP="00627870">
      <w:pPr>
        <w:pStyle w:val="Heading2"/>
      </w:pPr>
      <w:bookmarkStart w:id="18" w:name="_Toc131584268"/>
      <w:r w:rsidRPr="00627870">
        <w:t xml:space="preserve">Query/Query Response </w:t>
      </w:r>
      <w:r>
        <w:t>P</w:t>
      </w:r>
      <w:r w:rsidRPr="00627870">
        <w:t>rocess</w:t>
      </w:r>
      <w:bookmarkEnd w:id="18"/>
    </w:p>
    <w:p w14:paraId="14362B9C" w14:textId="77777777" w:rsidR="00627870" w:rsidRDefault="00627870" w:rsidP="00627870">
      <w:pPr>
        <w:pStyle w:val="Graphic"/>
      </w:pPr>
      <w:r>
        <w:object w:dxaOrig="9728" w:dyaOrig="6168" w14:anchorId="3A283B06">
          <v:shape id="_x0000_i1030" type="#_x0000_t75" style="width:335.25pt;height:211.5pt" o:ole="">
            <v:imagedata r:id="rId26" o:title=""/>
          </v:shape>
          <o:OLEObject Type="Embed" ProgID="Visio.Drawing.11" ShapeID="_x0000_i1030" DrawAspect="Content" ObjectID="_1742199717" r:id="rId27"/>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63752E66"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33CC05"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26DF8A"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5A978F" w14:textId="77777777" w:rsidR="00627870" w:rsidRDefault="00627870" w:rsidP="00FF1E86">
            <w:pPr>
              <w:pStyle w:val="TableHeading"/>
            </w:pPr>
            <w:r>
              <w:t>Initiator</w:t>
            </w:r>
          </w:p>
        </w:tc>
      </w:tr>
      <w:tr w:rsidR="00627870" w14:paraId="259761CF" w14:textId="77777777" w:rsidTr="00FF1E86">
        <w:tc>
          <w:tcPr>
            <w:tcW w:w="2578" w:type="dxa"/>
            <w:shd w:val="clear" w:color="auto" w:fill="FFFFFF"/>
          </w:tcPr>
          <w:p w14:paraId="2181FD03" w14:textId="77777777" w:rsidR="00627870" w:rsidRDefault="00627870" w:rsidP="00FF1E86">
            <w:pPr>
              <w:pStyle w:val="TableText"/>
            </w:pPr>
            <w:r>
              <w:t>Instruction</w:t>
            </w:r>
          </w:p>
        </w:tc>
        <w:tc>
          <w:tcPr>
            <w:tcW w:w="3676" w:type="dxa"/>
            <w:shd w:val="clear" w:color="auto" w:fill="FFFFFF"/>
          </w:tcPr>
          <w:p w14:paraId="12D41C88" w14:textId="72885672" w:rsidR="00627870" w:rsidRDefault="00627870" w:rsidP="00841FD6">
            <w:pPr>
              <w:pStyle w:val="TableText"/>
            </w:pPr>
            <w:r w:rsidRPr="00627870">
              <w:t>Instructing Party instructs Executing/Servicing Party to run a query.</w:t>
            </w:r>
          </w:p>
        </w:tc>
        <w:tc>
          <w:tcPr>
            <w:tcW w:w="1885" w:type="dxa"/>
            <w:shd w:val="clear" w:color="auto" w:fill="FFFFFF"/>
          </w:tcPr>
          <w:p w14:paraId="6E5748F9" w14:textId="77777777" w:rsidR="00627870" w:rsidRDefault="00627870" w:rsidP="00FF1E86">
            <w:pPr>
              <w:pStyle w:val="TableText"/>
            </w:pPr>
            <w:r>
              <w:t>Instructing Party</w:t>
            </w:r>
          </w:p>
        </w:tc>
      </w:tr>
      <w:tr w:rsidR="00627870" w14:paraId="1E7CBDBD" w14:textId="77777777" w:rsidTr="00FF1E86">
        <w:tc>
          <w:tcPr>
            <w:tcW w:w="2578" w:type="dxa"/>
            <w:shd w:val="clear" w:color="auto" w:fill="FFFFFF"/>
          </w:tcPr>
          <w:p w14:paraId="3B9004A9" w14:textId="77777777" w:rsidR="00627870" w:rsidRDefault="00627870" w:rsidP="00FF1E86">
            <w:pPr>
              <w:pStyle w:val="TableText"/>
            </w:pPr>
            <w:r w:rsidRPr="00BD5BF5">
              <w:t>Process</w:t>
            </w:r>
            <w:r>
              <w:t xml:space="preserve"> query</w:t>
            </w:r>
          </w:p>
        </w:tc>
        <w:tc>
          <w:tcPr>
            <w:tcW w:w="3676" w:type="dxa"/>
            <w:shd w:val="clear" w:color="auto" w:fill="FFFFFF"/>
          </w:tcPr>
          <w:p w14:paraId="1F0FA5A8" w14:textId="77777777" w:rsidR="00627870" w:rsidRPr="00627870" w:rsidRDefault="00627870" w:rsidP="00627870">
            <w:pPr>
              <w:pStyle w:val="TableText"/>
            </w:pPr>
            <w:r w:rsidRPr="00627870">
              <w:t>Executing/Servicing Party processes the request.</w:t>
            </w:r>
          </w:p>
          <w:p w14:paraId="3652E4D7" w14:textId="77777777" w:rsidR="00627870" w:rsidRDefault="00627870" w:rsidP="00627870">
            <w:pPr>
              <w:pStyle w:val="TableText"/>
            </w:pPr>
            <w:r w:rsidRPr="00627870">
              <w:t>In case the processing of the query takes too much time or cannot give any positive response, the Executing/Servicing Party sends an error message back to the Instructing Party with the error code and the related explanation.</w:t>
            </w:r>
          </w:p>
        </w:tc>
        <w:tc>
          <w:tcPr>
            <w:tcW w:w="1885" w:type="dxa"/>
            <w:shd w:val="clear" w:color="auto" w:fill="FFFFFF"/>
          </w:tcPr>
          <w:p w14:paraId="2521D889" w14:textId="77777777" w:rsidR="00627870" w:rsidRDefault="00627870" w:rsidP="00FF1E86">
            <w:pPr>
              <w:pStyle w:val="TableText"/>
            </w:pPr>
            <w:r w:rsidRPr="00BD5BF5">
              <w:t>Executing/Servicing Party</w:t>
            </w:r>
          </w:p>
        </w:tc>
      </w:tr>
      <w:tr w:rsidR="00627870" w14:paraId="3F96C5CB" w14:textId="77777777" w:rsidTr="00FF1E86">
        <w:tc>
          <w:tcPr>
            <w:tcW w:w="2578" w:type="dxa"/>
            <w:shd w:val="clear" w:color="auto" w:fill="FFFFFF"/>
          </w:tcPr>
          <w:p w14:paraId="3287B774" w14:textId="77777777" w:rsidR="00627870" w:rsidRPr="00BD5BF5" w:rsidRDefault="00627870" w:rsidP="00FF1E86">
            <w:pPr>
              <w:pStyle w:val="TableText"/>
            </w:pPr>
            <w:r>
              <w:lastRenderedPageBreak/>
              <w:t>Response</w:t>
            </w:r>
          </w:p>
        </w:tc>
        <w:tc>
          <w:tcPr>
            <w:tcW w:w="3676" w:type="dxa"/>
            <w:shd w:val="clear" w:color="auto" w:fill="FFFFFF"/>
          </w:tcPr>
          <w:p w14:paraId="1B95B509" w14:textId="77777777" w:rsidR="00627870" w:rsidRPr="00BD5BF5" w:rsidRDefault="00627870" w:rsidP="00FF1E86">
            <w:pPr>
              <w:pStyle w:val="TableText"/>
            </w:pPr>
            <w:r w:rsidRPr="00627870">
              <w:t>Executing/Services Party sends the response to the Instructing Party according to query results.</w:t>
            </w:r>
          </w:p>
        </w:tc>
        <w:tc>
          <w:tcPr>
            <w:tcW w:w="1885" w:type="dxa"/>
            <w:shd w:val="clear" w:color="auto" w:fill="FFFFFF"/>
          </w:tcPr>
          <w:p w14:paraId="594ED037" w14:textId="77777777" w:rsidR="00627870" w:rsidRDefault="00627870" w:rsidP="00FF1E86">
            <w:pPr>
              <w:pStyle w:val="TableText"/>
            </w:pPr>
            <w:r w:rsidRPr="00BD5BF5">
              <w:t>Executing/Servicing Party</w:t>
            </w:r>
          </w:p>
        </w:tc>
      </w:tr>
      <w:tr w:rsidR="00627870" w14:paraId="166952BF" w14:textId="77777777" w:rsidTr="00FF1E86">
        <w:tc>
          <w:tcPr>
            <w:tcW w:w="2578" w:type="dxa"/>
            <w:shd w:val="clear" w:color="auto" w:fill="FFFFFF"/>
          </w:tcPr>
          <w:p w14:paraId="162EC13C" w14:textId="77777777" w:rsidR="00627870" w:rsidRDefault="00627870" w:rsidP="00FF1E86">
            <w:pPr>
              <w:pStyle w:val="TableText"/>
            </w:pPr>
            <w:r>
              <w:t>Monitor Process</w:t>
            </w:r>
          </w:p>
        </w:tc>
        <w:tc>
          <w:tcPr>
            <w:tcW w:w="3676" w:type="dxa"/>
            <w:shd w:val="clear" w:color="auto" w:fill="FFFFFF"/>
          </w:tcPr>
          <w:p w14:paraId="1AB7CF06"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188DE3D0" w14:textId="77777777" w:rsidR="00627870" w:rsidRPr="00BD5BF5" w:rsidRDefault="00627870" w:rsidP="00FF1E86">
            <w:pPr>
              <w:pStyle w:val="TableText"/>
            </w:pPr>
            <w:r>
              <w:t>Instructing Party</w:t>
            </w:r>
          </w:p>
        </w:tc>
      </w:tr>
    </w:tbl>
    <w:p w14:paraId="619814FE" w14:textId="77777777" w:rsidR="00627870" w:rsidRPr="00A35A86" w:rsidRDefault="00627870" w:rsidP="00627870"/>
    <w:p w14:paraId="61CE170B" w14:textId="77777777" w:rsidR="00CA6696" w:rsidRPr="00A35A86" w:rsidRDefault="00CA6696" w:rsidP="00A35A86"/>
    <w:p w14:paraId="3A56DC42" w14:textId="77777777" w:rsidR="00B5372E" w:rsidRDefault="00B5372E" w:rsidP="00A8050C">
      <w:pPr>
        <w:pStyle w:val="Heading1"/>
      </w:pPr>
      <w:bookmarkStart w:id="19" w:name="_Toc131584269"/>
      <w:r w:rsidRPr="00863CED">
        <w:lastRenderedPageBreak/>
        <w:t>BusinessTransactions</w:t>
      </w:r>
      <w:bookmarkEnd w:id="19"/>
    </w:p>
    <w:p w14:paraId="314CB2F5"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5E1473EF" w14:textId="77777777" w:rsidR="00627870" w:rsidRPr="00627870" w:rsidRDefault="00627870" w:rsidP="00627870">
      <w:pPr>
        <w:pStyle w:val="Heading2"/>
      </w:pPr>
      <w:bookmarkStart w:id="20" w:name="_Toc52263284"/>
      <w:bookmarkStart w:id="21" w:name="_Toc131584270"/>
      <w:r w:rsidRPr="00627870">
        <w:t>Query/Response Process</w:t>
      </w:r>
      <w:bookmarkEnd w:id="20"/>
      <w:bookmarkEnd w:id="21"/>
    </w:p>
    <w:p w14:paraId="51B06FDD" w14:textId="4973AFF4" w:rsidR="00627870" w:rsidRPr="00627870" w:rsidRDefault="00D16CBF" w:rsidP="00627870">
      <w:pPr>
        <w:pStyle w:val="Heading3"/>
      </w:pPr>
      <w:bookmarkStart w:id="22" w:name="_Toc52263285"/>
      <w:r>
        <w:t>Calendar</w:t>
      </w:r>
      <w:r w:rsidR="00627870" w:rsidRPr="00627870">
        <w:t xml:space="preserve"> Query/</w:t>
      </w:r>
      <w:r w:rsidR="00385E06">
        <w:t xml:space="preserve">Calendar </w:t>
      </w:r>
      <w:r w:rsidR="00627870" w:rsidRPr="00627870">
        <w:t>Report Scenario</w:t>
      </w:r>
      <w:bookmarkEnd w:id="22"/>
    </w:p>
    <w:p w14:paraId="78C05B88" w14:textId="77777777" w:rsidR="00627870" w:rsidRPr="00627870" w:rsidRDefault="00627870" w:rsidP="00627870"/>
    <w:p w14:paraId="06845FFA" w14:textId="77777777" w:rsidR="00627870" w:rsidRPr="00627870" w:rsidRDefault="00627870" w:rsidP="00F307D3">
      <w:pPr>
        <w:pStyle w:val="Graphic"/>
      </w:pPr>
      <w:r w:rsidRPr="00627870">
        <w:rPr>
          <w:noProof/>
          <w:lang w:val="en-US"/>
        </w:rPr>
        <mc:AlternateContent>
          <mc:Choice Requires="wpc">
            <w:drawing>
              <wp:inline distT="0" distB="0" distL="0" distR="0" wp14:anchorId="74710765" wp14:editId="2F35A91A">
                <wp:extent cx="5373370" cy="1466850"/>
                <wp:effectExtent l="0" t="0" r="0" b="0"/>
                <wp:docPr id="329" name="Area di disegno 3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17" name="Picture 8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693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8" name="Picture 8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4465576" y="72115"/>
                            <a:ext cx="907794"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9" name="Text Box 89"/>
                        <wps:cNvSpPr txBox="1">
                          <a:spLocks noChangeArrowheads="1"/>
                        </wps:cNvSpPr>
                        <wps:spPr bwMode="auto">
                          <a:xfrm>
                            <a:off x="1296408" y="360575"/>
                            <a:ext cx="2303866"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EB1A6" w14:textId="1EC365A3" w:rsidR="00AA275D" w:rsidRPr="00957EA0" w:rsidRDefault="00AA275D" w:rsidP="00627870">
                              <w:pPr>
                                <w:autoSpaceDE w:val="0"/>
                                <w:autoSpaceDN w:val="0"/>
                                <w:adjustRightInd w:val="0"/>
                                <w:spacing w:before="0"/>
                                <w:rPr>
                                  <w:rFonts w:cs="Arial"/>
                                  <w:sz w:val="18"/>
                                  <w:szCs w:val="18"/>
                                </w:rPr>
                              </w:pPr>
                              <w:r>
                                <w:t xml:space="preserve">Calendar </w:t>
                              </w:r>
                              <w:r w:rsidRPr="005E3C1F">
                                <w:rPr>
                                  <w:rFonts w:cs="Arial"/>
                                  <w:sz w:val="18"/>
                                  <w:szCs w:val="18"/>
                                </w:rPr>
                                <w:t>Query (reda.</w:t>
                              </w:r>
                              <w:r>
                                <w:t>064</w:t>
                              </w:r>
                              <w:r w:rsidRPr="005E3C1F">
                                <w:rPr>
                                  <w:rFonts w:cs="Arial"/>
                                  <w:sz w:val="18"/>
                                  <w:szCs w:val="18"/>
                                </w:rPr>
                                <w:t>)</w:t>
                              </w:r>
                            </w:p>
                          </w:txbxContent>
                        </wps:txbx>
                        <wps:bodyPr rot="0" vert="horz" wrap="square" lIns="91440" tIns="45720" rIns="91440" bIns="45720" anchor="t" anchorCtr="0" upright="1">
                          <a:noAutofit/>
                        </wps:bodyPr>
                      </wps:wsp>
                      <wps:wsp>
                        <wps:cNvPr id="320" name="Line 90"/>
                        <wps:cNvCnPr/>
                        <wps:spPr bwMode="auto">
                          <a:xfrm>
                            <a:off x="2781300" y="504805"/>
                            <a:ext cx="1684276"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321" name="Line 91"/>
                        <wps:cNvCnPr/>
                        <wps:spPr bwMode="auto">
                          <a:xfrm flipH="1">
                            <a:off x="864529" y="488694"/>
                            <a:ext cx="502184" cy="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22" name="Text Box 92"/>
                        <wps:cNvSpPr txBox="1">
                          <a:spLocks noChangeArrowheads="1"/>
                        </wps:cNvSpPr>
                        <wps:spPr bwMode="auto">
                          <a:xfrm>
                            <a:off x="1009776" y="72115"/>
                            <a:ext cx="2190624"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22DDE" w14:textId="77777777" w:rsidR="00AA275D" w:rsidRDefault="00AA275D"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wps:txbx>
                        <wps:bodyPr rot="0" vert="horz" wrap="square" lIns="91440" tIns="45720" rIns="91440" bIns="45720" upright="1">
                          <a:noAutofit/>
                        </wps:bodyPr>
                      </wps:wsp>
                      <wps:wsp>
                        <wps:cNvPr id="323" name="Text Box 93"/>
                        <wps:cNvSpPr txBox="1">
                          <a:spLocks noChangeArrowheads="1"/>
                        </wps:cNvSpPr>
                        <wps:spPr bwMode="auto">
                          <a:xfrm>
                            <a:off x="1296408" y="602237"/>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718D6" w14:textId="47D87D8D" w:rsidR="00AA275D" w:rsidRDefault="00AA275D" w:rsidP="00627870">
                              <w:pPr>
                                <w:autoSpaceDE w:val="0"/>
                                <w:autoSpaceDN w:val="0"/>
                                <w:adjustRightInd w:val="0"/>
                                <w:spacing w:before="0"/>
                                <w:rPr>
                                  <w:rFonts w:cs="Arial"/>
                                  <w:color w:val="000000"/>
                                  <w:sz w:val="18"/>
                                  <w:szCs w:val="18"/>
                                </w:rPr>
                              </w:pPr>
                              <w:r>
                                <w:t>Calendar</w:t>
                              </w:r>
                              <w:r>
                                <w:rPr>
                                  <w:rFonts w:cs="Arial"/>
                                  <w:color w:val="000000"/>
                                  <w:sz w:val="18"/>
                                  <w:szCs w:val="18"/>
                                </w:rPr>
                                <w:t xml:space="preserve"> Report (reda.065</w:t>
                              </w:r>
                              <w:r w:rsidRPr="005E3C1F">
                                <w:rPr>
                                  <w:rFonts w:cs="Arial"/>
                                  <w:color w:val="000000"/>
                                  <w:sz w:val="18"/>
                                  <w:szCs w:val="18"/>
                                </w:rPr>
                                <w:t>)</w:t>
                              </w:r>
                              <w:r>
                                <w:rPr>
                                  <w:rFonts w:cs="Arial"/>
                                  <w:color w:val="000000"/>
                                  <w:sz w:val="18"/>
                                  <w:szCs w:val="18"/>
                                </w:rPr>
                                <w:t>: ERROR</w:t>
                              </w:r>
                            </w:p>
                          </w:txbxContent>
                        </wps:txbx>
                        <wps:bodyPr rot="0" vert="horz" wrap="square" lIns="91440" tIns="45720" rIns="91440" bIns="45720" anchor="t" anchorCtr="0" upright="1">
                          <a:noAutofit/>
                        </wps:bodyPr>
                      </wps:wsp>
                      <wps:wsp>
                        <wps:cNvPr id="324" name="Line 94"/>
                        <wps:cNvCnPr/>
                        <wps:spPr bwMode="auto">
                          <a:xfrm flipH="1">
                            <a:off x="3276600" y="708108"/>
                            <a:ext cx="1185887" cy="122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5" name="Line 95"/>
                        <wps:cNvCnPr/>
                        <wps:spPr bwMode="auto">
                          <a:xfrm flipH="1">
                            <a:off x="861439" y="720383"/>
                            <a:ext cx="505274"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326" name="Text Box 96"/>
                        <wps:cNvSpPr txBox="1">
                          <a:spLocks noChangeArrowheads="1"/>
                        </wps:cNvSpPr>
                        <wps:spPr bwMode="auto">
                          <a:xfrm>
                            <a:off x="1296408" y="850804"/>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1C9A" w14:textId="5088FB66" w:rsidR="00AA275D" w:rsidRDefault="00AA275D" w:rsidP="00627870">
                              <w:pPr>
                                <w:autoSpaceDE w:val="0"/>
                                <w:autoSpaceDN w:val="0"/>
                                <w:adjustRightInd w:val="0"/>
                                <w:spacing w:before="0"/>
                                <w:rPr>
                                  <w:rFonts w:cs="Arial"/>
                                  <w:color w:val="000000"/>
                                  <w:sz w:val="18"/>
                                  <w:szCs w:val="18"/>
                                </w:rPr>
                              </w:pPr>
                              <w:r>
                                <w:t>Calendar</w:t>
                              </w:r>
                              <w:r w:rsidRPr="005E3C1F">
                                <w:rPr>
                                  <w:rFonts w:cs="Arial"/>
                                  <w:color w:val="000000"/>
                                  <w:sz w:val="18"/>
                                  <w:szCs w:val="18"/>
                                </w:rPr>
                                <w:t xml:space="preserve"> Report (reda.</w:t>
                              </w:r>
                              <w:r>
                                <w:t>065</w:t>
                              </w:r>
                              <w:r w:rsidRPr="005E3C1F">
                                <w:rPr>
                                  <w:rFonts w:cs="Arial"/>
                                  <w:color w:val="000000"/>
                                  <w:sz w:val="18"/>
                                  <w:szCs w:val="18"/>
                                </w:rPr>
                                <w:t>)</w:t>
                              </w:r>
                            </w:p>
                          </w:txbxContent>
                        </wps:txbx>
                        <wps:bodyPr rot="0" vert="horz" wrap="square" lIns="91440" tIns="45720" rIns="91440" bIns="45720" anchor="t" anchorCtr="0" upright="1">
                          <a:noAutofit/>
                        </wps:bodyPr>
                      </wps:wsp>
                      <wps:wsp>
                        <wps:cNvPr id="327" name="Line 97"/>
                        <wps:cNvCnPr/>
                        <wps:spPr bwMode="auto">
                          <a:xfrm flipH="1">
                            <a:off x="2819400" y="975087"/>
                            <a:ext cx="16461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98"/>
                        <wps:cNvCnPr/>
                        <wps:spPr bwMode="auto">
                          <a:xfrm flipH="1">
                            <a:off x="864530" y="979690"/>
                            <a:ext cx="50218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4710765" id="Area di disegno 329" o:spid="_x0000_s1026" editas="canvas" style="width:423.1pt;height:115.5pt;mso-position-horizontal-relative:char;mso-position-vertical-relative:line" coordsize="53733,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">
                <v:shape id="_x0000_s1027" type="#_x0000_t75" style="position:absolute;width:53733;height:14668;visibility:visible;mso-wrap-style:square">
                  <v:fill o:detectmouseclick="t"/>
                  <v:path o:connecttype="none"/>
                </v:shape>
                <v:shape id="Picture 87" o:spid="_x0000_s1028"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0" o:title=""/>
                </v:shape>
                <v:shape id="Picture 88" o:spid="_x0000_s1029"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1" o:title=""/>
                </v:shape>
                <v:shapetype id="_x0000_t202" coordsize="21600,21600" o:spt="202" path="m,l,21600r21600,l21600,xe">
                  <v:stroke joinstyle="miter"/>
                  <v:path gradientshapeok="t" o:connecttype="rect"/>
                </v:shapetype>
                <v:shape id="Text Box 89" o:spid="_x0000_s1030" type="#_x0000_t202" style="position:absolute;left:12964;top:3605;width:2303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w:txbxContent>
                      <w:p w14:paraId="7E2EB1A6" w14:textId="1EC365A3" w:rsidR="00AA275D" w:rsidRPr="00957EA0" w:rsidRDefault="00AA275D" w:rsidP="00627870">
                        <w:pPr>
                          <w:autoSpaceDE w:val="0"/>
                          <w:autoSpaceDN w:val="0"/>
                          <w:adjustRightInd w:val="0"/>
                          <w:spacing w:before="0"/>
                          <w:rPr>
                            <w:rFonts w:cs="Arial"/>
                            <w:sz w:val="18"/>
                            <w:szCs w:val="18"/>
                          </w:rPr>
                        </w:pPr>
                        <w:r>
                          <w:t xml:space="preserve">Calendar </w:t>
                        </w:r>
                        <w:r w:rsidRPr="005E3C1F">
                          <w:rPr>
                            <w:rFonts w:cs="Arial"/>
                            <w:sz w:val="18"/>
                            <w:szCs w:val="18"/>
                          </w:rPr>
                          <w:t>Query (reda.</w:t>
                        </w:r>
                        <w:r>
                          <w:t>064</w:t>
                        </w:r>
                        <w:r w:rsidRPr="005E3C1F">
                          <w:rPr>
                            <w:rFonts w:cs="Arial"/>
                            <w:sz w:val="18"/>
                            <w:szCs w:val="18"/>
                          </w:rPr>
                          <w:t>)</w:t>
                        </w:r>
                      </w:p>
                    </w:txbxContent>
                  </v:textbox>
                </v:shape>
                <v:line id="Line 90" o:spid="_x0000_s1031" style="position:absolute;visibility:visible;mso-wrap-style:square" from="27813,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" strokecolor="black [3213]">
                  <v:stroke endarrow="block"/>
                </v:line>
                <v:line id="Line 91" o:spid="_x0000_s1032" style="position:absolute;flip:x;visibility:visible;mso-wrap-style:square" from="8645,4886" to="13667,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" strokecolor="black [3213]"/>
                <v:shape id="Text Box 92" o:spid="_x0000_s1033" type="#_x0000_t202" style="position:absolute;left:10097;top:721;width:219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w:txbxContent>
                      <w:p w14:paraId="33922DDE" w14:textId="77777777" w:rsidR="00AA275D" w:rsidRDefault="00AA275D"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v:textbox>
                </v:shape>
                <v:shape id="Text Box 93" o:spid="_x0000_s1034" type="#_x0000_t202" style="position:absolute;left:12964;top:6022;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w:txbxContent>
                      <w:p w14:paraId="4B1718D6" w14:textId="47D87D8D" w:rsidR="00AA275D" w:rsidRDefault="00AA275D" w:rsidP="00627870">
                        <w:pPr>
                          <w:autoSpaceDE w:val="0"/>
                          <w:autoSpaceDN w:val="0"/>
                          <w:adjustRightInd w:val="0"/>
                          <w:spacing w:before="0"/>
                          <w:rPr>
                            <w:rFonts w:cs="Arial"/>
                            <w:color w:val="000000"/>
                            <w:sz w:val="18"/>
                            <w:szCs w:val="18"/>
                          </w:rPr>
                        </w:pPr>
                        <w:r>
                          <w:t>Calendar</w:t>
                        </w:r>
                        <w:r>
                          <w:rPr>
                            <w:rFonts w:cs="Arial"/>
                            <w:color w:val="000000"/>
                            <w:sz w:val="18"/>
                            <w:szCs w:val="18"/>
                          </w:rPr>
                          <w:t xml:space="preserve"> Report (reda.065</w:t>
                        </w:r>
                        <w:r w:rsidRPr="005E3C1F">
                          <w:rPr>
                            <w:rFonts w:cs="Arial"/>
                            <w:color w:val="000000"/>
                            <w:sz w:val="18"/>
                            <w:szCs w:val="18"/>
                          </w:rPr>
                          <w:t>)</w:t>
                        </w:r>
                        <w:r>
                          <w:rPr>
                            <w:rFonts w:cs="Arial"/>
                            <w:color w:val="000000"/>
                            <w:sz w:val="18"/>
                            <w:szCs w:val="18"/>
                          </w:rPr>
                          <w:t>: ERROR</w:t>
                        </w:r>
                      </w:p>
                    </w:txbxContent>
                  </v:textbox>
                </v:shape>
                <v:line id="Line 94" o:spid="_x0000_s1035" style="position:absolute;flip:x;visibility:visible;mso-wrap-style:square" from="32766,7081" to="4462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1036" style="position:absolute;flip:x;visibility:visible;mso-wrap-style:squar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1037" type="#_x0000_t202" style="position:absolute;left:12964;top:8508;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w:txbxContent>
                      <w:p w14:paraId="11FC1C9A" w14:textId="5088FB66" w:rsidR="00AA275D" w:rsidRDefault="00AA275D" w:rsidP="00627870">
                        <w:pPr>
                          <w:autoSpaceDE w:val="0"/>
                          <w:autoSpaceDN w:val="0"/>
                          <w:adjustRightInd w:val="0"/>
                          <w:spacing w:before="0"/>
                          <w:rPr>
                            <w:rFonts w:cs="Arial"/>
                            <w:color w:val="000000"/>
                            <w:sz w:val="18"/>
                            <w:szCs w:val="18"/>
                          </w:rPr>
                        </w:pPr>
                        <w:r>
                          <w:t>Calendar</w:t>
                        </w:r>
                        <w:r w:rsidRPr="005E3C1F">
                          <w:rPr>
                            <w:rFonts w:cs="Arial"/>
                            <w:color w:val="000000"/>
                            <w:sz w:val="18"/>
                            <w:szCs w:val="18"/>
                          </w:rPr>
                          <w:t xml:space="preserve"> Report (reda.</w:t>
                        </w:r>
                        <w:r>
                          <w:t>065</w:t>
                        </w:r>
                        <w:r w:rsidRPr="005E3C1F">
                          <w:rPr>
                            <w:rFonts w:cs="Arial"/>
                            <w:color w:val="000000"/>
                            <w:sz w:val="18"/>
                            <w:szCs w:val="18"/>
                          </w:rPr>
                          <w:t>)</w:t>
                        </w:r>
                      </w:p>
                    </w:txbxContent>
                  </v:textbox>
                </v:shape>
                <v:line id="Line 97" o:spid="_x0000_s1038" style="position:absolute;flip:x;visibility:visible;mso-wrap-style:square" from="28194,9750" to="44655,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1039" style="position:absolute;flip:x;visibility:visible;mso-wrap-style:square" from="8645,9796" to="13667,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">
                  <v:stroke endarrow="block"/>
                </v:line>
                <w10:anchorlock/>
              </v:group>
            </w:pict>
          </mc:Fallback>
        </mc:AlternateContent>
      </w:r>
    </w:p>
    <w:p w14:paraId="1F62BF22" w14:textId="15793F28" w:rsidR="00627870" w:rsidRPr="00627870" w:rsidRDefault="00D16CBF" w:rsidP="00FF1E86">
      <w:pPr>
        <w:pStyle w:val="BlockLabelBeforeXML"/>
      </w:pPr>
      <w:r>
        <w:t>Calendar</w:t>
      </w:r>
      <w:r w:rsidR="00627870" w:rsidRPr="00627870">
        <w:t xml:space="preserve"> Query</w:t>
      </w:r>
    </w:p>
    <w:p w14:paraId="2A4B2F81" w14:textId="77777777" w:rsidR="00627870" w:rsidRPr="00627870" w:rsidRDefault="00627870" w:rsidP="00FF1E86">
      <w:r w:rsidRPr="00627870">
        <w:t>The Instructing Party sends an instruction to the Executing/Servicing Party to run a query according to specified criteria.</w:t>
      </w:r>
    </w:p>
    <w:p w14:paraId="216A2B87" w14:textId="0191DD03" w:rsidR="00627870" w:rsidRPr="00627870" w:rsidRDefault="00D16CBF" w:rsidP="00FF1E86">
      <w:pPr>
        <w:pStyle w:val="BlockLabelBeforeXML"/>
      </w:pPr>
      <w:r>
        <w:t>Calendar</w:t>
      </w:r>
      <w:r w:rsidR="00627870" w:rsidRPr="00627870">
        <w:t xml:space="preserve"> Report </w:t>
      </w:r>
    </w:p>
    <w:p w14:paraId="01148E59" w14:textId="77777777" w:rsidR="00627870" w:rsidRPr="00627870" w:rsidRDefault="00627870" w:rsidP="00FF1E86">
      <w:r w:rsidRPr="00627870">
        <w:t>Depending on the query criteria, it is possible that the processing will take more than a certain time or that the result of the query will be empty due to wrong combination of criteria or no result set. In this case, an error message within a query response message is sent to the Instructing Party.</w:t>
      </w:r>
    </w:p>
    <w:p w14:paraId="0CA59792" w14:textId="59D37CF2" w:rsidR="00627870" w:rsidRPr="00627870" w:rsidRDefault="00D16CBF" w:rsidP="00FF1E86">
      <w:pPr>
        <w:pStyle w:val="BlockLabelBeforeXML"/>
      </w:pPr>
      <w:r>
        <w:t>Calendar</w:t>
      </w:r>
      <w:r w:rsidR="00627870" w:rsidRPr="00627870">
        <w:t xml:space="preserve"> Report </w:t>
      </w:r>
    </w:p>
    <w:p w14:paraId="47B46819" w14:textId="77777777" w:rsidR="00FF1E86" w:rsidRDefault="00627870" w:rsidP="00FF1E86">
      <w:bookmarkStart w:id="23" w:name="_Toc52263286"/>
      <w:r w:rsidRPr="00627870">
        <w:t>The Executing/Servicing Party sends a query response that meets the specified criteria to the Instructing Party.</w:t>
      </w:r>
    </w:p>
    <w:p w14:paraId="4130BB7D" w14:textId="77777777" w:rsidR="000E53BB" w:rsidRDefault="00B5372E" w:rsidP="00A8050C">
      <w:pPr>
        <w:pStyle w:val="Heading1"/>
      </w:pPr>
      <w:bookmarkStart w:id="24" w:name="_Toc131584271"/>
      <w:bookmarkEnd w:id="23"/>
      <w:r>
        <w:lastRenderedPageBreak/>
        <w:t>Business Examples</w:t>
      </w:r>
      <w:bookmarkEnd w:id="24"/>
    </w:p>
    <w:p w14:paraId="05958574" w14:textId="77777777" w:rsidR="002E1CB1" w:rsidRPr="002E1CB1" w:rsidRDefault="002E1CB1" w:rsidP="002E1CB1">
      <w:r w:rsidRPr="002E1CB1">
        <w:t xml:space="preserve">This section describes business examples of the use of the various </w:t>
      </w:r>
      <w:r w:rsidR="00FC3EE2">
        <w:t xml:space="preserve">candidate </w:t>
      </w:r>
      <w:r w:rsidRPr="002E1CB1">
        <w:t>MessageDefinitions.</w:t>
      </w:r>
    </w:p>
    <w:p w14:paraId="0289E053" w14:textId="73781F61" w:rsidR="00F307D3" w:rsidRPr="00F307D3" w:rsidRDefault="006D128B" w:rsidP="00F307D3">
      <w:pPr>
        <w:pStyle w:val="Heading2"/>
      </w:pPr>
      <w:bookmarkStart w:id="25" w:name="_Toc52263304"/>
      <w:bookmarkStart w:id="26" w:name="_Toc131584272"/>
      <w:bookmarkEnd w:id="5"/>
      <w:r>
        <w:t xml:space="preserve">Calendar </w:t>
      </w:r>
      <w:r w:rsidR="00F307D3" w:rsidRPr="00F307D3">
        <w:t>Query - reda.0</w:t>
      </w:r>
      <w:r>
        <w:t>64</w:t>
      </w:r>
      <w:r w:rsidR="00F307D3" w:rsidRPr="00F307D3">
        <w:t>.001.0</w:t>
      </w:r>
      <w:bookmarkEnd w:id="25"/>
      <w:r w:rsidR="000E77F7">
        <w:t>2</w:t>
      </w:r>
      <w:bookmarkEnd w:id="26"/>
    </w:p>
    <w:p w14:paraId="7E6F8AD1" w14:textId="77777777" w:rsidR="00F307D3" w:rsidRPr="00F307D3" w:rsidRDefault="00F307D3" w:rsidP="00821814">
      <w:pPr>
        <w:pStyle w:val="BlockLabel"/>
      </w:pPr>
      <w:bookmarkStart w:id="27" w:name="_Toc491193447"/>
      <w:r w:rsidRPr="00F307D3">
        <w:t>Description</w:t>
      </w:r>
      <w:bookmarkEnd w:id="27"/>
    </w:p>
    <w:p w14:paraId="6F99DF72" w14:textId="21BEB6FA" w:rsidR="00F307D3" w:rsidRPr="00F307D3" w:rsidRDefault="00F307D3" w:rsidP="00F307D3">
      <w:r w:rsidRPr="00F307D3">
        <w:t xml:space="preserve">In this example the </w:t>
      </w:r>
      <w:r w:rsidR="006D128B" w:rsidRPr="006D128B">
        <w:t xml:space="preserve">calendar for December 2018 </w:t>
      </w:r>
      <w:r w:rsidR="006D128B">
        <w:t xml:space="preserve">and the service "RTGS" </w:t>
      </w:r>
      <w:r w:rsidR="006D128B" w:rsidRPr="006D128B">
        <w:t xml:space="preserve">for currency EUR is </w:t>
      </w:r>
      <w:r w:rsidR="006D128B">
        <w:t>requested.</w:t>
      </w:r>
    </w:p>
    <w:p w14:paraId="7D1E0069" w14:textId="77777777" w:rsidR="00F307D3" w:rsidRPr="0088547B" w:rsidRDefault="00F307D3" w:rsidP="00821814">
      <w:pPr>
        <w:pStyle w:val="BlockLabel"/>
        <w:rPr>
          <w:lang w:val="fr-FR"/>
        </w:rPr>
      </w:pPr>
      <w:r w:rsidRPr="0088547B">
        <w:rPr>
          <w:lang w:val="fr-FR"/>
        </w:rPr>
        <w:t>Message Instance</w:t>
      </w:r>
    </w:p>
    <w:p w14:paraId="64E28150" w14:textId="77777777" w:rsidR="000844C1" w:rsidRPr="0088547B" w:rsidRDefault="000844C1" w:rsidP="000844C1">
      <w:pPr>
        <w:pStyle w:val="XMLCode"/>
        <w:rPr>
          <w:lang w:val="fr-FR"/>
        </w:rPr>
      </w:pPr>
      <w:r w:rsidRPr="0088547B">
        <w:rPr>
          <w:highlight w:val="white"/>
          <w:lang w:val="fr-FR"/>
        </w:rPr>
        <w:t>&lt;Document</w:t>
      </w:r>
      <w:r w:rsidRPr="0088547B">
        <w:rPr>
          <w:lang w:val="fr-FR"/>
        </w:rPr>
        <w:t>&gt;</w:t>
      </w:r>
    </w:p>
    <w:p w14:paraId="4C8D4D4D" w14:textId="77777777" w:rsidR="000844C1" w:rsidRPr="0088547B" w:rsidRDefault="000844C1" w:rsidP="000844C1">
      <w:pPr>
        <w:pStyle w:val="XMLCode"/>
        <w:rPr>
          <w:lang w:val="fr-FR"/>
        </w:rPr>
      </w:pPr>
      <w:r w:rsidRPr="0088547B">
        <w:rPr>
          <w:lang w:val="fr-FR"/>
        </w:rPr>
        <w:tab/>
        <w:t>&lt;CalQry&gt;</w:t>
      </w:r>
    </w:p>
    <w:p w14:paraId="63DB5731" w14:textId="77777777" w:rsidR="000844C1" w:rsidRPr="0088547B" w:rsidRDefault="000844C1" w:rsidP="000844C1">
      <w:pPr>
        <w:pStyle w:val="XMLCode"/>
        <w:rPr>
          <w:lang w:val="fr-FR"/>
        </w:rPr>
      </w:pPr>
      <w:r w:rsidRPr="0088547B">
        <w:rPr>
          <w:lang w:val="fr-FR"/>
        </w:rPr>
        <w:tab/>
      </w:r>
      <w:r w:rsidRPr="0088547B">
        <w:rPr>
          <w:lang w:val="fr-FR"/>
        </w:rPr>
        <w:tab/>
        <w:t>&lt;MsgHdr&gt;</w:t>
      </w:r>
    </w:p>
    <w:p w14:paraId="70ACD2EE" w14:textId="77777777" w:rsidR="000844C1" w:rsidRPr="000844C1" w:rsidRDefault="000844C1" w:rsidP="000844C1">
      <w:pPr>
        <w:pStyle w:val="XMLCode"/>
        <w:rPr>
          <w:lang w:val="en-US"/>
        </w:rPr>
      </w:pPr>
      <w:r w:rsidRPr="0088547B">
        <w:rPr>
          <w:lang w:val="fr-FR"/>
        </w:rPr>
        <w:tab/>
      </w:r>
      <w:r w:rsidRPr="0088547B">
        <w:rPr>
          <w:lang w:val="fr-FR"/>
        </w:rPr>
        <w:tab/>
      </w:r>
      <w:r w:rsidRPr="0088547B">
        <w:rPr>
          <w:lang w:val="fr-FR"/>
        </w:rPr>
        <w:tab/>
      </w:r>
      <w:r w:rsidRPr="000844C1">
        <w:rPr>
          <w:lang w:val="en-US"/>
        </w:rPr>
        <w:t>&lt;MsgId&gt;NONREF&lt;/MsgId&gt;</w:t>
      </w:r>
    </w:p>
    <w:p w14:paraId="3124F663" w14:textId="77777777" w:rsidR="000844C1" w:rsidRPr="000844C1" w:rsidRDefault="000844C1" w:rsidP="000844C1">
      <w:pPr>
        <w:pStyle w:val="XMLCode"/>
        <w:rPr>
          <w:lang w:val="en-US"/>
        </w:rPr>
      </w:pPr>
      <w:r w:rsidRPr="000844C1">
        <w:rPr>
          <w:lang w:val="en-US"/>
        </w:rPr>
        <w:tab/>
      </w:r>
      <w:r w:rsidRPr="000844C1">
        <w:rPr>
          <w:lang w:val="en-US"/>
        </w:rPr>
        <w:tab/>
        <w:t>&lt;/MsgHdr&gt;</w:t>
      </w:r>
    </w:p>
    <w:p w14:paraId="720D0C9A" w14:textId="77777777" w:rsidR="000844C1" w:rsidRPr="000844C1" w:rsidRDefault="000844C1" w:rsidP="000844C1">
      <w:pPr>
        <w:pStyle w:val="XMLCode"/>
        <w:rPr>
          <w:lang w:val="en-US"/>
        </w:rPr>
      </w:pPr>
      <w:r w:rsidRPr="000844C1">
        <w:rPr>
          <w:lang w:val="en-US"/>
        </w:rPr>
        <w:tab/>
      </w:r>
      <w:r w:rsidRPr="000844C1">
        <w:rPr>
          <w:lang w:val="en-US"/>
        </w:rPr>
        <w:tab/>
        <w:t>&lt;SchCrit&gt;</w:t>
      </w:r>
    </w:p>
    <w:p w14:paraId="79A96B9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&lt;Yr&gt;2018&lt;/Yr&gt;</w:t>
      </w:r>
    </w:p>
    <w:p w14:paraId="7390DB8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&lt;Mnth&gt;--12&lt;/Mnth&gt;</w:t>
      </w:r>
    </w:p>
    <w:p w14:paraId="17422D3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&lt;Svc&gt;</w:t>
      </w:r>
    </w:p>
    <w:p w14:paraId="60CCB3B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t>&lt;SysId&gt;</w:t>
      </w:r>
    </w:p>
    <w:p w14:paraId="2816C062"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r>
      <w:r w:rsidRPr="000844C1">
        <w:rPr>
          <w:lang w:val="en-US"/>
        </w:rPr>
        <w:tab/>
        <w:t>&lt;MktInfrstrctrId&gt;</w:t>
      </w:r>
    </w:p>
    <w:p w14:paraId="0BDF27BA"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r>
      <w:r w:rsidRPr="000844C1">
        <w:rPr>
          <w:lang w:val="en-US"/>
        </w:rPr>
        <w:tab/>
      </w:r>
      <w:r w:rsidRPr="000844C1">
        <w:rPr>
          <w:lang w:val="en-US"/>
        </w:rPr>
        <w:tab/>
        <w:t>&lt;Prtry&gt;RTGS&lt;/Prtry&gt;</w:t>
      </w:r>
    </w:p>
    <w:p w14:paraId="0B03BFEC"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r>
      <w:r w:rsidRPr="000844C1">
        <w:rPr>
          <w:lang w:val="en-US"/>
        </w:rPr>
        <w:tab/>
        <w:t>&lt;/MktInfrstrctrId&gt;</w:t>
      </w:r>
    </w:p>
    <w:p w14:paraId="29E680CD"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t>&lt;/SysId&gt;</w:t>
      </w:r>
    </w:p>
    <w:p w14:paraId="0AE7F791"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t>&lt;SysCcy&gt;EUR&lt;/SysCcy&gt;</w:t>
      </w:r>
    </w:p>
    <w:p w14:paraId="001126E8"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&lt;/Svc&gt;</w:t>
      </w:r>
    </w:p>
    <w:p w14:paraId="2D0E52B9" w14:textId="77777777" w:rsidR="000844C1" w:rsidRPr="000844C1" w:rsidRDefault="000844C1" w:rsidP="000844C1">
      <w:pPr>
        <w:pStyle w:val="XMLCode"/>
        <w:rPr>
          <w:lang w:val="en-US"/>
        </w:rPr>
      </w:pPr>
      <w:r w:rsidRPr="000844C1">
        <w:rPr>
          <w:lang w:val="en-US"/>
        </w:rPr>
        <w:tab/>
      </w:r>
      <w:r w:rsidRPr="000844C1">
        <w:rPr>
          <w:lang w:val="en-US"/>
        </w:rPr>
        <w:tab/>
        <w:t>&lt;/SchCrit&gt;</w:t>
      </w:r>
    </w:p>
    <w:p w14:paraId="19883EC7" w14:textId="77777777" w:rsidR="000844C1" w:rsidRPr="000844C1" w:rsidRDefault="000844C1" w:rsidP="000844C1">
      <w:pPr>
        <w:pStyle w:val="XMLCode"/>
        <w:rPr>
          <w:lang w:val="en-US"/>
        </w:rPr>
      </w:pPr>
      <w:r w:rsidRPr="000844C1">
        <w:rPr>
          <w:lang w:val="en-US"/>
        </w:rPr>
        <w:tab/>
        <w:t>&lt;/CalQry&gt;</w:t>
      </w:r>
    </w:p>
    <w:p w14:paraId="1ADD28EB" w14:textId="77777777" w:rsidR="000844C1" w:rsidRPr="000844C1" w:rsidRDefault="000844C1" w:rsidP="000844C1">
      <w:pPr>
        <w:pStyle w:val="XMLCode"/>
        <w:rPr>
          <w:lang w:val="en-US"/>
        </w:rPr>
      </w:pPr>
      <w:r w:rsidRPr="000844C1">
        <w:rPr>
          <w:lang w:val="en-US"/>
        </w:rPr>
        <w:t>&lt;/Document&gt;</w:t>
      </w:r>
    </w:p>
    <w:p w14:paraId="509FB9A3" w14:textId="77777777" w:rsidR="000844C1" w:rsidRDefault="000844C1" w:rsidP="000844C1">
      <w:pPr>
        <w:pStyle w:val="Heading2"/>
        <w:numPr>
          <w:ilvl w:val="0"/>
          <w:numId w:val="0"/>
        </w:numPr>
        <w:ind w:left="1008"/>
      </w:pPr>
      <w:bookmarkStart w:id="28" w:name="_Toc52263305"/>
    </w:p>
    <w:p w14:paraId="4D84FCB6" w14:textId="7EF1F724" w:rsidR="00F307D3" w:rsidRPr="00F307D3" w:rsidRDefault="001B68E3" w:rsidP="00F307D3">
      <w:pPr>
        <w:pStyle w:val="Heading2"/>
      </w:pPr>
      <w:bookmarkStart w:id="29" w:name="_Toc131584273"/>
      <w:r>
        <w:t xml:space="preserve">Calendar </w:t>
      </w:r>
      <w:r w:rsidR="00F307D3" w:rsidRPr="00F307D3">
        <w:t>Report - reda.0</w:t>
      </w:r>
      <w:r>
        <w:t>65</w:t>
      </w:r>
      <w:r w:rsidR="00F307D3" w:rsidRPr="00F307D3">
        <w:t>.001.0</w:t>
      </w:r>
      <w:bookmarkEnd w:id="28"/>
      <w:r w:rsidR="000E77F7">
        <w:t>2</w:t>
      </w:r>
      <w:bookmarkEnd w:id="29"/>
    </w:p>
    <w:p w14:paraId="01DFB194" w14:textId="77777777" w:rsidR="00F307D3" w:rsidRPr="00F307D3" w:rsidRDefault="00F307D3" w:rsidP="00821814">
      <w:pPr>
        <w:pStyle w:val="BlockLabel"/>
      </w:pPr>
      <w:bookmarkStart w:id="30" w:name="_Toc491193449"/>
      <w:r w:rsidRPr="00F307D3">
        <w:t>Description</w:t>
      </w:r>
      <w:bookmarkEnd w:id="30"/>
    </w:p>
    <w:p w14:paraId="5FA9295D" w14:textId="18CE70F9" w:rsidR="001B68E3" w:rsidRPr="001B68E3" w:rsidRDefault="001B68E3" w:rsidP="001B68E3">
      <w:r w:rsidRPr="001B68E3">
        <w:t xml:space="preserve">In this example, the calendar for December 2018 for </w:t>
      </w:r>
      <w:r>
        <w:t xml:space="preserve">service "RTGS" and </w:t>
      </w:r>
      <w:r w:rsidRPr="001B68E3">
        <w:t xml:space="preserve">currency EUR is reported. </w:t>
      </w:r>
    </w:p>
    <w:p w14:paraId="37E9542A" w14:textId="77777777" w:rsidR="00F307D3" w:rsidRPr="0088547B" w:rsidRDefault="00F307D3" w:rsidP="00821814">
      <w:pPr>
        <w:pStyle w:val="BlockLabel"/>
        <w:rPr>
          <w:lang w:val="fr-FR"/>
        </w:rPr>
      </w:pPr>
      <w:r w:rsidRPr="0088547B">
        <w:rPr>
          <w:lang w:val="fr-FR"/>
        </w:rPr>
        <w:t>Message Instance</w:t>
      </w:r>
    </w:p>
    <w:p w14:paraId="53211DF0" w14:textId="5C3F3CDC" w:rsidR="005D4FE0" w:rsidRPr="0088547B" w:rsidRDefault="005D4FE0" w:rsidP="005D4FE0">
      <w:pPr>
        <w:pStyle w:val="XMLCode"/>
        <w:rPr>
          <w:lang w:val="fr-FR"/>
        </w:rPr>
      </w:pPr>
      <w:r w:rsidRPr="0088547B">
        <w:rPr>
          <w:highlight w:val="white"/>
          <w:lang w:val="fr-FR"/>
        </w:rPr>
        <w:t>&lt;Document</w:t>
      </w:r>
      <w:r w:rsidR="000844C1" w:rsidRPr="0088547B">
        <w:rPr>
          <w:lang w:val="fr-FR"/>
        </w:rPr>
        <w:t>&gt;</w:t>
      </w:r>
    </w:p>
    <w:p w14:paraId="4086DDDE" w14:textId="77A6C003" w:rsidR="005D4FE0" w:rsidRPr="0088547B" w:rsidRDefault="005D4FE0" w:rsidP="005D4FE0">
      <w:pPr>
        <w:pStyle w:val="XMLCode"/>
        <w:rPr>
          <w:lang w:val="fr-FR"/>
        </w:rPr>
      </w:pPr>
      <w:r w:rsidRPr="0088547B">
        <w:rPr>
          <w:lang w:val="fr-FR"/>
        </w:rPr>
        <w:t>&lt;CalRpt&gt;</w:t>
      </w:r>
    </w:p>
    <w:p w14:paraId="10FA53B6" w14:textId="77777777" w:rsidR="005D4FE0" w:rsidRPr="0088547B" w:rsidRDefault="005D4FE0" w:rsidP="005D4FE0">
      <w:pPr>
        <w:pStyle w:val="XMLCode"/>
        <w:rPr>
          <w:lang w:val="fr-FR"/>
        </w:rPr>
      </w:pPr>
      <w:r w:rsidRPr="0088547B">
        <w:rPr>
          <w:lang w:val="fr-FR"/>
        </w:rPr>
        <w:tab/>
      </w:r>
      <w:r w:rsidRPr="0088547B">
        <w:rPr>
          <w:lang w:val="fr-FR"/>
        </w:rPr>
        <w:tab/>
        <w:t>&lt;MsgHdr&gt;</w:t>
      </w:r>
    </w:p>
    <w:p w14:paraId="6E6A1A39"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t>&lt;MsgId&gt;NONREF&lt;/MsgId&gt;</w:t>
      </w:r>
    </w:p>
    <w:p w14:paraId="777CE3E1" w14:textId="77777777" w:rsidR="005D4FE0" w:rsidRPr="0088547B" w:rsidRDefault="005D4FE0" w:rsidP="005D4FE0">
      <w:pPr>
        <w:pStyle w:val="XMLCode"/>
        <w:rPr>
          <w:lang w:val="fr-FR"/>
        </w:rPr>
      </w:pPr>
      <w:r w:rsidRPr="0088547B">
        <w:rPr>
          <w:lang w:val="fr-FR"/>
        </w:rPr>
        <w:lastRenderedPageBreak/>
        <w:tab/>
      </w:r>
      <w:r w:rsidRPr="0088547B">
        <w:rPr>
          <w:lang w:val="fr-FR"/>
        </w:rPr>
        <w:tab/>
      </w:r>
      <w:r w:rsidRPr="0088547B">
        <w:rPr>
          <w:lang w:val="fr-FR"/>
        </w:rPr>
        <w:tab/>
        <w:t>&lt;OrgnlBizQry&gt;</w:t>
      </w:r>
    </w:p>
    <w:p w14:paraId="0D3F3397"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r>
      <w:r w:rsidRPr="0088547B">
        <w:rPr>
          <w:lang w:val="fr-FR"/>
        </w:rPr>
        <w:tab/>
        <w:t>&lt;MsgId&gt;MSGID0000100&lt;/MsgId&gt;</w:t>
      </w:r>
    </w:p>
    <w:p w14:paraId="4CAADD47"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t>&lt;/OrgnlBizQry&gt;</w:t>
      </w:r>
    </w:p>
    <w:p w14:paraId="51F7DA30" w14:textId="77777777" w:rsidR="005D4FE0" w:rsidRPr="0088547B" w:rsidRDefault="005D4FE0" w:rsidP="005D4FE0">
      <w:pPr>
        <w:pStyle w:val="XMLCode"/>
        <w:rPr>
          <w:lang w:val="fr-FR"/>
        </w:rPr>
      </w:pPr>
      <w:r w:rsidRPr="0088547B">
        <w:rPr>
          <w:lang w:val="fr-FR"/>
        </w:rPr>
        <w:tab/>
      </w:r>
      <w:r w:rsidRPr="0088547B">
        <w:rPr>
          <w:lang w:val="fr-FR"/>
        </w:rPr>
        <w:tab/>
        <w:t>&lt;/MsgHdr&gt;</w:t>
      </w:r>
    </w:p>
    <w:p w14:paraId="2C7A44C5" w14:textId="77777777" w:rsidR="005D4FE0" w:rsidRPr="0088547B" w:rsidRDefault="005D4FE0" w:rsidP="005D4FE0">
      <w:pPr>
        <w:pStyle w:val="XMLCode"/>
        <w:rPr>
          <w:lang w:val="fr-FR"/>
        </w:rPr>
      </w:pPr>
      <w:r w:rsidRPr="0088547B">
        <w:rPr>
          <w:lang w:val="fr-FR"/>
        </w:rPr>
        <w:tab/>
      </w:r>
      <w:r w:rsidRPr="0088547B">
        <w:rPr>
          <w:lang w:val="fr-FR"/>
        </w:rPr>
        <w:tab/>
        <w:t>&lt;RptOrErr&gt;</w:t>
      </w:r>
    </w:p>
    <w:p w14:paraId="69AD1188"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t>&lt;CalRpt&gt;</w:t>
      </w:r>
    </w:p>
    <w:p w14:paraId="2F8671B0"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r>
      <w:r w:rsidRPr="0088547B">
        <w:rPr>
          <w:lang w:val="fr-FR"/>
        </w:rPr>
        <w:tab/>
        <w:t>&lt;Svc&gt;</w:t>
      </w:r>
    </w:p>
    <w:p w14:paraId="53C43A43" w14:textId="77777777" w:rsidR="005D4FE0" w:rsidRPr="005D4FE0" w:rsidRDefault="005D4FE0" w:rsidP="005D4FE0">
      <w:pPr>
        <w:pStyle w:val="XMLCode"/>
      </w:pPr>
      <w:r w:rsidRPr="0088547B">
        <w:rPr>
          <w:lang w:val="fr-FR"/>
        </w:rPr>
        <w:tab/>
      </w:r>
      <w:r w:rsidRPr="0088547B">
        <w:rPr>
          <w:lang w:val="fr-FR"/>
        </w:rPr>
        <w:tab/>
      </w:r>
      <w:r w:rsidRPr="0088547B">
        <w:rPr>
          <w:lang w:val="fr-FR"/>
        </w:rPr>
        <w:tab/>
      </w:r>
      <w:r w:rsidRPr="0088547B">
        <w:rPr>
          <w:lang w:val="fr-FR"/>
        </w:rPr>
        <w:tab/>
      </w:r>
      <w:r w:rsidRPr="0088547B">
        <w:rPr>
          <w:lang w:val="fr-FR"/>
        </w:rPr>
        <w:tab/>
      </w:r>
      <w:r w:rsidRPr="005D4FE0">
        <w:t>&lt;SysId&gt;</w:t>
      </w:r>
    </w:p>
    <w:p w14:paraId="29FC079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&lt;MktInfrstrctrId&gt;</w:t>
      </w:r>
    </w:p>
    <w:p w14:paraId="44BAF66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&lt;Prtry&gt;RTGS&lt;/Prtry&gt;</w:t>
      </w:r>
    </w:p>
    <w:p w14:paraId="538AC3A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&lt;/MktInfrstrctrId&gt;</w:t>
      </w:r>
    </w:p>
    <w:p w14:paraId="0D7FA98B" w14:textId="77777777" w:rsidR="005D4FE0" w:rsidRPr="005D4FE0" w:rsidRDefault="005D4FE0" w:rsidP="005D4FE0">
      <w:pPr>
        <w:pStyle w:val="XMLCode"/>
      </w:pPr>
      <w:r w:rsidRPr="005D4FE0">
        <w:tab/>
      </w:r>
      <w:r w:rsidRPr="005D4FE0">
        <w:tab/>
      </w:r>
      <w:r w:rsidRPr="005D4FE0">
        <w:tab/>
      </w:r>
      <w:r w:rsidRPr="005D4FE0">
        <w:tab/>
      </w:r>
      <w:r w:rsidRPr="005D4FE0">
        <w:tab/>
        <w:t>&lt;/SysId&gt;</w:t>
      </w:r>
    </w:p>
    <w:p w14:paraId="7597F9DB" w14:textId="77777777" w:rsidR="005D4FE0" w:rsidRPr="00396470" w:rsidRDefault="005D4FE0" w:rsidP="005D4FE0">
      <w:pPr>
        <w:pStyle w:val="XMLCode"/>
        <w:rPr>
          <w:lang w:val="en-US"/>
        </w:rPr>
      </w:pPr>
      <w:r w:rsidRPr="005D4FE0">
        <w:tab/>
      </w:r>
      <w:r w:rsidRPr="005D4FE0">
        <w:tab/>
      </w:r>
      <w:r w:rsidRPr="005D4FE0">
        <w:tab/>
      </w:r>
      <w:r w:rsidRPr="005D4FE0">
        <w:tab/>
      </w:r>
      <w:r w:rsidRPr="005D4FE0">
        <w:tab/>
      </w:r>
      <w:r w:rsidRPr="00396470">
        <w:rPr>
          <w:lang w:val="en-US"/>
        </w:rPr>
        <w:t>&lt;SysCcy&gt;EUR&lt;/SysCcy&gt;</w:t>
      </w:r>
    </w:p>
    <w:p w14:paraId="625947E2" w14:textId="77777777" w:rsidR="005D4FE0" w:rsidRPr="00396470" w:rsidRDefault="005D4FE0" w:rsidP="005D4FE0">
      <w:pPr>
        <w:pStyle w:val="XMLCode"/>
        <w:rPr>
          <w:lang w:val="en-US"/>
        </w:rPr>
      </w:pPr>
      <w:r w:rsidRPr="00396470">
        <w:rPr>
          <w:lang w:val="en-US"/>
        </w:rPr>
        <w:tab/>
      </w:r>
      <w:r w:rsidRPr="00396470">
        <w:rPr>
          <w:lang w:val="en-US"/>
        </w:rPr>
        <w:tab/>
      </w:r>
      <w:r w:rsidRPr="00396470">
        <w:rPr>
          <w:lang w:val="en-US"/>
        </w:rPr>
        <w:tab/>
      </w:r>
      <w:r w:rsidRPr="00396470">
        <w:rPr>
          <w:lang w:val="en-US"/>
        </w:rPr>
        <w:tab/>
        <w:t>&lt;/Svc&gt;</w:t>
      </w:r>
    </w:p>
    <w:p w14:paraId="162796B9" w14:textId="77777777" w:rsidR="005D4FE0" w:rsidRPr="00396470" w:rsidRDefault="005D4FE0" w:rsidP="005D4FE0">
      <w:pPr>
        <w:pStyle w:val="XMLCode"/>
        <w:rPr>
          <w:lang w:val="en-US"/>
        </w:rPr>
      </w:pPr>
      <w:r w:rsidRPr="00396470">
        <w:rPr>
          <w:lang w:val="en-US"/>
        </w:rPr>
        <w:tab/>
      </w:r>
      <w:r w:rsidRPr="00396470">
        <w:rPr>
          <w:lang w:val="en-US"/>
        </w:rPr>
        <w:tab/>
      </w:r>
      <w:r w:rsidRPr="00396470">
        <w:rPr>
          <w:lang w:val="en-US"/>
        </w:rPr>
        <w:tab/>
      </w:r>
      <w:r w:rsidRPr="00396470">
        <w:rPr>
          <w:lang w:val="en-US"/>
        </w:rPr>
        <w:tab/>
        <w:t>&lt;CalOrErr&gt;</w:t>
      </w:r>
    </w:p>
    <w:p w14:paraId="07CE0716" w14:textId="77777777" w:rsidR="005D4FE0" w:rsidRPr="00396470" w:rsidRDefault="005D4FE0" w:rsidP="005D4FE0">
      <w:pPr>
        <w:pStyle w:val="XMLCode"/>
        <w:rPr>
          <w:lang w:val="en-US"/>
        </w:rPr>
      </w:pPr>
      <w:r w:rsidRPr="00396470">
        <w:rPr>
          <w:lang w:val="en-US"/>
        </w:rPr>
        <w:tab/>
      </w:r>
      <w:r w:rsidRPr="00396470">
        <w:rPr>
          <w:lang w:val="en-US"/>
        </w:rPr>
        <w:tab/>
      </w:r>
      <w:r w:rsidRPr="00396470">
        <w:rPr>
          <w:lang w:val="en-US"/>
        </w:rPr>
        <w:tab/>
      </w:r>
      <w:r w:rsidRPr="00396470">
        <w:rPr>
          <w:lang w:val="en-US"/>
        </w:rPr>
        <w:tab/>
      </w:r>
      <w:r w:rsidRPr="00396470">
        <w:rPr>
          <w:lang w:val="en-US"/>
        </w:rPr>
        <w:tab/>
        <w:t>&lt;CalData&gt;</w:t>
      </w:r>
    </w:p>
    <w:p w14:paraId="05F27C3C" w14:textId="77777777" w:rsidR="005D4FE0" w:rsidRPr="005D4FE0" w:rsidRDefault="005D4FE0" w:rsidP="005D4FE0">
      <w:pPr>
        <w:pStyle w:val="XMLCode"/>
      </w:pPr>
      <w:r w:rsidRPr="00396470">
        <w:rPr>
          <w:lang w:val="en-US"/>
        </w:rPr>
        <w:tab/>
      </w:r>
      <w:r w:rsidRPr="00396470">
        <w:rPr>
          <w:lang w:val="en-US"/>
        </w:rPr>
        <w:tab/>
      </w:r>
      <w:r w:rsidRPr="00396470">
        <w:rPr>
          <w:lang w:val="en-US"/>
        </w:rPr>
        <w:tab/>
      </w:r>
      <w:r w:rsidRPr="00396470">
        <w:rPr>
          <w:lang w:val="en-US"/>
        </w:rPr>
        <w:tab/>
      </w:r>
      <w:r w:rsidRPr="00396470">
        <w:rPr>
          <w:lang w:val="en-US"/>
        </w:rPr>
        <w:tab/>
      </w:r>
      <w:r w:rsidRPr="00396470">
        <w:rPr>
          <w:lang w:val="en-US"/>
        </w:rPr>
        <w:tab/>
      </w:r>
      <w:r w:rsidRPr="005D4FE0">
        <w:t>&lt;SysDt&gt;2018-12-01&lt;/SysDt&gt;</w:t>
      </w:r>
    </w:p>
    <w:p w14:paraId="4294C7D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0C345D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3E5C296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0ADCA8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6409DE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7F5709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&lt;SysDt&gt;2018-12-02&lt;/SysDt&gt;</w:t>
      </w:r>
    </w:p>
    <w:p w14:paraId="6DEE39D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72E8C4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7FC96F0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DB4CEC2"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C6CCE4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5335A7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&lt;SysDt&gt;2018-12-03&lt;/SysDt&gt;</w:t>
      </w:r>
    </w:p>
    <w:p w14:paraId="1E22F9D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ED7D98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79C0751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757FE64"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5C72DD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536D0C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&lt;SysDt&gt;2018-12-04&lt;/SysDt&gt;</w:t>
      </w:r>
    </w:p>
    <w:p w14:paraId="12F407D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6DD504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635E25E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DE04AB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09FDCE6" w14:textId="77777777" w:rsidR="005D4FE0" w:rsidRPr="005D4FE0" w:rsidRDefault="005D4FE0" w:rsidP="005D4FE0">
      <w:pPr>
        <w:pStyle w:val="XMLCode"/>
      </w:pPr>
      <w:r w:rsidRPr="005D4FE0">
        <w:lastRenderedPageBreak/>
        <w:tab/>
      </w:r>
      <w:r w:rsidRPr="005D4FE0">
        <w:tab/>
      </w:r>
      <w:r w:rsidRPr="005D4FE0">
        <w:tab/>
      </w:r>
      <w:r w:rsidRPr="005D4FE0">
        <w:tab/>
      </w:r>
      <w:r w:rsidRPr="005D4FE0">
        <w:tab/>
        <w:t>&lt;CalData&gt;</w:t>
      </w:r>
    </w:p>
    <w:p w14:paraId="5FEA2BC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&lt;SysDt&gt;2018-12-05&lt;/SysDt&gt;</w:t>
      </w:r>
    </w:p>
    <w:p w14:paraId="359E9BC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CA1DD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04E8B6E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EBE5D7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8138C7F"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101B2E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&lt;SysDt&gt;2018-12-06&lt;/SysDt&gt;</w:t>
      </w:r>
    </w:p>
    <w:p w14:paraId="793884A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845105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5C90E38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D765B0F"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090293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588EF0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&lt;SysDt&gt;2018-12-07&lt;/SysDt&gt;</w:t>
      </w:r>
    </w:p>
    <w:p w14:paraId="6145C7A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4D09A2F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05BCDDC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99405A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EAA0858"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C0F240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&lt;SysDt&gt;2018-12-08&lt;/SysDt&gt;</w:t>
      </w:r>
    </w:p>
    <w:p w14:paraId="4BE54D4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6D33E0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60FEFE6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171FB2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CBBC852"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B00FFD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&lt;SysDt&gt;2018-12-09&lt;/SysDt&gt;</w:t>
      </w:r>
    </w:p>
    <w:p w14:paraId="0064370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F9F991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48C05B1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672C2B8"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BA4C603"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B4D51A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&lt;SysDt&gt;2018-12-10&lt;/SysDt&gt;</w:t>
      </w:r>
    </w:p>
    <w:p w14:paraId="304186F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CE2DC9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06363FB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A3615C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7EF7BF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974984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&lt;SysDt&gt;2018-12-11&lt;/SysDt&gt;</w:t>
      </w:r>
    </w:p>
    <w:p w14:paraId="090320A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807A0EB" w14:textId="77777777" w:rsidR="005D4FE0" w:rsidRPr="005D4FE0" w:rsidRDefault="005D4FE0" w:rsidP="005D4FE0">
      <w:pPr>
        <w:pStyle w:val="XMLCode"/>
      </w:pPr>
      <w:r w:rsidRPr="005D4FE0">
        <w:lastRenderedPageBreak/>
        <w:tab/>
      </w:r>
      <w:r w:rsidRPr="005D4FE0">
        <w:tab/>
      </w:r>
      <w:r w:rsidRPr="005D4FE0">
        <w:tab/>
      </w:r>
      <w:r w:rsidRPr="005D4FE0">
        <w:tab/>
      </w:r>
      <w:r w:rsidRPr="005D4FE0">
        <w:tab/>
      </w:r>
      <w:r w:rsidRPr="005D4FE0">
        <w:tab/>
      </w:r>
      <w:r w:rsidRPr="005D4FE0">
        <w:tab/>
        <w:t>&lt;Cd&gt;ACTV&lt;/Cd&gt;</w:t>
      </w:r>
    </w:p>
    <w:p w14:paraId="37B54EC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419D2335"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45C7116"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96B21C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&lt;SysDt&gt;2018-12-12&lt;/SysDt&gt;</w:t>
      </w:r>
    </w:p>
    <w:p w14:paraId="0DFA848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EBB680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56933387"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82CB176"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5A0D988"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6C5EBD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&lt;SysDt&gt;2018-12-13&lt;/SysDt&gt;</w:t>
      </w:r>
    </w:p>
    <w:p w14:paraId="01F5116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1A9CA7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59C9824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29824C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1C8B71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C24FFC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&lt;SysDt&gt;2018-12-14&lt;/SysDt&gt;</w:t>
      </w:r>
    </w:p>
    <w:p w14:paraId="4274D93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7BD289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4ECAB8A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21B381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94468A7"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06FD0B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&lt;SysDt&gt;2018-12-15&lt;/SysDt&gt;</w:t>
      </w:r>
    </w:p>
    <w:p w14:paraId="6CA7EF7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199F43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0A3B532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F2B3B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9E5A566"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A070C7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&lt;SysDt&gt;2018-12-16&lt;/SysDt&gt;</w:t>
      </w:r>
    </w:p>
    <w:p w14:paraId="1B7506B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90148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79715AE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CB8FA8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F70DAB3"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782D8F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&lt;SysDt&gt;2018-12-17&lt;/SysDt&gt;</w:t>
      </w:r>
    </w:p>
    <w:p w14:paraId="11C9A68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006C1D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1E4645E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8F51DC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E84B88E" w14:textId="77777777" w:rsidR="005D4FE0" w:rsidRPr="005D4FE0" w:rsidRDefault="005D4FE0" w:rsidP="005D4FE0">
      <w:pPr>
        <w:pStyle w:val="XMLCode"/>
      </w:pPr>
      <w:r w:rsidRPr="005D4FE0">
        <w:lastRenderedPageBreak/>
        <w:tab/>
      </w:r>
      <w:r w:rsidRPr="005D4FE0">
        <w:tab/>
      </w:r>
      <w:r w:rsidRPr="005D4FE0">
        <w:tab/>
      </w:r>
      <w:r w:rsidRPr="005D4FE0">
        <w:tab/>
      </w:r>
      <w:r w:rsidRPr="005D4FE0">
        <w:tab/>
        <w:t>&lt;CalData&gt;</w:t>
      </w:r>
    </w:p>
    <w:p w14:paraId="04A9083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&lt;SysDt&gt;2018-12-18&lt;/SysDt&gt;</w:t>
      </w:r>
    </w:p>
    <w:p w14:paraId="63ABE2C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42858E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2AE7FAA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88876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0BE677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394D25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&lt;SysDt&gt;2018-12-19&lt;/SysDt&gt;</w:t>
      </w:r>
    </w:p>
    <w:p w14:paraId="4F55583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825702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6F4C308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8EF8DC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91DFAC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E29AF8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&lt;SysDt&gt;2018-12-20&lt;/SysDt&gt;</w:t>
      </w:r>
    </w:p>
    <w:p w14:paraId="7040B4B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D620AC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3543572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73EA5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0F287D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3511FF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&lt;SysDt&gt;2018-12-21&lt;/SysDt&gt;</w:t>
      </w:r>
    </w:p>
    <w:p w14:paraId="4A44F63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2A5820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32792FC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E2B208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78C24E7"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670729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&lt;SysDt&gt;2018-12-22&lt;/SysDt&gt;</w:t>
      </w:r>
    </w:p>
    <w:p w14:paraId="42E88E9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EB386E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784C424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96CA1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3D3FF1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6EEFA2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&lt;SysDt&gt;2018-12-23&lt;/SysDt&gt;</w:t>
      </w:r>
    </w:p>
    <w:p w14:paraId="18FFF60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E8F0D9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41083A0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A7343F"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08C51F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2306A88"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&lt;SysDt&gt;2018-12-24&lt;/SysDt&gt;</w:t>
      </w:r>
    </w:p>
    <w:p w14:paraId="2673D77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451DFE4B" w14:textId="77777777" w:rsidR="005D4FE0" w:rsidRPr="005D4FE0" w:rsidRDefault="005D4FE0" w:rsidP="005D4FE0">
      <w:pPr>
        <w:pStyle w:val="XMLCode"/>
      </w:pPr>
      <w:r w:rsidRPr="005D4FE0">
        <w:lastRenderedPageBreak/>
        <w:tab/>
      </w:r>
      <w:r w:rsidRPr="005D4FE0">
        <w:tab/>
      </w:r>
      <w:r w:rsidRPr="005D4FE0">
        <w:tab/>
      </w:r>
      <w:r w:rsidRPr="005D4FE0">
        <w:tab/>
      </w:r>
      <w:r w:rsidRPr="005D4FE0">
        <w:tab/>
      </w:r>
      <w:r w:rsidRPr="005D4FE0">
        <w:tab/>
      </w:r>
      <w:r w:rsidRPr="005D4FE0">
        <w:tab/>
        <w:t>&lt;Cd&gt;ACTV&lt;/Cd&gt;</w:t>
      </w:r>
    </w:p>
    <w:p w14:paraId="2AB16C1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8BCCC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53C9B47"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11DE5A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&lt;SysDt&gt;2018-12-25&lt;/SysDt&gt;</w:t>
      </w:r>
    </w:p>
    <w:p w14:paraId="4300495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D09F98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02B76E7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2168A5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5C6697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67C9427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&lt;SysDt&gt;2018-12-26&lt;/SysDt&gt;</w:t>
      </w:r>
    </w:p>
    <w:p w14:paraId="2F06A9B7"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DA9A1F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5FB6EAA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753E5ED"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8A87AD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27E018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&lt;SysDt&gt;2018-12-27&lt;/SysDt&gt;</w:t>
      </w:r>
    </w:p>
    <w:p w14:paraId="270D1C9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D0F8FF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191219B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6727E44"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162D44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776EFB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&lt;SysDt&gt;2018-12-28&lt;/SysDt&gt;</w:t>
      </w:r>
    </w:p>
    <w:p w14:paraId="08D6978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B80907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7E328DA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4702B02"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E2EDD8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6F5F40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&lt;SysDt&gt;2018-12-29&lt;/SysDt&gt;</w:t>
      </w:r>
    </w:p>
    <w:p w14:paraId="149FF59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79E0A3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64FA775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7C1D1A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619597BD"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2EB08F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&lt;SysDt&gt;2018-12-30&lt;/SysDt&gt;</w:t>
      </w:r>
    </w:p>
    <w:p w14:paraId="4DC5089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AE7363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3316A528"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6CAC195"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B7120A3" w14:textId="77777777" w:rsidR="005D4FE0" w:rsidRPr="005D4FE0" w:rsidRDefault="005D4FE0" w:rsidP="005D4FE0">
      <w:pPr>
        <w:pStyle w:val="XMLCode"/>
      </w:pPr>
      <w:r w:rsidRPr="005D4FE0">
        <w:lastRenderedPageBreak/>
        <w:tab/>
      </w:r>
      <w:r w:rsidRPr="005D4FE0">
        <w:tab/>
      </w:r>
      <w:r w:rsidRPr="005D4FE0">
        <w:tab/>
      </w:r>
      <w:r w:rsidRPr="005D4FE0">
        <w:tab/>
      </w:r>
      <w:r w:rsidRPr="005D4FE0">
        <w:tab/>
        <w:t>&lt;CalData&gt;</w:t>
      </w:r>
    </w:p>
    <w:p w14:paraId="2DFDC6D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&lt;SysDt&gt;2018-12-31&lt;/SysDt&gt;</w:t>
      </w:r>
    </w:p>
    <w:p w14:paraId="7BC1CD5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4F06FE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2700F7C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B2DB254" w14:textId="77777777" w:rsidR="005D4FE0" w:rsidRPr="005D4FE0" w:rsidRDefault="005D4FE0" w:rsidP="005D4FE0">
      <w:pPr>
        <w:pStyle w:val="XMLCode"/>
        <w:rPr>
          <w:lang w:val="it-IT"/>
        </w:rPr>
      </w:pPr>
      <w:r w:rsidRPr="005D4FE0">
        <w:tab/>
      </w:r>
      <w:r w:rsidRPr="005D4FE0">
        <w:tab/>
      </w:r>
      <w:r w:rsidRPr="005D4FE0">
        <w:tab/>
      </w:r>
      <w:r w:rsidRPr="005D4FE0">
        <w:tab/>
      </w:r>
      <w:r w:rsidRPr="005D4FE0">
        <w:tab/>
      </w:r>
      <w:r w:rsidRPr="005D4FE0">
        <w:rPr>
          <w:lang w:val="it-IT"/>
        </w:rPr>
        <w:t>&lt;/CalData&gt;</w:t>
      </w:r>
    </w:p>
    <w:p w14:paraId="531F2D16" w14:textId="77777777" w:rsidR="005D4FE0" w:rsidRPr="005D4FE0" w:rsidRDefault="005D4FE0" w:rsidP="005D4FE0">
      <w:pPr>
        <w:pStyle w:val="XMLCode"/>
        <w:rPr>
          <w:lang w:val="it-IT"/>
        </w:rPr>
      </w:pPr>
      <w:r w:rsidRPr="005D4FE0">
        <w:rPr>
          <w:lang w:val="it-IT"/>
        </w:rPr>
        <w:tab/>
      </w:r>
      <w:r w:rsidRPr="005D4FE0">
        <w:rPr>
          <w:lang w:val="it-IT"/>
        </w:rPr>
        <w:tab/>
      </w:r>
      <w:r w:rsidRPr="005D4FE0">
        <w:rPr>
          <w:lang w:val="it-IT"/>
        </w:rPr>
        <w:tab/>
      </w:r>
      <w:r w:rsidRPr="005D4FE0">
        <w:rPr>
          <w:lang w:val="it-IT"/>
        </w:rPr>
        <w:tab/>
        <w:t>&lt;/CalOrErr&gt;</w:t>
      </w:r>
    </w:p>
    <w:p w14:paraId="6E118679" w14:textId="77777777" w:rsidR="005D4FE0" w:rsidRPr="005D4FE0" w:rsidRDefault="005D4FE0" w:rsidP="005D4FE0">
      <w:pPr>
        <w:pStyle w:val="XMLCode"/>
        <w:rPr>
          <w:lang w:val="it-IT"/>
        </w:rPr>
      </w:pPr>
      <w:r w:rsidRPr="005D4FE0">
        <w:rPr>
          <w:lang w:val="it-IT"/>
        </w:rPr>
        <w:tab/>
      </w:r>
      <w:r w:rsidRPr="005D4FE0">
        <w:rPr>
          <w:lang w:val="it-IT"/>
        </w:rPr>
        <w:tab/>
      </w:r>
      <w:r w:rsidRPr="005D4FE0">
        <w:rPr>
          <w:lang w:val="it-IT"/>
        </w:rPr>
        <w:tab/>
        <w:t>&lt;/CalRpt&gt;</w:t>
      </w:r>
    </w:p>
    <w:p w14:paraId="3160B5DC" w14:textId="77777777" w:rsidR="005D4FE0" w:rsidRPr="005D4FE0" w:rsidRDefault="005D4FE0" w:rsidP="005D4FE0">
      <w:pPr>
        <w:pStyle w:val="XMLCode"/>
        <w:rPr>
          <w:lang w:val="it-IT"/>
        </w:rPr>
      </w:pPr>
      <w:r w:rsidRPr="005D4FE0">
        <w:rPr>
          <w:lang w:val="it-IT"/>
        </w:rPr>
        <w:tab/>
      </w:r>
      <w:r w:rsidRPr="005D4FE0">
        <w:rPr>
          <w:lang w:val="it-IT"/>
        </w:rPr>
        <w:tab/>
        <w:t>&lt;/RptOrErr&gt;</w:t>
      </w:r>
    </w:p>
    <w:p w14:paraId="662D93F5" w14:textId="77777777" w:rsidR="005D4FE0" w:rsidRPr="005D4FE0" w:rsidRDefault="005D4FE0" w:rsidP="005D4FE0">
      <w:pPr>
        <w:pStyle w:val="XMLCode"/>
        <w:rPr>
          <w:lang w:val="it-IT"/>
        </w:rPr>
      </w:pPr>
      <w:r w:rsidRPr="005D4FE0">
        <w:rPr>
          <w:lang w:val="it-IT"/>
        </w:rPr>
        <w:tab/>
        <w:t>&lt;/CalRpt&gt;</w:t>
      </w:r>
    </w:p>
    <w:p w14:paraId="1293362D" w14:textId="7D921270" w:rsidR="00F307D3" w:rsidRPr="0088547B" w:rsidRDefault="005D4FE0" w:rsidP="005D4FE0">
      <w:pPr>
        <w:pStyle w:val="XMLCode"/>
        <w:rPr>
          <w:lang w:val="fr-FR"/>
        </w:rPr>
      </w:pPr>
      <w:r w:rsidRPr="0088547B">
        <w:rPr>
          <w:lang w:val="fr-FR"/>
        </w:rPr>
        <w:t>&lt;/Document&gt;</w:t>
      </w:r>
    </w:p>
    <w:p w14:paraId="3492299A" w14:textId="77777777" w:rsidR="00F307D3" w:rsidRPr="0088547B" w:rsidRDefault="00F307D3" w:rsidP="00F307D3">
      <w:pPr>
        <w:rPr>
          <w:lang w:val="fr-FR"/>
        </w:rPr>
      </w:pPr>
    </w:p>
    <w:p w14:paraId="6652B6D6" w14:textId="77777777" w:rsidR="00176D27" w:rsidRPr="0088547B" w:rsidRDefault="00176D27" w:rsidP="00176D27">
      <w:pPr>
        <w:rPr>
          <w:lang w:val="fr-FR"/>
        </w:rPr>
        <w:sectPr w:rsidR="00176D27" w:rsidRPr="0088547B" w:rsidSect="006E0076">
          <w:headerReference w:type="even" r:id="rId32"/>
          <w:headerReference w:type="default" r:id="rId33"/>
          <w:footerReference w:type="even" r:id="rId34"/>
          <w:type w:val="oddPage"/>
          <w:pgSz w:w="11909" w:h="15840" w:code="9"/>
          <w:pgMar w:top="1021" w:right="1304" w:bottom="1701" w:left="1304" w:header="567" w:footer="567" w:gutter="0"/>
          <w:cols w:space="720"/>
        </w:sectPr>
      </w:pPr>
    </w:p>
    <w:p w14:paraId="0E3D0AEF" w14:textId="77777777" w:rsidR="00430B5F" w:rsidRPr="00430B5F" w:rsidRDefault="00430B5F" w:rsidP="00430B5F">
      <w:pPr>
        <w:pStyle w:val="Heading1"/>
      </w:pPr>
      <w:bookmarkStart w:id="31" w:name="_Toc348941504"/>
      <w:bookmarkStart w:id="32" w:name="_Toc447225599"/>
      <w:bookmarkStart w:id="33" w:name="_Toc131584274"/>
      <w:r w:rsidRPr="00430B5F">
        <w:lastRenderedPageBreak/>
        <w:t>Revision Record</w:t>
      </w:r>
      <w:bookmarkEnd w:id="31"/>
      <w:bookmarkEnd w:id="32"/>
      <w:bookmarkEnd w:id="33"/>
    </w:p>
    <w:p w14:paraId="56D928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114"/>
        <w:gridCol w:w="2487"/>
        <w:gridCol w:w="1697"/>
        <w:gridCol w:w="1884"/>
      </w:tblGrid>
      <w:tr w:rsidR="00922455" w:rsidRPr="000A3BA9" w14:paraId="49811A3E" w14:textId="77777777" w:rsidTr="005A78D0">
        <w:tc>
          <w:tcPr>
            <w:tcW w:w="1008" w:type="dxa"/>
            <w:shd w:val="clear" w:color="auto" w:fill="auto"/>
          </w:tcPr>
          <w:p w14:paraId="63F285E4" w14:textId="77777777" w:rsidR="00430B5F" w:rsidRPr="00430B5F" w:rsidRDefault="00430B5F" w:rsidP="00430B5F">
            <w:pPr>
              <w:pStyle w:val="TableHeading"/>
            </w:pPr>
            <w:r w:rsidRPr="00430B5F">
              <w:t>Revision</w:t>
            </w:r>
          </w:p>
        </w:tc>
        <w:tc>
          <w:tcPr>
            <w:tcW w:w="1114" w:type="dxa"/>
            <w:shd w:val="clear" w:color="auto" w:fill="auto"/>
          </w:tcPr>
          <w:p w14:paraId="6A077728" w14:textId="77777777" w:rsidR="00430B5F" w:rsidRPr="00430B5F" w:rsidRDefault="00430B5F" w:rsidP="00430B5F">
            <w:pPr>
              <w:pStyle w:val="TableHeading"/>
            </w:pPr>
            <w:r w:rsidRPr="00430B5F">
              <w:t>Date</w:t>
            </w:r>
          </w:p>
        </w:tc>
        <w:tc>
          <w:tcPr>
            <w:tcW w:w="2487" w:type="dxa"/>
            <w:shd w:val="clear" w:color="auto" w:fill="auto"/>
          </w:tcPr>
          <w:p w14:paraId="3B7338FC" w14:textId="77777777" w:rsidR="00430B5F" w:rsidRPr="00430B5F" w:rsidRDefault="00430B5F" w:rsidP="00430B5F">
            <w:pPr>
              <w:pStyle w:val="TableHeading"/>
            </w:pPr>
            <w:r w:rsidRPr="00430B5F">
              <w:t>Author</w:t>
            </w:r>
          </w:p>
        </w:tc>
        <w:tc>
          <w:tcPr>
            <w:tcW w:w="1697" w:type="dxa"/>
            <w:shd w:val="clear" w:color="auto" w:fill="auto"/>
          </w:tcPr>
          <w:p w14:paraId="4E5DF443" w14:textId="77777777" w:rsidR="00430B5F" w:rsidRPr="00430B5F" w:rsidRDefault="00430B5F" w:rsidP="00430B5F">
            <w:pPr>
              <w:pStyle w:val="TableHeading"/>
            </w:pPr>
            <w:r w:rsidRPr="00430B5F">
              <w:t>Description</w:t>
            </w:r>
          </w:p>
        </w:tc>
        <w:tc>
          <w:tcPr>
            <w:tcW w:w="1884" w:type="dxa"/>
            <w:shd w:val="clear" w:color="auto" w:fill="auto"/>
          </w:tcPr>
          <w:p w14:paraId="05708A95" w14:textId="77777777" w:rsidR="00430B5F" w:rsidRPr="00430B5F" w:rsidRDefault="00430B5F" w:rsidP="00430B5F">
            <w:pPr>
              <w:pStyle w:val="TableHeading"/>
            </w:pPr>
            <w:r w:rsidRPr="00430B5F">
              <w:t>Sections affected</w:t>
            </w:r>
          </w:p>
        </w:tc>
      </w:tr>
      <w:tr w:rsidR="005A78D0" w:rsidRPr="000A3BA9" w14:paraId="6747B942" w14:textId="77777777" w:rsidTr="005A78D0">
        <w:tc>
          <w:tcPr>
            <w:tcW w:w="1008" w:type="dxa"/>
            <w:shd w:val="clear" w:color="auto" w:fill="auto"/>
          </w:tcPr>
          <w:p w14:paraId="4251F2E2" w14:textId="105C90FF" w:rsidR="005A78D0" w:rsidRPr="005A78D0" w:rsidRDefault="005A78D0" w:rsidP="005A78D0">
            <w:pPr>
              <w:pStyle w:val="TableText"/>
            </w:pPr>
            <w:r w:rsidRPr="005A78D0">
              <w:t>1.0</w:t>
            </w:r>
          </w:p>
        </w:tc>
        <w:tc>
          <w:tcPr>
            <w:tcW w:w="1114" w:type="dxa"/>
            <w:shd w:val="clear" w:color="auto" w:fill="auto"/>
          </w:tcPr>
          <w:p w14:paraId="5CDFB259" w14:textId="0B4D5209" w:rsidR="005A78D0" w:rsidRPr="005A78D0" w:rsidRDefault="000844C1" w:rsidP="005A78D0">
            <w:pPr>
              <w:pStyle w:val="TableText"/>
            </w:pPr>
            <w:r>
              <w:t>30-09-2021</w:t>
            </w:r>
          </w:p>
        </w:tc>
        <w:tc>
          <w:tcPr>
            <w:tcW w:w="2487" w:type="dxa"/>
            <w:shd w:val="clear" w:color="auto" w:fill="auto"/>
          </w:tcPr>
          <w:p w14:paraId="0CC9EFE7" w14:textId="19315609" w:rsidR="005A78D0" w:rsidRPr="005A78D0" w:rsidRDefault="005A78D0" w:rsidP="000844C1">
            <w:pPr>
              <w:pStyle w:val="TableText"/>
              <w:rPr>
                <w:lang w:val="it-IT"/>
              </w:rPr>
            </w:pPr>
            <w:r w:rsidRPr="005A78D0">
              <w:rPr>
                <w:lang w:val="it-IT"/>
              </w:rPr>
              <w:t>Mancini</w:t>
            </w:r>
            <w:r w:rsidR="00FB0440" w:rsidRPr="00B00653">
              <w:rPr>
                <w:lang w:val="it-IT"/>
              </w:rPr>
              <w:t>, Sarcinelli, Pernisco</w:t>
            </w:r>
            <w:r w:rsidRPr="005A78D0">
              <w:rPr>
                <w:lang w:val="it-IT"/>
              </w:rPr>
              <w:t xml:space="preserve"> (BDI, 4CB)</w:t>
            </w:r>
          </w:p>
        </w:tc>
        <w:tc>
          <w:tcPr>
            <w:tcW w:w="1697" w:type="dxa"/>
            <w:shd w:val="clear" w:color="auto" w:fill="auto"/>
          </w:tcPr>
          <w:p w14:paraId="3A053627" w14:textId="08328E09" w:rsidR="005A78D0" w:rsidRPr="005A78D0" w:rsidRDefault="005A78D0" w:rsidP="005A78D0">
            <w:pPr>
              <w:pStyle w:val="TableText"/>
            </w:pPr>
            <w:r w:rsidRPr="005A78D0">
              <w:t>First draft</w:t>
            </w:r>
          </w:p>
        </w:tc>
        <w:tc>
          <w:tcPr>
            <w:tcW w:w="1884" w:type="dxa"/>
            <w:shd w:val="clear" w:color="auto" w:fill="auto"/>
          </w:tcPr>
          <w:p w14:paraId="74FB49B6" w14:textId="371247E6" w:rsidR="005A78D0" w:rsidRPr="005A78D0" w:rsidRDefault="005A78D0" w:rsidP="005A78D0">
            <w:pPr>
              <w:pStyle w:val="TableText"/>
            </w:pPr>
            <w:r w:rsidRPr="005A78D0">
              <w:t>all</w:t>
            </w:r>
          </w:p>
        </w:tc>
      </w:tr>
      <w:tr w:rsidR="005A78D0" w:rsidRPr="000A3BA9" w14:paraId="42E623D8" w14:textId="77777777" w:rsidTr="005A78D0">
        <w:tc>
          <w:tcPr>
            <w:tcW w:w="1008" w:type="dxa"/>
            <w:shd w:val="clear" w:color="auto" w:fill="auto"/>
          </w:tcPr>
          <w:p w14:paraId="459B19C7" w14:textId="1F9F9257" w:rsidR="005A78D0" w:rsidRPr="005A78D0" w:rsidRDefault="00CF2778" w:rsidP="005A78D0">
            <w:pPr>
              <w:pStyle w:val="TableText"/>
            </w:pPr>
            <w:r>
              <w:t>2.0</w:t>
            </w:r>
          </w:p>
        </w:tc>
        <w:tc>
          <w:tcPr>
            <w:tcW w:w="1114" w:type="dxa"/>
            <w:shd w:val="clear" w:color="auto" w:fill="auto"/>
          </w:tcPr>
          <w:p w14:paraId="6A38CA59" w14:textId="4AC5F6AE" w:rsidR="005A78D0" w:rsidRPr="005A78D0" w:rsidRDefault="00CF2778" w:rsidP="005A78D0">
            <w:pPr>
              <w:pStyle w:val="TableText"/>
            </w:pPr>
            <w:r>
              <w:t>11</w:t>
            </w:r>
            <w:r w:rsidR="00657723">
              <w:t>-</w:t>
            </w:r>
            <w:r>
              <w:t>02-2022</w:t>
            </w:r>
          </w:p>
        </w:tc>
        <w:tc>
          <w:tcPr>
            <w:tcW w:w="2487" w:type="dxa"/>
            <w:shd w:val="clear" w:color="auto" w:fill="auto"/>
          </w:tcPr>
          <w:p w14:paraId="1FB7971E" w14:textId="7049042E" w:rsidR="005A78D0" w:rsidRPr="005A78D0" w:rsidRDefault="00CF2778" w:rsidP="005A78D0">
            <w:pPr>
              <w:pStyle w:val="TableText"/>
              <w:rPr>
                <w:lang w:val="it-IT"/>
              </w:rPr>
            </w:pPr>
            <w:r>
              <w:t>ISO 20022 RA</w:t>
            </w:r>
          </w:p>
        </w:tc>
        <w:tc>
          <w:tcPr>
            <w:tcW w:w="1697" w:type="dxa"/>
            <w:shd w:val="clear" w:color="auto" w:fill="auto"/>
          </w:tcPr>
          <w:p w14:paraId="612D2B1E" w14:textId="77CC5C94" w:rsidR="005A78D0" w:rsidRPr="005A78D0" w:rsidRDefault="00CF2778" w:rsidP="005A78D0">
            <w:pPr>
              <w:pStyle w:val="TableText"/>
            </w:pPr>
            <w:r>
              <w:t>Approved version</w:t>
            </w:r>
          </w:p>
        </w:tc>
        <w:tc>
          <w:tcPr>
            <w:tcW w:w="1884" w:type="dxa"/>
            <w:shd w:val="clear" w:color="auto" w:fill="auto"/>
          </w:tcPr>
          <w:p w14:paraId="1CDC1A35" w14:textId="35C49EE0" w:rsidR="005A78D0" w:rsidRPr="005A78D0" w:rsidRDefault="00CF2778" w:rsidP="005A78D0">
            <w:pPr>
              <w:pStyle w:val="TableText"/>
            </w:pPr>
            <w:r>
              <w:t>Cover page, footers</w:t>
            </w:r>
          </w:p>
        </w:tc>
      </w:tr>
      <w:tr w:rsidR="005A78D0" w:rsidRPr="000A3BA9" w14:paraId="1D198B8A" w14:textId="77777777" w:rsidTr="005A78D0">
        <w:tc>
          <w:tcPr>
            <w:tcW w:w="1008" w:type="dxa"/>
            <w:shd w:val="clear" w:color="auto" w:fill="auto"/>
          </w:tcPr>
          <w:p w14:paraId="11F9DEFA" w14:textId="63CD075C" w:rsidR="005A78D0" w:rsidRPr="005A78D0" w:rsidRDefault="00657723" w:rsidP="005A78D0">
            <w:pPr>
              <w:pStyle w:val="TableText"/>
            </w:pPr>
            <w:r>
              <w:t>3.0</w:t>
            </w:r>
          </w:p>
        </w:tc>
        <w:tc>
          <w:tcPr>
            <w:tcW w:w="1114" w:type="dxa"/>
            <w:shd w:val="clear" w:color="auto" w:fill="auto"/>
          </w:tcPr>
          <w:p w14:paraId="39EBD791" w14:textId="17C9479F" w:rsidR="005A78D0" w:rsidRPr="005A78D0" w:rsidRDefault="00657723" w:rsidP="005A78D0">
            <w:pPr>
              <w:pStyle w:val="TableText"/>
            </w:pPr>
            <w:r>
              <w:t>05-04-2023</w:t>
            </w:r>
          </w:p>
        </w:tc>
        <w:tc>
          <w:tcPr>
            <w:tcW w:w="2487" w:type="dxa"/>
            <w:shd w:val="clear" w:color="auto" w:fill="auto"/>
          </w:tcPr>
          <w:p w14:paraId="27B998BD" w14:textId="613426E0" w:rsidR="005A78D0" w:rsidRPr="005A78D0" w:rsidRDefault="00657723" w:rsidP="005A78D0">
            <w:pPr>
              <w:pStyle w:val="TableText"/>
            </w:pPr>
            <w:r>
              <w:t>ISO 20022 RA</w:t>
            </w:r>
          </w:p>
        </w:tc>
        <w:tc>
          <w:tcPr>
            <w:tcW w:w="1697" w:type="dxa"/>
            <w:shd w:val="clear" w:color="auto" w:fill="auto"/>
          </w:tcPr>
          <w:p w14:paraId="162553F1" w14:textId="49A0C3D6" w:rsidR="005A78D0" w:rsidRPr="005A78D0" w:rsidRDefault="002D0362" w:rsidP="004F42F5">
            <w:pPr>
              <w:pStyle w:val="TableText"/>
            </w:pPr>
            <w:r>
              <w:t>Registe</w:t>
            </w:r>
            <w:r w:rsidR="00F923F2">
              <w:t>red as</w:t>
            </w:r>
            <w:r w:rsidR="00657723">
              <w:t xml:space="preserve"> v02 </w:t>
            </w:r>
            <w:r w:rsidR="00B110BD">
              <w:t xml:space="preserve">messages </w:t>
            </w:r>
            <w:r w:rsidR="00657723">
              <w:t>upon request from 4CB</w:t>
            </w:r>
            <w:r w:rsidR="00233BC9">
              <w:t>.</w:t>
            </w:r>
          </w:p>
        </w:tc>
        <w:tc>
          <w:tcPr>
            <w:tcW w:w="1884" w:type="dxa"/>
            <w:shd w:val="clear" w:color="auto" w:fill="auto"/>
          </w:tcPr>
          <w:p w14:paraId="311210C1" w14:textId="774A6240" w:rsidR="005A78D0" w:rsidRPr="005A78D0" w:rsidRDefault="00657723" w:rsidP="004F42F5">
            <w:pPr>
              <w:pStyle w:val="TableText"/>
            </w:pPr>
            <w:r>
              <w:t>Cover page, footers, samples updates to v02</w:t>
            </w:r>
          </w:p>
        </w:tc>
      </w:tr>
      <w:tr w:rsidR="005A78D0" w:rsidRPr="000A3BA9" w14:paraId="57413802" w14:textId="77777777" w:rsidTr="005A78D0">
        <w:tc>
          <w:tcPr>
            <w:tcW w:w="1008" w:type="dxa"/>
            <w:shd w:val="clear" w:color="auto" w:fill="auto"/>
          </w:tcPr>
          <w:p w14:paraId="780AF549" w14:textId="77777777" w:rsidR="005A78D0" w:rsidRPr="005A78D0" w:rsidRDefault="005A78D0" w:rsidP="005A78D0">
            <w:pPr>
              <w:pStyle w:val="TableText"/>
            </w:pPr>
          </w:p>
        </w:tc>
        <w:tc>
          <w:tcPr>
            <w:tcW w:w="1114" w:type="dxa"/>
            <w:shd w:val="clear" w:color="auto" w:fill="auto"/>
          </w:tcPr>
          <w:p w14:paraId="5770EEA6" w14:textId="77777777" w:rsidR="005A78D0" w:rsidRPr="005A78D0" w:rsidRDefault="005A78D0" w:rsidP="005A78D0">
            <w:pPr>
              <w:pStyle w:val="TableText"/>
            </w:pPr>
          </w:p>
        </w:tc>
        <w:tc>
          <w:tcPr>
            <w:tcW w:w="2487" w:type="dxa"/>
            <w:shd w:val="clear" w:color="auto" w:fill="auto"/>
          </w:tcPr>
          <w:p w14:paraId="22803D55" w14:textId="77777777" w:rsidR="005A78D0" w:rsidRPr="005A78D0" w:rsidRDefault="005A78D0" w:rsidP="005A78D0">
            <w:pPr>
              <w:pStyle w:val="TableText"/>
            </w:pPr>
          </w:p>
        </w:tc>
        <w:tc>
          <w:tcPr>
            <w:tcW w:w="1697" w:type="dxa"/>
            <w:shd w:val="clear" w:color="auto" w:fill="auto"/>
          </w:tcPr>
          <w:p w14:paraId="2CBDB65A" w14:textId="77777777" w:rsidR="005A78D0" w:rsidRPr="005A78D0" w:rsidRDefault="005A78D0" w:rsidP="005A78D0">
            <w:pPr>
              <w:pStyle w:val="TableText"/>
            </w:pPr>
          </w:p>
        </w:tc>
        <w:tc>
          <w:tcPr>
            <w:tcW w:w="1884" w:type="dxa"/>
            <w:shd w:val="clear" w:color="auto" w:fill="auto"/>
          </w:tcPr>
          <w:p w14:paraId="050977AF" w14:textId="77777777" w:rsidR="005A78D0" w:rsidRPr="005A78D0" w:rsidRDefault="005A78D0" w:rsidP="005A78D0">
            <w:pPr>
              <w:pStyle w:val="TableText"/>
            </w:pPr>
          </w:p>
        </w:tc>
      </w:tr>
      <w:tr w:rsidR="005A78D0" w:rsidRPr="000A3BA9" w14:paraId="3B5802D2" w14:textId="77777777" w:rsidTr="005A78D0">
        <w:tc>
          <w:tcPr>
            <w:tcW w:w="1008" w:type="dxa"/>
            <w:shd w:val="clear" w:color="auto" w:fill="auto"/>
          </w:tcPr>
          <w:p w14:paraId="7C0E90D8" w14:textId="77777777" w:rsidR="005A78D0" w:rsidRPr="005A78D0" w:rsidRDefault="005A78D0" w:rsidP="005A78D0">
            <w:pPr>
              <w:pStyle w:val="TableText"/>
            </w:pPr>
          </w:p>
        </w:tc>
        <w:tc>
          <w:tcPr>
            <w:tcW w:w="1114" w:type="dxa"/>
            <w:shd w:val="clear" w:color="auto" w:fill="auto"/>
          </w:tcPr>
          <w:p w14:paraId="55D7B2CB" w14:textId="77777777" w:rsidR="005A78D0" w:rsidRPr="005A78D0" w:rsidRDefault="005A78D0" w:rsidP="005A78D0">
            <w:pPr>
              <w:pStyle w:val="TableText"/>
            </w:pPr>
          </w:p>
        </w:tc>
        <w:tc>
          <w:tcPr>
            <w:tcW w:w="2487" w:type="dxa"/>
            <w:shd w:val="clear" w:color="auto" w:fill="auto"/>
          </w:tcPr>
          <w:p w14:paraId="4EF2E731" w14:textId="77777777" w:rsidR="005A78D0" w:rsidRPr="005A78D0" w:rsidRDefault="005A78D0" w:rsidP="005A78D0">
            <w:pPr>
              <w:pStyle w:val="TableText"/>
            </w:pPr>
          </w:p>
        </w:tc>
        <w:tc>
          <w:tcPr>
            <w:tcW w:w="1697" w:type="dxa"/>
            <w:shd w:val="clear" w:color="auto" w:fill="auto"/>
          </w:tcPr>
          <w:p w14:paraId="579C2DA6" w14:textId="77777777" w:rsidR="005A78D0" w:rsidRPr="005A78D0" w:rsidRDefault="005A78D0" w:rsidP="005A78D0">
            <w:pPr>
              <w:pStyle w:val="TableText"/>
            </w:pPr>
          </w:p>
        </w:tc>
        <w:tc>
          <w:tcPr>
            <w:tcW w:w="1884" w:type="dxa"/>
            <w:shd w:val="clear" w:color="auto" w:fill="auto"/>
          </w:tcPr>
          <w:p w14:paraId="1D9013E5" w14:textId="77777777" w:rsidR="005A78D0" w:rsidRPr="005A78D0" w:rsidRDefault="005A78D0" w:rsidP="005A78D0">
            <w:pPr>
              <w:pStyle w:val="TableText"/>
            </w:pPr>
          </w:p>
        </w:tc>
      </w:tr>
    </w:tbl>
    <w:p w14:paraId="3A7108D5" w14:textId="77777777" w:rsidR="00430B5F" w:rsidRPr="00430B5F" w:rsidRDefault="00430B5F" w:rsidP="00430B5F"/>
    <w:p w14:paraId="1D6CA55A" w14:textId="77777777" w:rsidR="00430B5F" w:rsidRPr="00430B5F" w:rsidRDefault="00430B5F" w:rsidP="00430B5F">
      <w:pPr>
        <w:pStyle w:val="BlockLabel"/>
      </w:pPr>
      <w:r w:rsidRPr="00430B5F">
        <w:t>Disclaimer:</w:t>
      </w:r>
    </w:p>
    <w:p w14:paraId="6C103C98"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5F17753"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B7B7867" w14:textId="77777777" w:rsidR="00430B5F" w:rsidRPr="00430B5F" w:rsidRDefault="00430B5F" w:rsidP="00430B5F"/>
    <w:p w14:paraId="2AC6EBAC" w14:textId="77777777" w:rsidR="00430B5F" w:rsidRPr="00430B5F" w:rsidRDefault="00430B5F" w:rsidP="00430B5F">
      <w:pPr>
        <w:pStyle w:val="BlockLabel"/>
      </w:pPr>
      <w:r w:rsidRPr="00430B5F">
        <w:t>Intellectual Property Rights:</w:t>
      </w:r>
    </w:p>
    <w:p w14:paraId="2C4C00AC" w14:textId="4FF7463E" w:rsidR="003B4A8D" w:rsidRDefault="00430B5F" w:rsidP="00430B5F">
      <w:r w:rsidRPr="00430B5F">
        <w:t xml:space="preserve">The ISO 20022 MessageDefinitions described in this document were contributed by </w:t>
      </w:r>
      <w:r w:rsidR="008D4E65" w:rsidRPr="008D4E65">
        <w:t>Banca d’Italia</w:t>
      </w:r>
      <w:r w:rsidR="008D4E65">
        <w:t xml:space="preserve"> (BDI)</w:t>
      </w:r>
      <w:r w:rsidR="008D4E65" w:rsidRPr="008D4E65">
        <w:t xml:space="preserve"> and SWIFT for </w:t>
      </w:r>
      <w:r w:rsidR="00FD451C">
        <w:t>T2-T2S Consolidation</w:t>
      </w:r>
      <w:r w:rsidRPr="00430B5F">
        <w:t>. The ISO 20022 IPR policy is available at www.ISO20022.org &gt; About ISO 20022 &gt; Intellectual Property Rights.</w:t>
      </w:r>
    </w:p>
    <w:p w14:paraId="7AC2A27E" w14:textId="77777777" w:rsidR="00DD3851" w:rsidRDefault="00DD3851" w:rsidP="007E56F0">
      <w:pPr>
        <w:pStyle w:val="ListParagraph1"/>
        <w:ind w:left="0"/>
      </w:pPr>
    </w:p>
    <w:sectPr w:rsidR="00DD3851" w:rsidSect="006E0076">
      <w:headerReference w:type="default" r:id="rId35"/>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A3C30" w14:textId="77777777" w:rsidR="008B5AA6" w:rsidRDefault="008B5AA6" w:rsidP="005A6353">
      <w:r>
        <w:separator/>
      </w:r>
    </w:p>
  </w:endnote>
  <w:endnote w:type="continuationSeparator" w:id="0">
    <w:p w14:paraId="57AC0FE4" w14:textId="77777777" w:rsidR="008B5AA6" w:rsidRDefault="008B5AA6"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A925" w14:textId="77777777" w:rsidR="00AA275D" w:rsidRDefault="00AA275D"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52232015" w14:textId="77777777" w:rsidTr="00FA65F6">
      <w:trPr>
        <w:cantSplit/>
        <w:trHeight w:hRule="exact" w:val="50"/>
      </w:trPr>
      <w:tc>
        <w:tcPr>
          <w:tcW w:w="9242" w:type="dxa"/>
        </w:tcPr>
        <w:p w14:paraId="09E5DB84" w14:textId="77777777" w:rsidR="00AA275D" w:rsidRDefault="00AA275D" w:rsidP="005A6353"/>
      </w:tc>
    </w:tr>
  </w:tbl>
  <w:p w14:paraId="2892AA42" w14:textId="77777777" w:rsidR="00AA275D" w:rsidRDefault="00AA275D"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ABF1" w14:textId="77777777" w:rsidR="00AA275D" w:rsidRDefault="00AA275D"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3687495C" w14:textId="77777777" w:rsidTr="000E2675">
      <w:trPr>
        <w:cantSplit/>
        <w:trHeight w:hRule="exact" w:val="50"/>
      </w:trPr>
      <w:tc>
        <w:tcPr>
          <w:tcW w:w="9242" w:type="dxa"/>
        </w:tcPr>
        <w:p w14:paraId="029C0563" w14:textId="77777777" w:rsidR="00AA275D" w:rsidRDefault="00AA275D" w:rsidP="005A6353"/>
      </w:tc>
    </w:tr>
  </w:tbl>
  <w:p w14:paraId="7F161035" w14:textId="77777777" w:rsidR="00AA275D" w:rsidRPr="00BB3079" w:rsidRDefault="00AA275D"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51E0" w14:textId="77777777" w:rsidR="00AA275D" w:rsidRDefault="00AA275D"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AA275D" w14:paraId="74E8C300" w14:textId="77777777" w:rsidTr="00922455">
      <w:tc>
        <w:tcPr>
          <w:tcW w:w="4253" w:type="dxa"/>
          <w:shd w:val="clear" w:color="auto" w:fill="auto"/>
        </w:tcPr>
        <w:p w14:paraId="1009C842" w14:textId="15DD0698" w:rsidR="00AA275D" w:rsidRDefault="00AA275D"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E6FAB">
            <w:rPr>
              <w:noProof/>
              <w:lang w:eastAsia="en-GB"/>
            </w:rPr>
            <w:t>T2-T2S Consolidation - Calendar Reference Data</w:t>
          </w:r>
          <w:r>
            <w:rPr>
              <w:noProof/>
              <w:lang w:eastAsia="en-GB"/>
            </w:rPr>
            <w:fldChar w:fldCharType="end"/>
          </w:r>
        </w:p>
        <w:p w14:paraId="62544332" w14:textId="77777777" w:rsidR="00AA275D" w:rsidRPr="006E0076" w:rsidRDefault="00AA275D" w:rsidP="00922455">
          <w:pPr>
            <w:pStyle w:val="Footerodd"/>
            <w:suppressAutoHyphens/>
            <w:spacing w:before="40"/>
            <w:rPr>
              <w:lang w:eastAsia="en-GB"/>
            </w:rPr>
          </w:pPr>
        </w:p>
      </w:tc>
      <w:tc>
        <w:tcPr>
          <w:tcW w:w="567" w:type="dxa"/>
          <w:shd w:val="clear" w:color="auto" w:fill="auto"/>
        </w:tcPr>
        <w:p w14:paraId="55A2D058" w14:textId="30EBE64B" w:rsidR="00AA275D" w:rsidRDefault="00AA275D"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A02D9">
            <w:rPr>
              <w:rFonts w:eastAsia="Times"/>
              <w:noProof/>
              <w:lang w:eastAsia="en-GB"/>
            </w:rPr>
            <w:t>22</w:t>
          </w:r>
          <w:r w:rsidRPr="00922455">
            <w:rPr>
              <w:rFonts w:eastAsia="Times"/>
              <w:lang w:eastAsia="en-GB"/>
            </w:rPr>
            <w:fldChar w:fldCharType="end"/>
          </w:r>
        </w:p>
      </w:tc>
      <w:tc>
        <w:tcPr>
          <w:tcW w:w="4394" w:type="dxa"/>
          <w:shd w:val="clear" w:color="auto" w:fill="auto"/>
        </w:tcPr>
        <w:p w14:paraId="621FB17C" w14:textId="0D9740E8" w:rsidR="00AA275D" w:rsidRDefault="00AA275D" w:rsidP="00955C22">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sidR="000E77F7">
            <w:t>April</w:t>
          </w:r>
          <w:r>
            <w:t xml:space="preserve"> 202</w:t>
          </w:r>
          <w:r w:rsidR="000E77F7">
            <w:t>3</w:t>
          </w:r>
          <w:r>
            <w:rPr>
              <w:lang w:eastAsia="en-GB"/>
            </w:rPr>
            <w:fldChar w:fldCharType="begin"/>
          </w:r>
          <w:r>
            <w:rPr>
              <w:lang w:eastAsia="en-GB"/>
            </w:rPr>
            <w:instrText xml:space="preserve"> STYLEREF  "Release date"  \* MERGEFORMAT </w:instrText>
          </w:r>
          <w:r>
            <w:rPr>
              <w:lang w:eastAsia="en-GB"/>
            </w:rPr>
            <w:fldChar w:fldCharType="end"/>
          </w:r>
        </w:p>
      </w:tc>
    </w:tr>
  </w:tbl>
  <w:p w14:paraId="208DD8DA" w14:textId="77777777" w:rsidR="00AA275D" w:rsidRPr="000017C4" w:rsidRDefault="00AA275D"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1BC2" w14:textId="77777777" w:rsidR="00AA275D" w:rsidRDefault="00AA275D"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31AB8DF2" w14:textId="77777777" w:rsidTr="000E2675">
      <w:trPr>
        <w:cantSplit/>
        <w:trHeight w:hRule="exact" w:val="50"/>
      </w:trPr>
      <w:tc>
        <w:tcPr>
          <w:tcW w:w="9242" w:type="dxa"/>
        </w:tcPr>
        <w:p w14:paraId="496E9088" w14:textId="77777777" w:rsidR="00AA275D" w:rsidRDefault="00AA275D" w:rsidP="005A6353"/>
      </w:tc>
    </w:tr>
  </w:tbl>
  <w:p w14:paraId="1D713CE8" w14:textId="77777777" w:rsidR="00AA275D" w:rsidRPr="00BB3079" w:rsidRDefault="00AA275D"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CBFDC" w14:textId="77777777" w:rsidR="008B5AA6" w:rsidRDefault="008B5AA6" w:rsidP="005A6353">
      <w:r>
        <w:separator/>
      </w:r>
    </w:p>
  </w:footnote>
  <w:footnote w:type="continuationSeparator" w:id="0">
    <w:p w14:paraId="24F4FC2B" w14:textId="77777777" w:rsidR="008B5AA6" w:rsidRDefault="008B5AA6"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8DF0" w14:textId="77777777" w:rsidR="00AA275D" w:rsidRDefault="00AA275D"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20DBB518" w14:textId="77777777" w:rsidTr="006864CC">
      <w:trPr>
        <w:cantSplit/>
        <w:trHeight w:hRule="exact" w:val="50"/>
      </w:trPr>
      <w:tc>
        <w:tcPr>
          <w:tcW w:w="9242" w:type="dxa"/>
        </w:tcPr>
        <w:p w14:paraId="4D431078" w14:textId="77777777" w:rsidR="00AA275D" w:rsidRDefault="00AA275D" w:rsidP="005A6353"/>
      </w:tc>
    </w:tr>
  </w:tbl>
  <w:p w14:paraId="27BF29F8" w14:textId="77777777" w:rsidR="00AA275D" w:rsidRDefault="00AA275D"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EA59" w14:textId="77777777" w:rsidR="00AA275D" w:rsidRDefault="00AA275D" w:rsidP="00282FC2">
    <w:pPr>
      <w:pStyle w:val="Headereven"/>
    </w:pPr>
    <w:r>
      <w:t>&lt;Product name&gt; - &lt;Release number&gt;</w:t>
    </w:r>
    <w:r>
      <w:tab/>
    </w:r>
    <w:r w:rsidR="006E6FAB">
      <w:fldChar w:fldCharType="begin"/>
    </w:r>
    <w:r w:rsidR="006E6FAB">
      <w:instrText xml:space="preserve"> DOCPROPERTY  Confidentiality  \* MERGEFORMAT </w:instrText>
    </w:r>
    <w:r w:rsidR="006E6FAB">
      <w:fldChar w:fldCharType="separate"/>
    </w:r>
    <w:r w:rsidRPr="00AE5536">
      <w:rPr>
        <w:color w:val="008000"/>
      </w:rPr>
      <w:t>&lt;CONFIDENTIALITY&gt;</w:t>
    </w:r>
    <w:r w:rsidR="006E6FAB">
      <w:rPr>
        <w:color w:val="008000"/>
      </w:rPr>
      <w:fldChar w:fldCharType="end"/>
    </w:r>
    <w:r w:rsidRPr="00282FC2">
      <w:rPr>
        <w:color w:val="008000"/>
      </w:rPr>
      <w:t xml:space="preserve"> - </w:t>
    </w:r>
    <w:r w:rsidR="006E6FAB">
      <w:fldChar w:fldCharType="begin"/>
    </w:r>
    <w:r w:rsidR="006E6FAB">
      <w:instrText xml:space="preserve"> DOCPROPERTY  "Revision status"  \* MERGEFORMAT </w:instrText>
    </w:r>
    <w:r w:rsidR="006E6FAB">
      <w:fldChar w:fldCharType="separate"/>
    </w:r>
    <w:r w:rsidRPr="00AE5536">
      <w:rPr>
        <w:color w:val="008000"/>
      </w:rPr>
      <w:t>&lt;REVISION STATUS&gt;</w:t>
    </w:r>
    <w:r w:rsidR="006E6FAB">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63AAECCD" w14:textId="77777777" w:rsidTr="000E2675">
      <w:trPr>
        <w:cantSplit/>
        <w:trHeight w:hRule="exact" w:val="50"/>
      </w:trPr>
      <w:tc>
        <w:tcPr>
          <w:tcW w:w="9242" w:type="dxa"/>
        </w:tcPr>
        <w:p w14:paraId="18753625" w14:textId="77777777" w:rsidR="00AA275D" w:rsidRDefault="00AA275D" w:rsidP="005A6353"/>
      </w:tc>
    </w:tr>
  </w:tbl>
  <w:p w14:paraId="2F4B59A1" w14:textId="77777777" w:rsidR="00AA275D" w:rsidRDefault="00AA275D"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8F2E" w14:textId="77777777" w:rsidR="00AA275D" w:rsidRDefault="00AA275D" w:rsidP="00C331E3">
    <w:pPr>
      <w:pStyle w:val="Headerodd"/>
      <w:pBdr>
        <w:bottom w:val="double" w:sz="4" w:space="1" w:color="auto"/>
      </w:pBdr>
      <w:spacing w:before="120" w:line="240" w:lineRule="atLeast"/>
    </w:pPr>
  </w:p>
  <w:p w14:paraId="55C791C8" w14:textId="61B13915" w:rsidR="00AA275D" w:rsidRDefault="006E6FAB"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A275D">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E22B" w14:textId="77777777" w:rsidR="00AA275D" w:rsidRDefault="00AA275D" w:rsidP="00282FC2">
    <w:pPr>
      <w:pStyle w:val="Headereven"/>
    </w:pPr>
    <w:r>
      <w:tab/>
    </w:r>
    <w:r w:rsidR="006E6FAB">
      <w:fldChar w:fldCharType="begin"/>
    </w:r>
    <w:r w:rsidR="006E6FAB">
      <w:instrText xml:space="preserve"> STYLEREF  "Intro Heading"  \* MERGEFORMAT </w:instrText>
    </w:r>
    <w:r w:rsidR="006E6FAB">
      <w:fldChar w:fldCharType="separate"/>
    </w:r>
    <w:r>
      <w:rPr>
        <w:noProof/>
      </w:rPr>
      <w:t>Table of Contents</w:t>
    </w:r>
    <w:r w:rsidR="006E6FAB">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3B55BE79" w14:textId="77777777" w:rsidTr="000E2675">
      <w:trPr>
        <w:cantSplit/>
        <w:trHeight w:hRule="exact" w:val="50"/>
      </w:trPr>
      <w:tc>
        <w:tcPr>
          <w:tcW w:w="9242" w:type="dxa"/>
        </w:tcPr>
        <w:p w14:paraId="4FC45DF7" w14:textId="77777777" w:rsidR="00AA275D" w:rsidRDefault="00AA275D" w:rsidP="005A6353"/>
      </w:tc>
    </w:tr>
  </w:tbl>
  <w:p w14:paraId="6378F774" w14:textId="77777777" w:rsidR="00AA275D" w:rsidRDefault="00AA275D"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7D23" w14:textId="77777777" w:rsidR="00AA275D" w:rsidRDefault="00AA275D"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AA275D" w14:paraId="59E65FDA" w14:textId="77777777" w:rsidTr="00922455">
      <w:tc>
        <w:tcPr>
          <w:tcW w:w="4253" w:type="dxa"/>
          <w:shd w:val="clear" w:color="auto" w:fill="auto"/>
        </w:tcPr>
        <w:p w14:paraId="14F2689B" w14:textId="4DEFDAC1" w:rsidR="00AA275D" w:rsidRDefault="00AA275D"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E6FAB">
            <w:rPr>
              <w:noProof/>
              <w:lang w:eastAsia="en-GB"/>
            </w:rPr>
            <w:t>Message Definition Report Part 1</w:t>
          </w:r>
          <w:r>
            <w:rPr>
              <w:noProof/>
              <w:lang w:eastAsia="en-GB"/>
            </w:rPr>
            <w:fldChar w:fldCharType="end"/>
          </w:r>
        </w:p>
      </w:tc>
      <w:tc>
        <w:tcPr>
          <w:tcW w:w="567" w:type="dxa"/>
          <w:shd w:val="clear" w:color="auto" w:fill="auto"/>
        </w:tcPr>
        <w:p w14:paraId="32A3C153" w14:textId="77777777" w:rsidR="00AA275D" w:rsidRDefault="00AA275D" w:rsidP="00922455">
          <w:pPr>
            <w:pStyle w:val="Headereven"/>
            <w:suppressAutoHyphens/>
            <w:spacing w:before="40"/>
            <w:rPr>
              <w:lang w:eastAsia="en-GB"/>
            </w:rPr>
          </w:pPr>
        </w:p>
      </w:tc>
      <w:tc>
        <w:tcPr>
          <w:tcW w:w="4394" w:type="dxa"/>
          <w:shd w:val="clear" w:color="auto" w:fill="auto"/>
        </w:tcPr>
        <w:p w14:paraId="4F3C5DC6" w14:textId="6EDD21B2" w:rsidR="00AA275D" w:rsidRDefault="00AA275D" w:rsidP="009F4CD7">
          <w:pPr>
            <w:pStyle w:val="Headereven"/>
            <w:suppressAutoHyphens/>
            <w:spacing w:before="40"/>
            <w:jc w:val="right"/>
            <w:rPr>
              <w:lang w:eastAsia="en-GB"/>
            </w:rPr>
          </w:pPr>
        </w:p>
      </w:tc>
    </w:tr>
  </w:tbl>
  <w:p w14:paraId="75F80FC0" w14:textId="77777777" w:rsidR="00AA275D" w:rsidRDefault="00AA275D"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7322" w14:textId="77777777" w:rsidR="00AA275D" w:rsidRDefault="00AA275D" w:rsidP="00E20C1F">
    <w:pPr>
      <w:pStyle w:val="Headerodd"/>
      <w:pBdr>
        <w:bottom w:val="double" w:sz="4" w:space="1" w:color="auto"/>
      </w:pBdr>
      <w:spacing w:line="240" w:lineRule="atLeast"/>
    </w:pPr>
  </w:p>
  <w:p w14:paraId="10659F6B" w14:textId="1B7543D5" w:rsidR="00AA275D" w:rsidRDefault="006E6FAB"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A275D">
      <w:rPr>
        <w:noProof/>
      </w:rPr>
      <w:tab/>
    </w:r>
    <w:r>
      <w:fldChar w:fldCharType="begin"/>
    </w:r>
    <w:r>
      <w:instrText xml:space="preserve"> STYLEREF  "Heading 1"  \* MERGEFORMAT </w:instrText>
    </w:r>
    <w:r>
      <w:fldChar w:fldCharType="separate"/>
    </w:r>
    <w:r w:rsidRPr="006E6FAB">
      <w:rPr>
        <w:b/>
        <w:bCs/>
        <w:noProof/>
        <w:lang w:val="it-IT"/>
      </w:rPr>
      <w:t>Revision Record</w:t>
    </w:r>
    <w:r>
      <w:rPr>
        <w:b/>
        <w:bCs/>
        <w:noProof/>
        <w:lang w:val="it-IT"/>
      </w:rPr>
      <w:fldChar w:fldCharType="end"/>
    </w:r>
  </w:p>
  <w:p w14:paraId="25A18AF7" w14:textId="77777777" w:rsidR="00AA275D" w:rsidRDefault="00AA275D"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07A16E2"/>
    <w:multiLevelType w:val="hybridMultilevel"/>
    <w:tmpl w:val="142C4938"/>
    <w:lvl w:ilvl="0" w:tplc="6CB4BB3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6"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9"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1" w15:restartNumberingAfterBreak="0">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6" w15:restartNumberingAfterBreak="0">
    <w:nsid w:val="533F6BE5"/>
    <w:multiLevelType w:val="hybridMultilevel"/>
    <w:tmpl w:val="0A9A3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A6928B8"/>
    <w:multiLevelType w:val="hybridMultilevel"/>
    <w:tmpl w:val="335A729A"/>
    <w:lvl w:ilvl="0" w:tplc="04070001">
      <w:start w:val="1"/>
      <w:numFmt w:val="bullet"/>
      <w:lvlText w:val=""/>
      <w:lvlJc w:val="left"/>
      <w:pPr>
        <w:tabs>
          <w:tab w:val="num" w:pos="720"/>
        </w:tabs>
        <w:ind w:left="720" w:hanging="360"/>
      </w:pPr>
      <w:rPr>
        <w:rFonts w:ascii="Symbol" w:hAnsi="Symbol" w:hint="default"/>
        <w:b w:val="0"/>
        <w:i w:val="0"/>
      </w:rPr>
    </w:lvl>
    <w:lvl w:ilvl="1" w:tplc="406CED04">
      <w:start w:val="1"/>
      <w:numFmt w:val="bullet"/>
      <w:lvlText w:val=""/>
      <w:lvlJc w:val="left"/>
      <w:pPr>
        <w:tabs>
          <w:tab w:val="num" w:pos="1440"/>
        </w:tabs>
        <w:ind w:left="1440" w:hanging="360"/>
      </w:pPr>
      <w:rPr>
        <w:rFonts w:ascii="Wingdings" w:hAnsi="Wingdings" w:hint="default"/>
        <w:b w:val="0"/>
        <w:i w:val="0"/>
      </w:rPr>
    </w:lvl>
    <w:lvl w:ilvl="2" w:tplc="57B8B8B8">
      <w:start w:val="1"/>
      <w:numFmt w:val="lowerRoman"/>
      <w:lvlText w:val="%3."/>
      <w:lvlJc w:val="right"/>
      <w:pPr>
        <w:tabs>
          <w:tab w:val="num" w:pos="2160"/>
        </w:tabs>
        <w:ind w:left="2160" w:hanging="180"/>
      </w:pPr>
      <w:rPr>
        <w:rFonts w:cs="Times New Roman"/>
      </w:rPr>
    </w:lvl>
    <w:lvl w:ilvl="3" w:tplc="F8B4B016">
      <w:start w:val="1"/>
      <w:numFmt w:val="decimal"/>
      <w:lvlText w:val="%4."/>
      <w:lvlJc w:val="left"/>
      <w:pPr>
        <w:tabs>
          <w:tab w:val="num" w:pos="2880"/>
        </w:tabs>
        <w:ind w:left="2880" w:hanging="360"/>
      </w:pPr>
      <w:rPr>
        <w:rFonts w:cs="Times New Roman"/>
      </w:rPr>
    </w:lvl>
    <w:lvl w:ilvl="4" w:tplc="D440205A">
      <w:start w:val="1"/>
      <w:numFmt w:val="lowerLetter"/>
      <w:lvlText w:val="%5."/>
      <w:lvlJc w:val="left"/>
      <w:pPr>
        <w:tabs>
          <w:tab w:val="num" w:pos="3600"/>
        </w:tabs>
        <w:ind w:left="3600" w:hanging="360"/>
      </w:pPr>
      <w:rPr>
        <w:rFonts w:cs="Times New Roman"/>
      </w:rPr>
    </w:lvl>
    <w:lvl w:ilvl="5" w:tplc="60A615FC">
      <w:start w:val="1"/>
      <w:numFmt w:val="lowerRoman"/>
      <w:lvlText w:val="%6."/>
      <w:lvlJc w:val="right"/>
      <w:pPr>
        <w:tabs>
          <w:tab w:val="num" w:pos="4320"/>
        </w:tabs>
        <w:ind w:left="4320" w:hanging="180"/>
      </w:pPr>
      <w:rPr>
        <w:rFonts w:cs="Times New Roman"/>
      </w:rPr>
    </w:lvl>
    <w:lvl w:ilvl="6" w:tplc="AAF8670E">
      <w:start w:val="1"/>
      <w:numFmt w:val="decimal"/>
      <w:lvlText w:val="%7."/>
      <w:lvlJc w:val="left"/>
      <w:pPr>
        <w:tabs>
          <w:tab w:val="num" w:pos="5040"/>
        </w:tabs>
        <w:ind w:left="5040" w:hanging="360"/>
      </w:pPr>
      <w:rPr>
        <w:rFonts w:cs="Times New Roman"/>
      </w:rPr>
    </w:lvl>
    <w:lvl w:ilvl="7" w:tplc="F09E7A58">
      <w:start w:val="1"/>
      <w:numFmt w:val="lowerLetter"/>
      <w:lvlText w:val="%8."/>
      <w:lvlJc w:val="left"/>
      <w:pPr>
        <w:tabs>
          <w:tab w:val="num" w:pos="5760"/>
        </w:tabs>
        <w:ind w:left="5760" w:hanging="360"/>
      </w:pPr>
      <w:rPr>
        <w:rFonts w:cs="Times New Roman"/>
      </w:rPr>
    </w:lvl>
    <w:lvl w:ilvl="8" w:tplc="1B0638C4">
      <w:start w:val="1"/>
      <w:numFmt w:val="lowerRoman"/>
      <w:lvlText w:val="%9."/>
      <w:lvlJc w:val="right"/>
      <w:pPr>
        <w:tabs>
          <w:tab w:val="num" w:pos="6480"/>
        </w:tabs>
        <w:ind w:left="6480" w:hanging="180"/>
      </w:pPr>
      <w:rPr>
        <w:rFonts w:cs="Times New Roman"/>
      </w:rPr>
    </w:lvl>
  </w:abstractNum>
  <w:abstractNum w:abstractNumId="28"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9"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1" w15:restartNumberingAfterBreak="0">
    <w:nsid w:val="6AE402CD"/>
    <w:multiLevelType w:val="hybridMultilevel"/>
    <w:tmpl w:val="12905BD2"/>
    <w:lvl w:ilvl="0" w:tplc="0809000F">
      <w:start w:val="1"/>
      <w:numFmt w:val="decimal"/>
      <w:lvlText w:val="%1."/>
      <w:lvlJc w:val="left"/>
      <w:pPr>
        <w:ind w:left="1658" w:hanging="360"/>
      </w:pPr>
    </w:lvl>
    <w:lvl w:ilvl="1" w:tplc="08090019" w:tentative="1">
      <w:start w:val="1"/>
      <w:numFmt w:val="lowerLetter"/>
      <w:lvlText w:val="%2."/>
      <w:lvlJc w:val="left"/>
      <w:pPr>
        <w:ind w:left="2596" w:hanging="360"/>
      </w:pPr>
    </w:lvl>
    <w:lvl w:ilvl="2" w:tplc="0809001B" w:tentative="1">
      <w:start w:val="1"/>
      <w:numFmt w:val="lowerRoman"/>
      <w:lvlText w:val="%3."/>
      <w:lvlJc w:val="right"/>
      <w:pPr>
        <w:ind w:left="3316" w:hanging="180"/>
      </w:pPr>
    </w:lvl>
    <w:lvl w:ilvl="3" w:tplc="0809000F" w:tentative="1">
      <w:start w:val="1"/>
      <w:numFmt w:val="decimal"/>
      <w:lvlText w:val="%4."/>
      <w:lvlJc w:val="left"/>
      <w:pPr>
        <w:ind w:left="4036" w:hanging="360"/>
      </w:pPr>
    </w:lvl>
    <w:lvl w:ilvl="4" w:tplc="08090019" w:tentative="1">
      <w:start w:val="1"/>
      <w:numFmt w:val="lowerLetter"/>
      <w:lvlText w:val="%5."/>
      <w:lvlJc w:val="left"/>
      <w:pPr>
        <w:ind w:left="4756" w:hanging="360"/>
      </w:pPr>
    </w:lvl>
    <w:lvl w:ilvl="5" w:tplc="0809001B" w:tentative="1">
      <w:start w:val="1"/>
      <w:numFmt w:val="lowerRoman"/>
      <w:lvlText w:val="%6."/>
      <w:lvlJc w:val="right"/>
      <w:pPr>
        <w:ind w:left="5476" w:hanging="180"/>
      </w:pPr>
    </w:lvl>
    <w:lvl w:ilvl="6" w:tplc="0809000F" w:tentative="1">
      <w:start w:val="1"/>
      <w:numFmt w:val="decimal"/>
      <w:lvlText w:val="%7."/>
      <w:lvlJc w:val="left"/>
      <w:pPr>
        <w:ind w:left="6196" w:hanging="360"/>
      </w:pPr>
    </w:lvl>
    <w:lvl w:ilvl="7" w:tplc="08090019" w:tentative="1">
      <w:start w:val="1"/>
      <w:numFmt w:val="lowerLetter"/>
      <w:lvlText w:val="%8."/>
      <w:lvlJc w:val="left"/>
      <w:pPr>
        <w:ind w:left="6916" w:hanging="360"/>
      </w:pPr>
    </w:lvl>
    <w:lvl w:ilvl="8" w:tplc="0809001B" w:tentative="1">
      <w:start w:val="1"/>
      <w:numFmt w:val="lowerRoman"/>
      <w:lvlText w:val="%9."/>
      <w:lvlJc w:val="right"/>
      <w:pPr>
        <w:ind w:left="7636" w:hanging="180"/>
      </w:pPr>
    </w:lvl>
  </w:abstractNum>
  <w:abstractNum w:abstractNumId="32" w15:restartNumberingAfterBreak="0">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34946989">
    <w:abstractNumId w:val="33"/>
  </w:num>
  <w:num w:numId="2" w16cid:durableId="1720982485">
    <w:abstractNumId w:val="30"/>
  </w:num>
  <w:num w:numId="3" w16cid:durableId="792791058">
    <w:abstractNumId w:val="20"/>
  </w:num>
  <w:num w:numId="4" w16cid:durableId="1558738230">
    <w:abstractNumId w:val="34"/>
  </w:num>
  <w:num w:numId="5" w16cid:durableId="988751717">
    <w:abstractNumId w:val="8"/>
  </w:num>
  <w:num w:numId="6" w16cid:durableId="1081367273">
    <w:abstractNumId w:val="6"/>
  </w:num>
  <w:num w:numId="7" w16cid:durableId="446586632">
    <w:abstractNumId w:val="5"/>
  </w:num>
  <w:num w:numId="8" w16cid:durableId="163597715">
    <w:abstractNumId w:val="4"/>
  </w:num>
  <w:num w:numId="9" w16cid:durableId="369108031">
    <w:abstractNumId w:val="3"/>
  </w:num>
  <w:num w:numId="10" w16cid:durableId="1964461443">
    <w:abstractNumId w:val="7"/>
  </w:num>
  <w:num w:numId="11" w16cid:durableId="2114666456">
    <w:abstractNumId w:val="1"/>
  </w:num>
  <w:num w:numId="12" w16cid:durableId="867335773">
    <w:abstractNumId w:val="0"/>
  </w:num>
  <w:num w:numId="13" w16cid:durableId="235551293">
    <w:abstractNumId w:val="25"/>
  </w:num>
  <w:num w:numId="14" w16cid:durableId="1659770363">
    <w:abstractNumId w:val="35"/>
  </w:num>
  <w:num w:numId="15" w16cid:durableId="674457741">
    <w:abstractNumId w:val="2"/>
  </w:num>
  <w:num w:numId="16" w16cid:durableId="960039825">
    <w:abstractNumId w:val="13"/>
  </w:num>
  <w:num w:numId="17" w16cid:durableId="2123644364">
    <w:abstractNumId w:val="11"/>
  </w:num>
  <w:num w:numId="18" w16cid:durableId="770051485">
    <w:abstractNumId w:val="18"/>
  </w:num>
  <w:num w:numId="19" w16cid:durableId="174150810">
    <w:abstractNumId w:val="10"/>
  </w:num>
  <w:num w:numId="20" w16cid:durableId="373194268">
    <w:abstractNumId w:val="22"/>
  </w:num>
  <w:num w:numId="21" w16cid:durableId="1546791743">
    <w:abstractNumId w:val="24"/>
  </w:num>
  <w:num w:numId="22" w16cid:durableId="282931788">
    <w:abstractNumId w:val="7"/>
    <w:lvlOverride w:ilvl="0">
      <w:startOverride w:val="1"/>
    </w:lvlOverride>
  </w:num>
  <w:num w:numId="23" w16cid:durableId="829834501">
    <w:abstractNumId w:val="7"/>
    <w:lvlOverride w:ilvl="0">
      <w:startOverride w:val="1"/>
    </w:lvlOverride>
  </w:num>
  <w:num w:numId="24" w16cid:durableId="1981572052">
    <w:abstractNumId w:val="7"/>
    <w:lvlOverride w:ilvl="0">
      <w:startOverride w:val="1"/>
    </w:lvlOverride>
  </w:num>
  <w:num w:numId="25" w16cid:durableId="1821800858">
    <w:abstractNumId w:val="7"/>
    <w:lvlOverride w:ilvl="0">
      <w:startOverride w:val="1"/>
    </w:lvlOverride>
  </w:num>
  <w:num w:numId="26" w16cid:durableId="1996298420">
    <w:abstractNumId w:val="7"/>
    <w:lvlOverride w:ilvl="0">
      <w:startOverride w:val="1"/>
    </w:lvlOverride>
  </w:num>
  <w:num w:numId="27" w16cid:durableId="253517213">
    <w:abstractNumId w:val="17"/>
  </w:num>
  <w:num w:numId="28" w16cid:durableId="579364097">
    <w:abstractNumId w:val="31"/>
  </w:num>
  <w:num w:numId="29" w16cid:durableId="499269587">
    <w:abstractNumId w:val="26"/>
  </w:num>
  <w:num w:numId="30" w16cid:durableId="12146541">
    <w:abstractNumId w:val="28"/>
  </w:num>
  <w:num w:numId="31" w16cid:durableId="2048217566">
    <w:abstractNumId w:val="9"/>
  </w:num>
  <w:num w:numId="32" w16cid:durableId="1868830984">
    <w:abstractNumId w:val="26"/>
  </w:num>
  <w:num w:numId="33" w16cid:durableId="491913320">
    <w:abstractNumId w:val="16"/>
  </w:num>
  <w:num w:numId="34" w16cid:durableId="1834182762">
    <w:abstractNumId w:val="23"/>
  </w:num>
  <w:num w:numId="35" w16cid:durableId="227114137">
    <w:abstractNumId w:val="12"/>
  </w:num>
  <w:num w:numId="36" w16cid:durableId="445737199">
    <w:abstractNumId w:val="29"/>
  </w:num>
  <w:num w:numId="37" w16cid:durableId="934945735">
    <w:abstractNumId w:val="19"/>
  </w:num>
  <w:num w:numId="38" w16cid:durableId="30225575">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24757694">
    <w:abstractNumId w:val="32"/>
  </w:num>
  <w:num w:numId="40" w16cid:durableId="200363808">
    <w:abstractNumId w:val="15"/>
  </w:num>
  <w:num w:numId="41" w16cid:durableId="1869677701">
    <w:abstractNumId w:val="21"/>
  </w:num>
  <w:num w:numId="42" w16cid:durableId="712004154">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36"/>
    <w:rsid w:val="000017C4"/>
    <w:rsid w:val="0000191D"/>
    <w:rsid w:val="00001AC8"/>
    <w:rsid w:val="00002EE3"/>
    <w:rsid w:val="00004D88"/>
    <w:rsid w:val="0000764E"/>
    <w:rsid w:val="00012387"/>
    <w:rsid w:val="00021790"/>
    <w:rsid w:val="00022175"/>
    <w:rsid w:val="00022528"/>
    <w:rsid w:val="00023851"/>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44C1"/>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7F7"/>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B68E3"/>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3BC9"/>
    <w:rsid w:val="0023645B"/>
    <w:rsid w:val="00236C6A"/>
    <w:rsid w:val="00237847"/>
    <w:rsid w:val="00241336"/>
    <w:rsid w:val="00243E68"/>
    <w:rsid w:val="00246684"/>
    <w:rsid w:val="00246AF9"/>
    <w:rsid w:val="00246C22"/>
    <w:rsid w:val="002509E5"/>
    <w:rsid w:val="00251978"/>
    <w:rsid w:val="00253C58"/>
    <w:rsid w:val="002555E2"/>
    <w:rsid w:val="00256BEE"/>
    <w:rsid w:val="002608A8"/>
    <w:rsid w:val="002626DA"/>
    <w:rsid w:val="002701E6"/>
    <w:rsid w:val="0027190E"/>
    <w:rsid w:val="0027357E"/>
    <w:rsid w:val="00277BA6"/>
    <w:rsid w:val="00280B82"/>
    <w:rsid w:val="00281D72"/>
    <w:rsid w:val="00282FC2"/>
    <w:rsid w:val="0028399D"/>
    <w:rsid w:val="00286BFB"/>
    <w:rsid w:val="00287177"/>
    <w:rsid w:val="00297ABD"/>
    <w:rsid w:val="002A32C6"/>
    <w:rsid w:val="002A331D"/>
    <w:rsid w:val="002A3F47"/>
    <w:rsid w:val="002A6C1D"/>
    <w:rsid w:val="002A7935"/>
    <w:rsid w:val="002B205E"/>
    <w:rsid w:val="002B271A"/>
    <w:rsid w:val="002B2935"/>
    <w:rsid w:val="002B48DB"/>
    <w:rsid w:val="002B7912"/>
    <w:rsid w:val="002C2BE7"/>
    <w:rsid w:val="002C4ED0"/>
    <w:rsid w:val="002D0362"/>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304"/>
    <w:rsid w:val="00340C02"/>
    <w:rsid w:val="003474FF"/>
    <w:rsid w:val="00351220"/>
    <w:rsid w:val="00351325"/>
    <w:rsid w:val="00352438"/>
    <w:rsid w:val="00352B99"/>
    <w:rsid w:val="0035445E"/>
    <w:rsid w:val="00360506"/>
    <w:rsid w:val="0036065A"/>
    <w:rsid w:val="00360750"/>
    <w:rsid w:val="00361851"/>
    <w:rsid w:val="00363C13"/>
    <w:rsid w:val="00364E93"/>
    <w:rsid w:val="003653C3"/>
    <w:rsid w:val="003676DD"/>
    <w:rsid w:val="00371083"/>
    <w:rsid w:val="00371ECC"/>
    <w:rsid w:val="00372530"/>
    <w:rsid w:val="003739B1"/>
    <w:rsid w:val="00374A50"/>
    <w:rsid w:val="00375400"/>
    <w:rsid w:val="003770E4"/>
    <w:rsid w:val="00385E06"/>
    <w:rsid w:val="00387A3E"/>
    <w:rsid w:val="00387D4D"/>
    <w:rsid w:val="00390C64"/>
    <w:rsid w:val="003910D0"/>
    <w:rsid w:val="0039527E"/>
    <w:rsid w:val="00396470"/>
    <w:rsid w:val="003A26B0"/>
    <w:rsid w:val="003A2A43"/>
    <w:rsid w:val="003A3DBA"/>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E7318"/>
    <w:rsid w:val="003F3047"/>
    <w:rsid w:val="003F4CE9"/>
    <w:rsid w:val="003F570F"/>
    <w:rsid w:val="00400887"/>
    <w:rsid w:val="004035AD"/>
    <w:rsid w:val="00404F55"/>
    <w:rsid w:val="00407CD4"/>
    <w:rsid w:val="00416A80"/>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94F83"/>
    <w:rsid w:val="004A02D9"/>
    <w:rsid w:val="004A1058"/>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4067"/>
    <w:rsid w:val="004C6828"/>
    <w:rsid w:val="004C7075"/>
    <w:rsid w:val="004D01EB"/>
    <w:rsid w:val="004D521A"/>
    <w:rsid w:val="004D6A21"/>
    <w:rsid w:val="004E2775"/>
    <w:rsid w:val="004E508A"/>
    <w:rsid w:val="004E5194"/>
    <w:rsid w:val="004E7565"/>
    <w:rsid w:val="004F3C56"/>
    <w:rsid w:val="004F42F5"/>
    <w:rsid w:val="004F717E"/>
    <w:rsid w:val="004F7F9F"/>
    <w:rsid w:val="005030C8"/>
    <w:rsid w:val="0050332A"/>
    <w:rsid w:val="00504C0E"/>
    <w:rsid w:val="00505BFF"/>
    <w:rsid w:val="00512ABD"/>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11FA"/>
    <w:rsid w:val="005819ED"/>
    <w:rsid w:val="005844D6"/>
    <w:rsid w:val="00584FAE"/>
    <w:rsid w:val="00585995"/>
    <w:rsid w:val="00590B92"/>
    <w:rsid w:val="00592CE2"/>
    <w:rsid w:val="005930E4"/>
    <w:rsid w:val="0059570F"/>
    <w:rsid w:val="0059725E"/>
    <w:rsid w:val="005A1BDC"/>
    <w:rsid w:val="005A1FD7"/>
    <w:rsid w:val="005A5116"/>
    <w:rsid w:val="005A6353"/>
    <w:rsid w:val="005A756E"/>
    <w:rsid w:val="005A78D0"/>
    <w:rsid w:val="005B39A5"/>
    <w:rsid w:val="005B7457"/>
    <w:rsid w:val="005C079E"/>
    <w:rsid w:val="005C4C2A"/>
    <w:rsid w:val="005C7AFC"/>
    <w:rsid w:val="005D0E5B"/>
    <w:rsid w:val="005D0EDB"/>
    <w:rsid w:val="005D2228"/>
    <w:rsid w:val="005D4FE0"/>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27870"/>
    <w:rsid w:val="006313B4"/>
    <w:rsid w:val="00632938"/>
    <w:rsid w:val="00633D49"/>
    <w:rsid w:val="0063452A"/>
    <w:rsid w:val="006350A5"/>
    <w:rsid w:val="006367CC"/>
    <w:rsid w:val="0063697A"/>
    <w:rsid w:val="00641B04"/>
    <w:rsid w:val="00645E62"/>
    <w:rsid w:val="00646E29"/>
    <w:rsid w:val="00647DBD"/>
    <w:rsid w:val="00651196"/>
    <w:rsid w:val="00654345"/>
    <w:rsid w:val="006563CE"/>
    <w:rsid w:val="00657723"/>
    <w:rsid w:val="00657A1D"/>
    <w:rsid w:val="00661526"/>
    <w:rsid w:val="00663557"/>
    <w:rsid w:val="00665B53"/>
    <w:rsid w:val="00665D80"/>
    <w:rsid w:val="00672DCF"/>
    <w:rsid w:val="00673030"/>
    <w:rsid w:val="00673863"/>
    <w:rsid w:val="00674C06"/>
    <w:rsid w:val="00675EAE"/>
    <w:rsid w:val="006821EA"/>
    <w:rsid w:val="00682A10"/>
    <w:rsid w:val="006853A8"/>
    <w:rsid w:val="006864CC"/>
    <w:rsid w:val="00687109"/>
    <w:rsid w:val="00687ACD"/>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128B"/>
    <w:rsid w:val="006D4842"/>
    <w:rsid w:val="006D5ACE"/>
    <w:rsid w:val="006D64DA"/>
    <w:rsid w:val="006D7340"/>
    <w:rsid w:val="006E0076"/>
    <w:rsid w:val="006E1B82"/>
    <w:rsid w:val="006E2EDE"/>
    <w:rsid w:val="006E3A46"/>
    <w:rsid w:val="006E4C47"/>
    <w:rsid w:val="006E6727"/>
    <w:rsid w:val="006E6FAB"/>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37ED"/>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1814"/>
    <w:rsid w:val="0082487E"/>
    <w:rsid w:val="00824D50"/>
    <w:rsid w:val="0082523E"/>
    <w:rsid w:val="00825EDF"/>
    <w:rsid w:val="008328F7"/>
    <w:rsid w:val="0083356D"/>
    <w:rsid w:val="0083366E"/>
    <w:rsid w:val="0083492A"/>
    <w:rsid w:val="00835F79"/>
    <w:rsid w:val="00837253"/>
    <w:rsid w:val="00841ED0"/>
    <w:rsid w:val="00841FD6"/>
    <w:rsid w:val="00844741"/>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547B"/>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4CDF"/>
    <w:rsid w:val="008B5AA6"/>
    <w:rsid w:val="008B718A"/>
    <w:rsid w:val="008B78B6"/>
    <w:rsid w:val="008B79DA"/>
    <w:rsid w:val="008C16FB"/>
    <w:rsid w:val="008C1818"/>
    <w:rsid w:val="008C36F7"/>
    <w:rsid w:val="008D229A"/>
    <w:rsid w:val="008D4E65"/>
    <w:rsid w:val="008D7690"/>
    <w:rsid w:val="008E4139"/>
    <w:rsid w:val="008E7098"/>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546F"/>
    <w:rsid w:val="0092643F"/>
    <w:rsid w:val="00927729"/>
    <w:rsid w:val="00927978"/>
    <w:rsid w:val="00931B59"/>
    <w:rsid w:val="0093485B"/>
    <w:rsid w:val="0093556B"/>
    <w:rsid w:val="00935ED6"/>
    <w:rsid w:val="00935F9D"/>
    <w:rsid w:val="0093666B"/>
    <w:rsid w:val="00936F11"/>
    <w:rsid w:val="009370C1"/>
    <w:rsid w:val="00940091"/>
    <w:rsid w:val="009401D9"/>
    <w:rsid w:val="009420FB"/>
    <w:rsid w:val="0094587D"/>
    <w:rsid w:val="009462D4"/>
    <w:rsid w:val="0095001F"/>
    <w:rsid w:val="0095072B"/>
    <w:rsid w:val="009534D0"/>
    <w:rsid w:val="00955638"/>
    <w:rsid w:val="00955C22"/>
    <w:rsid w:val="00957D73"/>
    <w:rsid w:val="00957DC7"/>
    <w:rsid w:val="00960A6B"/>
    <w:rsid w:val="00962286"/>
    <w:rsid w:val="0096292A"/>
    <w:rsid w:val="009635AF"/>
    <w:rsid w:val="00965BA7"/>
    <w:rsid w:val="00970DC8"/>
    <w:rsid w:val="00973802"/>
    <w:rsid w:val="00975EA8"/>
    <w:rsid w:val="009808F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4CD7"/>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009"/>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275D"/>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1F9C"/>
    <w:rsid w:val="00AD69E0"/>
    <w:rsid w:val="00AD74B9"/>
    <w:rsid w:val="00AE5536"/>
    <w:rsid w:val="00AE6761"/>
    <w:rsid w:val="00AF0900"/>
    <w:rsid w:val="00AF28ED"/>
    <w:rsid w:val="00AF2D18"/>
    <w:rsid w:val="00AF2D24"/>
    <w:rsid w:val="00AF7FC0"/>
    <w:rsid w:val="00B001DE"/>
    <w:rsid w:val="00B00653"/>
    <w:rsid w:val="00B01F7F"/>
    <w:rsid w:val="00B028B6"/>
    <w:rsid w:val="00B069FF"/>
    <w:rsid w:val="00B109B0"/>
    <w:rsid w:val="00B11021"/>
    <w:rsid w:val="00B110BD"/>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189E"/>
    <w:rsid w:val="00B72471"/>
    <w:rsid w:val="00B72A17"/>
    <w:rsid w:val="00B75165"/>
    <w:rsid w:val="00B76F56"/>
    <w:rsid w:val="00B820B7"/>
    <w:rsid w:val="00B825EE"/>
    <w:rsid w:val="00B82E62"/>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D5BF5"/>
    <w:rsid w:val="00BE3377"/>
    <w:rsid w:val="00BE50A6"/>
    <w:rsid w:val="00BE6BFF"/>
    <w:rsid w:val="00BE7691"/>
    <w:rsid w:val="00BF287C"/>
    <w:rsid w:val="00BF2C6C"/>
    <w:rsid w:val="00BF3FB9"/>
    <w:rsid w:val="00BF72E6"/>
    <w:rsid w:val="00C00225"/>
    <w:rsid w:val="00C04D16"/>
    <w:rsid w:val="00C04DF9"/>
    <w:rsid w:val="00C050ED"/>
    <w:rsid w:val="00C0707D"/>
    <w:rsid w:val="00C10444"/>
    <w:rsid w:val="00C108FD"/>
    <w:rsid w:val="00C12247"/>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47FA7"/>
    <w:rsid w:val="00C506C4"/>
    <w:rsid w:val="00C506F4"/>
    <w:rsid w:val="00C526E6"/>
    <w:rsid w:val="00C52794"/>
    <w:rsid w:val="00C536AC"/>
    <w:rsid w:val="00C563FD"/>
    <w:rsid w:val="00C61FD7"/>
    <w:rsid w:val="00C64C54"/>
    <w:rsid w:val="00C6531B"/>
    <w:rsid w:val="00C6555B"/>
    <w:rsid w:val="00C6564B"/>
    <w:rsid w:val="00C65997"/>
    <w:rsid w:val="00C66146"/>
    <w:rsid w:val="00C67102"/>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2778"/>
    <w:rsid w:val="00D01882"/>
    <w:rsid w:val="00D12167"/>
    <w:rsid w:val="00D13DAD"/>
    <w:rsid w:val="00D14991"/>
    <w:rsid w:val="00D15F92"/>
    <w:rsid w:val="00D1664E"/>
    <w:rsid w:val="00D16CBF"/>
    <w:rsid w:val="00D22F48"/>
    <w:rsid w:val="00D232E4"/>
    <w:rsid w:val="00D24CFE"/>
    <w:rsid w:val="00D2701A"/>
    <w:rsid w:val="00D33FED"/>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2965"/>
    <w:rsid w:val="00D9412E"/>
    <w:rsid w:val="00D941B4"/>
    <w:rsid w:val="00D95F05"/>
    <w:rsid w:val="00DA1825"/>
    <w:rsid w:val="00DA5F03"/>
    <w:rsid w:val="00DA60E8"/>
    <w:rsid w:val="00DA730C"/>
    <w:rsid w:val="00DB3BC8"/>
    <w:rsid w:val="00DB4641"/>
    <w:rsid w:val="00DB5AF7"/>
    <w:rsid w:val="00DC0BB8"/>
    <w:rsid w:val="00DC2071"/>
    <w:rsid w:val="00DC44E7"/>
    <w:rsid w:val="00DC735D"/>
    <w:rsid w:val="00DD2D98"/>
    <w:rsid w:val="00DD3313"/>
    <w:rsid w:val="00DD36A7"/>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4AC3"/>
    <w:rsid w:val="00E85B63"/>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0E20"/>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71"/>
    <w:rsid w:val="00F302BD"/>
    <w:rsid w:val="00F307D3"/>
    <w:rsid w:val="00F3486B"/>
    <w:rsid w:val="00F34BCF"/>
    <w:rsid w:val="00F35804"/>
    <w:rsid w:val="00F4044B"/>
    <w:rsid w:val="00F44048"/>
    <w:rsid w:val="00F45CD3"/>
    <w:rsid w:val="00F462E3"/>
    <w:rsid w:val="00F5114C"/>
    <w:rsid w:val="00F514E4"/>
    <w:rsid w:val="00F60469"/>
    <w:rsid w:val="00F6247B"/>
    <w:rsid w:val="00F70BAD"/>
    <w:rsid w:val="00F721E4"/>
    <w:rsid w:val="00F73268"/>
    <w:rsid w:val="00F734C8"/>
    <w:rsid w:val="00F739CE"/>
    <w:rsid w:val="00F74C2B"/>
    <w:rsid w:val="00F80208"/>
    <w:rsid w:val="00F81E21"/>
    <w:rsid w:val="00F83B23"/>
    <w:rsid w:val="00F83DFF"/>
    <w:rsid w:val="00F842ED"/>
    <w:rsid w:val="00F84EE5"/>
    <w:rsid w:val="00F873B2"/>
    <w:rsid w:val="00F87913"/>
    <w:rsid w:val="00F923F2"/>
    <w:rsid w:val="00FA18EA"/>
    <w:rsid w:val="00FA2BB4"/>
    <w:rsid w:val="00FA2C50"/>
    <w:rsid w:val="00FA3268"/>
    <w:rsid w:val="00FA3F55"/>
    <w:rsid w:val="00FA65F6"/>
    <w:rsid w:val="00FA7090"/>
    <w:rsid w:val="00FB0440"/>
    <w:rsid w:val="00FB0A89"/>
    <w:rsid w:val="00FB2BBC"/>
    <w:rsid w:val="00FB3FD3"/>
    <w:rsid w:val="00FB56C7"/>
    <w:rsid w:val="00FB6131"/>
    <w:rsid w:val="00FB6FB4"/>
    <w:rsid w:val="00FB7658"/>
    <w:rsid w:val="00FC0CED"/>
    <w:rsid w:val="00FC205F"/>
    <w:rsid w:val="00FC34D7"/>
    <w:rsid w:val="00FC3EE2"/>
    <w:rsid w:val="00FC4C9D"/>
    <w:rsid w:val="00FC6296"/>
    <w:rsid w:val="00FC66CD"/>
    <w:rsid w:val="00FC6D03"/>
    <w:rsid w:val="00FD2BF7"/>
    <w:rsid w:val="00FD4156"/>
    <w:rsid w:val="00FD451C"/>
    <w:rsid w:val="00FD4D04"/>
    <w:rsid w:val="00FD654E"/>
    <w:rsid w:val="00FD6ED2"/>
    <w:rsid w:val="00FD737D"/>
    <w:rsid w:val="00FE0B37"/>
    <w:rsid w:val="00FE0EC9"/>
    <w:rsid w:val="00FE3D8B"/>
    <w:rsid w:val="00FE662D"/>
    <w:rsid w:val="00FF1E86"/>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4:docId w14:val="31E8F76A"/>
  <w15:chartTrackingRefBased/>
  <w15:docId w15:val="{218266CB-C7B2-40FE-9794-16A2BDA9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HTML Keyboard"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F307D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styleId="Emphasis">
    <w:name w:val="Emphasis"/>
    <w:basedOn w:val="DefaultParagraphFont"/>
    <w:qFormat/>
    <w:rsid w:val="00F307D3"/>
    <w:rPr>
      <w:i/>
      <w:iCs/>
    </w:rPr>
  </w:style>
  <w:style w:type="character" w:styleId="Strong">
    <w:name w:val="Strong"/>
    <w:basedOn w:val="DefaultParagraphFont"/>
    <w:uiPriority w:val="22"/>
    <w:qFormat/>
    <w:rsid w:val="00F30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20786928">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7.emf"/><Relationship Id="rId21" Type="http://schemas.openxmlformats.org/officeDocument/2006/relationships/oleObject" Target="embeddings/oleObject2.bin"/><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Microsoft_Visio_2003-2010_Drawing.vsd"/><Relationship Id="rId25" Type="http://schemas.openxmlformats.org/officeDocument/2006/relationships/oleObject" Target="embeddings/oleObject4.bin"/><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oleObject" Target="embeddings/oleObject3.bin"/><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hyperlink" Target="http://www.iso20022.org" TargetMode="External"/><Relationship Id="rId19" Type="http://schemas.openxmlformats.org/officeDocument/2006/relationships/oleObject" Target="embeddings/oleObject1.bin"/><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oleObject" Target="embeddings/Microsoft_Visio_2003-2010_Drawing1.vsd"/><Relationship Id="rId30" Type="http://schemas.openxmlformats.org/officeDocument/2006/relationships/image" Target="media/image10.png"/><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T2S\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EFAC6-38B9-4A78-815D-B5681905FFA2}">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24</TotalTime>
  <Pages>22</Pages>
  <Words>2436</Words>
  <Characters>18745</Characters>
  <Application>Microsoft Office Word</Application>
  <DocSecurity>0</DocSecurity>
  <Lines>156</Lines>
  <Paragraphs>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ISO 20022 - Message Definition Report Part 1</vt:lpstr>
      <vt:lpstr/>
    </vt:vector>
  </TitlesOfParts>
  <Company>S.W.I.F.T. SCRL</Company>
  <LinksUpToDate>false</LinksUpToDate>
  <CharactersWithSpaces>21139</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 Message Definition Report Part 1</dc:title>
  <dc:subject/>
  <dc:creator>Riccardo Mancini</dc:creator>
  <cp:keywords/>
  <cp:lastModifiedBy>KUNTZ Vincent</cp:lastModifiedBy>
  <cp:revision>12</cp:revision>
  <cp:lastPrinted>2012-01-27T11:08:00Z</cp:lastPrinted>
  <dcterms:created xsi:type="dcterms:W3CDTF">2023-04-05T08:43:00Z</dcterms:created>
  <dcterms:modified xsi:type="dcterms:W3CDTF">2023-04-05T09:35:00Z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2022-02-11T10:39:39Z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54477628-8891-49e5-a407-cd74c55a50b9</vt:lpwstr>
  </property>
  <property fmtid="{D5CDD505-2E9C-101B-9397-08002B2CF9AE}" pid="12" name="MSIP_Label_4868b825-edee-44ac-b7a2-e857f0213f31_ContentBits">
    <vt:lpwstr>0</vt:lpwstr>
  </property>
</Properties>
</file>