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FE8BB" w14:textId="77777777" w:rsidR="00FC66CD" w:rsidRDefault="004D4F08" w:rsidP="005A6353">
      <w:pPr>
        <w:pStyle w:val="ProductFamily"/>
      </w:pPr>
      <w:r>
        <w:t>ISO 20022</w:t>
      </w:r>
    </w:p>
    <w:p w14:paraId="073054BC" w14:textId="646102DE" w:rsidR="00FC66CD" w:rsidRDefault="004D4F08" w:rsidP="005A6353">
      <w:pPr>
        <w:pStyle w:val="ProductName"/>
      </w:pPr>
      <w:r w:rsidRPr="00446D0D">
        <w:t>Stand-</w:t>
      </w:r>
      <w:r w:rsidR="00751A5C">
        <w:t>A</w:t>
      </w:r>
      <w:r w:rsidRPr="00446D0D">
        <w:t>lone Remittance</w:t>
      </w:r>
      <w:r w:rsidR="00751A5C">
        <w:t xml:space="preserve"> Advice</w:t>
      </w:r>
      <w:r w:rsidR="00422159">
        <w:t xml:space="preserve"> - Maintenance 20</w:t>
      </w:r>
      <w:r w:rsidR="00CB3A22">
        <w:t>20</w:t>
      </w:r>
      <w:r w:rsidR="00422159">
        <w:t xml:space="preserve"> - 20</w:t>
      </w:r>
      <w:r w:rsidR="00CB3A22">
        <w:t>21</w:t>
      </w:r>
    </w:p>
    <w:p w14:paraId="642F5B14" w14:textId="77777777" w:rsidR="00FC66CD" w:rsidRDefault="00FC66CD" w:rsidP="005A6353">
      <w:pPr>
        <w:pStyle w:val="Titlepagetext"/>
      </w:pPr>
    </w:p>
    <w:p w14:paraId="07C6039B" w14:textId="77777777" w:rsidR="00FC66CD" w:rsidRPr="00657A1D" w:rsidRDefault="00FC66CD" w:rsidP="005A6353">
      <w:pPr>
        <w:pStyle w:val="Productvariant"/>
      </w:pPr>
    </w:p>
    <w:p w14:paraId="52851604" w14:textId="77777777" w:rsidR="00FC66CD" w:rsidRPr="00657A1D" w:rsidRDefault="000877E0" w:rsidP="005A6353">
      <w:pPr>
        <w:pStyle w:val="DocumentTitle"/>
      </w:pPr>
      <w:r>
        <w:t>Message Definition Report Part 1</w:t>
      </w:r>
    </w:p>
    <w:p w14:paraId="56AA86F2" w14:textId="55E1AC84" w:rsidR="00422159" w:rsidRPr="00F46330" w:rsidRDefault="00AF30DD" w:rsidP="00422159">
      <w:pPr>
        <w:pStyle w:val="DocumentSubtitle"/>
        <w:rPr>
          <w:rFonts w:eastAsiaTheme="minorEastAsia"/>
        </w:rPr>
      </w:pPr>
      <w:r>
        <w:t>Approved</w:t>
      </w:r>
      <w:r w:rsidR="00CB3A22">
        <w:t xml:space="preserve"> by the </w:t>
      </w:r>
      <w:r w:rsidR="00422159" w:rsidRPr="007131A3">
        <w:t>Payments SEG</w:t>
      </w:r>
    </w:p>
    <w:p w14:paraId="6707D68A" w14:textId="77777777" w:rsidR="00FC66CD" w:rsidRPr="00646E29" w:rsidRDefault="004D4F08" w:rsidP="005A6353">
      <w:pPr>
        <w:pStyle w:val="Titlepagetext"/>
      </w:pPr>
      <w:r w:rsidRPr="00F9594D">
        <w:t xml:space="preserve">This document provides information about the use of the messages for </w:t>
      </w:r>
      <w:r>
        <w:t>Stand-alone Remittance</w:t>
      </w:r>
      <w:r w:rsidRPr="00F9594D">
        <w:t xml:space="preserve"> and includes, for example, business scenarios and messages flows.</w:t>
      </w:r>
    </w:p>
    <w:p w14:paraId="32BE6A2A" w14:textId="2535FAC5" w:rsidR="004D4F08" w:rsidRDefault="00AF30DD" w:rsidP="005A6353">
      <w:pPr>
        <w:pStyle w:val="Releasedate"/>
      </w:pPr>
      <w:r>
        <w:t>February</w:t>
      </w:r>
      <w:r w:rsidR="00A42807">
        <w:t xml:space="preserve"> 20</w:t>
      </w:r>
      <w:r w:rsidR="00CB3A22">
        <w:t>2</w:t>
      </w:r>
      <w:r>
        <w:t>1</w:t>
      </w:r>
    </w:p>
    <w:p w14:paraId="4DFB94AA" w14:textId="77777777" w:rsidR="00FC66CD" w:rsidRDefault="00FC66CD" w:rsidP="005A6353">
      <w:pPr>
        <w:pStyle w:val="Releasedate"/>
      </w:pPr>
    </w:p>
    <w:p w14:paraId="78B10306"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9CDEB06" w14:textId="77777777" w:rsidR="00FC66CD" w:rsidRDefault="00FC66CD" w:rsidP="00A8050C">
      <w:pPr>
        <w:pStyle w:val="IntroHeading"/>
      </w:pPr>
      <w:bookmarkStart w:id="0" w:name="_Toc314668488"/>
      <w:bookmarkStart w:id="1" w:name="_Toc315438490"/>
      <w:bookmarkStart w:id="2" w:name="_Toc57230165"/>
      <w:r>
        <w:lastRenderedPageBreak/>
        <w:t>Table of Contents</w:t>
      </w:r>
      <w:bookmarkEnd w:id="0"/>
      <w:bookmarkEnd w:id="1"/>
      <w:bookmarkEnd w:id="2"/>
    </w:p>
    <w:p w14:paraId="310F4FED" w14:textId="7D922ADB" w:rsidR="00007E2E"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30165" w:history="1">
        <w:r w:rsidR="00007E2E" w:rsidRPr="00EC3015">
          <w:rPr>
            <w:rStyle w:val="Hyperlink"/>
          </w:rPr>
          <w:t>Table of Contents</w:t>
        </w:r>
        <w:r w:rsidR="00007E2E">
          <w:rPr>
            <w:webHidden/>
          </w:rPr>
          <w:tab/>
        </w:r>
        <w:r w:rsidR="00007E2E">
          <w:rPr>
            <w:webHidden/>
          </w:rPr>
          <w:fldChar w:fldCharType="begin"/>
        </w:r>
        <w:r w:rsidR="00007E2E">
          <w:rPr>
            <w:webHidden/>
          </w:rPr>
          <w:instrText xml:space="preserve"> PAGEREF _Toc57230165 \h </w:instrText>
        </w:r>
        <w:r w:rsidR="00007E2E">
          <w:rPr>
            <w:webHidden/>
          </w:rPr>
        </w:r>
        <w:r w:rsidR="00007E2E">
          <w:rPr>
            <w:webHidden/>
          </w:rPr>
          <w:fldChar w:fldCharType="separate"/>
        </w:r>
        <w:r w:rsidR="00007E2E">
          <w:rPr>
            <w:webHidden/>
          </w:rPr>
          <w:t>2</w:t>
        </w:r>
        <w:r w:rsidR="00007E2E">
          <w:rPr>
            <w:webHidden/>
          </w:rPr>
          <w:fldChar w:fldCharType="end"/>
        </w:r>
      </w:hyperlink>
    </w:p>
    <w:p w14:paraId="337A015B" w14:textId="3489A6FC" w:rsidR="00007E2E" w:rsidRDefault="00AF30DD">
      <w:pPr>
        <w:pStyle w:val="TOC1"/>
        <w:rPr>
          <w:rFonts w:asciiTheme="minorHAnsi" w:eastAsiaTheme="minorEastAsia" w:hAnsiTheme="minorHAnsi" w:cstheme="minorBidi"/>
          <w:b w:val="0"/>
          <w:sz w:val="22"/>
          <w:szCs w:val="22"/>
          <w:lang w:eastAsia="en-GB"/>
        </w:rPr>
      </w:pPr>
      <w:hyperlink w:anchor="_Toc57230166" w:history="1">
        <w:r w:rsidR="00007E2E" w:rsidRPr="00EC3015">
          <w:rPr>
            <w:rStyle w:val="Hyperlink"/>
          </w:rPr>
          <w:t>1</w:t>
        </w:r>
        <w:r w:rsidR="00007E2E">
          <w:rPr>
            <w:rFonts w:asciiTheme="minorHAnsi" w:eastAsiaTheme="minorEastAsia" w:hAnsiTheme="minorHAnsi" w:cstheme="minorBidi"/>
            <w:b w:val="0"/>
            <w:sz w:val="22"/>
            <w:szCs w:val="22"/>
            <w:lang w:eastAsia="en-GB"/>
          </w:rPr>
          <w:tab/>
        </w:r>
        <w:r w:rsidR="00007E2E" w:rsidRPr="00EC3015">
          <w:rPr>
            <w:rStyle w:val="Hyperlink"/>
          </w:rPr>
          <w:t>Introduction</w:t>
        </w:r>
        <w:r w:rsidR="00007E2E">
          <w:rPr>
            <w:webHidden/>
          </w:rPr>
          <w:tab/>
        </w:r>
        <w:r w:rsidR="00007E2E">
          <w:rPr>
            <w:webHidden/>
          </w:rPr>
          <w:fldChar w:fldCharType="begin"/>
        </w:r>
        <w:r w:rsidR="00007E2E">
          <w:rPr>
            <w:webHidden/>
          </w:rPr>
          <w:instrText xml:space="preserve"> PAGEREF _Toc57230166 \h </w:instrText>
        </w:r>
        <w:r w:rsidR="00007E2E">
          <w:rPr>
            <w:webHidden/>
          </w:rPr>
        </w:r>
        <w:r w:rsidR="00007E2E">
          <w:rPr>
            <w:webHidden/>
          </w:rPr>
          <w:fldChar w:fldCharType="separate"/>
        </w:r>
        <w:r w:rsidR="00007E2E">
          <w:rPr>
            <w:webHidden/>
          </w:rPr>
          <w:t>5</w:t>
        </w:r>
        <w:r w:rsidR="00007E2E">
          <w:rPr>
            <w:webHidden/>
          </w:rPr>
          <w:fldChar w:fldCharType="end"/>
        </w:r>
      </w:hyperlink>
    </w:p>
    <w:p w14:paraId="6A92CAC3" w14:textId="628B8B1C" w:rsidR="00007E2E" w:rsidRDefault="00AF30DD">
      <w:pPr>
        <w:pStyle w:val="TOC2"/>
        <w:rPr>
          <w:rFonts w:asciiTheme="minorHAnsi" w:eastAsiaTheme="minorEastAsia" w:hAnsiTheme="minorHAnsi" w:cstheme="minorBidi"/>
          <w:snapToGrid/>
          <w:sz w:val="22"/>
          <w:szCs w:val="22"/>
          <w:lang w:eastAsia="en-GB"/>
        </w:rPr>
      </w:pPr>
      <w:hyperlink w:anchor="_Toc57230167" w:history="1">
        <w:r w:rsidR="00007E2E" w:rsidRPr="00EC3015">
          <w:rPr>
            <w:rStyle w:val="Hyperlink"/>
          </w:rPr>
          <w:t>1.1</w:t>
        </w:r>
        <w:r w:rsidR="00007E2E">
          <w:rPr>
            <w:rFonts w:asciiTheme="minorHAnsi" w:eastAsiaTheme="minorEastAsia" w:hAnsiTheme="minorHAnsi" w:cstheme="minorBidi"/>
            <w:snapToGrid/>
            <w:sz w:val="22"/>
            <w:szCs w:val="22"/>
            <w:lang w:eastAsia="en-GB"/>
          </w:rPr>
          <w:tab/>
        </w:r>
        <w:r w:rsidR="00007E2E" w:rsidRPr="00EC3015">
          <w:rPr>
            <w:rStyle w:val="Hyperlink"/>
          </w:rPr>
          <w:t>Terms and Definitions</w:t>
        </w:r>
        <w:r w:rsidR="00007E2E">
          <w:rPr>
            <w:webHidden/>
          </w:rPr>
          <w:tab/>
        </w:r>
        <w:r w:rsidR="00007E2E">
          <w:rPr>
            <w:webHidden/>
          </w:rPr>
          <w:fldChar w:fldCharType="begin"/>
        </w:r>
        <w:r w:rsidR="00007E2E">
          <w:rPr>
            <w:webHidden/>
          </w:rPr>
          <w:instrText xml:space="preserve"> PAGEREF _Toc57230167 \h </w:instrText>
        </w:r>
        <w:r w:rsidR="00007E2E">
          <w:rPr>
            <w:webHidden/>
          </w:rPr>
        </w:r>
        <w:r w:rsidR="00007E2E">
          <w:rPr>
            <w:webHidden/>
          </w:rPr>
          <w:fldChar w:fldCharType="separate"/>
        </w:r>
        <w:r w:rsidR="00007E2E">
          <w:rPr>
            <w:webHidden/>
          </w:rPr>
          <w:t>5</w:t>
        </w:r>
        <w:r w:rsidR="00007E2E">
          <w:rPr>
            <w:webHidden/>
          </w:rPr>
          <w:fldChar w:fldCharType="end"/>
        </w:r>
      </w:hyperlink>
    </w:p>
    <w:p w14:paraId="1C79785A" w14:textId="62061692" w:rsidR="00007E2E" w:rsidRDefault="00AF30DD">
      <w:pPr>
        <w:pStyle w:val="TOC2"/>
        <w:rPr>
          <w:rFonts w:asciiTheme="minorHAnsi" w:eastAsiaTheme="minorEastAsia" w:hAnsiTheme="minorHAnsi" w:cstheme="minorBidi"/>
          <w:snapToGrid/>
          <w:sz w:val="22"/>
          <w:szCs w:val="22"/>
          <w:lang w:eastAsia="en-GB"/>
        </w:rPr>
      </w:pPr>
      <w:hyperlink w:anchor="_Toc57230168" w:history="1">
        <w:r w:rsidR="00007E2E" w:rsidRPr="00EC3015">
          <w:rPr>
            <w:rStyle w:val="Hyperlink"/>
          </w:rPr>
          <w:t>1.2</w:t>
        </w:r>
        <w:r w:rsidR="00007E2E">
          <w:rPr>
            <w:rFonts w:asciiTheme="minorHAnsi" w:eastAsiaTheme="minorEastAsia" w:hAnsiTheme="minorHAnsi" w:cstheme="minorBidi"/>
            <w:snapToGrid/>
            <w:sz w:val="22"/>
            <w:szCs w:val="22"/>
            <w:lang w:eastAsia="en-GB"/>
          </w:rPr>
          <w:tab/>
        </w:r>
        <w:r w:rsidR="00007E2E" w:rsidRPr="00EC3015">
          <w:rPr>
            <w:rStyle w:val="Hyperlink"/>
          </w:rPr>
          <w:t>Abbreviations and Acronyms</w:t>
        </w:r>
        <w:r w:rsidR="00007E2E">
          <w:rPr>
            <w:webHidden/>
          </w:rPr>
          <w:tab/>
        </w:r>
        <w:r w:rsidR="00007E2E">
          <w:rPr>
            <w:webHidden/>
          </w:rPr>
          <w:fldChar w:fldCharType="begin"/>
        </w:r>
        <w:r w:rsidR="00007E2E">
          <w:rPr>
            <w:webHidden/>
          </w:rPr>
          <w:instrText xml:space="preserve"> PAGEREF _Toc57230168 \h </w:instrText>
        </w:r>
        <w:r w:rsidR="00007E2E">
          <w:rPr>
            <w:webHidden/>
          </w:rPr>
        </w:r>
        <w:r w:rsidR="00007E2E">
          <w:rPr>
            <w:webHidden/>
          </w:rPr>
          <w:fldChar w:fldCharType="separate"/>
        </w:r>
        <w:r w:rsidR="00007E2E">
          <w:rPr>
            <w:webHidden/>
          </w:rPr>
          <w:t>5</w:t>
        </w:r>
        <w:r w:rsidR="00007E2E">
          <w:rPr>
            <w:webHidden/>
          </w:rPr>
          <w:fldChar w:fldCharType="end"/>
        </w:r>
      </w:hyperlink>
    </w:p>
    <w:p w14:paraId="7B0AE28B" w14:textId="421C1325" w:rsidR="00007E2E" w:rsidRDefault="00AF30DD">
      <w:pPr>
        <w:pStyle w:val="TOC2"/>
        <w:rPr>
          <w:rFonts w:asciiTheme="minorHAnsi" w:eastAsiaTheme="minorEastAsia" w:hAnsiTheme="minorHAnsi" w:cstheme="minorBidi"/>
          <w:snapToGrid/>
          <w:sz w:val="22"/>
          <w:szCs w:val="22"/>
          <w:lang w:eastAsia="en-GB"/>
        </w:rPr>
      </w:pPr>
      <w:hyperlink w:anchor="_Toc57230169" w:history="1">
        <w:r w:rsidR="00007E2E" w:rsidRPr="00EC3015">
          <w:rPr>
            <w:rStyle w:val="Hyperlink"/>
          </w:rPr>
          <w:t>1.3</w:t>
        </w:r>
        <w:r w:rsidR="00007E2E">
          <w:rPr>
            <w:rFonts w:asciiTheme="minorHAnsi" w:eastAsiaTheme="minorEastAsia" w:hAnsiTheme="minorHAnsi" w:cstheme="minorBidi"/>
            <w:snapToGrid/>
            <w:sz w:val="22"/>
            <w:szCs w:val="22"/>
            <w:lang w:eastAsia="en-GB"/>
          </w:rPr>
          <w:tab/>
        </w:r>
        <w:r w:rsidR="00007E2E" w:rsidRPr="00EC3015">
          <w:rPr>
            <w:rStyle w:val="Hyperlink"/>
          </w:rPr>
          <w:t>Document Scope and Objectives</w:t>
        </w:r>
        <w:r w:rsidR="00007E2E">
          <w:rPr>
            <w:webHidden/>
          </w:rPr>
          <w:tab/>
        </w:r>
        <w:r w:rsidR="00007E2E">
          <w:rPr>
            <w:webHidden/>
          </w:rPr>
          <w:fldChar w:fldCharType="begin"/>
        </w:r>
        <w:r w:rsidR="00007E2E">
          <w:rPr>
            <w:webHidden/>
          </w:rPr>
          <w:instrText xml:space="preserve"> PAGEREF _Toc57230169 \h </w:instrText>
        </w:r>
        <w:r w:rsidR="00007E2E">
          <w:rPr>
            <w:webHidden/>
          </w:rPr>
        </w:r>
        <w:r w:rsidR="00007E2E">
          <w:rPr>
            <w:webHidden/>
          </w:rPr>
          <w:fldChar w:fldCharType="separate"/>
        </w:r>
        <w:r w:rsidR="00007E2E">
          <w:rPr>
            <w:webHidden/>
          </w:rPr>
          <w:t>5</w:t>
        </w:r>
        <w:r w:rsidR="00007E2E">
          <w:rPr>
            <w:webHidden/>
          </w:rPr>
          <w:fldChar w:fldCharType="end"/>
        </w:r>
      </w:hyperlink>
    </w:p>
    <w:p w14:paraId="6BA1E422" w14:textId="4A189903" w:rsidR="00007E2E" w:rsidRDefault="00AF30DD">
      <w:pPr>
        <w:pStyle w:val="TOC2"/>
        <w:rPr>
          <w:rFonts w:asciiTheme="minorHAnsi" w:eastAsiaTheme="minorEastAsia" w:hAnsiTheme="minorHAnsi" w:cstheme="minorBidi"/>
          <w:snapToGrid/>
          <w:sz w:val="22"/>
          <w:szCs w:val="22"/>
          <w:lang w:eastAsia="en-GB"/>
        </w:rPr>
      </w:pPr>
      <w:hyperlink w:anchor="_Toc57230170" w:history="1">
        <w:r w:rsidR="00007E2E" w:rsidRPr="00EC3015">
          <w:rPr>
            <w:rStyle w:val="Hyperlink"/>
          </w:rPr>
          <w:t>1.4</w:t>
        </w:r>
        <w:r w:rsidR="00007E2E">
          <w:rPr>
            <w:rFonts w:asciiTheme="minorHAnsi" w:eastAsiaTheme="minorEastAsia" w:hAnsiTheme="minorHAnsi" w:cstheme="minorBidi"/>
            <w:snapToGrid/>
            <w:sz w:val="22"/>
            <w:szCs w:val="22"/>
            <w:lang w:eastAsia="en-GB"/>
          </w:rPr>
          <w:tab/>
        </w:r>
        <w:r w:rsidR="00007E2E" w:rsidRPr="00EC3015">
          <w:rPr>
            <w:rStyle w:val="Hyperlink"/>
          </w:rPr>
          <w:t>References</w:t>
        </w:r>
        <w:r w:rsidR="00007E2E">
          <w:rPr>
            <w:webHidden/>
          </w:rPr>
          <w:tab/>
        </w:r>
        <w:r w:rsidR="00007E2E">
          <w:rPr>
            <w:webHidden/>
          </w:rPr>
          <w:fldChar w:fldCharType="begin"/>
        </w:r>
        <w:r w:rsidR="00007E2E">
          <w:rPr>
            <w:webHidden/>
          </w:rPr>
          <w:instrText xml:space="preserve"> PAGEREF _Toc57230170 \h </w:instrText>
        </w:r>
        <w:r w:rsidR="00007E2E">
          <w:rPr>
            <w:webHidden/>
          </w:rPr>
        </w:r>
        <w:r w:rsidR="00007E2E">
          <w:rPr>
            <w:webHidden/>
          </w:rPr>
          <w:fldChar w:fldCharType="separate"/>
        </w:r>
        <w:r w:rsidR="00007E2E">
          <w:rPr>
            <w:webHidden/>
          </w:rPr>
          <w:t>6</w:t>
        </w:r>
        <w:r w:rsidR="00007E2E">
          <w:rPr>
            <w:webHidden/>
          </w:rPr>
          <w:fldChar w:fldCharType="end"/>
        </w:r>
      </w:hyperlink>
    </w:p>
    <w:p w14:paraId="3CB9CD16" w14:textId="46983624" w:rsidR="00007E2E" w:rsidRDefault="00AF30DD">
      <w:pPr>
        <w:pStyle w:val="TOC1"/>
        <w:rPr>
          <w:rFonts w:asciiTheme="minorHAnsi" w:eastAsiaTheme="minorEastAsia" w:hAnsiTheme="minorHAnsi" w:cstheme="minorBidi"/>
          <w:b w:val="0"/>
          <w:sz w:val="22"/>
          <w:szCs w:val="22"/>
          <w:lang w:eastAsia="en-GB"/>
        </w:rPr>
      </w:pPr>
      <w:hyperlink w:anchor="_Toc57230171" w:history="1">
        <w:r w:rsidR="00007E2E" w:rsidRPr="00EC3015">
          <w:rPr>
            <w:rStyle w:val="Hyperlink"/>
          </w:rPr>
          <w:t>2</w:t>
        </w:r>
        <w:r w:rsidR="00007E2E">
          <w:rPr>
            <w:rFonts w:asciiTheme="minorHAnsi" w:eastAsiaTheme="minorEastAsia" w:hAnsiTheme="minorHAnsi" w:cstheme="minorBidi"/>
            <w:b w:val="0"/>
            <w:sz w:val="22"/>
            <w:szCs w:val="22"/>
            <w:lang w:eastAsia="en-GB"/>
          </w:rPr>
          <w:tab/>
        </w:r>
        <w:r w:rsidR="00007E2E" w:rsidRPr="00EC3015">
          <w:rPr>
            <w:rStyle w:val="Hyperlink"/>
          </w:rPr>
          <w:t>Scope and Functionality</w:t>
        </w:r>
        <w:r w:rsidR="00007E2E">
          <w:rPr>
            <w:webHidden/>
          </w:rPr>
          <w:tab/>
        </w:r>
        <w:r w:rsidR="00007E2E">
          <w:rPr>
            <w:webHidden/>
          </w:rPr>
          <w:fldChar w:fldCharType="begin"/>
        </w:r>
        <w:r w:rsidR="00007E2E">
          <w:rPr>
            <w:webHidden/>
          </w:rPr>
          <w:instrText xml:space="preserve"> PAGEREF _Toc57230171 \h </w:instrText>
        </w:r>
        <w:r w:rsidR="00007E2E">
          <w:rPr>
            <w:webHidden/>
          </w:rPr>
        </w:r>
        <w:r w:rsidR="00007E2E">
          <w:rPr>
            <w:webHidden/>
          </w:rPr>
          <w:fldChar w:fldCharType="separate"/>
        </w:r>
        <w:r w:rsidR="00007E2E">
          <w:rPr>
            <w:webHidden/>
          </w:rPr>
          <w:t>7</w:t>
        </w:r>
        <w:r w:rsidR="00007E2E">
          <w:rPr>
            <w:webHidden/>
          </w:rPr>
          <w:fldChar w:fldCharType="end"/>
        </w:r>
      </w:hyperlink>
    </w:p>
    <w:p w14:paraId="3EFD8BA6" w14:textId="1343F1D8" w:rsidR="00007E2E" w:rsidRDefault="00AF30DD">
      <w:pPr>
        <w:pStyle w:val="TOC2"/>
        <w:rPr>
          <w:rFonts w:asciiTheme="minorHAnsi" w:eastAsiaTheme="minorEastAsia" w:hAnsiTheme="minorHAnsi" w:cstheme="minorBidi"/>
          <w:snapToGrid/>
          <w:sz w:val="22"/>
          <w:szCs w:val="22"/>
          <w:lang w:eastAsia="en-GB"/>
        </w:rPr>
      </w:pPr>
      <w:hyperlink w:anchor="_Toc57230172" w:history="1">
        <w:r w:rsidR="00007E2E" w:rsidRPr="00EC3015">
          <w:rPr>
            <w:rStyle w:val="Hyperlink"/>
          </w:rPr>
          <w:t>2.1</w:t>
        </w:r>
        <w:r w:rsidR="00007E2E">
          <w:rPr>
            <w:rFonts w:asciiTheme="minorHAnsi" w:eastAsiaTheme="minorEastAsia" w:hAnsiTheme="minorHAnsi" w:cstheme="minorBidi"/>
            <w:snapToGrid/>
            <w:sz w:val="22"/>
            <w:szCs w:val="22"/>
            <w:lang w:eastAsia="en-GB"/>
          </w:rPr>
          <w:tab/>
        </w:r>
        <w:r w:rsidR="00007E2E" w:rsidRPr="00EC3015">
          <w:rPr>
            <w:rStyle w:val="Hyperlink"/>
          </w:rPr>
          <w:t>Background</w:t>
        </w:r>
        <w:r w:rsidR="00007E2E">
          <w:rPr>
            <w:webHidden/>
          </w:rPr>
          <w:tab/>
        </w:r>
        <w:r w:rsidR="00007E2E">
          <w:rPr>
            <w:webHidden/>
          </w:rPr>
          <w:fldChar w:fldCharType="begin"/>
        </w:r>
        <w:r w:rsidR="00007E2E">
          <w:rPr>
            <w:webHidden/>
          </w:rPr>
          <w:instrText xml:space="preserve"> PAGEREF _Toc57230172 \h </w:instrText>
        </w:r>
        <w:r w:rsidR="00007E2E">
          <w:rPr>
            <w:webHidden/>
          </w:rPr>
        </w:r>
        <w:r w:rsidR="00007E2E">
          <w:rPr>
            <w:webHidden/>
          </w:rPr>
          <w:fldChar w:fldCharType="separate"/>
        </w:r>
        <w:r w:rsidR="00007E2E">
          <w:rPr>
            <w:webHidden/>
          </w:rPr>
          <w:t>7</w:t>
        </w:r>
        <w:r w:rsidR="00007E2E">
          <w:rPr>
            <w:webHidden/>
          </w:rPr>
          <w:fldChar w:fldCharType="end"/>
        </w:r>
      </w:hyperlink>
    </w:p>
    <w:p w14:paraId="1FE34429" w14:textId="606A6C47" w:rsidR="00007E2E" w:rsidRDefault="00AF30DD">
      <w:pPr>
        <w:pStyle w:val="TOC2"/>
        <w:rPr>
          <w:rFonts w:asciiTheme="minorHAnsi" w:eastAsiaTheme="minorEastAsia" w:hAnsiTheme="minorHAnsi" w:cstheme="minorBidi"/>
          <w:snapToGrid/>
          <w:sz w:val="22"/>
          <w:szCs w:val="22"/>
          <w:lang w:eastAsia="en-GB"/>
        </w:rPr>
      </w:pPr>
      <w:hyperlink w:anchor="_Toc57230173" w:history="1">
        <w:r w:rsidR="00007E2E" w:rsidRPr="00EC3015">
          <w:rPr>
            <w:rStyle w:val="Hyperlink"/>
          </w:rPr>
          <w:t>2.2</w:t>
        </w:r>
        <w:r w:rsidR="00007E2E">
          <w:rPr>
            <w:rFonts w:asciiTheme="minorHAnsi" w:eastAsiaTheme="minorEastAsia" w:hAnsiTheme="minorHAnsi" w:cstheme="minorBidi"/>
            <w:snapToGrid/>
            <w:sz w:val="22"/>
            <w:szCs w:val="22"/>
            <w:lang w:eastAsia="en-GB"/>
          </w:rPr>
          <w:tab/>
        </w:r>
        <w:r w:rsidR="00007E2E" w:rsidRPr="00EC3015">
          <w:rPr>
            <w:rStyle w:val="Hyperlink"/>
          </w:rPr>
          <w:t>Scope</w:t>
        </w:r>
        <w:r w:rsidR="00007E2E">
          <w:rPr>
            <w:webHidden/>
          </w:rPr>
          <w:tab/>
        </w:r>
        <w:r w:rsidR="00007E2E">
          <w:rPr>
            <w:webHidden/>
          </w:rPr>
          <w:fldChar w:fldCharType="begin"/>
        </w:r>
        <w:r w:rsidR="00007E2E">
          <w:rPr>
            <w:webHidden/>
          </w:rPr>
          <w:instrText xml:space="preserve"> PAGEREF _Toc57230173 \h </w:instrText>
        </w:r>
        <w:r w:rsidR="00007E2E">
          <w:rPr>
            <w:webHidden/>
          </w:rPr>
        </w:r>
        <w:r w:rsidR="00007E2E">
          <w:rPr>
            <w:webHidden/>
          </w:rPr>
          <w:fldChar w:fldCharType="separate"/>
        </w:r>
        <w:r w:rsidR="00007E2E">
          <w:rPr>
            <w:webHidden/>
          </w:rPr>
          <w:t>7</w:t>
        </w:r>
        <w:r w:rsidR="00007E2E">
          <w:rPr>
            <w:webHidden/>
          </w:rPr>
          <w:fldChar w:fldCharType="end"/>
        </w:r>
      </w:hyperlink>
    </w:p>
    <w:p w14:paraId="6CBA9F1A" w14:textId="789ECDDF" w:rsidR="00007E2E" w:rsidRDefault="00AF30DD">
      <w:pPr>
        <w:pStyle w:val="TOC2"/>
        <w:rPr>
          <w:rFonts w:asciiTheme="minorHAnsi" w:eastAsiaTheme="minorEastAsia" w:hAnsiTheme="minorHAnsi" w:cstheme="minorBidi"/>
          <w:snapToGrid/>
          <w:sz w:val="22"/>
          <w:szCs w:val="22"/>
          <w:lang w:eastAsia="en-GB"/>
        </w:rPr>
      </w:pPr>
      <w:hyperlink w:anchor="_Toc57230174" w:history="1">
        <w:r w:rsidR="00007E2E" w:rsidRPr="00EC3015">
          <w:rPr>
            <w:rStyle w:val="Hyperlink"/>
          </w:rPr>
          <w:t>2.3</w:t>
        </w:r>
        <w:r w:rsidR="00007E2E">
          <w:rPr>
            <w:rFonts w:asciiTheme="minorHAnsi" w:eastAsiaTheme="minorEastAsia" w:hAnsiTheme="minorHAnsi" w:cstheme="minorBidi"/>
            <w:snapToGrid/>
            <w:sz w:val="22"/>
            <w:szCs w:val="22"/>
            <w:lang w:eastAsia="en-GB"/>
          </w:rPr>
          <w:tab/>
        </w:r>
        <w:r w:rsidR="00007E2E" w:rsidRPr="00EC3015">
          <w:rPr>
            <w:rStyle w:val="Hyperlink"/>
          </w:rPr>
          <w:t>Groups of MessageDefinitions and Functionality</w:t>
        </w:r>
        <w:r w:rsidR="00007E2E">
          <w:rPr>
            <w:webHidden/>
          </w:rPr>
          <w:tab/>
        </w:r>
        <w:r w:rsidR="00007E2E">
          <w:rPr>
            <w:webHidden/>
          </w:rPr>
          <w:fldChar w:fldCharType="begin"/>
        </w:r>
        <w:r w:rsidR="00007E2E">
          <w:rPr>
            <w:webHidden/>
          </w:rPr>
          <w:instrText xml:space="preserve"> PAGEREF _Toc57230174 \h </w:instrText>
        </w:r>
        <w:r w:rsidR="00007E2E">
          <w:rPr>
            <w:webHidden/>
          </w:rPr>
        </w:r>
        <w:r w:rsidR="00007E2E">
          <w:rPr>
            <w:webHidden/>
          </w:rPr>
          <w:fldChar w:fldCharType="separate"/>
        </w:r>
        <w:r w:rsidR="00007E2E">
          <w:rPr>
            <w:webHidden/>
          </w:rPr>
          <w:t>7</w:t>
        </w:r>
        <w:r w:rsidR="00007E2E">
          <w:rPr>
            <w:webHidden/>
          </w:rPr>
          <w:fldChar w:fldCharType="end"/>
        </w:r>
      </w:hyperlink>
    </w:p>
    <w:p w14:paraId="4E7689DA" w14:textId="43B0E436" w:rsidR="00007E2E" w:rsidRDefault="00AF30DD">
      <w:pPr>
        <w:pStyle w:val="TOC1"/>
        <w:rPr>
          <w:rFonts w:asciiTheme="minorHAnsi" w:eastAsiaTheme="minorEastAsia" w:hAnsiTheme="minorHAnsi" w:cstheme="minorBidi"/>
          <w:b w:val="0"/>
          <w:sz w:val="22"/>
          <w:szCs w:val="22"/>
          <w:lang w:eastAsia="en-GB"/>
        </w:rPr>
      </w:pPr>
      <w:hyperlink w:anchor="_Toc57230175" w:history="1">
        <w:r w:rsidR="00007E2E" w:rsidRPr="00EC3015">
          <w:rPr>
            <w:rStyle w:val="Hyperlink"/>
          </w:rPr>
          <w:t>3</w:t>
        </w:r>
        <w:r w:rsidR="00007E2E">
          <w:rPr>
            <w:rFonts w:asciiTheme="minorHAnsi" w:eastAsiaTheme="minorEastAsia" w:hAnsiTheme="minorHAnsi" w:cstheme="minorBidi"/>
            <w:b w:val="0"/>
            <w:sz w:val="22"/>
            <w:szCs w:val="22"/>
            <w:lang w:eastAsia="en-GB"/>
          </w:rPr>
          <w:tab/>
        </w:r>
        <w:r w:rsidR="00007E2E" w:rsidRPr="00EC3015">
          <w:rPr>
            <w:rStyle w:val="Hyperlink"/>
          </w:rPr>
          <w:t>BusinessRoles and Participants</w:t>
        </w:r>
        <w:r w:rsidR="00007E2E">
          <w:rPr>
            <w:webHidden/>
          </w:rPr>
          <w:tab/>
        </w:r>
        <w:r w:rsidR="00007E2E">
          <w:rPr>
            <w:webHidden/>
          </w:rPr>
          <w:fldChar w:fldCharType="begin"/>
        </w:r>
        <w:r w:rsidR="00007E2E">
          <w:rPr>
            <w:webHidden/>
          </w:rPr>
          <w:instrText xml:space="preserve"> PAGEREF _Toc57230175 \h </w:instrText>
        </w:r>
        <w:r w:rsidR="00007E2E">
          <w:rPr>
            <w:webHidden/>
          </w:rPr>
        </w:r>
        <w:r w:rsidR="00007E2E">
          <w:rPr>
            <w:webHidden/>
          </w:rPr>
          <w:fldChar w:fldCharType="separate"/>
        </w:r>
        <w:r w:rsidR="00007E2E">
          <w:rPr>
            <w:webHidden/>
          </w:rPr>
          <w:t>9</w:t>
        </w:r>
        <w:r w:rsidR="00007E2E">
          <w:rPr>
            <w:webHidden/>
          </w:rPr>
          <w:fldChar w:fldCharType="end"/>
        </w:r>
      </w:hyperlink>
    </w:p>
    <w:p w14:paraId="34934F21" w14:textId="6D874C64" w:rsidR="00007E2E" w:rsidRDefault="00AF30DD">
      <w:pPr>
        <w:pStyle w:val="TOC2"/>
        <w:rPr>
          <w:rFonts w:asciiTheme="minorHAnsi" w:eastAsiaTheme="minorEastAsia" w:hAnsiTheme="minorHAnsi" w:cstheme="minorBidi"/>
          <w:snapToGrid/>
          <w:sz w:val="22"/>
          <w:szCs w:val="22"/>
          <w:lang w:eastAsia="en-GB"/>
        </w:rPr>
      </w:pPr>
      <w:hyperlink w:anchor="_Toc57230176" w:history="1">
        <w:r w:rsidR="00007E2E" w:rsidRPr="00EC3015">
          <w:rPr>
            <w:rStyle w:val="Hyperlink"/>
          </w:rPr>
          <w:t>3.1</w:t>
        </w:r>
        <w:r w:rsidR="00007E2E">
          <w:rPr>
            <w:rFonts w:asciiTheme="minorHAnsi" w:eastAsiaTheme="minorEastAsia" w:hAnsiTheme="minorHAnsi" w:cstheme="minorBidi"/>
            <w:snapToGrid/>
            <w:sz w:val="22"/>
            <w:szCs w:val="22"/>
            <w:lang w:eastAsia="en-GB"/>
          </w:rPr>
          <w:tab/>
        </w:r>
        <w:r w:rsidR="00007E2E" w:rsidRPr="00EC3015">
          <w:rPr>
            <w:rStyle w:val="Hyperlink"/>
          </w:rPr>
          <w:t>Participants and BusinessRoles Definitions</w:t>
        </w:r>
        <w:r w:rsidR="00007E2E">
          <w:rPr>
            <w:webHidden/>
          </w:rPr>
          <w:tab/>
        </w:r>
        <w:r w:rsidR="00007E2E">
          <w:rPr>
            <w:webHidden/>
          </w:rPr>
          <w:fldChar w:fldCharType="begin"/>
        </w:r>
        <w:r w:rsidR="00007E2E">
          <w:rPr>
            <w:webHidden/>
          </w:rPr>
          <w:instrText xml:space="preserve"> PAGEREF _Toc57230176 \h </w:instrText>
        </w:r>
        <w:r w:rsidR="00007E2E">
          <w:rPr>
            <w:webHidden/>
          </w:rPr>
        </w:r>
        <w:r w:rsidR="00007E2E">
          <w:rPr>
            <w:webHidden/>
          </w:rPr>
          <w:fldChar w:fldCharType="separate"/>
        </w:r>
        <w:r w:rsidR="00007E2E">
          <w:rPr>
            <w:webHidden/>
          </w:rPr>
          <w:t>9</w:t>
        </w:r>
        <w:r w:rsidR="00007E2E">
          <w:rPr>
            <w:webHidden/>
          </w:rPr>
          <w:fldChar w:fldCharType="end"/>
        </w:r>
      </w:hyperlink>
    </w:p>
    <w:p w14:paraId="124F8426" w14:textId="36079A0C" w:rsidR="00007E2E" w:rsidRDefault="00AF30DD">
      <w:pPr>
        <w:pStyle w:val="TOC2"/>
        <w:rPr>
          <w:rFonts w:asciiTheme="minorHAnsi" w:eastAsiaTheme="minorEastAsia" w:hAnsiTheme="minorHAnsi" w:cstheme="minorBidi"/>
          <w:snapToGrid/>
          <w:sz w:val="22"/>
          <w:szCs w:val="22"/>
          <w:lang w:eastAsia="en-GB"/>
        </w:rPr>
      </w:pPr>
      <w:hyperlink w:anchor="_Toc57230177" w:history="1">
        <w:r w:rsidR="00007E2E" w:rsidRPr="00EC3015">
          <w:rPr>
            <w:rStyle w:val="Hyperlink"/>
          </w:rPr>
          <w:t>3.2</w:t>
        </w:r>
        <w:r w:rsidR="00007E2E">
          <w:rPr>
            <w:rFonts w:asciiTheme="minorHAnsi" w:eastAsiaTheme="minorEastAsia" w:hAnsiTheme="minorHAnsi" w:cstheme="minorBidi"/>
            <w:snapToGrid/>
            <w:sz w:val="22"/>
            <w:szCs w:val="22"/>
            <w:lang w:eastAsia="en-GB"/>
          </w:rPr>
          <w:tab/>
        </w:r>
        <w:r w:rsidR="00007E2E" w:rsidRPr="00EC3015">
          <w:rPr>
            <w:rStyle w:val="Hyperlink"/>
          </w:rPr>
          <w:t>BusinessRoles and Participants Table</w:t>
        </w:r>
        <w:r w:rsidR="00007E2E">
          <w:rPr>
            <w:webHidden/>
          </w:rPr>
          <w:tab/>
        </w:r>
        <w:r w:rsidR="00007E2E">
          <w:rPr>
            <w:webHidden/>
          </w:rPr>
          <w:fldChar w:fldCharType="begin"/>
        </w:r>
        <w:r w:rsidR="00007E2E">
          <w:rPr>
            <w:webHidden/>
          </w:rPr>
          <w:instrText xml:space="preserve"> PAGEREF _Toc57230177 \h </w:instrText>
        </w:r>
        <w:r w:rsidR="00007E2E">
          <w:rPr>
            <w:webHidden/>
          </w:rPr>
        </w:r>
        <w:r w:rsidR="00007E2E">
          <w:rPr>
            <w:webHidden/>
          </w:rPr>
          <w:fldChar w:fldCharType="separate"/>
        </w:r>
        <w:r w:rsidR="00007E2E">
          <w:rPr>
            <w:webHidden/>
          </w:rPr>
          <w:t>10</w:t>
        </w:r>
        <w:r w:rsidR="00007E2E">
          <w:rPr>
            <w:webHidden/>
          </w:rPr>
          <w:fldChar w:fldCharType="end"/>
        </w:r>
      </w:hyperlink>
    </w:p>
    <w:p w14:paraId="0F8D7382" w14:textId="03893DF8" w:rsidR="00007E2E" w:rsidRDefault="00AF30DD">
      <w:pPr>
        <w:pStyle w:val="TOC1"/>
        <w:rPr>
          <w:rFonts w:asciiTheme="minorHAnsi" w:eastAsiaTheme="minorEastAsia" w:hAnsiTheme="minorHAnsi" w:cstheme="minorBidi"/>
          <w:b w:val="0"/>
          <w:sz w:val="22"/>
          <w:szCs w:val="22"/>
          <w:lang w:eastAsia="en-GB"/>
        </w:rPr>
      </w:pPr>
      <w:hyperlink w:anchor="_Toc57230178" w:history="1">
        <w:r w:rsidR="00007E2E" w:rsidRPr="00EC3015">
          <w:rPr>
            <w:rStyle w:val="Hyperlink"/>
          </w:rPr>
          <w:t>4</w:t>
        </w:r>
        <w:r w:rsidR="00007E2E">
          <w:rPr>
            <w:rFonts w:asciiTheme="minorHAnsi" w:eastAsiaTheme="minorEastAsia" w:hAnsiTheme="minorHAnsi" w:cstheme="minorBidi"/>
            <w:b w:val="0"/>
            <w:sz w:val="22"/>
            <w:szCs w:val="22"/>
            <w:lang w:eastAsia="en-GB"/>
          </w:rPr>
          <w:tab/>
        </w:r>
        <w:r w:rsidR="00007E2E" w:rsidRPr="00EC3015">
          <w:rPr>
            <w:rStyle w:val="Hyperlink"/>
          </w:rPr>
          <w:t>BusinessProcess Description</w:t>
        </w:r>
        <w:r w:rsidR="00007E2E">
          <w:rPr>
            <w:webHidden/>
          </w:rPr>
          <w:tab/>
        </w:r>
        <w:r w:rsidR="00007E2E">
          <w:rPr>
            <w:webHidden/>
          </w:rPr>
          <w:fldChar w:fldCharType="begin"/>
        </w:r>
        <w:r w:rsidR="00007E2E">
          <w:rPr>
            <w:webHidden/>
          </w:rPr>
          <w:instrText xml:space="preserve"> PAGEREF _Toc57230178 \h </w:instrText>
        </w:r>
        <w:r w:rsidR="00007E2E">
          <w:rPr>
            <w:webHidden/>
          </w:rPr>
        </w:r>
        <w:r w:rsidR="00007E2E">
          <w:rPr>
            <w:webHidden/>
          </w:rPr>
          <w:fldChar w:fldCharType="separate"/>
        </w:r>
        <w:r w:rsidR="00007E2E">
          <w:rPr>
            <w:webHidden/>
          </w:rPr>
          <w:t>11</w:t>
        </w:r>
        <w:r w:rsidR="00007E2E">
          <w:rPr>
            <w:webHidden/>
          </w:rPr>
          <w:fldChar w:fldCharType="end"/>
        </w:r>
      </w:hyperlink>
    </w:p>
    <w:p w14:paraId="40950390" w14:textId="68D8010C" w:rsidR="00007E2E" w:rsidRDefault="00AF30DD">
      <w:pPr>
        <w:pStyle w:val="TOC1"/>
        <w:rPr>
          <w:rFonts w:asciiTheme="minorHAnsi" w:eastAsiaTheme="minorEastAsia" w:hAnsiTheme="minorHAnsi" w:cstheme="minorBidi"/>
          <w:b w:val="0"/>
          <w:sz w:val="22"/>
          <w:szCs w:val="22"/>
          <w:lang w:eastAsia="en-GB"/>
        </w:rPr>
      </w:pPr>
      <w:hyperlink w:anchor="_Toc57230179" w:history="1">
        <w:r w:rsidR="00007E2E" w:rsidRPr="00EC3015">
          <w:rPr>
            <w:rStyle w:val="Hyperlink"/>
          </w:rPr>
          <w:t>5</w:t>
        </w:r>
        <w:r w:rsidR="00007E2E">
          <w:rPr>
            <w:rFonts w:asciiTheme="minorHAnsi" w:eastAsiaTheme="minorEastAsia" w:hAnsiTheme="minorHAnsi" w:cstheme="minorBidi"/>
            <w:b w:val="0"/>
            <w:sz w:val="22"/>
            <w:szCs w:val="22"/>
            <w:lang w:eastAsia="en-GB"/>
          </w:rPr>
          <w:tab/>
        </w:r>
        <w:r w:rsidR="00007E2E" w:rsidRPr="00EC3015">
          <w:rPr>
            <w:rStyle w:val="Hyperlink"/>
          </w:rPr>
          <w:t>Description of BusinessActivities</w:t>
        </w:r>
        <w:r w:rsidR="00007E2E">
          <w:rPr>
            <w:webHidden/>
          </w:rPr>
          <w:tab/>
        </w:r>
        <w:r w:rsidR="00007E2E">
          <w:rPr>
            <w:webHidden/>
          </w:rPr>
          <w:fldChar w:fldCharType="begin"/>
        </w:r>
        <w:r w:rsidR="00007E2E">
          <w:rPr>
            <w:webHidden/>
          </w:rPr>
          <w:instrText xml:space="preserve"> PAGEREF _Toc57230179 \h </w:instrText>
        </w:r>
        <w:r w:rsidR="00007E2E">
          <w:rPr>
            <w:webHidden/>
          </w:rPr>
        </w:r>
        <w:r w:rsidR="00007E2E">
          <w:rPr>
            <w:webHidden/>
          </w:rPr>
          <w:fldChar w:fldCharType="separate"/>
        </w:r>
        <w:r w:rsidR="00007E2E">
          <w:rPr>
            <w:webHidden/>
          </w:rPr>
          <w:t>13</w:t>
        </w:r>
        <w:r w:rsidR="00007E2E">
          <w:rPr>
            <w:webHidden/>
          </w:rPr>
          <w:fldChar w:fldCharType="end"/>
        </w:r>
      </w:hyperlink>
    </w:p>
    <w:p w14:paraId="2FB69423" w14:textId="14BE1FD1" w:rsidR="00007E2E" w:rsidRDefault="00AF30DD">
      <w:pPr>
        <w:pStyle w:val="TOC2"/>
        <w:rPr>
          <w:rFonts w:asciiTheme="minorHAnsi" w:eastAsiaTheme="minorEastAsia" w:hAnsiTheme="minorHAnsi" w:cstheme="minorBidi"/>
          <w:snapToGrid/>
          <w:sz w:val="22"/>
          <w:szCs w:val="22"/>
          <w:lang w:eastAsia="en-GB"/>
        </w:rPr>
      </w:pPr>
      <w:hyperlink w:anchor="_Toc57230180" w:history="1">
        <w:r w:rsidR="00007E2E" w:rsidRPr="00EC3015">
          <w:rPr>
            <w:rStyle w:val="Hyperlink"/>
          </w:rPr>
          <w:t>5.1</w:t>
        </w:r>
        <w:r w:rsidR="00007E2E">
          <w:rPr>
            <w:rFonts w:asciiTheme="minorHAnsi" w:eastAsiaTheme="minorEastAsia" w:hAnsiTheme="minorHAnsi" w:cstheme="minorBidi"/>
            <w:snapToGrid/>
            <w:sz w:val="22"/>
            <w:szCs w:val="22"/>
            <w:lang w:eastAsia="en-GB"/>
          </w:rPr>
          <w:tab/>
        </w:r>
        <w:r w:rsidR="00007E2E" w:rsidRPr="00EC3015">
          <w:rPr>
            <w:rStyle w:val="Hyperlink"/>
          </w:rPr>
          <w:t>Pay invoices and provide remittance details</w:t>
        </w:r>
        <w:r w:rsidR="00007E2E">
          <w:rPr>
            <w:webHidden/>
          </w:rPr>
          <w:tab/>
        </w:r>
        <w:r w:rsidR="00007E2E">
          <w:rPr>
            <w:webHidden/>
          </w:rPr>
          <w:fldChar w:fldCharType="begin"/>
        </w:r>
        <w:r w:rsidR="00007E2E">
          <w:rPr>
            <w:webHidden/>
          </w:rPr>
          <w:instrText xml:space="preserve"> PAGEREF _Toc57230180 \h </w:instrText>
        </w:r>
        <w:r w:rsidR="00007E2E">
          <w:rPr>
            <w:webHidden/>
          </w:rPr>
        </w:r>
        <w:r w:rsidR="00007E2E">
          <w:rPr>
            <w:webHidden/>
          </w:rPr>
          <w:fldChar w:fldCharType="separate"/>
        </w:r>
        <w:r w:rsidR="00007E2E">
          <w:rPr>
            <w:webHidden/>
          </w:rPr>
          <w:t>13</w:t>
        </w:r>
        <w:r w:rsidR="00007E2E">
          <w:rPr>
            <w:webHidden/>
          </w:rPr>
          <w:fldChar w:fldCharType="end"/>
        </w:r>
      </w:hyperlink>
    </w:p>
    <w:p w14:paraId="0A5DE0FA" w14:textId="1EEDBB62" w:rsidR="00007E2E" w:rsidRDefault="00AF30DD">
      <w:pPr>
        <w:pStyle w:val="TOC2"/>
        <w:rPr>
          <w:rFonts w:asciiTheme="minorHAnsi" w:eastAsiaTheme="minorEastAsia" w:hAnsiTheme="minorHAnsi" w:cstheme="minorBidi"/>
          <w:snapToGrid/>
          <w:sz w:val="22"/>
          <w:szCs w:val="22"/>
          <w:lang w:eastAsia="en-GB"/>
        </w:rPr>
      </w:pPr>
      <w:hyperlink w:anchor="_Toc57230181" w:history="1">
        <w:r w:rsidR="00007E2E" w:rsidRPr="00EC3015">
          <w:rPr>
            <w:rStyle w:val="Hyperlink"/>
          </w:rPr>
          <w:t>5.2</w:t>
        </w:r>
        <w:r w:rsidR="00007E2E">
          <w:rPr>
            <w:rFonts w:asciiTheme="minorHAnsi" w:eastAsiaTheme="minorEastAsia" w:hAnsiTheme="minorHAnsi" w:cstheme="minorBidi"/>
            <w:snapToGrid/>
            <w:sz w:val="22"/>
            <w:szCs w:val="22"/>
            <w:lang w:eastAsia="en-GB"/>
          </w:rPr>
          <w:tab/>
        </w:r>
        <w:r w:rsidR="00007E2E" w:rsidRPr="00EC3015">
          <w:rPr>
            <w:rStyle w:val="Hyperlink"/>
          </w:rPr>
          <w:t>Payment made via direct debit</w:t>
        </w:r>
        <w:r w:rsidR="00007E2E">
          <w:rPr>
            <w:webHidden/>
          </w:rPr>
          <w:tab/>
        </w:r>
        <w:r w:rsidR="00007E2E">
          <w:rPr>
            <w:webHidden/>
          </w:rPr>
          <w:fldChar w:fldCharType="begin"/>
        </w:r>
        <w:r w:rsidR="00007E2E">
          <w:rPr>
            <w:webHidden/>
          </w:rPr>
          <w:instrText xml:space="preserve"> PAGEREF _Toc57230181 \h </w:instrText>
        </w:r>
        <w:r w:rsidR="00007E2E">
          <w:rPr>
            <w:webHidden/>
          </w:rPr>
        </w:r>
        <w:r w:rsidR="00007E2E">
          <w:rPr>
            <w:webHidden/>
          </w:rPr>
          <w:fldChar w:fldCharType="separate"/>
        </w:r>
        <w:r w:rsidR="00007E2E">
          <w:rPr>
            <w:webHidden/>
          </w:rPr>
          <w:t>15</w:t>
        </w:r>
        <w:r w:rsidR="00007E2E">
          <w:rPr>
            <w:webHidden/>
          </w:rPr>
          <w:fldChar w:fldCharType="end"/>
        </w:r>
      </w:hyperlink>
    </w:p>
    <w:p w14:paraId="4E8C9DA1" w14:textId="53399B54" w:rsidR="00007E2E" w:rsidRDefault="00AF30DD">
      <w:pPr>
        <w:pStyle w:val="TOC1"/>
        <w:rPr>
          <w:rFonts w:asciiTheme="minorHAnsi" w:eastAsiaTheme="minorEastAsia" w:hAnsiTheme="minorHAnsi" w:cstheme="minorBidi"/>
          <w:b w:val="0"/>
          <w:sz w:val="22"/>
          <w:szCs w:val="22"/>
          <w:lang w:eastAsia="en-GB"/>
        </w:rPr>
      </w:pPr>
      <w:hyperlink w:anchor="_Toc57230182" w:history="1">
        <w:r w:rsidR="00007E2E" w:rsidRPr="00EC3015">
          <w:rPr>
            <w:rStyle w:val="Hyperlink"/>
          </w:rPr>
          <w:t>6</w:t>
        </w:r>
        <w:r w:rsidR="00007E2E">
          <w:rPr>
            <w:rFonts w:asciiTheme="minorHAnsi" w:eastAsiaTheme="minorEastAsia" w:hAnsiTheme="minorHAnsi" w:cstheme="minorBidi"/>
            <w:b w:val="0"/>
            <w:sz w:val="22"/>
            <w:szCs w:val="22"/>
            <w:lang w:eastAsia="en-GB"/>
          </w:rPr>
          <w:tab/>
        </w:r>
        <w:r w:rsidR="00007E2E" w:rsidRPr="00EC3015">
          <w:rPr>
            <w:rStyle w:val="Hyperlink"/>
          </w:rPr>
          <w:t>BusinessTransactions</w:t>
        </w:r>
        <w:r w:rsidR="00007E2E">
          <w:rPr>
            <w:webHidden/>
          </w:rPr>
          <w:tab/>
        </w:r>
        <w:r w:rsidR="00007E2E">
          <w:rPr>
            <w:webHidden/>
          </w:rPr>
          <w:fldChar w:fldCharType="begin"/>
        </w:r>
        <w:r w:rsidR="00007E2E">
          <w:rPr>
            <w:webHidden/>
          </w:rPr>
          <w:instrText xml:space="preserve"> PAGEREF _Toc57230182 \h </w:instrText>
        </w:r>
        <w:r w:rsidR="00007E2E">
          <w:rPr>
            <w:webHidden/>
          </w:rPr>
        </w:r>
        <w:r w:rsidR="00007E2E">
          <w:rPr>
            <w:webHidden/>
          </w:rPr>
          <w:fldChar w:fldCharType="separate"/>
        </w:r>
        <w:r w:rsidR="00007E2E">
          <w:rPr>
            <w:webHidden/>
          </w:rPr>
          <w:t>16</w:t>
        </w:r>
        <w:r w:rsidR="00007E2E">
          <w:rPr>
            <w:webHidden/>
          </w:rPr>
          <w:fldChar w:fldCharType="end"/>
        </w:r>
      </w:hyperlink>
    </w:p>
    <w:p w14:paraId="0387F5EB" w14:textId="6566D875" w:rsidR="00007E2E" w:rsidRDefault="00AF30DD">
      <w:pPr>
        <w:pStyle w:val="TOC2"/>
        <w:rPr>
          <w:rFonts w:asciiTheme="minorHAnsi" w:eastAsiaTheme="minorEastAsia" w:hAnsiTheme="minorHAnsi" w:cstheme="minorBidi"/>
          <w:snapToGrid/>
          <w:sz w:val="22"/>
          <w:szCs w:val="22"/>
          <w:lang w:eastAsia="en-GB"/>
        </w:rPr>
      </w:pPr>
      <w:hyperlink w:anchor="_Toc57230183" w:history="1">
        <w:r w:rsidR="00007E2E" w:rsidRPr="00EC3015">
          <w:rPr>
            <w:rStyle w:val="Hyperlink"/>
          </w:rPr>
          <w:t>6.1</w:t>
        </w:r>
        <w:r w:rsidR="00007E2E">
          <w:rPr>
            <w:rFonts w:asciiTheme="minorHAnsi" w:eastAsiaTheme="minorEastAsia" w:hAnsiTheme="minorHAnsi" w:cstheme="minorBidi"/>
            <w:snapToGrid/>
            <w:sz w:val="22"/>
            <w:szCs w:val="22"/>
            <w:lang w:eastAsia="en-GB"/>
          </w:rPr>
          <w:tab/>
        </w:r>
        <w:r w:rsidR="00007E2E" w:rsidRPr="00EC3015">
          <w:rPr>
            <w:rStyle w:val="Hyperlink"/>
          </w:rPr>
          <w:t>Introduction</w:t>
        </w:r>
        <w:r w:rsidR="00007E2E">
          <w:rPr>
            <w:webHidden/>
          </w:rPr>
          <w:tab/>
        </w:r>
        <w:r w:rsidR="00007E2E">
          <w:rPr>
            <w:webHidden/>
          </w:rPr>
          <w:fldChar w:fldCharType="begin"/>
        </w:r>
        <w:r w:rsidR="00007E2E">
          <w:rPr>
            <w:webHidden/>
          </w:rPr>
          <w:instrText xml:space="preserve"> PAGEREF _Toc57230183 \h </w:instrText>
        </w:r>
        <w:r w:rsidR="00007E2E">
          <w:rPr>
            <w:webHidden/>
          </w:rPr>
        </w:r>
        <w:r w:rsidR="00007E2E">
          <w:rPr>
            <w:webHidden/>
          </w:rPr>
          <w:fldChar w:fldCharType="separate"/>
        </w:r>
        <w:r w:rsidR="00007E2E">
          <w:rPr>
            <w:webHidden/>
          </w:rPr>
          <w:t>16</w:t>
        </w:r>
        <w:r w:rsidR="00007E2E">
          <w:rPr>
            <w:webHidden/>
          </w:rPr>
          <w:fldChar w:fldCharType="end"/>
        </w:r>
      </w:hyperlink>
    </w:p>
    <w:p w14:paraId="11F1F657" w14:textId="4FD82DF4" w:rsidR="00007E2E" w:rsidRDefault="00AF30DD">
      <w:pPr>
        <w:pStyle w:val="TOC2"/>
        <w:rPr>
          <w:rFonts w:asciiTheme="minorHAnsi" w:eastAsiaTheme="minorEastAsia" w:hAnsiTheme="minorHAnsi" w:cstheme="minorBidi"/>
          <w:snapToGrid/>
          <w:sz w:val="22"/>
          <w:szCs w:val="22"/>
          <w:lang w:eastAsia="en-GB"/>
        </w:rPr>
      </w:pPr>
      <w:hyperlink w:anchor="_Toc57230184" w:history="1">
        <w:r w:rsidR="00007E2E" w:rsidRPr="00EC3015">
          <w:rPr>
            <w:rStyle w:val="Hyperlink"/>
          </w:rPr>
          <w:t>6.2</w:t>
        </w:r>
        <w:r w:rsidR="00007E2E">
          <w:rPr>
            <w:rFonts w:asciiTheme="minorHAnsi" w:eastAsiaTheme="minorEastAsia" w:hAnsiTheme="minorHAnsi" w:cstheme="minorBidi"/>
            <w:snapToGrid/>
            <w:sz w:val="22"/>
            <w:szCs w:val="22"/>
            <w:lang w:eastAsia="en-GB"/>
          </w:rPr>
          <w:tab/>
        </w:r>
        <w:r w:rsidR="00007E2E" w:rsidRPr="00EC3015">
          <w:rPr>
            <w:rStyle w:val="Hyperlink"/>
          </w:rPr>
          <w:t>Remittance Advice is separated from the Payment and sent directly to creditor</w:t>
        </w:r>
        <w:r w:rsidR="00007E2E">
          <w:rPr>
            <w:webHidden/>
          </w:rPr>
          <w:tab/>
        </w:r>
        <w:r w:rsidR="00007E2E">
          <w:rPr>
            <w:webHidden/>
          </w:rPr>
          <w:fldChar w:fldCharType="begin"/>
        </w:r>
        <w:r w:rsidR="00007E2E">
          <w:rPr>
            <w:webHidden/>
          </w:rPr>
          <w:instrText xml:space="preserve"> PAGEREF _Toc57230184 \h </w:instrText>
        </w:r>
        <w:r w:rsidR="00007E2E">
          <w:rPr>
            <w:webHidden/>
          </w:rPr>
        </w:r>
        <w:r w:rsidR="00007E2E">
          <w:rPr>
            <w:webHidden/>
          </w:rPr>
          <w:fldChar w:fldCharType="separate"/>
        </w:r>
        <w:r w:rsidR="00007E2E">
          <w:rPr>
            <w:webHidden/>
          </w:rPr>
          <w:t>16</w:t>
        </w:r>
        <w:r w:rsidR="00007E2E">
          <w:rPr>
            <w:webHidden/>
          </w:rPr>
          <w:fldChar w:fldCharType="end"/>
        </w:r>
      </w:hyperlink>
    </w:p>
    <w:p w14:paraId="0A842367" w14:textId="223716D5" w:rsidR="00007E2E" w:rsidRDefault="00AF30DD">
      <w:pPr>
        <w:pStyle w:val="TOC2"/>
        <w:rPr>
          <w:rFonts w:asciiTheme="minorHAnsi" w:eastAsiaTheme="minorEastAsia" w:hAnsiTheme="minorHAnsi" w:cstheme="minorBidi"/>
          <w:snapToGrid/>
          <w:sz w:val="22"/>
          <w:szCs w:val="22"/>
          <w:lang w:eastAsia="en-GB"/>
        </w:rPr>
      </w:pPr>
      <w:hyperlink w:anchor="_Toc57230185" w:history="1">
        <w:r w:rsidR="00007E2E" w:rsidRPr="00EC3015">
          <w:rPr>
            <w:rStyle w:val="Hyperlink"/>
          </w:rPr>
          <w:t>6.3</w:t>
        </w:r>
        <w:r w:rsidR="00007E2E">
          <w:rPr>
            <w:rFonts w:asciiTheme="minorHAnsi" w:eastAsiaTheme="minorEastAsia" w:hAnsiTheme="minorHAnsi" w:cstheme="minorBidi"/>
            <w:snapToGrid/>
            <w:sz w:val="22"/>
            <w:szCs w:val="22"/>
            <w:lang w:eastAsia="en-GB"/>
          </w:rPr>
          <w:tab/>
        </w:r>
        <w:r w:rsidR="00007E2E" w:rsidRPr="00EC3015">
          <w:rPr>
            <w:rStyle w:val="Hyperlink"/>
          </w:rPr>
          <w:t>Remittance Location Advice is sent directly to creditor</w:t>
        </w:r>
        <w:r w:rsidR="00007E2E">
          <w:rPr>
            <w:webHidden/>
          </w:rPr>
          <w:tab/>
        </w:r>
        <w:r w:rsidR="00007E2E">
          <w:rPr>
            <w:webHidden/>
          </w:rPr>
          <w:fldChar w:fldCharType="begin"/>
        </w:r>
        <w:r w:rsidR="00007E2E">
          <w:rPr>
            <w:webHidden/>
          </w:rPr>
          <w:instrText xml:space="preserve"> PAGEREF _Toc57230185 \h </w:instrText>
        </w:r>
        <w:r w:rsidR="00007E2E">
          <w:rPr>
            <w:webHidden/>
          </w:rPr>
        </w:r>
        <w:r w:rsidR="00007E2E">
          <w:rPr>
            <w:webHidden/>
          </w:rPr>
          <w:fldChar w:fldCharType="separate"/>
        </w:r>
        <w:r w:rsidR="00007E2E">
          <w:rPr>
            <w:webHidden/>
          </w:rPr>
          <w:t>17</w:t>
        </w:r>
        <w:r w:rsidR="00007E2E">
          <w:rPr>
            <w:webHidden/>
          </w:rPr>
          <w:fldChar w:fldCharType="end"/>
        </w:r>
      </w:hyperlink>
    </w:p>
    <w:p w14:paraId="0A4ED7F3" w14:textId="3427839B" w:rsidR="00007E2E" w:rsidRDefault="00AF30DD">
      <w:pPr>
        <w:pStyle w:val="TOC2"/>
        <w:rPr>
          <w:rFonts w:asciiTheme="minorHAnsi" w:eastAsiaTheme="minorEastAsia" w:hAnsiTheme="minorHAnsi" w:cstheme="minorBidi"/>
          <w:snapToGrid/>
          <w:sz w:val="22"/>
          <w:szCs w:val="22"/>
          <w:lang w:eastAsia="en-GB"/>
        </w:rPr>
      </w:pPr>
      <w:hyperlink w:anchor="_Toc57230186" w:history="1">
        <w:r w:rsidR="00007E2E" w:rsidRPr="00EC3015">
          <w:rPr>
            <w:rStyle w:val="Hyperlink"/>
          </w:rPr>
          <w:t>6.4</w:t>
        </w:r>
        <w:r w:rsidR="00007E2E">
          <w:rPr>
            <w:rFonts w:asciiTheme="minorHAnsi" w:eastAsiaTheme="minorEastAsia" w:hAnsiTheme="minorHAnsi" w:cstheme="minorBidi"/>
            <w:snapToGrid/>
            <w:sz w:val="22"/>
            <w:szCs w:val="22"/>
            <w:lang w:eastAsia="en-GB"/>
          </w:rPr>
          <w:tab/>
        </w:r>
        <w:r w:rsidR="00007E2E" w:rsidRPr="00EC3015">
          <w:rPr>
            <w:rStyle w:val="Hyperlink"/>
          </w:rPr>
          <w:t>Debtor Agent separates Remittance from Payment and sends message to Creditor Agent</w:t>
        </w:r>
        <w:r w:rsidR="00007E2E">
          <w:rPr>
            <w:webHidden/>
          </w:rPr>
          <w:tab/>
        </w:r>
        <w:r w:rsidR="00007E2E">
          <w:rPr>
            <w:webHidden/>
          </w:rPr>
          <w:fldChar w:fldCharType="begin"/>
        </w:r>
        <w:r w:rsidR="00007E2E">
          <w:rPr>
            <w:webHidden/>
          </w:rPr>
          <w:instrText xml:space="preserve"> PAGEREF _Toc57230186 \h </w:instrText>
        </w:r>
        <w:r w:rsidR="00007E2E">
          <w:rPr>
            <w:webHidden/>
          </w:rPr>
        </w:r>
        <w:r w:rsidR="00007E2E">
          <w:rPr>
            <w:webHidden/>
          </w:rPr>
          <w:fldChar w:fldCharType="separate"/>
        </w:r>
        <w:r w:rsidR="00007E2E">
          <w:rPr>
            <w:webHidden/>
          </w:rPr>
          <w:t>18</w:t>
        </w:r>
        <w:r w:rsidR="00007E2E">
          <w:rPr>
            <w:webHidden/>
          </w:rPr>
          <w:fldChar w:fldCharType="end"/>
        </w:r>
      </w:hyperlink>
    </w:p>
    <w:p w14:paraId="0DBF3B3B" w14:textId="072CD10E" w:rsidR="00007E2E" w:rsidRDefault="00AF30DD">
      <w:pPr>
        <w:pStyle w:val="TOC2"/>
        <w:rPr>
          <w:rFonts w:asciiTheme="minorHAnsi" w:eastAsiaTheme="minorEastAsia" w:hAnsiTheme="minorHAnsi" w:cstheme="minorBidi"/>
          <w:snapToGrid/>
          <w:sz w:val="22"/>
          <w:szCs w:val="22"/>
          <w:lang w:eastAsia="en-GB"/>
        </w:rPr>
      </w:pPr>
      <w:hyperlink w:anchor="_Toc57230187" w:history="1">
        <w:r w:rsidR="00007E2E" w:rsidRPr="00EC3015">
          <w:rPr>
            <w:rStyle w:val="Hyperlink"/>
          </w:rPr>
          <w:t>6.5</w:t>
        </w:r>
        <w:r w:rsidR="00007E2E">
          <w:rPr>
            <w:rFonts w:asciiTheme="minorHAnsi" w:eastAsiaTheme="minorEastAsia" w:hAnsiTheme="minorHAnsi" w:cstheme="minorBidi"/>
            <w:snapToGrid/>
            <w:sz w:val="22"/>
            <w:szCs w:val="22"/>
            <w:lang w:eastAsia="en-GB"/>
          </w:rPr>
          <w:tab/>
        </w:r>
        <w:r w:rsidR="00007E2E" w:rsidRPr="00EC3015">
          <w:rPr>
            <w:rStyle w:val="Hyperlink"/>
          </w:rPr>
          <w:t>Creditor Agent separates Remittance from Payment and Delivers Remittance Advice to Creditor</w:t>
        </w:r>
        <w:r w:rsidR="00007E2E">
          <w:rPr>
            <w:webHidden/>
          </w:rPr>
          <w:tab/>
        </w:r>
        <w:r w:rsidR="00007E2E">
          <w:rPr>
            <w:webHidden/>
          </w:rPr>
          <w:fldChar w:fldCharType="begin"/>
        </w:r>
        <w:r w:rsidR="00007E2E">
          <w:rPr>
            <w:webHidden/>
          </w:rPr>
          <w:instrText xml:space="preserve"> PAGEREF _Toc57230187 \h </w:instrText>
        </w:r>
        <w:r w:rsidR="00007E2E">
          <w:rPr>
            <w:webHidden/>
          </w:rPr>
        </w:r>
        <w:r w:rsidR="00007E2E">
          <w:rPr>
            <w:webHidden/>
          </w:rPr>
          <w:fldChar w:fldCharType="separate"/>
        </w:r>
        <w:r w:rsidR="00007E2E">
          <w:rPr>
            <w:webHidden/>
          </w:rPr>
          <w:t>19</w:t>
        </w:r>
        <w:r w:rsidR="00007E2E">
          <w:rPr>
            <w:webHidden/>
          </w:rPr>
          <w:fldChar w:fldCharType="end"/>
        </w:r>
      </w:hyperlink>
    </w:p>
    <w:p w14:paraId="7C4FF184" w14:textId="1B0FE5F8" w:rsidR="00007E2E" w:rsidRDefault="00AF30DD">
      <w:pPr>
        <w:pStyle w:val="TOC2"/>
        <w:rPr>
          <w:rFonts w:asciiTheme="minorHAnsi" w:eastAsiaTheme="minorEastAsia" w:hAnsiTheme="minorHAnsi" w:cstheme="minorBidi"/>
          <w:snapToGrid/>
          <w:sz w:val="22"/>
          <w:szCs w:val="22"/>
          <w:lang w:eastAsia="en-GB"/>
        </w:rPr>
      </w:pPr>
      <w:hyperlink w:anchor="_Toc57230188" w:history="1">
        <w:r w:rsidR="00007E2E" w:rsidRPr="00EC3015">
          <w:rPr>
            <w:rStyle w:val="Hyperlink"/>
          </w:rPr>
          <w:t>6.6</w:t>
        </w:r>
        <w:r w:rsidR="00007E2E">
          <w:rPr>
            <w:rFonts w:asciiTheme="minorHAnsi" w:eastAsiaTheme="minorEastAsia" w:hAnsiTheme="minorHAnsi" w:cstheme="minorBidi"/>
            <w:snapToGrid/>
            <w:sz w:val="22"/>
            <w:szCs w:val="22"/>
            <w:lang w:eastAsia="en-GB"/>
          </w:rPr>
          <w:tab/>
        </w:r>
        <w:r w:rsidR="00007E2E" w:rsidRPr="00EC3015">
          <w:rPr>
            <w:rStyle w:val="Hyperlink"/>
          </w:rPr>
          <w:t>Debtor Agent separates Remittance from Payment and Sends Remittance Advice to Creditor</w:t>
        </w:r>
        <w:r w:rsidR="00007E2E">
          <w:rPr>
            <w:webHidden/>
          </w:rPr>
          <w:tab/>
        </w:r>
        <w:r w:rsidR="00007E2E">
          <w:rPr>
            <w:webHidden/>
          </w:rPr>
          <w:fldChar w:fldCharType="begin"/>
        </w:r>
        <w:r w:rsidR="00007E2E">
          <w:rPr>
            <w:webHidden/>
          </w:rPr>
          <w:instrText xml:space="preserve"> PAGEREF _Toc57230188 \h </w:instrText>
        </w:r>
        <w:r w:rsidR="00007E2E">
          <w:rPr>
            <w:webHidden/>
          </w:rPr>
        </w:r>
        <w:r w:rsidR="00007E2E">
          <w:rPr>
            <w:webHidden/>
          </w:rPr>
          <w:fldChar w:fldCharType="separate"/>
        </w:r>
        <w:r w:rsidR="00007E2E">
          <w:rPr>
            <w:webHidden/>
          </w:rPr>
          <w:t>19</w:t>
        </w:r>
        <w:r w:rsidR="00007E2E">
          <w:rPr>
            <w:webHidden/>
          </w:rPr>
          <w:fldChar w:fldCharType="end"/>
        </w:r>
      </w:hyperlink>
    </w:p>
    <w:p w14:paraId="21F13FCE" w14:textId="2C4CE66C" w:rsidR="00007E2E" w:rsidRDefault="00AF30DD">
      <w:pPr>
        <w:pStyle w:val="TOC2"/>
        <w:rPr>
          <w:rFonts w:asciiTheme="minorHAnsi" w:eastAsiaTheme="minorEastAsia" w:hAnsiTheme="minorHAnsi" w:cstheme="minorBidi"/>
          <w:snapToGrid/>
          <w:sz w:val="22"/>
          <w:szCs w:val="22"/>
          <w:lang w:eastAsia="en-GB"/>
        </w:rPr>
      </w:pPr>
      <w:hyperlink w:anchor="_Toc57230189" w:history="1">
        <w:r w:rsidR="00007E2E" w:rsidRPr="00EC3015">
          <w:rPr>
            <w:rStyle w:val="Hyperlink"/>
          </w:rPr>
          <w:t>6.7</w:t>
        </w:r>
        <w:r w:rsidR="00007E2E">
          <w:rPr>
            <w:rFonts w:asciiTheme="minorHAnsi" w:eastAsiaTheme="minorEastAsia" w:hAnsiTheme="minorHAnsi" w:cstheme="minorBidi"/>
            <w:snapToGrid/>
            <w:sz w:val="22"/>
            <w:szCs w:val="22"/>
            <w:lang w:eastAsia="en-GB"/>
          </w:rPr>
          <w:tab/>
        </w:r>
        <w:r w:rsidR="00007E2E" w:rsidRPr="00EC3015">
          <w:rPr>
            <w:rStyle w:val="Hyperlink"/>
          </w:rPr>
          <w:t>Payment is Direct Debit, Creditor sends Remittance Advice to Debtor</w:t>
        </w:r>
        <w:r w:rsidR="00007E2E">
          <w:rPr>
            <w:webHidden/>
          </w:rPr>
          <w:tab/>
        </w:r>
        <w:r w:rsidR="00007E2E">
          <w:rPr>
            <w:webHidden/>
          </w:rPr>
          <w:fldChar w:fldCharType="begin"/>
        </w:r>
        <w:r w:rsidR="00007E2E">
          <w:rPr>
            <w:webHidden/>
          </w:rPr>
          <w:instrText xml:space="preserve"> PAGEREF _Toc57230189 \h </w:instrText>
        </w:r>
        <w:r w:rsidR="00007E2E">
          <w:rPr>
            <w:webHidden/>
          </w:rPr>
        </w:r>
        <w:r w:rsidR="00007E2E">
          <w:rPr>
            <w:webHidden/>
          </w:rPr>
          <w:fldChar w:fldCharType="separate"/>
        </w:r>
        <w:r w:rsidR="00007E2E">
          <w:rPr>
            <w:webHidden/>
          </w:rPr>
          <w:t>20</w:t>
        </w:r>
        <w:r w:rsidR="00007E2E">
          <w:rPr>
            <w:webHidden/>
          </w:rPr>
          <w:fldChar w:fldCharType="end"/>
        </w:r>
      </w:hyperlink>
    </w:p>
    <w:p w14:paraId="3F297636" w14:textId="0FCF4CF8" w:rsidR="00007E2E" w:rsidRDefault="00AF30DD">
      <w:pPr>
        <w:pStyle w:val="TOC2"/>
        <w:rPr>
          <w:rFonts w:asciiTheme="minorHAnsi" w:eastAsiaTheme="minorEastAsia" w:hAnsiTheme="minorHAnsi" w:cstheme="minorBidi"/>
          <w:snapToGrid/>
          <w:sz w:val="22"/>
          <w:szCs w:val="22"/>
          <w:lang w:eastAsia="en-GB"/>
        </w:rPr>
      </w:pPr>
      <w:hyperlink w:anchor="_Toc57230190" w:history="1">
        <w:r w:rsidR="00007E2E" w:rsidRPr="00EC3015">
          <w:rPr>
            <w:rStyle w:val="Hyperlink"/>
          </w:rPr>
          <w:t>6.8</w:t>
        </w:r>
        <w:r w:rsidR="00007E2E">
          <w:rPr>
            <w:rFonts w:asciiTheme="minorHAnsi" w:eastAsiaTheme="minorEastAsia" w:hAnsiTheme="minorHAnsi" w:cstheme="minorBidi"/>
            <w:snapToGrid/>
            <w:sz w:val="22"/>
            <w:szCs w:val="22"/>
            <w:lang w:eastAsia="en-GB"/>
          </w:rPr>
          <w:tab/>
        </w:r>
        <w:r w:rsidR="00007E2E" w:rsidRPr="00EC3015">
          <w:rPr>
            <w:rStyle w:val="Hyperlink"/>
          </w:rPr>
          <w:t>Full bank-operated cash management</w:t>
        </w:r>
        <w:r w:rsidR="00007E2E">
          <w:rPr>
            <w:webHidden/>
          </w:rPr>
          <w:tab/>
        </w:r>
        <w:r w:rsidR="00007E2E">
          <w:rPr>
            <w:webHidden/>
          </w:rPr>
          <w:fldChar w:fldCharType="begin"/>
        </w:r>
        <w:r w:rsidR="00007E2E">
          <w:rPr>
            <w:webHidden/>
          </w:rPr>
          <w:instrText xml:space="preserve"> PAGEREF _Toc57230190 \h </w:instrText>
        </w:r>
        <w:r w:rsidR="00007E2E">
          <w:rPr>
            <w:webHidden/>
          </w:rPr>
        </w:r>
        <w:r w:rsidR="00007E2E">
          <w:rPr>
            <w:webHidden/>
          </w:rPr>
          <w:fldChar w:fldCharType="separate"/>
        </w:r>
        <w:r w:rsidR="00007E2E">
          <w:rPr>
            <w:webHidden/>
          </w:rPr>
          <w:t>20</w:t>
        </w:r>
        <w:r w:rsidR="00007E2E">
          <w:rPr>
            <w:webHidden/>
          </w:rPr>
          <w:fldChar w:fldCharType="end"/>
        </w:r>
      </w:hyperlink>
    </w:p>
    <w:p w14:paraId="34A8CE2F" w14:textId="0D78718A" w:rsidR="00007E2E" w:rsidRDefault="00AF30DD">
      <w:pPr>
        <w:pStyle w:val="TOC1"/>
        <w:rPr>
          <w:rFonts w:asciiTheme="minorHAnsi" w:eastAsiaTheme="minorEastAsia" w:hAnsiTheme="minorHAnsi" w:cstheme="minorBidi"/>
          <w:b w:val="0"/>
          <w:sz w:val="22"/>
          <w:szCs w:val="22"/>
          <w:lang w:eastAsia="en-GB"/>
        </w:rPr>
      </w:pPr>
      <w:hyperlink w:anchor="_Toc57230191" w:history="1">
        <w:r w:rsidR="00007E2E" w:rsidRPr="00EC3015">
          <w:rPr>
            <w:rStyle w:val="Hyperlink"/>
          </w:rPr>
          <w:t>7</w:t>
        </w:r>
        <w:r w:rsidR="00007E2E">
          <w:rPr>
            <w:rFonts w:asciiTheme="minorHAnsi" w:eastAsiaTheme="minorEastAsia" w:hAnsiTheme="minorHAnsi" w:cstheme="minorBidi"/>
            <w:b w:val="0"/>
            <w:sz w:val="22"/>
            <w:szCs w:val="22"/>
            <w:lang w:eastAsia="en-GB"/>
          </w:rPr>
          <w:tab/>
        </w:r>
        <w:r w:rsidR="00007E2E" w:rsidRPr="00EC3015">
          <w:rPr>
            <w:rStyle w:val="Hyperlink"/>
          </w:rPr>
          <w:t>Revisio</w:t>
        </w:r>
        <w:r w:rsidR="00007E2E" w:rsidRPr="00EC3015">
          <w:rPr>
            <w:rStyle w:val="Hyperlink"/>
          </w:rPr>
          <w:t>n</w:t>
        </w:r>
        <w:r w:rsidR="00007E2E" w:rsidRPr="00EC3015">
          <w:rPr>
            <w:rStyle w:val="Hyperlink"/>
          </w:rPr>
          <w:t xml:space="preserve"> Record</w:t>
        </w:r>
        <w:r w:rsidR="00007E2E">
          <w:rPr>
            <w:webHidden/>
          </w:rPr>
          <w:tab/>
        </w:r>
        <w:r w:rsidR="00007E2E">
          <w:rPr>
            <w:webHidden/>
          </w:rPr>
          <w:fldChar w:fldCharType="begin"/>
        </w:r>
        <w:r w:rsidR="00007E2E">
          <w:rPr>
            <w:webHidden/>
          </w:rPr>
          <w:instrText xml:space="preserve"> PAGEREF _Toc57230191 \h </w:instrText>
        </w:r>
        <w:r w:rsidR="00007E2E">
          <w:rPr>
            <w:webHidden/>
          </w:rPr>
        </w:r>
        <w:r w:rsidR="00007E2E">
          <w:rPr>
            <w:webHidden/>
          </w:rPr>
          <w:fldChar w:fldCharType="separate"/>
        </w:r>
        <w:r w:rsidR="00007E2E">
          <w:rPr>
            <w:webHidden/>
          </w:rPr>
          <w:t>23</w:t>
        </w:r>
        <w:r w:rsidR="00007E2E">
          <w:rPr>
            <w:webHidden/>
          </w:rPr>
          <w:fldChar w:fldCharType="end"/>
        </w:r>
      </w:hyperlink>
    </w:p>
    <w:p w14:paraId="2EE8F3AA" w14:textId="0269D4A4" w:rsidR="00FE6C71" w:rsidRDefault="00F45CD3" w:rsidP="00CF0C84">
      <w:pPr>
        <w:pStyle w:val="PreliminaryNote"/>
        <w:tabs>
          <w:tab w:val="left" w:pos="3331"/>
        </w:tabs>
        <w:rPr>
          <w:b w:val="0"/>
        </w:rPr>
      </w:pPr>
      <w:r>
        <w:rPr>
          <w:b w:val="0"/>
        </w:rPr>
        <w:fldChar w:fldCharType="end"/>
      </w:r>
      <w:r w:rsidR="00CF0C84">
        <w:rPr>
          <w:b w:val="0"/>
        </w:rPr>
        <w:tab/>
      </w:r>
    </w:p>
    <w:p w14:paraId="39D89607" w14:textId="77777777" w:rsidR="00FE6C71" w:rsidRDefault="00FE6C71" w:rsidP="00FE6C71">
      <w:pPr>
        <w:pStyle w:val="ProductName"/>
        <w:rPr>
          <w:noProof/>
          <w:snapToGrid w:val="0"/>
          <w:sz w:val="21"/>
        </w:rPr>
      </w:pPr>
      <w:r>
        <w:br w:type="page"/>
      </w:r>
    </w:p>
    <w:p w14:paraId="45005925" w14:textId="77777777" w:rsidR="00FE6C71" w:rsidRDefault="00FE6C71" w:rsidP="00C45139">
      <w:pPr>
        <w:pStyle w:val="PreliminaryNote"/>
      </w:pPr>
    </w:p>
    <w:p w14:paraId="3968A8AC" w14:textId="77777777" w:rsidR="00C45139" w:rsidRPr="00C45139" w:rsidRDefault="00C45139" w:rsidP="00C45139">
      <w:pPr>
        <w:pStyle w:val="PreliminaryNote"/>
      </w:pPr>
      <w:r>
        <w:t>Preliminary Note</w:t>
      </w:r>
    </w:p>
    <w:p w14:paraId="7F1BAC37" w14:textId="77777777" w:rsidR="00C45139" w:rsidRDefault="00C45139" w:rsidP="00C45139">
      <w:pPr>
        <w:pStyle w:val="Normalbeforetable"/>
      </w:pPr>
      <w:r>
        <w:t>The Message Definition Report (MDR) is made of three parts:</w:t>
      </w:r>
    </w:p>
    <w:p w14:paraId="63AAC319" w14:textId="77777777" w:rsidR="00C45139" w:rsidRDefault="00C45139" w:rsidP="00C45139">
      <w:pPr>
        <w:pStyle w:val="BlockLabel"/>
      </w:pPr>
      <w:r>
        <w:t>MDR Part 1</w:t>
      </w:r>
    </w:p>
    <w:p w14:paraId="290B7F82"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39276782" w14:textId="77777777" w:rsidR="00C45139" w:rsidRDefault="00C45139" w:rsidP="00C45139">
      <w:pPr>
        <w:pStyle w:val="BlockLabel"/>
      </w:pPr>
      <w:r>
        <w:t>MDR Part 2</w:t>
      </w:r>
    </w:p>
    <w:p w14:paraId="37BAB26E" w14:textId="77777777" w:rsidR="00C45139" w:rsidRDefault="00C45139" w:rsidP="00C45139">
      <w:r>
        <w:t>This is the detailed description of each message definition of the message set. Part 2 is produced by the RA using the model developed by the submitting organisation.</w:t>
      </w:r>
    </w:p>
    <w:p w14:paraId="105BF563" w14:textId="77777777" w:rsidR="00C45139" w:rsidRDefault="00C45139" w:rsidP="00C45139">
      <w:pPr>
        <w:pStyle w:val="BlockLabel"/>
      </w:pPr>
      <w:r>
        <w:t>MDR Part 3</w:t>
      </w:r>
    </w:p>
    <w:p w14:paraId="32E19F1F" w14:textId="77777777" w:rsidR="00C45139" w:rsidRPr="00676636" w:rsidRDefault="00C45139" w:rsidP="00C45139">
      <w:r>
        <w:t>This is an extract if the ISO 20022 Business Model describing the business concepts</w:t>
      </w:r>
      <w:r w:rsidR="0067269C">
        <w:t xml:space="preserve"> used in the message set. Part 3</w:t>
      </w:r>
      <w:r>
        <w:t xml:space="preserve"> is an Excel document produced by the RA.</w:t>
      </w:r>
    </w:p>
    <w:p w14:paraId="14A23F08" w14:textId="77777777" w:rsidR="00FC66CD" w:rsidRDefault="00FC66CD" w:rsidP="005A6353"/>
    <w:p w14:paraId="2F58D66C" w14:textId="77777777" w:rsidR="00FC66CD" w:rsidRDefault="00FC66CD" w:rsidP="005A6353"/>
    <w:p w14:paraId="47A8E8BB"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5F51AE3" w14:textId="77777777" w:rsidR="00FC66CD" w:rsidRDefault="000E53BB" w:rsidP="00A8050C">
      <w:pPr>
        <w:pStyle w:val="Heading1"/>
      </w:pPr>
      <w:bookmarkStart w:id="3" w:name="_Toc57230166"/>
      <w:r>
        <w:t>Introduction</w:t>
      </w:r>
      <w:bookmarkEnd w:id="3"/>
    </w:p>
    <w:p w14:paraId="17153ED9" w14:textId="77777777" w:rsidR="00FC66CD" w:rsidRPr="00526C98" w:rsidRDefault="000E53BB" w:rsidP="00A8050C">
      <w:pPr>
        <w:pStyle w:val="Heading2"/>
      </w:pPr>
      <w:bookmarkStart w:id="4" w:name="_Toc57230167"/>
      <w:bookmarkStart w:id="5" w:name="_Toc533501210"/>
      <w:r>
        <w:t>Terms and Definitions</w:t>
      </w:r>
      <w:bookmarkEnd w:id="4"/>
    </w:p>
    <w:p w14:paraId="2518D025"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4663B6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3F5CF97" w14:textId="77777777" w:rsidR="0052733C" w:rsidRPr="0052733C" w:rsidRDefault="0052733C" w:rsidP="0052733C">
            <w:pPr>
              <w:pStyle w:val="TableHeading"/>
            </w:pPr>
            <w:r w:rsidRPr="0052733C">
              <w:t>Term</w:t>
            </w:r>
          </w:p>
        </w:tc>
        <w:tc>
          <w:tcPr>
            <w:tcW w:w="5988" w:type="dxa"/>
            <w:vAlign w:val="bottom"/>
          </w:tcPr>
          <w:p w14:paraId="4829BDE1" w14:textId="77777777" w:rsidR="0052733C" w:rsidRPr="0052733C" w:rsidRDefault="0052733C" w:rsidP="0052733C">
            <w:pPr>
              <w:pStyle w:val="TableHeading"/>
            </w:pPr>
            <w:r w:rsidRPr="0052733C">
              <w:t>Definition</w:t>
            </w:r>
          </w:p>
        </w:tc>
      </w:tr>
      <w:tr w:rsidR="0052733C" w14:paraId="263372B9" w14:textId="77777777" w:rsidTr="0052733C">
        <w:tc>
          <w:tcPr>
            <w:tcW w:w="2376" w:type="dxa"/>
          </w:tcPr>
          <w:p w14:paraId="6101B003"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18CA5BE1"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522F4266" w14:textId="77777777" w:rsidTr="0052733C">
        <w:tc>
          <w:tcPr>
            <w:tcW w:w="2376" w:type="dxa"/>
          </w:tcPr>
          <w:p w14:paraId="1EC4EE96"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0401BFFF"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789E9851" w14:textId="77777777" w:rsidTr="0052733C">
        <w:tc>
          <w:tcPr>
            <w:tcW w:w="2376" w:type="dxa"/>
          </w:tcPr>
          <w:p w14:paraId="7A1315B3"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49345B47"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13312A37" w14:textId="77777777" w:rsidTr="0052733C">
        <w:tc>
          <w:tcPr>
            <w:tcW w:w="2376" w:type="dxa"/>
          </w:tcPr>
          <w:p w14:paraId="77466058"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61EB1929"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7EEF7B19" w14:textId="77777777" w:rsidTr="0052733C">
        <w:tc>
          <w:tcPr>
            <w:tcW w:w="2376" w:type="dxa"/>
          </w:tcPr>
          <w:p w14:paraId="602D3E2B"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42B6EEAF" w14:textId="77777777" w:rsidR="0052733C" w:rsidRPr="0052733C" w:rsidRDefault="0052733C" w:rsidP="0052733C">
            <w:pPr>
              <w:pStyle w:val="TableText"/>
            </w:pPr>
            <w:r w:rsidRPr="0052733C">
              <w:t>Formal description of the structure of a message instance.</w:t>
            </w:r>
          </w:p>
        </w:tc>
      </w:tr>
    </w:tbl>
    <w:p w14:paraId="445271E2"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29E7B20F" w14:textId="77777777" w:rsidR="00FD654E" w:rsidRDefault="00CD7997" w:rsidP="008F067F">
      <w:pPr>
        <w:pStyle w:val="Heading2"/>
      </w:pPr>
      <w:bookmarkStart w:id="6" w:name="_Toc57230168"/>
      <w:r>
        <w:t>Abbreviations and Acronyms</w:t>
      </w:r>
      <w:bookmarkEnd w:id="6"/>
    </w:p>
    <w:p w14:paraId="38A6C3D0"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7"/>
      </w:tblGrid>
      <w:tr w:rsidR="0052733C" w14:paraId="3F150D77" w14:textId="77777777" w:rsidTr="00751A5C">
        <w:trPr>
          <w:cnfStyle w:val="100000000000" w:firstRow="1" w:lastRow="0" w:firstColumn="0" w:lastColumn="0" w:oddVBand="0" w:evenVBand="0" w:oddHBand="0" w:evenHBand="0" w:firstRowFirstColumn="0" w:firstRowLastColumn="0" w:lastRowFirstColumn="0" w:lastRowLastColumn="0"/>
        </w:trPr>
        <w:tc>
          <w:tcPr>
            <w:tcW w:w="2376" w:type="dxa"/>
          </w:tcPr>
          <w:p w14:paraId="70B2DEA6" w14:textId="77777777" w:rsidR="0052733C" w:rsidRDefault="0052733C" w:rsidP="00DD3851">
            <w:pPr>
              <w:pStyle w:val="TableHeading"/>
            </w:pPr>
            <w:r>
              <w:t>Abbreviation/Acronyms</w:t>
            </w:r>
          </w:p>
        </w:tc>
        <w:tc>
          <w:tcPr>
            <w:tcW w:w="5987" w:type="dxa"/>
          </w:tcPr>
          <w:p w14:paraId="19146936" w14:textId="77777777" w:rsidR="0052733C" w:rsidRDefault="0052733C" w:rsidP="00DD3851">
            <w:pPr>
              <w:pStyle w:val="TableHeading"/>
            </w:pPr>
            <w:r>
              <w:t>Definition</w:t>
            </w:r>
          </w:p>
        </w:tc>
      </w:tr>
      <w:tr w:rsidR="004D4F08" w14:paraId="7DCB7B8D" w14:textId="77777777" w:rsidTr="00751A5C">
        <w:tc>
          <w:tcPr>
            <w:tcW w:w="2376" w:type="dxa"/>
          </w:tcPr>
          <w:p w14:paraId="25B267B2" w14:textId="77777777" w:rsidR="004D4F08" w:rsidRDefault="004D4F08" w:rsidP="00DD3851">
            <w:pPr>
              <w:pStyle w:val="TableText"/>
            </w:pPr>
            <w:r>
              <w:t>A/P</w:t>
            </w:r>
          </w:p>
        </w:tc>
        <w:tc>
          <w:tcPr>
            <w:tcW w:w="5987" w:type="dxa"/>
          </w:tcPr>
          <w:p w14:paraId="4840ECDB" w14:textId="77777777" w:rsidR="004D4F08" w:rsidRPr="00CA3B47" w:rsidRDefault="004D4F08" w:rsidP="00DD3851">
            <w:pPr>
              <w:pStyle w:val="TableText"/>
            </w:pPr>
            <w:r>
              <w:t>Accounts Payable</w:t>
            </w:r>
          </w:p>
        </w:tc>
      </w:tr>
      <w:tr w:rsidR="004D4F08" w14:paraId="2C331703" w14:textId="77777777" w:rsidTr="00751A5C">
        <w:tc>
          <w:tcPr>
            <w:tcW w:w="2376" w:type="dxa"/>
          </w:tcPr>
          <w:p w14:paraId="024FC2F1" w14:textId="77777777" w:rsidR="004D4F08" w:rsidRDefault="004D4F08" w:rsidP="00DD3851">
            <w:pPr>
              <w:pStyle w:val="TableText"/>
            </w:pPr>
            <w:r>
              <w:t>A/R</w:t>
            </w:r>
          </w:p>
        </w:tc>
        <w:tc>
          <w:tcPr>
            <w:tcW w:w="5987" w:type="dxa"/>
          </w:tcPr>
          <w:p w14:paraId="48F64E9F" w14:textId="77777777" w:rsidR="004D4F08" w:rsidRDefault="004D4F08" w:rsidP="00DD3851">
            <w:pPr>
              <w:pStyle w:val="TableText"/>
            </w:pPr>
            <w:r>
              <w:t>Accounts Receivable</w:t>
            </w:r>
          </w:p>
        </w:tc>
      </w:tr>
      <w:tr w:rsidR="0052733C" w14:paraId="5290BE8F" w14:textId="77777777" w:rsidTr="00751A5C">
        <w:tc>
          <w:tcPr>
            <w:tcW w:w="2376" w:type="dxa"/>
          </w:tcPr>
          <w:p w14:paraId="3F069220" w14:textId="77777777" w:rsidR="0052733C" w:rsidRDefault="0052733C" w:rsidP="00DD3851">
            <w:pPr>
              <w:pStyle w:val="TableText"/>
            </w:pPr>
            <w:r>
              <w:t>FI</w:t>
            </w:r>
          </w:p>
        </w:tc>
        <w:tc>
          <w:tcPr>
            <w:tcW w:w="5987" w:type="dxa"/>
          </w:tcPr>
          <w:p w14:paraId="7A20ACC3" w14:textId="77777777" w:rsidR="0052733C" w:rsidRDefault="0052733C" w:rsidP="00DD3851">
            <w:pPr>
              <w:pStyle w:val="TableText"/>
            </w:pPr>
            <w:r>
              <w:t>Financial Institution</w:t>
            </w:r>
          </w:p>
        </w:tc>
      </w:tr>
      <w:tr w:rsidR="0052733C" w14:paraId="3BEAFA59" w14:textId="77777777" w:rsidTr="00751A5C">
        <w:tc>
          <w:tcPr>
            <w:tcW w:w="2376" w:type="dxa"/>
          </w:tcPr>
          <w:p w14:paraId="15EB4865" w14:textId="77777777" w:rsidR="0052733C" w:rsidRDefault="0052733C" w:rsidP="00DD3851">
            <w:pPr>
              <w:pStyle w:val="TableText"/>
            </w:pPr>
            <w:r>
              <w:t>IBAN</w:t>
            </w:r>
          </w:p>
        </w:tc>
        <w:tc>
          <w:tcPr>
            <w:tcW w:w="5987" w:type="dxa"/>
          </w:tcPr>
          <w:p w14:paraId="7E45195D" w14:textId="77777777" w:rsidR="0052733C" w:rsidRDefault="0052733C" w:rsidP="00DD3851">
            <w:pPr>
              <w:pStyle w:val="TableText"/>
            </w:pPr>
            <w:r>
              <w:t>International Bank Account Number</w:t>
            </w:r>
          </w:p>
        </w:tc>
      </w:tr>
      <w:tr w:rsidR="0052733C" w14:paraId="3022E9A4" w14:textId="77777777" w:rsidTr="00751A5C">
        <w:tc>
          <w:tcPr>
            <w:tcW w:w="2376" w:type="dxa"/>
          </w:tcPr>
          <w:p w14:paraId="40930206" w14:textId="77777777" w:rsidR="0052733C" w:rsidRDefault="0052733C" w:rsidP="00DD3851">
            <w:pPr>
              <w:pStyle w:val="TableText"/>
            </w:pPr>
            <w:r>
              <w:t>IFX</w:t>
            </w:r>
          </w:p>
        </w:tc>
        <w:tc>
          <w:tcPr>
            <w:tcW w:w="5987" w:type="dxa"/>
          </w:tcPr>
          <w:p w14:paraId="62C163EA" w14:textId="77777777" w:rsidR="0052733C" w:rsidRDefault="0052733C" w:rsidP="00DD3851">
            <w:pPr>
              <w:pStyle w:val="TableText"/>
            </w:pPr>
            <w:r>
              <w:t>Interactive Financial eXchange Forum</w:t>
            </w:r>
          </w:p>
        </w:tc>
      </w:tr>
      <w:tr w:rsidR="0052733C" w14:paraId="3028C1ED" w14:textId="77777777" w:rsidTr="00751A5C">
        <w:tc>
          <w:tcPr>
            <w:tcW w:w="2376" w:type="dxa"/>
          </w:tcPr>
          <w:p w14:paraId="466A060E" w14:textId="77777777" w:rsidR="0052733C" w:rsidRPr="000C0DB2" w:rsidRDefault="0052733C" w:rsidP="00DD3851">
            <w:pPr>
              <w:pStyle w:val="TableText"/>
            </w:pPr>
            <w:r>
              <w:t>ISTH</w:t>
            </w:r>
          </w:p>
        </w:tc>
        <w:tc>
          <w:tcPr>
            <w:tcW w:w="5987" w:type="dxa"/>
          </w:tcPr>
          <w:p w14:paraId="6C7719E1" w14:textId="77777777" w:rsidR="0052733C" w:rsidRPr="000C0DB2" w:rsidRDefault="0052733C" w:rsidP="00DD3851">
            <w:pPr>
              <w:pStyle w:val="TableText"/>
            </w:pPr>
            <w:r>
              <w:t>International Standards Team Harmonisation</w:t>
            </w:r>
          </w:p>
        </w:tc>
      </w:tr>
      <w:tr w:rsidR="0052733C" w14:paraId="78E6767F" w14:textId="77777777" w:rsidTr="00751A5C">
        <w:tc>
          <w:tcPr>
            <w:tcW w:w="2376" w:type="dxa"/>
          </w:tcPr>
          <w:p w14:paraId="26A47E3C" w14:textId="77777777" w:rsidR="0052733C" w:rsidRDefault="0052733C" w:rsidP="00DD3851">
            <w:pPr>
              <w:pStyle w:val="TableText"/>
            </w:pPr>
            <w:r>
              <w:t>MCR</w:t>
            </w:r>
          </w:p>
        </w:tc>
        <w:tc>
          <w:tcPr>
            <w:tcW w:w="5987" w:type="dxa"/>
          </w:tcPr>
          <w:p w14:paraId="0F8B952C" w14:textId="77777777" w:rsidR="0052733C" w:rsidRDefault="0052733C" w:rsidP="00751A5C">
            <w:pPr>
              <w:pStyle w:val="TableText"/>
            </w:pPr>
            <w:r>
              <w:t>M</w:t>
            </w:r>
            <w:r w:rsidR="00751A5C">
              <w:t>aintenance</w:t>
            </w:r>
            <w:r>
              <w:t xml:space="preserve"> Change Request</w:t>
            </w:r>
          </w:p>
        </w:tc>
      </w:tr>
      <w:tr w:rsidR="0052733C" w14:paraId="5E9D8513" w14:textId="77777777" w:rsidTr="00751A5C">
        <w:tc>
          <w:tcPr>
            <w:tcW w:w="2376" w:type="dxa"/>
          </w:tcPr>
          <w:p w14:paraId="3C5CEB36" w14:textId="77777777" w:rsidR="0052733C" w:rsidRDefault="0052733C" w:rsidP="00DD3851">
            <w:pPr>
              <w:pStyle w:val="TableText"/>
            </w:pPr>
            <w:r>
              <w:t>MDR</w:t>
            </w:r>
          </w:p>
        </w:tc>
        <w:tc>
          <w:tcPr>
            <w:tcW w:w="5987" w:type="dxa"/>
          </w:tcPr>
          <w:p w14:paraId="53B840DF" w14:textId="77777777" w:rsidR="0052733C" w:rsidRDefault="0052733C" w:rsidP="00DD3851">
            <w:pPr>
              <w:pStyle w:val="TableText"/>
            </w:pPr>
            <w:r>
              <w:t>Message Definition Report</w:t>
            </w:r>
          </w:p>
        </w:tc>
      </w:tr>
      <w:tr w:rsidR="0052733C" w14:paraId="009E1478" w14:textId="77777777" w:rsidTr="00751A5C">
        <w:tc>
          <w:tcPr>
            <w:tcW w:w="2376" w:type="dxa"/>
          </w:tcPr>
          <w:p w14:paraId="5C07107A" w14:textId="77777777" w:rsidR="0052733C" w:rsidRDefault="0052733C" w:rsidP="00DD3851">
            <w:pPr>
              <w:pStyle w:val="TableText"/>
            </w:pPr>
            <w:r>
              <w:t>XML</w:t>
            </w:r>
          </w:p>
        </w:tc>
        <w:tc>
          <w:tcPr>
            <w:tcW w:w="5987" w:type="dxa"/>
          </w:tcPr>
          <w:p w14:paraId="16100BB6" w14:textId="77777777" w:rsidR="0052733C" w:rsidRDefault="0052733C" w:rsidP="00DD3851">
            <w:pPr>
              <w:pStyle w:val="TableText"/>
            </w:pPr>
            <w:r>
              <w:t>eXtensible Mark-up Language</w:t>
            </w:r>
          </w:p>
        </w:tc>
      </w:tr>
    </w:tbl>
    <w:p w14:paraId="4B8400C8" w14:textId="77777777" w:rsidR="00526C98" w:rsidRDefault="000E53BB" w:rsidP="00A8050C">
      <w:pPr>
        <w:pStyle w:val="Heading2"/>
      </w:pPr>
      <w:bookmarkStart w:id="7" w:name="_Toc57230169"/>
      <w:r w:rsidRPr="000E53BB">
        <w:t>Document Scope and Objectives</w:t>
      </w:r>
      <w:bookmarkEnd w:id="7"/>
    </w:p>
    <w:p w14:paraId="221ED38C" w14:textId="77777777" w:rsidR="00E20C03" w:rsidRDefault="00E20C03" w:rsidP="0069044F">
      <w:r w:rsidRPr="001A46C4">
        <w:t xml:space="preserve">This document is the first part of </w:t>
      </w:r>
      <w:r w:rsidR="004D4F08">
        <w:t>ISO 200222</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3A66D77" w14:textId="77777777" w:rsidR="00E20C03" w:rsidRDefault="00E20C03" w:rsidP="00E20C03">
      <w:r>
        <w:t>This document describes the following:</w:t>
      </w:r>
    </w:p>
    <w:p w14:paraId="72C22C45" w14:textId="77777777" w:rsidR="00E20C03" w:rsidRDefault="002A331D" w:rsidP="00E20C03">
      <w:pPr>
        <w:pStyle w:val="ListBullet"/>
      </w:pPr>
      <w:r>
        <w:t>t</w:t>
      </w:r>
      <w:r w:rsidR="00E20C03">
        <w:t xml:space="preserve">he BusinessProcess scope </w:t>
      </w:r>
    </w:p>
    <w:p w14:paraId="1E293C31" w14:textId="77777777" w:rsidR="00E20C03" w:rsidRDefault="002A331D" w:rsidP="00E20C03">
      <w:pPr>
        <w:pStyle w:val="ListBullet"/>
      </w:pPr>
      <w:r>
        <w:t>t</w:t>
      </w:r>
      <w:r w:rsidR="00E20C03">
        <w:t>he BusinessRoles involved in these BusinessProcesses</w:t>
      </w:r>
    </w:p>
    <w:p w14:paraId="2EF6F7A6" w14:textId="77777777" w:rsidR="00E20C03" w:rsidRDefault="00E20C03" w:rsidP="00E20C03">
      <w:r>
        <w:t>The main objectives of this document are as follows:</w:t>
      </w:r>
    </w:p>
    <w:p w14:paraId="53875898"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751A5C">
        <w:t>B</w:t>
      </w:r>
      <w:r w:rsidR="00C82AF8" w:rsidRPr="00A72CAE">
        <w:t>usiness</w:t>
      </w:r>
      <w:r w:rsidR="00751A5C">
        <w:t>P</w:t>
      </w:r>
      <w:r w:rsidR="00C82AF8" w:rsidRPr="00A72CAE">
        <w:t>rocesses</w:t>
      </w:r>
    </w:p>
    <w:p w14:paraId="0A5EAF64" w14:textId="77777777" w:rsidR="00E20C03" w:rsidRDefault="002A331D" w:rsidP="00E20C03">
      <w:pPr>
        <w:pStyle w:val="ListBullet"/>
      </w:pPr>
      <w:r>
        <w:t>t</w:t>
      </w:r>
      <w:r w:rsidR="00E20C03">
        <w:t>o explain the BusinessProcesses and BusinessActivities these messages have addressed</w:t>
      </w:r>
    </w:p>
    <w:p w14:paraId="6D7B3F94" w14:textId="77777777" w:rsidR="00E20C03" w:rsidRDefault="002A331D" w:rsidP="00E20C03">
      <w:pPr>
        <w:pStyle w:val="ListBullet"/>
      </w:pPr>
      <w:r>
        <w:t>t</w:t>
      </w:r>
      <w:r w:rsidR="00E20C03">
        <w:t>o give a high level description of BusinessProcesses and the associated BusinessRoles</w:t>
      </w:r>
    </w:p>
    <w:p w14:paraId="2C431012" w14:textId="77777777" w:rsidR="00E20C03" w:rsidRDefault="002A331D" w:rsidP="00E20C03">
      <w:pPr>
        <w:pStyle w:val="ListBullet"/>
      </w:pPr>
      <w:r>
        <w:t>t</w:t>
      </w:r>
      <w:r w:rsidR="00E20C03">
        <w:t>o doc</w:t>
      </w:r>
      <w:r w:rsidR="00C82AF8">
        <w:t>ument the BusinessTransactions</w:t>
      </w:r>
      <w:r w:rsidR="00E20C03">
        <w:t xml:space="preserve"> </w:t>
      </w:r>
    </w:p>
    <w:p w14:paraId="23CC4D65" w14:textId="77777777" w:rsidR="00E20C03" w:rsidRPr="00F84EE5" w:rsidRDefault="002A331D" w:rsidP="00F84EE5">
      <w:pPr>
        <w:pStyle w:val="ListBullet"/>
      </w:pPr>
      <w:r w:rsidRPr="00F84EE5">
        <w:t>t</w:t>
      </w:r>
      <w:r w:rsidR="00E20C03" w:rsidRPr="00F84EE5">
        <w:t>o provide business examples</w:t>
      </w:r>
    </w:p>
    <w:p w14:paraId="6FC1E0C6" w14:textId="77777777" w:rsidR="000E53BB" w:rsidRDefault="00E20C03" w:rsidP="00E632EE">
      <w:r w:rsidRPr="00E20C03">
        <w:t xml:space="preserve">The </w:t>
      </w:r>
      <w:r w:rsidR="00751A5C">
        <w:t>M</w:t>
      </w:r>
      <w:r w:rsidRPr="00E20C03">
        <w:t>essage</w:t>
      </w:r>
      <w:r w:rsidR="00751A5C">
        <w:t>D</w:t>
      </w:r>
      <w:r w:rsidRPr="00E20C03">
        <w:t>efinitions are specified in Message Definition Report Part 2</w:t>
      </w:r>
      <w:r>
        <w:t>.</w:t>
      </w:r>
    </w:p>
    <w:p w14:paraId="7BD8F7E6" w14:textId="77777777" w:rsidR="00B5372E" w:rsidRDefault="00B5372E" w:rsidP="00A8050C">
      <w:pPr>
        <w:pStyle w:val="Heading2"/>
      </w:pPr>
      <w:bookmarkStart w:id="8" w:name="_Toc57230170"/>
      <w:r>
        <w:t>References</w:t>
      </w:r>
      <w:bookmarkEnd w:id="8"/>
    </w:p>
    <w:tbl>
      <w:tblPr>
        <w:tblStyle w:val="TableShaded1stRow"/>
        <w:tblW w:w="8365" w:type="dxa"/>
        <w:tblLayout w:type="fixed"/>
        <w:tblLook w:val="04A0" w:firstRow="1" w:lastRow="0" w:firstColumn="1" w:lastColumn="0" w:noHBand="0" w:noVBand="1"/>
      </w:tblPr>
      <w:tblGrid>
        <w:gridCol w:w="3351"/>
        <w:gridCol w:w="992"/>
        <w:gridCol w:w="1276"/>
        <w:gridCol w:w="2746"/>
      </w:tblGrid>
      <w:tr w:rsidR="0052733C" w14:paraId="7963BF50" w14:textId="77777777" w:rsidTr="00FE6C71">
        <w:trPr>
          <w:cnfStyle w:val="100000000000" w:firstRow="1" w:lastRow="0" w:firstColumn="0" w:lastColumn="0" w:oddVBand="0" w:evenVBand="0" w:oddHBand="0" w:evenHBand="0" w:firstRowFirstColumn="0" w:firstRowLastColumn="0" w:lastRowFirstColumn="0" w:lastRowLastColumn="0"/>
        </w:trPr>
        <w:tc>
          <w:tcPr>
            <w:tcW w:w="3351" w:type="dxa"/>
          </w:tcPr>
          <w:p w14:paraId="4DAB2904" w14:textId="77777777" w:rsidR="0052733C" w:rsidRPr="002D3B7B" w:rsidRDefault="0052733C" w:rsidP="00FE6C71">
            <w:pPr>
              <w:pStyle w:val="TableHeading"/>
            </w:pPr>
            <w:r w:rsidRPr="002D3B7B">
              <w:t>Document</w:t>
            </w:r>
          </w:p>
        </w:tc>
        <w:tc>
          <w:tcPr>
            <w:tcW w:w="992" w:type="dxa"/>
          </w:tcPr>
          <w:p w14:paraId="3A515F09" w14:textId="77777777" w:rsidR="0052733C" w:rsidRPr="002D3B7B" w:rsidRDefault="0052733C" w:rsidP="00FE6C71">
            <w:pPr>
              <w:pStyle w:val="TableHeading"/>
            </w:pPr>
            <w:r w:rsidRPr="002D3B7B">
              <w:t>Version</w:t>
            </w:r>
          </w:p>
        </w:tc>
        <w:tc>
          <w:tcPr>
            <w:tcW w:w="1276" w:type="dxa"/>
          </w:tcPr>
          <w:p w14:paraId="5EB7BB47" w14:textId="77777777" w:rsidR="0052733C" w:rsidRPr="002D3B7B" w:rsidRDefault="0052733C" w:rsidP="00FE6C71">
            <w:pPr>
              <w:pStyle w:val="TableHeading"/>
            </w:pPr>
            <w:r w:rsidRPr="002D3B7B">
              <w:t>Date</w:t>
            </w:r>
          </w:p>
        </w:tc>
        <w:tc>
          <w:tcPr>
            <w:tcW w:w="2746" w:type="dxa"/>
          </w:tcPr>
          <w:p w14:paraId="499878EC" w14:textId="77777777" w:rsidR="0052733C" w:rsidRPr="002D3B7B" w:rsidRDefault="0052733C" w:rsidP="00FE6C71">
            <w:pPr>
              <w:pStyle w:val="TableHeading"/>
            </w:pPr>
            <w:r w:rsidRPr="002D3B7B">
              <w:t>Author</w:t>
            </w:r>
          </w:p>
        </w:tc>
      </w:tr>
      <w:tr w:rsidR="004D4F08" w14:paraId="1C2D25E6" w14:textId="77777777" w:rsidTr="00FE6C71">
        <w:tc>
          <w:tcPr>
            <w:tcW w:w="3351" w:type="dxa"/>
            <w:vAlign w:val="center"/>
          </w:tcPr>
          <w:p w14:paraId="02AF4824" w14:textId="77777777" w:rsidR="004D4F08" w:rsidRPr="004D4F08" w:rsidRDefault="004D4F08" w:rsidP="00FE6C71">
            <w:pPr>
              <w:pStyle w:val="TableText"/>
            </w:pPr>
            <w:r>
              <w:t xml:space="preserve">Stand-alone </w:t>
            </w:r>
            <w:r w:rsidRPr="004D4F08">
              <w:t>Remittance</w:t>
            </w:r>
            <w:r>
              <w:t xml:space="preserve"> </w:t>
            </w:r>
            <w:r w:rsidRPr="004D4F08">
              <w:t>Business</w:t>
            </w:r>
            <w:r>
              <w:t xml:space="preserve"> </w:t>
            </w:r>
            <w:r w:rsidRPr="004D4F08">
              <w:t>Justification</w:t>
            </w:r>
          </w:p>
        </w:tc>
        <w:tc>
          <w:tcPr>
            <w:tcW w:w="992" w:type="dxa"/>
            <w:vAlign w:val="center"/>
          </w:tcPr>
          <w:p w14:paraId="196F4C18" w14:textId="77777777" w:rsidR="004D4F08" w:rsidRPr="004D4F08" w:rsidRDefault="004D4F08" w:rsidP="00FE6C71">
            <w:pPr>
              <w:pStyle w:val="TableText"/>
            </w:pPr>
            <w:r>
              <w:t>2012</w:t>
            </w:r>
          </w:p>
        </w:tc>
        <w:tc>
          <w:tcPr>
            <w:tcW w:w="1276" w:type="dxa"/>
            <w:vAlign w:val="center"/>
          </w:tcPr>
          <w:p w14:paraId="5DC70558" w14:textId="77777777" w:rsidR="004D4F08" w:rsidRPr="004D4F08" w:rsidRDefault="00422159" w:rsidP="00422159">
            <w:pPr>
              <w:pStyle w:val="TableText"/>
            </w:pPr>
            <w:r>
              <w:t>2012-04-05</w:t>
            </w:r>
          </w:p>
        </w:tc>
        <w:tc>
          <w:tcPr>
            <w:tcW w:w="2746" w:type="dxa"/>
            <w:vAlign w:val="center"/>
          </w:tcPr>
          <w:p w14:paraId="3724DC88" w14:textId="77777777" w:rsidR="004D4F08" w:rsidRPr="004D4F08" w:rsidRDefault="004D4F08" w:rsidP="00B84D28">
            <w:pPr>
              <w:pStyle w:val="TableText"/>
            </w:pPr>
            <w:r w:rsidRPr="004D4F08">
              <w:t>I</w:t>
            </w:r>
            <w:r w:rsidR="00422159">
              <w:t>FX Forum Inc.</w:t>
            </w:r>
            <w:r w:rsidR="00B84D28">
              <w:t xml:space="preserve"> and </w:t>
            </w:r>
            <w:r w:rsidRPr="004D4F08">
              <w:t>OAGi</w:t>
            </w:r>
          </w:p>
        </w:tc>
      </w:tr>
      <w:tr w:rsidR="004D4F08" w14:paraId="309CDA04" w14:textId="77777777" w:rsidTr="00FE6C71">
        <w:tc>
          <w:tcPr>
            <w:tcW w:w="3351" w:type="dxa"/>
            <w:vAlign w:val="center"/>
          </w:tcPr>
          <w:p w14:paraId="0B13AFE4" w14:textId="52B09998" w:rsidR="004D4F08" w:rsidRPr="00B84D28" w:rsidRDefault="004D4F08" w:rsidP="00674798">
            <w:pPr>
              <w:pStyle w:val="TableText"/>
            </w:pPr>
            <w:r w:rsidRPr="00B84D28">
              <w:t>ISO 20022 Maintenance Change Request (MCR) document #1</w:t>
            </w:r>
            <w:r w:rsidR="00674798">
              <w:t>70</w:t>
            </w:r>
            <w:r w:rsidRPr="00B84D28">
              <w:t xml:space="preserve"> (Payments Maintenance 20</w:t>
            </w:r>
            <w:r w:rsidR="00674798">
              <w:t>20</w:t>
            </w:r>
            <w:r w:rsidRPr="00B84D28">
              <w:t>/20</w:t>
            </w:r>
            <w:r w:rsidR="00674798">
              <w:t>21</w:t>
            </w:r>
            <w:r w:rsidRPr="00B84D28">
              <w:t>)</w:t>
            </w:r>
          </w:p>
        </w:tc>
        <w:tc>
          <w:tcPr>
            <w:tcW w:w="992" w:type="dxa"/>
            <w:vAlign w:val="center"/>
          </w:tcPr>
          <w:p w14:paraId="0D4F6E4F" w14:textId="29C43B62" w:rsidR="004D4F08" w:rsidRPr="004D4F08" w:rsidRDefault="00674798" w:rsidP="00422159">
            <w:pPr>
              <w:pStyle w:val="TableText"/>
            </w:pPr>
            <w:r>
              <w:t>2020</w:t>
            </w:r>
          </w:p>
        </w:tc>
        <w:tc>
          <w:tcPr>
            <w:tcW w:w="1276" w:type="dxa"/>
            <w:vAlign w:val="center"/>
          </w:tcPr>
          <w:p w14:paraId="3B47942E" w14:textId="1CCDB840" w:rsidR="004D4F08" w:rsidRPr="004D4F08" w:rsidRDefault="00422159" w:rsidP="00674798">
            <w:pPr>
              <w:pStyle w:val="TableText"/>
            </w:pPr>
            <w:r>
              <w:t>20</w:t>
            </w:r>
            <w:r w:rsidR="00674798">
              <w:t>20</w:t>
            </w:r>
            <w:r>
              <w:t>-0</w:t>
            </w:r>
            <w:r w:rsidR="00674798">
              <w:t>8</w:t>
            </w:r>
            <w:r>
              <w:t>-</w:t>
            </w:r>
            <w:r w:rsidR="00674798">
              <w:t>31</w:t>
            </w:r>
          </w:p>
        </w:tc>
        <w:tc>
          <w:tcPr>
            <w:tcW w:w="2746" w:type="dxa"/>
            <w:vAlign w:val="center"/>
          </w:tcPr>
          <w:p w14:paraId="440C8D7D" w14:textId="77777777" w:rsidR="004D4F08" w:rsidRPr="004D4F08" w:rsidRDefault="00422159" w:rsidP="00422159">
            <w:pPr>
              <w:pStyle w:val="TableText"/>
            </w:pPr>
            <w:r>
              <w:t>SWIFT, on behalf of IFX, SWIFT</w:t>
            </w:r>
            <w:r w:rsidR="004D4F08" w:rsidRPr="004A681C">
              <w:t xml:space="preserve"> and OAGi.</w:t>
            </w:r>
          </w:p>
        </w:tc>
      </w:tr>
    </w:tbl>
    <w:p w14:paraId="0C648A9F" w14:textId="77777777" w:rsidR="00B5372E" w:rsidRDefault="00B5372E" w:rsidP="00A8050C">
      <w:pPr>
        <w:pStyle w:val="Heading1"/>
      </w:pPr>
      <w:bookmarkStart w:id="9" w:name="_Toc57230171"/>
      <w:r>
        <w:t>Scope and Functionality</w:t>
      </w:r>
      <w:bookmarkEnd w:id="9"/>
    </w:p>
    <w:p w14:paraId="0826ADF6" w14:textId="77777777" w:rsidR="00B5372E" w:rsidRDefault="00B5372E" w:rsidP="004D01EB">
      <w:pPr>
        <w:pStyle w:val="Heading2"/>
      </w:pPr>
      <w:bookmarkStart w:id="10" w:name="_Toc57230172"/>
      <w:r>
        <w:t>Background</w:t>
      </w:r>
      <w:bookmarkEnd w:id="10"/>
    </w:p>
    <w:p w14:paraId="7752627A" w14:textId="2CF24842" w:rsidR="00A42807" w:rsidRPr="00F84EE5" w:rsidRDefault="00C912AF" w:rsidP="00A42807">
      <w:r>
        <w:t xml:space="preserve">This Message Definition Report covers a set of </w:t>
      </w:r>
      <w:r w:rsidR="0067269C">
        <w:t>two</w:t>
      </w:r>
      <w:r w:rsidR="004D4F08">
        <w:t xml:space="preserve"> ISO 20022 </w:t>
      </w:r>
      <w:r w:rsidRPr="009C3408">
        <w:t>MessageDefinitions developed by</w:t>
      </w:r>
      <w:r w:rsidR="009F0C66" w:rsidRPr="009F0C66">
        <w:t xml:space="preserve"> IFX Forum, Inc. in close collaboration with OAGi</w:t>
      </w:r>
      <w:r w:rsidR="009F0C66">
        <w:t xml:space="preserve"> and SWIFT</w:t>
      </w:r>
      <w:r w:rsidR="00A42807">
        <w:t xml:space="preserve"> </w:t>
      </w:r>
      <w:r w:rsidR="00A42807" w:rsidRPr="00D01F19">
        <w:t xml:space="preserve">and </w:t>
      </w:r>
      <w:r w:rsidR="00AF30DD">
        <w:t>approved by</w:t>
      </w:r>
      <w:r w:rsidR="00A42807" w:rsidRPr="00D01F19">
        <w:t xml:space="preserve"> the ISO 20022 Payments Standards Evaluation Group (SEG)</w:t>
      </w:r>
      <w:r w:rsidR="00AF30DD">
        <w:t xml:space="preserve"> in January 2021</w:t>
      </w:r>
      <w:bookmarkStart w:id="11" w:name="_GoBack"/>
      <w:bookmarkEnd w:id="11"/>
      <w:r w:rsidR="00A42807" w:rsidRPr="00D01F19">
        <w:t>.</w:t>
      </w:r>
    </w:p>
    <w:p w14:paraId="4EEC72AF" w14:textId="3BBB0EE5" w:rsidR="00936F11" w:rsidRDefault="009F0C66" w:rsidP="00FD4D04">
      <w:r w:rsidRPr="009F0C66">
        <w:t>These messages are specifically designed to support stand-alone remittance messages.</w:t>
      </w:r>
    </w:p>
    <w:p w14:paraId="5FF885E1" w14:textId="77777777" w:rsidR="009F0C66" w:rsidRPr="009F0C66" w:rsidRDefault="009F0C66" w:rsidP="009F0C66">
      <w:r w:rsidRPr="009F0C66">
        <w:t>The ISO 20022 Payments Initiation messages do not allow their usage as a remittance advice “only” message – i.e. stand-alone remittance.  This inhibits the ability to complete the business process from payment initiation through reconciliation due to, among other reasons</w:t>
      </w:r>
      <w:r w:rsidR="00751A5C">
        <w:t>:</w:t>
      </w:r>
    </w:p>
    <w:p w14:paraId="5C34EE90" w14:textId="77777777" w:rsidR="009F0C66" w:rsidRPr="009F0C66" w:rsidRDefault="009F0C66" w:rsidP="00751A5C">
      <w:pPr>
        <w:pStyle w:val="Listbulletbeforetable"/>
      </w:pPr>
      <w:r w:rsidRPr="009F0C66">
        <w:t>several clearing systems contain strict limits on the amount of remittance information allowed across their systems,</w:t>
      </w:r>
    </w:p>
    <w:p w14:paraId="75B104BE" w14:textId="77777777" w:rsidR="009F0C66" w:rsidRPr="009F0C66" w:rsidRDefault="009F0C66" w:rsidP="00751A5C">
      <w:pPr>
        <w:pStyle w:val="Listbulletbeforetable"/>
      </w:pPr>
      <w:r w:rsidRPr="009F0C66">
        <w:t>many businesses have systems, or use services, optimized to handle payment and remittance re-association and reconciliation out-of-band with the payment processing.</w:t>
      </w:r>
    </w:p>
    <w:p w14:paraId="230FE596" w14:textId="77777777" w:rsidR="009F0C66" w:rsidRPr="009F0C66" w:rsidRDefault="009F0C66" w:rsidP="009F0C66">
      <w:r w:rsidRPr="009F0C66">
        <w:t>As clearing systems expand their offerings to include the ability to handle remittance information in XML, the availability of these “remittance only” messages allows them to leverage ISO 20022 without unnecessary duplication of payment elements.</w:t>
      </w:r>
    </w:p>
    <w:p w14:paraId="33E76902" w14:textId="77777777" w:rsidR="009F0C66" w:rsidRPr="009F0C66" w:rsidRDefault="009F0C66" w:rsidP="009F0C66">
      <w:r w:rsidRPr="009F0C66">
        <w:t xml:space="preserve">The availability of a stand-alone remittance advice also encourages the use of ISO 20022 in the broader purchase-pay-reconcile cycle.  In the past, a significant amount of remittance information has been transmitted using proprietary formats. </w:t>
      </w:r>
    </w:p>
    <w:p w14:paraId="4FB4506F" w14:textId="77777777" w:rsidR="009F0C66" w:rsidRPr="00F84EE5" w:rsidRDefault="009F0C66" w:rsidP="00FD4D04">
      <w:r w:rsidRPr="009F0C66">
        <w:t>The End-To-End-Identification, a key benefit of the existing messages for reconciliation of payments, is included in the remittance advice message. The stand-alone remittance messages, in combination with use of the End-To-End-Identification allow for a complete payment and reconciliation process using ISO 20022 from end to end.</w:t>
      </w:r>
    </w:p>
    <w:p w14:paraId="537EA2F1" w14:textId="77777777" w:rsidR="00B5372E" w:rsidRDefault="00B5372E" w:rsidP="004D01EB">
      <w:pPr>
        <w:pStyle w:val="Heading2"/>
      </w:pPr>
      <w:bookmarkStart w:id="12" w:name="_Toc57230173"/>
      <w:r>
        <w:t>Scope</w:t>
      </w:r>
      <w:bookmarkEnd w:id="12"/>
    </w:p>
    <w:p w14:paraId="3C3DD19D" w14:textId="77777777" w:rsidR="009F0C66" w:rsidRPr="009F0C66" w:rsidRDefault="009F0C66" w:rsidP="009F0C66">
      <w:r w:rsidRPr="009F0C66">
        <w:t xml:space="preserve">The ISO 20022 Customer Credit Transfer Initiation Message and Customer Direct Debit Initiation Message and the counterpart interbank messages each provide the possibility of including remittance advice information through two components: Related Remittance Information and Remittance.  </w:t>
      </w:r>
    </w:p>
    <w:p w14:paraId="2A9F5A9D" w14:textId="77777777" w:rsidR="00043038" w:rsidRDefault="009F0C66" w:rsidP="007525C9">
      <w:r w:rsidRPr="009F0C66">
        <w:t>The new messages create stand-alone remittance advice messages using the existing elements in the current version of the above mentioned messages. The Stand-alone Remittance messages can be used to send remittance advice information between business partners, to a financial institution (FI), to customers directly or passed to another financial institution via a clearing system format supporting these messages.</w:t>
      </w:r>
    </w:p>
    <w:p w14:paraId="3E640610" w14:textId="77777777" w:rsidR="000851E4" w:rsidRDefault="000851E4" w:rsidP="00A72CAE">
      <w:pPr>
        <w:pStyle w:val="Heading2"/>
      </w:pPr>
      <w:bookmarkStart w:id="13" w:name="_Toc57230174"/>
      <w:r>
        <w:t xml:space="preserve">Groups of </w:t>
      </w:r>
      <w:r w:rsidRPr="00A72CAE">
        <w:t>MessageDefinitions</w:t>
      </w:r>
      <w:r>
        <w:t xml:space="preserve"> and Functionality</w:t>
      </w:r>
      <w:bookmarkEnd w:id="13"/>
    </w:p>
    <w:p w14:paraId="1E49632A" w14:textId="77777777" w:rsidR="00715699" w:rsidRDefault="00715699" w:rsidP="00F2179B">
      <w:pPr>
        <w:pStyle w:val="Heading3"/>
      </w:pPr>
      <w:r>
        <w:t>Groups</w:t>
      </w:r>
    </w:p>
    <w:p w14:paraId="006E0373" w14:textId="77777777" w:rsidR="00716795" w:rsidRPr="00716795" w:rsidRDefault="009F0C66" w:rsidP="00716795">
      <w:pPr>
        <w:pStyle w:val="Heading4"/>
      </w:pPr>
      <w:r>
        <w:t>Stand-alone remittance</w:t>
      </w:r>
      <w:r w:rsidR="00813BE4">
        <w:t xml:space="preserve"> </w:t>
      </w:r>
    </w:p>
    <w:p w14:paraId="1787074E" w14:textId="77777777" w:rsidR="009F0C66" w:rsidRPr="009F0C66" w:rsidRDefault="009F0C66" w:rsidP="009F0C66">
      <w:r w:rsidRPr="009F0C66">
        <w:t xml:space="preserve">Two “counterpart” messages were carved from the existing version of the ISO 20022 customer and interbank initiation messages: </w:t>
      </w:r>
    </w:p>
    <w:p w14:paraId="322FFB7A" w14:textId="77777777" w:rsidR="009F0C66" w:rsidRPr="009F0C66" w:rsidRDefault="009F0C66" w:rsidP="009F0C66">
      <w:pPr>
        <w:pStyle w:val="ListBullet"/>
      </w:pPr>
      <w:r w:rsidRPr="009F0C66">
        <w:t>The “Remittance Location Advice Message” allows the originator of the message to identify where the remittance advice is located for a related payment.</w:t>
      </w:r>
    </w:p>
    <w:p w14:paraId="75CF48E0" w14:textId="77777777" w:rsidR="009F0C66" w:rsidRPr="009F0C66" w:rsidRDefault="009F0C66" w:rsidP="009F0C66">
      <w:pPr>
        <w:pStyle w:val="ListBullet"/>
      </w:pPr>
      <w:r w:rsidRPr="009F0C66">
        <w:t>The “Remittance Advice Message” allows the originator to provide remittance details that can be associated with a payment.</w:t>
      </w:r>
    </w:p>
    <w:p w14:paraId="2C2BC1DC" w14:textId="77777777" w:rsidR="009F0C66" w:rsidRPr="009F0C66" w:rsidRDefault="009F0C66" w:rsidP="009F0C66">
      <w:r w:rsidRPr="009F0C66">
        <w:t>The content of the Remittance Advice message provides for:</w:t>
      </w:r>
    </w:p>
    <w:p w14:paraId="25B8D630" w14:textId="77777777" w:rsidR="009F0C66" w:rsidRPr="009F0C66" w:rsidRDefault="009F0C66" w:rsidP="009F0C66">
      <w:pPr>
        <w:pStyle w:val="ListBullet"/>
      </w:pPr>
      <w:r w:rsidRPr="009F0C66">
        <w:t>Extensive invoice line item detail;</w:t>
      </w:r>
    </w:p>
    <w:p w14:paraId="3EFDAAEE" w14:textId="77777777" w:rsidR="009F0C66" w:rsidRPr="009F0C66" w:rsidRDefault="009F0C66" w:rsidP="009F0C66">
      <w:pPr>
        <w:pStyle w:val="ListBullet"/>
      </w:pPr>
      <w:r w:rsidRPr="009F0C66">
        <w:t>References to other documents such as purchase orders, including line item details;</w:t>
      </w:r>
    </w:p>
    <w:p w14:paraId="24934ED8" w14:textId="77777777" w:rsidR="009F0C66" w:rsidRPr="009F0C66" w:rsidRDefault="009F0C66" w:rsidP="009F0C66">
      <w:pPr>
        <w:pStyle w:val="ListBullet"/>
      </w:pPr>
      <w:r w:rsidRPr="009F0C66">
        <w:t>Data elements necessary to identify a payment associated with the Remittance Advice, thus allowing the Remittance Advice to be re-associated with the payment received;</w:t>
      </w:r>
    </w:p>
    <w:p w14:paraId="42447AE7" w14:textId="77777777" w:rsidR="009F0C66" w:rsidRPr="009F0C66" w:rsidRDefault="009F0C66" w:rsidP="009F0C66">
      <w:pPr>
        <w:pStyle w:val="ListBullet"/>
      </w:pPr>
      <w:r w:rsidRPr="009F0C66">
        <w:t>Garnishment details, intended to be used when payment is made on behalf of a garnished employee;</w:t>
      </w:r>
    </w:p>
    <w:p w14:paraId="582BBFDE" w14:textId="77777777" w:rsidR="009F0C66" w:rsidRPr="009F0C66" w:rsidRDefault="009F0C66" w:rsidP="009F0C66">
      <w:pPr>
        <w:pStyle w:val="ListBullet"/>
      </w:pPr>
      <w:r w:rsidRPr="009F0C66">
        <w:t>Tax components, intended to be used in the customer-to-financial institution initiation message for tax related remittance.</w:t>
      </w:r>
    </w:p>
    <w:p w14:paraId="216C7A39" w14:textId="77777777" w:rsidR="009F0C66" w:rsidRDefault="009F0C66" w:rsidP="00813BE4">
      <w:pPr>
        <w:pStyle w:val="Normalbeforetable"/>
      </w:pPr>
    </w:p>
    <w:tbl>
      <w:tblPr>
        <w:tblStyle w:val="TableShaded1stRow"/>
        <w:tblW w:w="8364" w:type="dxa"/>
        <w:tblLook w:val="04A0" w:firstRow="1" w:lastRow="0" w:firstColumn="1" w:lastColumn="0" w:noHBand="0" w:noVBand="1"/>
      </w:tblPr>
      <w:tblGrid>
        <w:gridCol w:w="4182"/>
        <w:gridCol w:w="4182"/>
      </w:tblGrid>
      <w:tr w:rsidR="0052733C" w14:paraId="18920760"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599996A0" w14:textId="77777777" w:rsidR="0052733C" w:rsidRPr="0052733C" w:rsidRDefault="00813BE4" w:rsidP="0052733C">
            <w:pPr>
              <w:pStyle w:val="TableHeading"/>
            </w:pPr>
            <w:r>
              <w:t>Message</w:t>
            </w:r>
            <w:r w:rsidR="00364E93">
              <w:t>Definition</w:t>
            </w:r>
          </w:p>
        </w:tc>
        <w:tc>
          <w:tcPr>
            <w:tcW w:w="4182" w:type="dxa"/>
          </w:tcPr>
          <w:p w14:paraId="7434619F" w14:textId="77777777" w:rsidR="0052733C" w:rsidRPr="0052733C" w:rsidRDefault="00364E93" w:rsidP="0052733C">
            <w:pPr>
              <w:pStyle w:val="TableHeading"/>
            </w:pPr>
            <w:r>
              <w:t>Message Identifier</w:t>
            </w:r>
          </w:p>
        </w:tc>
      </w:tr>
      <w:tr w:rsidR="0052733C" w14:paraId="45FBD85C" w14:textId="77777777" w:rsidTr="0052733C">
        <w:tc>
          <w:tcPr>
            <w:tcW w:w="4182" w:type="dxa"/>
          </w:tcPr>
          <w:p w14:paraId="3531B608" w14:textId="77777777" w:rsidR="0052733C" w:rsidRDefault="009F0C66" w:rsidP="009F0C66">
            <w:pPr>
              <w:pStyle w:val="TableText"/>
            </w:pPr>
            <w:r w:rsidRPr="009F0C66">
              <w:t>RemittanceAdvice</w:t>
            </w:r>
          </w:p>
        </w:tc>
        <w:tc>
          <w:tcPr>
            <w:tcW w:w="4182" w:type="dxa"/>
          </w:tcPr>
          <w:p w14:paraId="4F2127AC" w14:textId="77777777" w:rsidR="0052733C" w:rsidRDefault="009F0C66" w:rsidP="00DD3851">
            <w:pPr>
              <w:pStyle w:val="TableText"/>
            </w:pPr>
            <w:r>
              <w:t>remt</w:t>
            </w:r>
            <w:r w:rsidR="00813BE4">
              <w:t>.001</w:t>
            </w:r>
          </w:p>
        </w:tc>
      </w:tr>
      <w:tr w:rsidR="009F0C66" w14:paraId="22388F81" w14:textId="77777777" w:rsidTr="0052733C">
        <w:tc>
          <w:tcPr>
            <w:tcW w:w="4182" w:type="dxa"/>
          </w:tcPr>
          <w:p w14:paraId="69A82A52" w14:textId="77777777" w:rsidR="009F0C66" w:rsidRPr="009F0C66" w:rsidRDefault="009F0C66" w:rsidP="009F0C66">
            <w:pPr>
              <w:pStyle w:val="TableText"/>
            </w:pPr>
            <w:r>
              <w:t>RemittanceLocationAdvice</w:t>
            </w:r>
          </w:p>
        </w:tc>
        <w:tc>
          <w:tcPr>
            <w:tcW w:w="4182" w:type="dxa"/>
          </w:tcPr>
          <w:p w14:paraId="736C7104" w14:textId="77777777" w:rsidR="009F0C66" w:rsidRPr="009F0C66" w:rsidRDefault="009F0C66" w:rsidP="009F0C66">
            <w:pPr>
              <w:pStyle w:val="TableText"/>
            </w:pPr>
            <w:r>
              <w:t>remt.002</w:t>
            </w:r>
          </w:p>
        </w:tc>
      </w:tr>
    </w:tbl>
    <w:p w14:paraId="6EE614D0" w14:textId="77777777" w:rsidR="00715699" w:rsidRDefault="00715699" w:rsidP="00715699">
      <w:pPr>
        <w:pStyle w:val="Heading3"/>
      </w:pPr>
      <w:r>
        <w:t>Functionality</w:t>
      </w:r>
    </w:p>
    <w:p w14:paraId="0BB95E4F" w14:textId="77777777" w:rsidR="00665B53" w:rsidRDefault="00715699" w:rsidP="00715699">
      <w:r>
        <w:t>See Message Definition Report Part 2</w:t>
      </w:r>
      <w:r w:rsidR="00364E93">
        <w:t xml:space="preserve"> for the message </w:t>
      </w:r>
      <w:r w:rsidR="00751A5C">
        <w:t xml:space="preserve">scopes </w:t>
      </w:r>
      <w:r w:rsidR="00364E93">
        <w:t>an</w:t>
      </w:r>
      <w:r>
        <w:t>d formats.</w:t>
      </w:r>
    </w:p>
    <w:p w14:paraId="6163C228" w14:textId="77777777" w:rsidR="00B5372E" w:rsidRDefault="00B5372E" w:rsidP="00765D5B">
      <w:pPr>
        <w:pStyle w:val="Heading1"/>
      </w:pPr>
      <w:bookmarkStart w:id="14" w:name="_Toc57230175"/>
      <w:r w:rsidRPr="00863CED">
        <w:t>BusinessRoles</w:t>
      </w:r>
      <w:r>
        <w:t xml:space="preserve"> and </w:t>
      </w:r>
      <w:r w:rsidRPr="00863CED">
        <w:t>Participants</w:t>
      </w:r>
      <w:bookmarkEnd w:id="14"/>
    </w:p>
    <w:p w14:paraId="4B1C60FB"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1AC15EF8"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07650526" w14:textId="77777777" w:rsidR="00665B53" w:rsidRPr="00BB6A32" w:rsidRDefault="00665B53" w:rsidP="00BB6A32">
      <w:r w:rsidRPr="00BB6A32">
        <w:t>The relationship between BusinessRoles and Participants is many-to-many. One BusinessRole  can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498326FF" w14:textId="77777777" w:rsidR="00665B53" w:rsidRPr="00E654A9" w:rsidRDefault="00665B53" w:rsidP="00EF6DAD">
      <w:r w:rsidRPr="00BB6A32">
        <w:t xml:space="preserve">In </w:t>
      </w:r>
      <w:r w:rsidRPr="00E654A9">
        <w:t xml:space="preserve">the context of </w:t>
      </w:r>
      <w:r w:rsidR="009F0C66">
        <w:t xml:space="preserve">Stand-alone Remittance </w:t>
      </w:r>
      <w:r w:rsidRPr="00E654A9">
        <w:t>the high-level BusinessRoles and typical Participants</w:t>
      </w:r>
      <w:r w:rsidR="00B5567F" w:rsidRPr="00E654A9">
        <w:t xml:space="preserve"> can be represented as follows:</w:t>
      </w:r>
    </w:p>
    <w:p w14:paraId="477BD436" w14:textId="77777777" w:rsidR="00714DA9" w:rsidRPr="00714DA9" w:rsidRDefault="00714DA9" w:rsidP="00F80208">
      <w:pPr>
        <w:pStyle w:val="Heading2"/>
      </w:pPr>
      <w:bookmarkStart w:id="15" w:name="_Toc57230176"/>
      <w:r>
        <w:t xml:space="preserve">Participants and </w:t>
      </w:r>
      <w:r w:rsidRPr="00F80208">
        <w:t>BusinessRoles</w:t>
      </w:r>
      <w:r>
        <w:t xml:space="preserve"> Definitions</w:t>
      </w:r>
      <w:bookmarkEnd w:id="15"/>
    </w:p>
    <w:p w14:paraId="7488F1B5" w14:textId="77777777" w:rsidR="00714DA9" w:rsidRDefault="00751A5C" w:rsidP="00E654A9">
      <w:pPr>
        <w:pStyle w:val="BlockLabelBeforeTable"/>
      </w:pPr>
      <w:r>
        <w:t>BusinessRoles</w:t>
      </w:r>
    </w:p>
    <w:tbl>
      <w:tblPr>
        <w:tblStyle w:val="TableShaded1stRow"/>
        <w:tblW w:w="0" w:type="auto"/>
        <w:tblLook w:val="04A0" w:firstRow="1" w:lastRow="0" w:firstColumn="1" w:lastColumn="0" w:noHBand="0" w:noVBand="1"/>
      </w:tblPr>
      <w:tblGrid>
        <w:gridCol w:w="2466"/>
        <w:gridCol w:w="5897"/>
      </w:tblGrid>
      <w:tr w:rsidR="0052733C" w14:paraId="4324C4BF"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44ADA1A4" w14:textId="77777777" w:rsidR="0052733C" w:rsidRDefault="0052733C" w:rsidP="00DD3851">
            <w:pPr>
              <w:pStyle w:val="TableHeading"/>
            </w:pPr>
            <w:r>
              <w:t>Description</w:t>
            </w:r>
          </w:p>
        </w:tc>
        <w:tc>
          <w:tcPr>
            <w:tcW w:w="5899" w:type="dxa"/>
          </w:tcPr>
          <w:p w14:paraId="541EF834" w14:textId="77777777" w:rsidR="0052733C" w:rsidRDefault="0052733C" w:rsidP="00DD3851">
            <w:pPr>
              <w:pStyle w:val="TableHeading"/>
            </w:pPr>
            <w:r>
              <w:t>Definition</w:t>
            </w:r>
          </w:p>
        </w:tc>
      </w:tr>
      <w:tr w:rsidR="009F0C66" w14:paraId="0C5D88F4" w14:textId="77777777" w:rsidTr="0052733C">
        <w:tc>
          <w:tcPr>
            <w:tcW w:w="2466" w:type="dxa"/>
          </w:tcPr>
          <w:p w14:paraId="749CB5C4" w14:textId="77777777" w:rsidR="009F0C66" w:rsidRPr="009F0C66" w:rsidRDefault="009F0C66" w:rsidP="009F0C66">
            <w:pPr>
              <w:pStyle w:val="TableText"/>
            </w:pPr>
            <w:r w:rsidRPr="009F0C66">
              <w:t>Any Party</w:t>
            </w:r>
          </w:p>
        </w:tc>
        <w:tc>
          <w:tcPr>
            <w:tcW w:w="5899" w:type="dxa"/>
          </w:tcPr>
          <w:p w14:paraId="3AF60D00" w14:textId="77777777" w:rsidR="009F0C66" w:rsidRPr="009F0C66" w:rsidRDefault="009F0C66" w:rsidP="009F0C66">
            <w:pPr>
              <w:pStyle w:val="TableText"/>
            </w:pPr>
            <w:r w:rsidRPr="009F0C66">
              <w:t>Any business or individual (entity) involved in an activity</w:t>
            </w:r>
            <w:r>
              <w:t>.</w:t>
            </w:r>
          </w:p>
        </w:tc>
      </w:tr>
      <w:tr w:rsidR="009F0C66" w14:paraId="1694B71D" w14:textId="77777777" w:rsidTr="0052733C">
        <w:tc>
          <w:tcPr>
            <w:tcW w:w="2466" w:type="dxa"/>
          </w:tcPr>
          <w:p w14:paraId="7B5BA4D8" w14:textId="77777777" w:rsidR="009F0C66" w:rsidRPr="009F0C66" w:rsidRDefault="009F0C66" w:rsidP="009F0C66">
            <w:pPr>
              <w:pStyle w:val="TableText"/>
            </w:pPr>
            <w:r w:rsidRPr="009F0C66">
              <w:t>Financial Institution</w:t>
            </w:r>
          </w:p>
        </w:tc>
        <w:tc>
          <w:tcPr>
            <w:tcW w:w="5899" w:type="dxa"/>
          </w:tcPr>
          <w:p w14:paraId="05CFF91E" w14:textId="77777777" w:rsidR="009F0C66" w:rsidRPr="009F0C66" w:rsidRDefault="009F0C66" w:rsidP="009F0C66">
            <w:pPr>
              <w:pStyle w:val="TableText"/>
            </w:pPr>
            <w:r w:rsidRPr="009F0C66">
              <w:t>Organisation established primarily to provide financial services</w:t>
            </w:r>
            <w:r>
              <w:t>.</w:t>
            </w:r>
          </w:p>
        </w:tc>
      </w:tr>
      <w:tr w:rsidR="0052733C" w14:paraId="12914B0F" w14:textId="77777777" w:rsidTr="0052733C">
        <w:tc>
          <w:tcPr>
            <w:tcW w:w="2466" w:type="dxa"/>
          </w:tcPr>
          <w:p w14:paraId="62418463" w14:textId="77777777" w:rsidR="0052733C" w:rsidRDefault="0052733C" w:rsidP="00DD3851">
            <w:pPr>
              <w:pStyle w:val="TableText"/>
            </w:pPr>
          </w:p>
        </w:tc>
        <w:tc>
          <w:tcPr>
            <w:tcW w:w="5899" w:type="dxa"/>
          </w:tcPr>
          <w:p w14:paraId="0680B44B" w14:textId="77777777" w:rsidR="0052733C" w:rsidRDefault="0052733C" w:rsidP="00DD3851">
            <w:pPr>
              <w:pStyle w:val="TableText"/>
            </w:pPr>
          </w:p>
        </w:tc>
      </w:tr>
    </w:tbl>
    <w:p w14:paraId="6AF93F8F" w14:textId="77777777" w:rsidR="00714DA9" w:rsidRDefault="00751A5C"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7"/>
      </w:tblGrid>
      <w:tr w:rsidR="0052733C" w14:paraId="36A46235"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77084B3B" w14:textId="77777777" w:rsidR="0052733C" w:rsidRDefault="0052733C" w:rsidP="00DD3851">
            <w:pPr>
              <w:pStyle w:val="TableHeading"/>
            </w:pPr>
            <w:r>
              <w:t>Description</w:t>
            </w:r>
          </w:p>
        </w:tc>
        <w:tc>
          <w:tcPr>
            <w:tcW w:w="5899" w:type="dxa"/>
          </w:tcPr>
          <w:p w14:paraId="143B010F" w14:textId="77777777" w:rsidR="0052733C" w:rsidRDefault="0052733C" w:rsidP="00DD3851">
            <w:pPr>
              <w:pStyle w:val="TableHeading"/>
            </w:pPr>
            <w:r>
              <w:t>Definition</w:t>
            </w:r>
          </w:p>
        </w:tc>
      </w:tr>
      <w:tr w:rsidR="009F0C66" w14:paraId="23C10726" w14:textId="77777777" w:rsidTr="0052733C">
        <w:tc>
          <w:tcPr>
            <w:tcW w:w="2466" w:type="dxa"/>
          </w:tcPr>
          <w:p w14:paraId="5B586936" w14:textId="77777777" w:rsidR="009F0C66" w:rsidRPr="009F0C66" w:rsidRDefault="009F0C66" w:rsidP="009F0C66">
            <w:pPr>
              <w:pStyle w:val="TableText"/>
            </w:pPr>
            <w:r w:rsidRPr="009F0C66">
              <w:t>Creditor (Payee)</w:t>
            </w:r>
          </w:p>
        </w:tc>
        <w:tc>
          <w:tcPr>
            <w:tcW w:w="5899" w:type="dxa"/>
          </w:tcPr>
          <w:p w14:paraId="69C93447" w14:textId="77777777" w:rsidR="009F0C66" w:rsidRDefault="009F0C66" w:rsidP="009F0C66">
            <w:pPr>
              <w:pStyle w:val="TableText"/>
            </w:pPr>
            <w:r w:rsidRPr="009F0C66">
              <w:t>Party to which an amount of money is due.</w:t>
            </w:r>
          </w:p>
          <w:p w14:paraId="66E764B4" w14:textId="77777777" w:rsidR="009F0C66" w:rsidRDefault="009F0C66" w:rsidP="009F0C66">
            <w:pPr>
              <w:pStyle w:val="TableText"/>
            </w:pPr>
            <w:r>
              <w:t>Typical activities in the scope of the stand-alone remittance:</w:t>
            </w:r>
          </w:p>
          <w:p w14:paraId="560F3038" w14:textId="77777777" w:rsidR="009F0C66" w:rsidRPr="009F0C66" w:rsidRDefault="009F0C66" w:rsidP="009F0C66">
            <w:pPr>
              <w:pStyle w:val="TableBullet"/>
            </w:pPr>
            <w:r w:rsidRPr="009F0C66">
              <w:t>Deliver invoices for goods and services</w:t>
            </w:r>
          </w:p>
          <w:p w14:paraId="1FB9C497" w14:textId="77777777" w:rsidR="009F0C66" w:rsidRPr="009F0C66" w:rsidRDefault="009F0C66" w:rsidP="009F0C66">
            <w:pPr>
              <w:pStyle w:val="TableBullet"/>
            </w:pPr>
            <w:r w:rsidRPr="009F0C66">
              <w:t>Apply payments received to A/R (re-association)</w:t>
            </w:r>
          </w:p>
          <w:p w14:paraId="34B78C14" w14:textId="77777777" w:rsidR="009F0C66" w:rsidRPr="009F0C66" w:rsidRDefault="009F0C66" w:rsidP="009F0C66">
            <w:pPr>
              <w:pStyle w:val="TableBullet"/>
            </w:pPr>
            <w:r w:rsidRPr="009F0C66">
              <w:t>Initiate payments (Direct Debit scenario)</w:t>
            </w:r>
          </w:p>
          <w:p w14:paraId="0085B017" w14:textId="77777777" w:rsidR="009F0C66" w:rsidRPr="009F0C66" w:rsidRDefault="009F0C66" w:rsidP="009F0C66">
            <w:pPr>
              <w:pStyle w:val="TableBullet"/>
            </w:pPr>
            <w:r w:rsidRPr="009F0C66">
              <w:t>Deliver remittance data (Direct Debit scenario)</w:t>
            </w:r>
          </w:p>
        </w:tc>
      </w:tr>
      <w:tr w:rsidR="009F0C66" w14:paraId="00F6A02C" w14:textId="77777777" w:rsidTr="0052733C">
        <w:tc>
          <w:tcPr>
            <w:tcW w:w="2466" w:type="dxa"/>
          </w:tcPr>
          <w:p w14:paraId="3F3BF766" w14:textId="77777777" w:rsidR="009F0C66" w:rsidRPr="009F0C66" w:rsidRDefault="009F0C66" w:rsidP="009F0C66">
            <w:pPr>
              <w:pStyle w:val="TableText"/>
            </w:pPr>
            <w:r w:rsidRPr="009F0C66">
              <w:t>Debtor (Payer)</w:t>
            </w:r>
          </w:p>
        </w:tc>
        <w:tc>
          <w:tcPr>
            <w:tcW w:w="5899" w:type="dxa"/>
          </w:tcPr>
          <w:p w14:paraId="7A8EEB0A" w14:textId="77777777" w:rsidR="009F0C66" w:rsidRDefault="009F0C66" w:rsidP="009F0C66">
            <w:pPr>
              <w:pStyle w:val="TableText"/>
            </w:pPr>
            <w:r w:rsidRPr="009F0C66">
              <w:t>Party that owes an amount of money to the (ultimate) creditor, eg, as a result of receipt of goods, assets, services, gifts, or charity payments</w:t>
            </w:r>
            <w:r>
              <w:t>.</w:t>
            </w:r>
          </w:p>
          <w:p w14:paraId="57DBE534" w14:textId="77777777" w:rsidR="009F0C66" w:rsidRDefault="009F0C66" w:rsidP="009F0C66">
            <w:pPr>
              <w:pStyle w:val="TableText"/>
            </w:pPr>
            <w:r>
              <w:t>Typical activities in the scope of the stand-alone remittance:</w:t>
            </w:r>
          </w:p>
          <w:p w14:paraId="29F4DE6C" w14:textId="77777777" w:rsidR="009F0C66" w:rsidRPr="009F0C66" w:rsidRDefault="009F0C66" w:rsidP="00395071">
            <w:pPr>
              <w:pStyle w:val="TableBullet"/>
            </w:pPr>
            <w:r w:rsidRPr="009F0C66">
              <w:t>Receive invoices for goods and services</w:t>
            </w:r>
          </w:p>
          <w:p w14:paraId="3205A99B" w14:textId="77777777" w:rsidR="009F0C66" w:rsidRPr="009F0C66" w:rsidRDefault="009F0C66" w:rsidP="00395071">
            <w:pPr>
              <w:pStyle w:val="TableBullet"/>
            </w:pPr>
            <w:r w:rsidRPr="009F0C66">
              <w:t>Record debts in A/P</w:t>
            </w:r>
          </w:p>
          <w:p w14:paraId="1E486704" w14:textId="77777777" w:rsidR="009F0C66" w:rsidRPr="009F0C66" w:rsidRDefault="009F0C66" w:rsidP="00395071">
            <w:pPr>
              <w:pStyle w:val="TableBullet"/>
            </w:pPr>
            <w:r w:rsidRPr="009F0C66">
              <w:t>Initiate payments (Credit Transfer)</w:t>
            </w:r>
          </w:p>
          <w:p w14:paraId="5AA4D7C6" w14:textId="77777777" w:rsidR="009F0C66" w:rsidRPr="009F0C66" w:rsidRDefault="009F0C66" w:rsidP="00395071">
            <w:pPr>
              <w:pStyle w:val="TableBullet"/>
            </w:pPr>
            <w:r w:rsidRPr="009F0C66">
              <w:t>Deliver remittance data (directly or indirectly) to creditor (Credit Transfer scenarios)</w:t>
            </w:r>
          </w:p>
        </w:tc>
      </w:tr>
      <w:tr w:rsidR="009F0C66" w14:paraId="1A3A7464" w14:textId="77777777" w:rsidTr="0052733C">
        <w:tc>
          <w:tcPr>
            <w:tcW w:w="2466" w:type="dxa"/>
          </w:tcPr>
          <w:p w14:paraId="106B7847" w14:textId="77777777" w:rsidR="009F0C66" w:rsidRPr="009F0C66" w:rsidRDefault="009F0C66" w:rsidP="009F0C66">
            <w:pPr>
              <w:pStyle w:val="TableText"/>
            </w:pPr>
            <w:r w:rsidRPr="009F0C66">
              <w:t>Debtor Agent</w:t>
            </w:r>
          </w:p>
        </w:tc>
        <w:tc>
          <w:tcPr>
            <w:tcW w:w="5899" w:type="dxa"/>
          </w:tcPr>
          <w:p w14:paraId="05F1E96E" w14:textId="77777777" w:rsidR="009F0C66" w:rsidRDefault="009F0C66" w:rsidP="009F0C66">
            <w:pPr>
              <w:pStyle w:val="TableText"/>
            </w:pPr>
            <w:r w:rsidRPr="009F0C66">
              <w:t>Financial institution servicing an account for the debtor.</w:t>
            </w:r>
          </w:p>
          <w:p w14:paraId="2C94D154" w14:textId="77777777" w:rsidR="00395071" w:rsidRDefault="00395071" w:rsidP="00395071">
            <w:pPr>
              <w:pStyle w:val="TableText"/>
            </w:pPr>
            <w:r>
              <w:t>Typical activities in the scope of the stand-alone remittance:</w:t>
            </w:r>
          </w:p>
          <w:p w14:paraId="642F53B9" w14:textId="77777777" w:rsidR="00395071" w:rsidRPr="00395071" w:rsidRDefault="00395071" w:rsidP="00395071">
            <w:pPr>
              <w:pStyle w:val="TableBullet"/>
            </w:pPr>
            <w:r w:rsidRPr="00395071">
              <w:t>Transfer funds from debtor to creditor</w:t>
            </w:r>
          </w:p>
          <w:p w14:paraId="06ABDE5A" w14:textId="77777777" w:rsidR="00395071" w:rsidRPr="00395071" w:rsidRDefault="00395071" w:rsidP="00395071">
            <w:pPr>
              <w:pStyle w:val="TableBullet"/>
            </w:pPr>
            <w:r w:rsidRPr="00395071">
              <w:t xml:space="preserve">Separate remittance from payment </w:t>
            </w:r>
            <w:r>
              <w:t>(f</w:t>
            </w:r>
            <w:r w:rsidRPr="00395071">
              <w:t>orward remittance information to creditor agent</w:t>
            </w:r>
            <w:r>
              <w:t>, f</w:t>
            </w:r>
            <w:r w:rsidRPr="00395071">
              <w:t>orward remittance information to</w:t>
            </w:r>
            <w:r>
              <w:t xml:space="preserve"> the creditor, or c</w:t>
            </w:r>
            <w:r w:rsidRPr="00395071">
              <w:t>onvert remittance messages to other standards or desired formats</w:t>
            </w:r>
            <w:r>
              <w:t>)</w:t>
            </w:r>
          </w:p>
          <w:p w14:paraId="0A7DE157"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 or their agents</w:t>
            </w:r>
            <w:r>
              <w:t>)</w:t>
            </w:r>
          </w:p>
        </w:tc>
      </w:tr>
      <w:tr w:rsidR="009F0C66" w14:paraId="5D79F88E" w14:textId="77777777" w:rsidTr="0052733C">
        <w:tc>
          <w:tcPr>
            <w:tcW w:w="2466" w:type="dxa"/>
          </w:tcPr>
          <w:p w14:paraId="4F8FD321" w14:textId="77777777" w:rsidR="009F0C66" w:rsidRPr="009F0C66" w:rsidRDefault="009F0C66" w:rsidP="009F0C66">
            <w:pPr>
              <w:pStyle w:val="TableText"/>
            </w:pPr>
            <w:r w:rsidRPr="009F0C66">
              <w:t>Creditor Agent</w:t>
            </w:r>
          </w:p>
        </w:tc>
        <w:tc>
          <w:tcPr>
            <w:tcW w:w="5899" w:type="dxa"/>
          </w:tcPr>
          <w:p w14:paraId="5BA378AC" w14:textId="77777777" w:rsidR="009F0C66" w:rsidRDefault="009F0C66" w:rsidP="009F0C66">
            <w:pPr>
              <w:pStyle w:val="TableText"/>
            </w:pPr>
            <w:r w:rsidRPr="009F0C66">
              <w:t>Financial institution servicing an account for the creditor.</w:t>
            </w:r>
          </w:p>
          <w:p w14:paraId="2959369A" w14:textId="77777777" w:rsidR="00395071" w:rsidRDefault="00395071" w:rsidP="00395071">
            <w:pPr>
              <w:pStyle w:val="TableText"/>
            </w:pPr>
            <w:r>
              <w:t>Typical activities in the scope of the stand-alone remittance:</w:t>
            </w:r>
          </w:p>
          <w:p w14:paraId="5E907CCC" w14:textId="77777777" w:rsidR="00395071" w:rsidRPr="00395071" w:rsidRDefault="00395071" w:rsidP="00395071">
            <w:pPr>
              <w:pStyle w:val="TableBullet"/>
            </w:pPr>
            <w:r w:rsidRPr="00395071">
              <w:t>Deposit funds to creditor accounts</w:t>
            </w:r>
          </w:p>
          <w:p w14:paraId="6810898E"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w:t>
            </w:r>
            <w:r>
              <w:t>)</w:t>
            </w:r>
          </w:p>
        </w:tc>
      </w:tr>
    </w:tbl>
    <w:p w14:paraId="2B4155F9" w14:textId="77777777" w:rsidR="00FF3CEA" w:rsidRDefault="008447BA" w:rsidP="00A72CAE">
      <w:pPr>
        <w:pStyle w:val="Heading2"/>
      </w:pPr>
      <w:bookmarkStart w:id="16" w:name="_Toc57230177"/>
      <w:r w:rsidRPr="00A72CAE">
        <w:t>Business</w:t>
      </w:r>
      <w:r w:rsidR="00FF3CEA" w:rsidRPr="00A72CAE">
        <w:t>Roles</w:t>
      </w:r>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88"/>
        <w:gridCol w:w="2787"/>
        <w:gridCol w:w="2788"/>
      </w:tblGrid>
      <w:tr w:rsidR="0052733C" w14:paraId="435D2EBD"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048C0B00" w14:textId="77777777" w:rsidR="0052733C" w:rsidRPr="009F1A9D" w:rsidRDefault="00751A5C" w:rsidP="00751A5C">
            <w:pPr>
              <w:pStyle w:val="TableHeading"/>
            </w:pPr>
            <w:r>
              <w:t>Participant</w:t>
            </w:r>
          </w:p>
        </w:tc>
        <w:tc>
          <w:tcPr>
            <w:tcW w:w="2788" w:type="dxa"/>
          </w:tcPr>
          <w:p w14:paraId="0B8EB4CD" w14:textId="77777777" w:rsidR="00751A5C" w:rsidRDefault="00751A5C" w:rsidP="009F1A9D">
            <w:pPr>
              <w:pStyle w:val="TableHeading"/>
              <w:jc w:val="center"/>
            </w:pPr>
            <w:r w:rsidRPr="009F1A9D">
              <w:t>BusinessRole</w:t>
            </w:r>
            <w:r w:rsidRPr="00751A5C">
              <w:t xml:space="preserve"> </w:t>
            </w:r>
          </w:p>
          <w:p w14:paraId="7CBADFFB" w14:textId="77777777" w:rsidR="0052733C" w:rsidRPr="009F1A9D" w:rsidRDefault="00395071" w:rsidP="009F1A9D">
            <w:pPr>
              <w:pStyle w:val="TableHeading"/>
              <w:jc w:val="center"/>
            </w:pPr>
            <w:r>
              <w:t>Any Party</w:t>
            </w:r>
          </w:p>
        </w:tc>
        <w:tc>
          <w:tcPr>
            <w:tcW w:w="2789" w:type="dxa"/>
          </w:tcPr>
          <w:p w14:paraId="282F9346" w14:textId="77777777" w:rsidR="00751A5C" w:rsidRDefault="00751A5C" w:rsidP="009F1A9D">
            <w:pPr>
              <w:pStyle w:val="TableHeading"/>
              <w:jc w:val="center"/>
            </w:pPr>
            <w:r w:rsidRPr="009F1A9D">
              <w:t>BusinessRole</w:t>
            </w:r>
            <w:r w:rsidRPr="00751A5C">
              <w:t xml:space="preserve"> </w:t>
            </w:r>
          </w:p>
          <w:p w14:paraId="4431BE45" w14:textId="77777777" w:rsidR="0052733C" w:rsidRPr="009F1A9D" w:rsidRDefault="00395071" w:rsidP="009F1A9D">
            <w:pPr>
              <w:pStyle w:val="TableHeading"/>
              <w:jc w:val="center"/>
            </w:pPr>
            <w:r>
              <w:t>Financial Institution</w:t>
            </w:r>
          </w:p>
        </w:tc>
      </w:tr>
      <w:tr w:rsidR="00395071" w14:paraId="5F09C6E2" w14:textId="77777777" w:rsidTr="008F5077">
        <w:tc>
          <w:tcPr>
            <w:tcW w:w="2788" w:type="dxa"/>
          </w:tcPr>
          <w:p w14:paraId="68D6E20C" w14:textId="77777777" w:rsidR="00395071" w:rsidRPr="00395071" w:rsidRDefault="00395071" w:rsidP="00395071">
            <w:pPr>
              <w:pStyle w:val="TableText"/>
            </w:pPr>
            <w:r w:rsidRPr="00395071">
              <w:t>Creditor (Payee)</w:t>
            </w:r>
          </w:p>
        </w:tc>
        <w:tc>
          <w:tcPr>
            <w:tcW w:w="2788" w:type="dxa"/>
            <w:vAlign w:val="center"/>
          </w:tcPr>
          <w:p w14:paraId="16AADAF3" w14:textId="77777777" w:rsidR="00395071" w:rsidRPr="00395071" w:rsidRDefault="00395071" w:rsidP="00395071">
            <w:pPr>
              <w:pStyle w:val="TableTextCentre"/>
            </w:pPr>
            <w:r w:rsidRPr="00395071">
              <w:t>X</w:t>
            </w:r>
          </w:p>
        </w:tc>
        <w:tc>
          <w:tcPr>
            <w:tcW w:w="2789" w:type="dxa"/>
            <w:vAlign w:val="center"/>
          </w:tcPr>
          <w:p w14:paraId="339E6808" w14:textId="77777777" w:rsidR="00395071" w:rsidRPr="00395071" w:rsidRDefault="00395071" w:rsidP="00395071">
            <w:pPr>
              <w:pStyle w:val="TableTextCentre"/>
            </w:pPr>
          </w:p>
        </w:tc>
      </w:tr>
      <w:tr w:rsidR="00395071" w14:paraId="41183471" w14:textId="77777777" w:rsidTr="008F5077">
        <w:tc>
          <w:tcPr>
            <w:tcW w:w="2788" w:type="dxa"/>
          </w:tcPr>
          <w:p w14:paraId="151FACFD" w14:textId="77777777" w:rsidR="00395071" w:rsidRPr="00395071" w:rsidRDefault="00395071" w:rsidP="00395071">
            <w:pPr>
              <w:pStyle w:val="TableText"/>
            </w:pPr>
            <w:r w:rsidRPr="00395071">
              <w:t>Debtor (Payer)</w:t>
            </w:r>
          </w:p>
        </w:tc>
        <w:tc>
          <w:tcPr>
            <w:tcW w:w="2788" w:type="dxa"/>
            <w:vAlign w:val="center"/>
          </w:tcPr>
          <w:p w14:paraId="7B3C1410" w14:textId="77777777" w:rsidR="00395071" w:rsidRPr="00395071" w:rsidRDefault="00395071" w:rsidP="00395071">
            <w:pPr>
              <w:pStyle w:val="TableTextCentre"/>
            </w:pPr>
            <w:r w:rsidRPr="00395071">
              <w:t>X</w:t>
            </w:r>
          </w:p>
        </w:tc>
        <w:tc>
          <w:tcPr>
            <w:tcW w:w="2789" w:type="dxa"/>
            <w:vAlign w:val="center"/>
          </w:tcPr>
          <w:p w14:paraId="4ADAA5D2" w14:textId="77777777" w:rsidR="00395071" w:rsidRPr="00395071" w:rsidRDefault="00395071" w:rsidP="00395071">
            <w:pPr>
              <w:pStyle w:val="TableTextCentre"/>
            </w:pPr>
          </w:p>
        </w:tc>
      </w:tr>
      <w:tr w:rsidR="00395071" w14:paraId="01A07F52" w14:textId="77777777" w:rsidTr="008F5077">
        <w:tc>
          <w:tcPr>
            <w:tcW w:w="2788" w:type="dxa"/>
          </w:tcPr>
          <w:p w14:paraId="58A0B402" w14:textId="77777777" w:rsidR="00395071" w:rsidRPr="00395071" w:rsidRDefault="00395071" w:rsidP="00395071">
            <w:pPr>
              <w:pStyle w:val="TableText"/>
            </w:pPr>
            <w:r w:rsidRPr="00395071">
              <w:t>Debtor Agent</w:t>
            </w:r>
          </w:p>
        </w:tc>
        <w:tc>
          <w:tcPr>
            <w:tcW w:w="2788" w:type="dxa"/>
            <w:vAlign w:val="center"/>
          </w:tcPr>
          <w:p w14:paraId="28268C37" w14:textId="77777777" w:rsidR="00395071" w:rsidRPr="00395071" w:rsidRDefault="00395071" w:rsidP="00395071">
            <w:pPr>
              <w:pStyle w:val="TableTextCentre"/>
            </w:pPr>
          </w:p>
        </w:tc>
        <w:tc>
          <w:tcPr>
            <w:tcW w:w="2789" w:type="dxa"/>
            <w:vAlign w:val="center"/>
          </w:tcPr>
          <w:p w14:paraId="69DDEB80" w14:textId="77777777" w:rsidR="00395071" w:rsidRPr="00395071" w:rsidRDefault="00395071" w:rsidP="00395071">
            <w:pPr>
              <w:pStyle w:val="TableTextCentre"/>
            </w:pPr>
            <w:r w:rsidRPr="00395071">
              <w:t>X</w:t>
            </w:r>
          </w:p>
        </w:tc>
      </w:tr>
      <w:tr w:rsidR="00395071" w14:paraId="0702F1F3" w14:textId="77777777" w:rsidTr="008F5077">
        <w:tc>
          <w:tcPr>
            <w:tcW w:w="2788" w:type="dxa"/>
          </w:tcPr>
          <w:p w14:paraId="05411CE6" w14:textId="77777777" w:rsidR="00395071" w:rsidRPr="00395071" w:rsidRDefault="00395071" w:rsidP="00395071">
            <w:pPr>
              <w:pStyle w:val="TableText"/>
            </w:pPr>
            <w:r w:rsidRPr="00395071">
              <w:t>Creditor Agent</w:t>
            </w:r>
          </w:p>
        </w:tc>
        <w:tc>
          <w:tcPr>
            <w:tcW w:w="2788" w:type="dxa"/>
            <w:vAlign w:val="center"/>
          </w:tcPr>
          <w:p w14:paraId="2DFE4832" w14:textId="77777777" w:rsidR="00395071" w:rsidRPr="00395071" w:rsidRDefault="00395071" w:rsidP="00395071">
            <w:pPr>
              <w:pStyle w:val="TableTextCentre"/>
            </w:pPr>
          </w:p>
        </w:tc>
        <w:tc>
          <w:tcPr>
            <w:tcW w:w="2789" w:type="dxa"/>
            <w:vAlign w:val="center"/>
          </w:tcPr>
          <w:p w14:paraId="0F2484AF" w14:textId="77777777" w:rsidR="00395071" w:rsidRPr="00395071" w:rsidRDefault="00395071" w:rsidP="00395071">
            <w:pPr>
              <w:pStyle w:val="TableTextCentre"/>
            </w:pPr>
            <w:r w:rsidRPr="00395071">
              <w:t>X</w:t>
            </w:r>
          </w:p>
        </w:tc>
      </w:tr>
    </w:tbl>
    <w:p w14:paraId="1708B43C" w14:textId="77777777" w:rsidR="00B5372E" w:rsidRDefault="00B5372E" w:rsidP="00A8050C">
      <w:pPr>
        <w:pStyle w:val="Heading1"/>
      </w:pPr>
      <w:bookmarkStart w:id="17" w:name="_Toc57230178"/>
      <w:r w:rsidRPr="00863CED">
        <w:t>BusinessProcess</w:t>
      </w:r>
      <w:r>
        <w:t xml:space="preserve"> Description</w:t>
      </w:r>
      <w:bookmarkEnd w:id="17"/>
    </w:p>
    <w:p w14:paraId="43F71F6D"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7A7D6E93" w14:textId="77777777" w:rsidR="00395071" w:rsidRDefault="00395071" w:rsidP="00F26E21"/>
    <w:p w14:paraId="3907FAFC" w14:textId="77777777" w:rsidR="00395071" w:rsidRDefault="00395071" w:rsidP="00395071">
      <w:pPr>
        <w:pStyle w:val="Graphic"/>
      </w:pPr>
      <w:r w:rsidRPr="00395071">
        <w:rPr>
          <w:noProof/>
          <w:lang w:eastAsia="en-GB"/>
        </w:rPr>
        <w:drawing>
          <wp:inline distT="0" distB="0" distL="0" distR="0" wp14:anchorId="7992A61D" wp14:editId="09FBA2C5">
            <wp:extent cx="5410745" cy="3657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3046" cy="3659156"/>
                    </a:xfrm>
                    <a:prstGeom prst="rect">
                      <a:avLst/>
                    </a:prstGeom>
                    <a:noFill/>
                    <a:ln>
                      <a:noFill/>
                    </a:ln>
                  </pic:spPr>
                </pic:pic>
              </a:graphicData>
            </a:graphic>
          </wp:inline>
        </w:drawing>
      </w:r>
    </w:p>
    <w:p w14:paraId="02345983" w14:textId="77777777" w:rsidR="00395071" w:rsidRDefault="00395071" w:rsidP="00F26E21"/>
    <w:p w14:paraId="2D5AA067" w14:textId="77777777" w:rsidR="004D01EB" w:rsidRDefault="00395071" w:rsidP="004741C3">
      <w:pPr>
        <w:pStyle w:val="BlockLabelBeforeTable"/>
      </w:pPr>
      <w:r w:rsidRPr="00395071">
        <w:t>Create Remittance Advice</w:t>
      </w:r>
    </w:p>
    <w:tbl>
      <w:tblPr>
        <w:tblStyle w:val="TableShaded1stRow"/>
        <w:tblW w:w="0" w:type="auto"/>
        <w:tblLook w:val="04A0" w:firstRow="1" w:lastRow="0" w:firstColumn="1" w:lastColumn="0" w:noHBand="0" w:noVBand="1"/>
      </w:tblPr>
      <w:tblGrid>
        <w:gridCol w:w="1476"/>
        <w:gridCol w:w="6887"/>
      </w:tblGrid>
      <w:tr w:rsidR="00803705" w14:paraId="5FD0E412"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08C85089" w14:textId="77777777" w:rsidR="00803705" w:rsidRDefault="00803705" w:rsidP="00DD3851">
            <w:pPr>
              <w:pStyle w:val="TableHeading"/>
            </w:pPr>
            <w:r>
              <w:t>Item</w:t>
            </w:r>
          </w:p>
        </w:tc>
        <w:tc>
          <w:tcPr>
            <w:tcW w:w="6889" w:type="dxa"/>
          </w:tcPr>
          <w:p w14:paraId="07C65C55" w14:textId="77777777" w:rsidR="00803705" w:rsidRDefault="00803705" w:rsidP="00DD3851">
            <w:pPr>
              <w:pStyle w:val="TableHeading"/>
            </w:pPr>
            <w:r>
              <w:t>Description</w:t>
            </w:r>
          </w:p>
        </w:tc>
      </w:tr>
      <w:tr w:rsidR="00395071" w14:paraId="181DE644" w14:textId="77777777" w:rsidTr="00803705">
        <w:tc>
          <w:tcPr>
            <w:tcW w:w="1476" w:type="dxa"/>
          </w:tcPr>
          <w:p w14:paraId="6BCA7368" w14:textId="77777777" w:rsidR="00395071" w:rsidRDefault="00395071" w:rsidP="00395071">
            <w:pPr>
              <w:pStyle w:val="TableText"/>
            </w:pPr>
            <w:r>
              <w:t>Definition</w:t>
            </w:r>
          </w:p>
        </w:tc>
        <w:tc>
          <w:tcPr>
            <w:tcW w:w="6889" w:type="dxa"/>
          </w:tcPr>
          <w:p w14:paraId="50BA5A10" w14:textId="77777777" w:rsidR="00395071" w:rsidRPr="00395071" w:rsidRDefault="00395071" w:rsidP="00395071">
            <w:pPr>
              <w:pStyle w:val="TableText"/>
            </w:pPr>
            <w:r>
              <w:t>The</w:t>
            </w:r>
            <w:r w:rsidRPr="00395071">
              <w:t xml:space="preserve"> process of generating a message describing the specific products and services being paid for.</w:t>
            </w:r>
          </w:p>
        </w:tc>
      </w:tr>
      <w:tr w:rsidR="00395071" w14:paraId="3EE2CD0B" w14:textId="77777777" w:rsidTr="00803705">
        <w:tc>
          <w:tcPr>
            <w:tcW w:w="1476" w:type="dxa"/>
          </w:tcPr>
          <w:p w14:paraId="4E1778FF" w14:textId="77777777" w:rsidR="00395071" w:rsidRDefault="00395071" w:rsidP="00395071">
            <w:pPr>
              <w:pStyle w:val="TableText"/>
            </w:pPr>
            <w:r>
              <w:t>Trigger</w:t>
            </w:r>
          </w:p>
        </w:tc>
        <w:tc>
          <w:tcPr>
            <w:tcW w:w="6889" w:type="dxa"/>
          </w:tcPr>
          <w:p w14:paraId="7589B49C" w14:textId="77777777" w:rsidR="00395071" w:rsidRPr="00395071" w:rsidRDefault="00395071" w:rsidP="00395071">
            <w:pPr>
              <w:pStyle w:val="TableText"/>
            </w:pPr>
            <w:r w:rsidRPr="00395071">
              <w:t>The process is triggered when a payment is being made.</w:t>
            </w:r>
          </w:p>
        </w:tc>
      </w:tr>
      <w:tr w:rsidR="00395071" w14:paraId="66883A13" w14:textId="77777777" w:rsidTr="00803705">
        <w:tc>
          <w:tcPr>
            <w:tcW w:w="1476" w:type="dxa"/>
          </w:tcPr>
          <w:p w14:paraId="1DE0E8F4" w14:textId="77777777" w:rsidR="00395071" w:rsidRDefault="00395071" w:rsidP="00395071">
            <w:pPr>
              <w:pStyle w:val="TableText"/>
            </w:pPr>
            <w:r>
              <w:t>Pre-conditions</w:t>
            </w:r>
          </w:p>
        </w:tc>
        <w:tc>
          <w:tcPr>
            <w:tcW w:w="6889" w:type="dxa"/>
          </w:tcPr>
          <w:p w14:paraId="585596D4" w14:textId="77777777" w:rsidR="00395071" w:rsidRPr="00395071" w:rsidRDefault="00395071" w:rsidP="00395071">
            <w:pPr>
              <w:pStyle w:val="TableText"/>
            </w:pPr>
            <w:r w:rsidRPr="00395071">
              <w:t>An item in Accounts Payable is due for payment</w:t>
            </w:r>
          </w:p>
        </w:tc>
      </w:tr>
      <w:tr w:rsidR="00395071" w14:paraId="402412F5" w14:textId="77777777" w:rsidTr="00803705">
        <w:tc>
          <w:tcPr>
            <w:tcW w:w="1476" w:type="dxa"/>
          </w:tcPr>
          <w:p w14:paraId="1328DCCC" w14:textId="77777777" w:rsidR="00395071" w:rsidRDefault="00395071" w:rsidP="00395071">
            <w:pPr>
              <w:pStyle w:val="TableText"/>
            </w:pPr>
            <w:r>
              <w:t>Post-conditions</w:t>
            </w:r>
          </w:p>
        </w:tc>
        <w:tc>
          <w:tcPr>
            <w:tcW w:w="6889" w:type="dxa"/>
          </w:tcPr>
          <w:p w14:paraId="21AB352F" w14:textId="77777777" w:rsidR="00395071" w:rsidRPr="00395071" w:rsidRDefault="00395071" w:rsidP="00395071">
            <w:pPr>
              <w:pStyle w:val="TableText"/>
            </w:pPr>
            <w:r w:rsidRPr="00395071">
              <w:t>A payment is initiated and the RemittanceAdvice message is ready for transmission.</w:t>
            </w:r>
          </w:p>
        </w:tc>
      </w:tr>
      <w:tr w:rsidR="00395071" w14:paraId="49F385DF" w14:textId="77777777" w:rsidTr="00803705">
        <w:tc>
          <w:tcPr>
            <w:tcW w:w="1476" w:type="dxa"/>
          </w:tcPr>
          <w:p w14:paraId="42F81466" w14:textId="77777777" w:rsidR="00395071" w:rsidRDefault="00395071" w:rsidP="00395071">
            <w:pPr>
              <w:pStyle w:val="TableText"/>
            </w:pPr>
            <w:r>
              <w:t>Role</w:t>
            </w:r>
          </w:p>
        </w:tc>
        <w:tc>
          <w:tcPr>
            <w:tcW w:w="6889" w:type="dxa"/>
          </w:tcPr>
          <w:p w14:paraId="42336D43" w14:textId="77777777" w:rsidR="00395071" w:rsidRPr="00395071" w:rsidRDefault="00395071" w:rsidP="00395071">
            <w:pPr>
              <w:pStyle w:val="TableText"/>
            </w:pPr>
            <w:r w:rsidRPr="00395071">
              <w:t>Debtor</w:t>
            </w:r>
          </w:p>
        </w:tc>
      </w:tr>
    </w:tbl>
    <w:p w14:paraId="1E639062" w14:textId="77777777" w:rsidR="00395071" w:rsidRDefault="00395071" w:rsidP="00395071"/>
    <w:p w14:paraId="6CA6C74E" w14:textId="77777777" w:rsidR="00C66146" w:rsidRDefault="00395071" w:rsidP="00B001DE">
      <w:pPr>
        <w:pStyle w:val="BlockLabelBeforeTable"/>
      </w:pPr>
      <w:r w:rsidRPr="00395071">
        <w:t>Send Payments and Remittance Advice</w:t>
      </w:r>
    </w:p>
    <w:tbl>
      <w:tblPr>
        <w:tblStyle w:val="TableShaded1stRow"/>
        <w:tblW w:w="8364" w:type="dxa"/>
        <w:tblLook w:val="04A0" w:firstRow="1" w:lastRow="0" w:firstColumn="1" w:lastColumn="0" w:noHBand="0" w:noVBand="1"/>
      </w:tblPr>
      <w:tblGrid>
        <w:gridCol w:w="1476"/>
        <w:gridCol w:w="6888"/>
      </w:tblGrid>
      <w:tr w:rsidR="00803705" w14:paraId="354EF1BD"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5538F505" w14:textId="77777777" w:rsidR="00803705" w:rsidRDefault="00803705" w:rsidP="00DD3851">
            <w:pPr>
              <w:pStyle w:val="TableHeading"/>
            </w:pPr>
            <w:r>
              <w:t>Item</w:t>
            </w:r>
          </w:p>
        </w:tc>
        <w:tc>
          <w:tcPr>
            <w:tcW w:w="6888" w:type="dxa"/>
          </w:tcPr>
          <w:p w14:paraId="051C9A0F" w14:textId="77777777" w:rsidR="00803705" w:rsidRDefault="00803705" w:rsidP="00DD3851">
            <w:pPr>
              <w:pStyle w:val="TableHeading"/>
            </w:pPr>
            <w:r>
              <w:t>Description</w:t>
            </w:r>
          </w:p>
        </w:tc>
      </w:tr>
      <w:tr w:rsidR="00395071" w14:paraId="02E16EE8" w14:textId="77777777" w:rsidTr="00803705">
        <w:tc>
          <w:tcPr>
            <w:tcW w:w="1476" w:type="dxa"/>
          </w:tcPr>
          <w:p w14:paraId="309CB3A8" w14:textId="77777777" w:rsidR="00395071" w:rsidRDefault="00395071" w:rsidP="00395071">
            <w:pPr>
              <w:pStyle w:val="TableText"/>
            </w:pPr>
            <w:r>
              <w:t>Definition</w:t>
            </w:r>
          </w:p>
        </w:tc>
        <w:tc>
          <w:tcPr>
            <w:tcW w:w="6888" w:type="dxa"/>
          </w:tcPr>
          <w:p w14:paraId="06A4FF43" w14:textId="77777777" w:rsidR="00395071" w:rsidRPr="00395071" w:rsidRDefault="00395071" w:rsidP="00395071">
            <w:pPr>
              <w:pStyle w:val="TableText"/>
            </w:pPr>
            <w:r w:rsidRPr="00395071">
              <w:t>The process of initiating a payment and sending the RemittanceAdvice message through the same channel or directly to the creditor</w:t>
            </w:r>
          </w:p>
        </w:tc>
      </w:tr>
      <w:tr w:rsidR="00395071" w14:paraId="7C8564CD" w14:textId="77777777" w:rsidTr="00803705">
        <w:tc>
          <w:tcPr>
            <w:tcW w:w="1476" w:type="dxa"/>
          </w:tcPr>
          <w:p w14:paraId="1D686B49" w14:textId="77777777" w:rsidR="00395071" w:rsidRDefault="00395071" w:rsidP="00395071">
            <w:pPr>
              <w:pStyle w:val="TableText"/>
            </w:pPr>
            <w:r>
              <w:t>Trigger</w:t>
            </w:r>
          </w:p>
        </w:tc>
        <w:tc>
          <w:tcPr>
            <w:tcW w:w="6888" w:type="dxa"/>
          </w:tcPr>
          <w:p w14:paraId="49E8A16B" w14:textId="77777777" w:rsidR="00395071" w:rsidRPr="00395071" w:rsidRDefault="00395071" w:rsidP="00395071">
            <w:pPr>
              <w:pStyle w:val="TableText"/>
            </w:pPr>
            <w:r w:rsidRPr="00395071">
              <w:t>Payment and RemittanceAdvice have been created.</w:t>
            </w:r>
          </w:p>
        </w:tc>
      </w:tr>
      <w:tr w:rsidR="00395071" w14:paraId="42DB57AF" w14:textId="77777777" w:rsidTr="00803705">
        <w:tc>
          <w:tcPr>
            <w:tcW w:w="1476" w:type="dxa"/>
          </w:tcPr>
          <w:p w14:paraId="247911FF" w14:textId="77777777" w:rsidR="00395071" w:rsidRDefault="00395071" w:rsidP="00395071">
            <w:pPr>
              <w:pStyle w:val="TableText"/>
            </w:pPr>
            <w:r>
              <w:t>Pre-conditions</w:t>
            </w:r>
          </w:p>
        </w:tc>
        <w:tc>
          <w:tcPr>
            <w:tcW w:w="6888" w:type="dxa"/>
          </w:tcPr>
          <w:p w14:paraId="53B4317D" w14:textId="77777777" w:rsidR="00395071" w:rsidRPr="00395071" w:rsidRDefault="00395071" w:rsidP="00395071">
            <w:pPr>
              <w:pStyle w:val="TableText"/>
            </w:pPr>
            <w:r w:rsidRPr="00395071">
              <w:t>Payment and RemittanceAdvice have been created</w:t>
            </w:r>
          </w:p>
        </w:tc>
      </w:tr>
      <w:tr w:rsidR="00395071" w14:paraId="32EFFA43" w14:textId="77777777" w:rsidTr="00803705">
        <w:tc>
          <w:tcPr>
            <w:tcW w:w="1476" w:type="dxa"/>
          </w:tcPr>
          <w:p w14:paraId="73BFB527" w14:textId="77777777" w:rsidR="00395071" w:rsidRDefault="00395071" w:rsidP="00395071">
            <w:pPr>
              <w:pStyle w:val="TableText"/>
            </w:pPr>
            <w:r>
              <w:t>Post-conditions</w:t>
            </w:r>
          </w:p>
        </w:tc>
        <w:tc>
          <w:tcPr>
            <w:tcW w:w="6888" w:type="dxa"/>
          </w:tcPr>
          <w:p w14:paraId="1C959E8B" w14:textId="77777777" w:rsidR="00395071" w:rsidRPr="00395071" w:rsidRDefault="00395071" w:rsidP="00395071">
            <w:pPr>
              <w:pStyle w:val="TableText"/>
            </w:pPr>
            <w:r w:rsidRPr="00395071">
              <w:t>Payment is authorized and RemittanceAdvice message is transmitted.</w:t>
            </w:r>
          </w:p>
        </w:tc>
      </w:tr>
      <w:tr w:rsidR="00395071" w14:paraId="33E5CAB8" w14:textId="77777777" w:rsidTr="00803705">
        <w:tc>
          <w:tcPr>
            <w:tcW w:w="1476" w:type="dxa"/>
          </w:tcPr>
          <w:p w14:paraId="3B60A5EC" w14:textId="77777777" w:rsidR="00395071" w:rsidRDefault="00395071" w:rsidP="00395071">
            <w:pPr>
              <w:pStyle w:val="TableText"/>
            </w:pPr>
            <w:r>
              <w:t>Role</w:t>
            </w:r>
          </w:p>
        </w:tc>
        <w:tc>
          <w:tcPr>
            <w:tcW w:w="6888" w:type="dxa"/>
          </w:tcPr>
          <w:p w14:paraId="05CA1073" w14:textId="77777777" w:rsidR="00395071" w:rsidRPr="00395071" w:rsidRDefault="00395071" w:rsidP="00395071">
            <w:pPr>
              <w:pStyle w:val="TableText"/>
            </w:pPr>
            <w:r w:rsidRPr="00395071">
              <w:t>Debtor</w:t>
            </w:r>
          </w:p>
        </w:tc>
      </w:tr>
    </w:tbl>
    <w:p w14:paraId="119EBE80" w14:textId="77777777" w:rsidR="004402E0" w:rsidRDefault="004402E0" w:rsidP="004402E0"/>
    <w:p w14:paraId="11FEFD2F" w14:textId="77777777" w:rsidR="004402E0" w:rsidRDefault="004402E0" w:rsidP="004402E0">
      <w:pPr>
        <w:pStyle w:val="BlockLabelBeforeTable"/>
      </w:pPr>
      <w:r w:rsidRPr="004402E0">
        <w:t>Receive Remittance Advice</w:t>
      </w:r>
    </w:p>
    <w:tbl>
      <w:tblPr>
        <w:tblStyle w:val="TableShaded1stRow"/>
        <w:tblW w:w="8364" w:type="dxa"/>
        <w:tblLook w:val="04A0" w:firstRow="1" w:lastRow="0" w:firstColumn="1" w:lastColumn="0" w:noHBand="0" w:noVBand="1"/>
      </w:tblPr>
      <w:tblGrid>
        <w:gridCol w:w="1476"/>
        <w:gridCol w:w="6888"/>
      </w:tblGrid>
      <w:tr w:rsidR="004402E0" w14:paraId="65CDBCDD"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7E43AEE4" w14:textId="77777777" w:rsidR="004402E0" w:rsidRDefault="004402E0" w:rsidP="004402E0">
            <w:pPr>
              <w:pStyle w:val="TableHeading"/>
            </w:pPr>
            <w:r>
              <w:t>Item</w:t>
            </w:r>
          </w:p>
        </w:tc>
        <w:tc>
          <w:tcPr>
            <w:tcW w:w="6888" w:type="dxa"/>
          </w:tcPr>
          <w:p w14:paraId="05995139" w14:textId="77777777" w:rsidR="004402E0" w:rsidRDefault="004402E0" w:rsidP="004402E0">
            <w:pPr>
              <w:pStyle w:val="TableHeading"/>
            </w:pPr>
            <w:r>
              <w:t>Description</w:t>
            </w:r>
          </w:p>
        </w:tc>
      </w:tr>
      <w:tr w:rsidR="004402E0" w14:paraId="57053B5F" w14:textId="77777777" w:rsidTr="00F1014F">
        <w:tc>
          <w:tcPr>
            <w:tcW w:w="1476" w:type="dxa"/>
          </w:tcPr>
          <w:p w14:paraId="20D35D3A" w14:textId="77777777" w:rsidR="004402E0" w:rsidRDefault="004402E0" w:rsidP="004402E0">
            <w:pPr>
              <w:pStyle w:val="TableText"/>
            </w:pPr>
            <w:r>
              <w:t>Definition</w:t>
            </w:r>
          </w:p>
        </w:tc>
        <w:tc>
          <w:tcPr>
            <w:tcW w:w="6888" w:type="dxa"/>
          </w:tcPr>
          <w:p w14:paraId="67AC45F8" w14:textId="77777777" w:rsidR="004402E0" w:rsidRPr="004402E0" w:rsidRDefault="004402E0" w:rsidP="004402E0">
            <w:pPr>
              <w:pStyle w:val="TableText"/>
            </w:pPr>
            <w:r w:rsidRPr="004402E0">
              <w:t>The process of receiving a RemittanceAdvice is simply accepting the message contents.</w:t>
            </w:r>
          </w:p>
        </w:tc>
      </w:tr>
      <w:tr w:rsidR="004402E0" w14:paraId="128B1471" w14:textId="77777777" w:rsidTr="00F1014F">
        <w:tc>
          <w:tcPr>
            <w:tcW w:w="1476" w:type="dxa"/>
          </w:tcPr>
          <w:p w14:paraId="7EC38426" w14:textId="77777777" w:rsidR="004402E0" w:rsidRDefault="004402E0" w:rsidP="004402E0">
            <w:pPr>
              <w:pStyle w:val="TableText"/>
            </w:pPr>
            <w:r>
              <w:t>Trigger</w:t>
            </w:r>
          </w:p>
        </w:tc>
        <w:tc>
          <w:tcPr>
            <w:tcW w:w="6888" w:type="dxa"/>
          </w:tcPr>
          <w:p w14:paraId="2DB1A170" w14:textId="77777777" w:rsidR="004402E0" w:rsidRPr="004402E0" w:rsidRDefault="004402E0" w:rsidP="004402E0">
            <w:pPr>
              <w:pStyle w:val="TableText"/>
            </w:pPr>
            <w:r w:rsidRPr="004402E0">
              <w:t>A RemittanceAdvice message was transmitted.</w:t>
            </w:r>
          </w:p>
        </w:tc>
      </w:tr>
      <w:tr w:rsidR="004402E0" w14:paraId="4BACF34D" w14:textId="77777777" w:rsidTr="00F1014F">
        <w:tc>
          <w:tcPr>
            <w:tcW w:w="1476" w:type="dxa"/>
          </w:tcPr>
          <w:p w14:paraId="7C9BE2DA" w14:textId="77777777" w:rsidR="004402E0" w:rsidRDefault="004402E0" w:rsidP="004402E0">
            <w:pPr>
              <w:pStyle w:val="TableText"/>
            </w:pPr>
            <w:r>
              <w:t>Pre-conditions</w:t>
            </w:r>
          </w:p>
        </w:tc>
        <w:tc>
          <w:tcPr>
            <w:tcW w:w="6888" w:type="dxa"/>
          </w:tcPr>
          <w:p w14:paraId="035AC10E" w14:textId="77777777" w:rsidR="004402E0" w:rsidRPr="004402E0" w:rsidRDefault="004402E0" w:rsidP="004402E0">
            <w:pPr>
              <w:pStyle w:val="TableText"/>
            </w:pPr>
            <w:r w:rsidRPr="004402E0">
              <w:t xml:space="preserve">No pre-conditions for </w:t>
            </w:r>
            <w:r>
              <w:t xml:space="preserve">the </w:t>
            </w:r>
            <w:r w:rsidRPr="004402E0">
              <w:t>F</w:t>
            </w:r>
            <w:r>
              <w:t xml:space="preserve">inancial </w:t>
            </w:r>
            <w:r w:rsidRPr="004402E0">
              <w:t>I</w:t>
            </w:r>
            <w:r>
              <w:t>nstitution</w:t>
            </w:r>
            <w:r w:rsidRPr="004402E0">
              <w:t>.  Precondition for Creditor is having an Accounts Receivable record of payment due.</w:t>
            </w:r>
          </w:p>
        </w:tc>
      </w:tr>
      <w:tr w:rsidR="004402E0" w14:paraId="557705C5" w14:textId="77777777" w:rsidTr="00F1014F">
        <w:tc>
          <w:tcPr>
            <w:tcW w:w="1476" w:type="dxa"/>
          </w:tcPr>
          <w:p w14:paraId="44FEBA2C" w14:textId="77777777" w:rsidR="004402E0" w:rsidRDefault="004402E0" w:rsidP="004402E0">
            <w:pPr>
              <w:pStyle w:val="TableText"/>
            </w:pPr>
            <w:r>
              <w:t>Post-conditions</w:t>
            </w:r>
          </w:p>
        </w:tc>
        <w:tc>
          <w:tcPr>
            <w:tcW w:w="6888" w:type="dxa"/>
          </w:tcPr>
          <w:p w14:paraId="7B3904B8" w14:textId="77777777" w:rsidR="004402E0" w:rsidRPr="004402E0" w:rsidRDefault="004402E0" w:rsidP="004402E0">
            <w:pPr>
              <w:pStyle w:val="TableText"/>
            </w:pPr>
            <w:r w:rsidRPr="004402E0">
              <w:t>RemittanceAdvice message is stored and/or forwarded.</w:t>
            </w:r>
          </w:p>
        </w:tc>
      </w:tr>
      <w:tr w:rsidR="004402E0" w14:paraId="02613F2C" w14:textId="77777777" w:rsidTr="00F1014F">
        <w:tc>
          <w:tcPr>
            <w:tcW w:w="1476" w:type="dxa"/>
          </w:tcPr>
          <w:p w14:paraId="52254B61" w14:textId="77777777" w:rsidR="004402E0" w:rsidRDefault="004402E0" w:rsidP="004402E0">
            <w:pPr>
              <w:pStyle w:val="TableText"/>
            </w:pPr>
            <w:r>
              <w:t>Role</w:t>
            </w:r>
          </w:p>
        </w:tc>
        <w:tc>
          <w:tcPr>
            <w:tcW w:w="6888" w:type="dxa"/>
          </w:tcPr>
          <w:p w14:paraId="7BC9A8E4" w14:textId="77777777" w:rsidR="004402E0" w:rsidRDefault="004402E0" w:rsidP="004402E0">
            <w:pPr>
              <w:pStyle w:val="TableText"/>
            </w:pPr>
            <w:r w:rsidRPr="004402E0">
              <w:t>Role: Financial Institution, Creditor</w:t>
            </w:r>
          </w:p>
        </w:tc>
      </w:tr>
    </w:tbl>
    <w:p w14:paraId="67C136B3" w14:textId="77777777" w:rsidR="004402E0" w:rsidRDefault="004402E0" w:rsidP="004402E0"/>
    <w:p w14:paraId="7A5C6850" w14:textId="77777777" w:rsidR="004402E0" w:rsidRDefault="004402E0" w:rsidP="004402E0">
      <w:pPr>
        <w:pStyle w:val="BlockLabelBeforeTable"/>
      </w:pPr>
      <w:r w:rsidRPr="004402E0">
        <w:t>Re-associate Payments and Remittance Advice</w:t>
      </w:r>
    </w:p>
    <w:tbl>
      <w:tblPr>
        <w:tblStyle w:val="TableShaded1stRow"/>
        <w:tblW w:w="8364" w:type="dxa"/>
        <w:tblLook w:val="04A0" w:firstRow="1" w:lastRow="0" w:firstColumn="1" w:lastColumn="0" w:noHBand="0" w:noVBand="1"/>
      </w:tblPr>
      <w:tblGrid>
        <w:gridCol w:w="1476"/>
        <w:gridCol w:w="6888"/>
      </w:tblGrid>
      <w:tr w:rsidR="004402E0" w14:paraId="400FFDCC"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61ABC80" w14:textId="77777777" w:rsidR="004402E0" w:rsidRDefault="004402E0" w:rsidP="004402E0">
            <w:pPr>
              <w:pStyle w:val="TableHeading"/>
            </w:pPr>
            <w:r>
              <w:t>Item</w:t>
            </w:r>
          </w:p>
        </w:tc>
        <w:tc>
          <w:tcPr>
            <w:tcW w:w="6888" w:type="dxa"/>
          </w:tcPr>
          <w:p w14:paraId="0ABE42A9" w14:textId="77777777" w:rsidR="004402E0" w:rsidRDefault="004402E0" w:rsidP="004402E0">
            <w:pPr>
              <w:pStyle w:val="TableHeading"/>
            </w:pPr>
            <w:r>
              <w:t>Description</w:t>
            </w:r>
          </w:p>
        </w:tc>
      </w:tr>
      <w:tr w:rsidR="004402E0" w14:paraId="3BBF9FA5" w14:textId="77777777" w:rsidTr="00F1014F">
        <w:tc>
          <w:tcPr>
            <w:tcW w:w="1476" w:type="dxa"/>
          </w:tcPr>
          <w:p w14:paraId="408861FC" w14:textId="77777777" w:rsidR="004402E0" w:rsidRDefault="004402E0" w:rsidP="004402E0">
            <w:pPr>
              <w:pStyle w:val="TableText"/>
            </w:pPr>
            <w:r>
              <w:t>Definition</w:t>
            </w:r>
          </w:p>
        </w:tc>
        <w:tc>
          <w:tcPr>
            <w:tcW w:w="6888" w:type="dxa"/>
          </w:tcPr>
          <w:p w14:paraId="4B23E972" w14:textId="77777777" w:rsidR="004402E0" w:rsidRPr="004402E0" w:rsidRDefault="004402E0" w:rsidP="004402E0">
            <w:pPr>
              <w:pStyle w:val="TableText"/>
            </w:pPr>
            <w:r w:rsidRPr="004402E0">
              <w:t xml:space="preserve">The process of re-associating payment records with Remittance Advice messages is an accounts receivable reconciliation function.  Typically re-association can be handled automatically since both the payment record and </w:t>
            </w:r>
            <w:r>
              <w:t xml:space="preserve">the </w:t>
            </w:r>
            <w:r w:rsidRPr="004402E0">
              <w:t xml:space="preserve">remittance </w:t>
            </w:r>
            <w:r>
              <w:t>advice contain</w:t>
            </w:r>
            <w:r w:rsidRPr="004402E0">
              <w:t xml:space="preserve"> sufficient information to cross-reference each other.  In some cases exceptions must be handled manually in order to update records and accounts correctly.</w:t>
            </w:r>
          </w:p>
        </w:tc>
      </w:tr>
      <w:tr w:rsidR="004402E0" w14:paraId="5FA087B0" w14:textId="77777777" w:rsidTr="00F1014F">
        <w:tc>
          <w:tcPr>
            <w:tcW w:w="1476" w:type="dxa"/>
          </w:tcPr>
          <w:p w14:paraId="415C3FA1" w14:textId="77777777" w:rsidR="004402E0" w:rsidRDefault="004402E0" w:rsidP="004402E0">
            <w:pPr>
              <w:pStyle w:val="TableText"/>
            </w:pPr>
            <w:r>
              <w:t>Trigger</w:t>
            </w:r>
          </w:p>
        </w:tc>
        <w:tc>
          <w:tcPr>
            <w:tcW w:w="6888" w:type="dxa"/>
          </w:tcPr>
          <w:p w14:paraId="0B01D04B" w14:textId="77777777" w:rsidR="004402E0" w:rsidRPr="004402E0" w:rsidRDefault="004402E0" w:rsidP="004402E0">
            <w:pPr>
              <w:pStyle w:val="TableText"/>
            </w:pPr>
            <w:r w:rsidRPr="004402E0">
              <w:t>A payment is received and a remittance advice message is received.</w:t>
            </w:r>
          </w:p>
        </w:tc>
      </w:tr>
      <w:tr w:rsidR="004402E0" w14:paraId="10146A13" w14:textId="77777777" w:rsidTr="00F1014F">
        <w:tc>
          <w:tcPr>
            <w:tcW w:w="1476" w:type="dxa"/>
          </w:tcPr>
          <w:p w14:paraId="2C825EDA" w14:textId="77777777" w:rsidR="004402E0" w:rsidRDefault="004402E0" w:rsidP="004402E0">
            <w:pPr>
              <w:pStyle w:val="TableText"/>
            </w:pPr>
            <w:r>
              <w:t>Pre-conditions</w:t>
            </w:r>
          </w:p>
        </w:tc>
        <w:tc>
          <w:tcPr>
            <w:tcW w:w="6888" w:type="dxa"/>
          </w:tcPr>
          <w:p w14:paraId="207DAAF6" w14:textId="77777777" w:rsidR="004402E0" w:rsidRPr="004402E0" w:rsidRDefault="004402E0" w:rsidP="004402E0">
            <w:pPr>
              <w:pStyle w:val="TableText"/>
            </w:pPr>
            <w:r w:rsidRPr="004402E0">
              <w:t>Open accounts receivable records exist.</w:t>
            </w:r>
          </w:p>
        </w:tc>
      </w:tr>
      <w:tr w:rsidR="004402E0" w14:paraId="6DBCB8C0" w14:textId="77777777" w:rsidTr="00F1014F">
        <w:tc>
          <w:tcPr>
            <w:tcW w:w="1476" w:type="dxa"/>
          </w:tcPr>
          <w:p w14:paraId="7A36120C" w14:textId="77777777" w:rsidR="004402E0" w:rsidRDefault="004402E0" w:rsidP="004402E0">
            <w:pPr>
              <w:pStyle w:val="TableText"/>
            </w:pPr>
            <w:r>
              <w:t>Post-conditions</w:t>
            </w:r>
          </w:p>
        </w:tc>
        <w:tc>
          <w:tcPr>
            <w:tcW w:w="6888" w:type="dxa"/>
          </w:tcPr>
          <w:p w14:paraId="075F4A94" w14:textId="77777777" w:rsidR="004402E0" w:rsidRPr="004402E0" w:rsidRDefault="004402E0" w:rsidP="004402E0">
            <w:pPr>
              <w:pStyle w:val="TableText"/>
            </w:pPr>
            <w:r w:rsidRPr="004402E0">
              <w:t>Accounts receivable records are updated.</w:t>
            </w:r>
          </w:p>
        </w:tc>
      </w:tr>
      <w:tr w:rsidR="004402E0" w14:paraId="79C95F3D" w14:textId="77777777" w:rsidTr="00F1014F">
        <w:tc>
          <w:tcPr>
            <w:tcW w:w="1476" w:type="dxa"/>
          </w:tcPr>
          <w:p w14:paraId="7C08854C" w14:textId="77777777" w:rsidR="004402E0" w:rsidRDefault="004402E0" w:rsidP="004402E0">
            <w:pPr>
              <w:pStyle w:val="TableText"/>
            </w:pPr>
            <w:r>
              <w:t>Role</w:t>
            </w:r>
          </w:p>
        </w:tc>
        <w:tc>
          <w:tcPr>
            <w:tcW w:w="6888" w:type="dxa"/>
          </w:tcPr>
          <w:p w14:paraId="6DEEB602" w14:textId="77777777" w:rsidR="004402E0" w:rsidRPr="004402E0" w:rsidRDefault="004402E0" w:rsidP="004402E0">
            <w:pPr>
              <w:pStyle w:val="TableText"/>
            </w:pPr>
            <w:r w:rsidRPr="004402E0">
              <w:t>Creditor, Financial Institution providing value added remittance advice services.</w:t>
            </w:r>
          </w:p>
        </w:tc>
      </w:tr>
    </w:tbl>
    <w:p w14:paraId="3D579262" w14:textId="77777777" w:rsidR="004402E0" w:rsidRDefault="004402E0" w:rsidP="004402E0"/>
    <w:p w14:paraId="639790BE" w14:textId="77777777" w:rsidR="004402E0" w:rsidRDefault="004402E0" w:rsidP="004402E0">
      <w:pPr>
        <w:pStyle w:val="BlockLabelBeforeTable"/>
      </w:pPr>
      <w:r w:rsidRPr="004402E0">
        <w:t>Provide Value-added Remittance Services</w:t>
      </w:r>
    </w:p>
    <w:tbl>
      <w:tblPr>
        <w:tblStyle w:val="TableShaded1stRow"/>
        <w:tblW w:w="8364" w:type="dxa"/>
        <w:tblLook w:val="04A0" w:firstRow="1" w:lastRow="0" w:firstColumn="1" w:lastColumn="0" w:noHBand="0" w:noVBand="1"/>
      </w:tblPr>
      <w:tblGrid>
        <w:gridCol w:w="1476"/>
        <w:gridCol w:w="6888"/>
      </w:tblGrid>
      <w:tr w:rsidR="004402E0" w14:paraId="0EBB1D83"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898AC61" w14:textId="77777777" w:rsidR="004402E0" w:rsidRDefault="004402E0" w:rsidP="004402E0">
            <w:pPr>
              <w:pStyle w:val="TableHeading"/>
            </w:pPr>
            <w:r>
              <w:t>Item</w:t>
            </w:r>
          </w:p>
        </w:tc>
        <w:tc>
          <w:tcPr>
            <w:tcW w:w="6888" w:type="dxa"/>
          </w:tcPr>
          <w:p w14:paraId="2419D989" w14:textId="77777777" w:rsidR="004402E0" w:rsidRDefault="004402E0" w:rsidP="004402E0">
            <w:pPr>
              <w:pStyle w:val="TableHeading"/>
            </w:pPr>
            <w:r>
              <w:t>Description</w:t>
            </w:r>
          </w:p>
        </w:tc>
      </w:tr>
      <w:tr w:rsidR="004402E0" w14:paraId="643638B8" w14:textId="77777777" w:rsidTr="00F1014F">
        <w:tc>
          <w:tcPr>
            <w:tcW w:w="1476" w:type="dxa"/>
          </w:tcPr>
          <w:p w14:paraId="3B67DBAB" w14:textId="77777777" w:rsidR="004402E0" w:rsidRDefault="004402E0" w:rsidP="004402E0">
            <w:pPr>
              <w:pStyle w:val="TableText"/>
            </w:pPr>
            <w:r>
              <w:t>Definition</w:t>
            </w:r>
          </w:p>
        </w:tc>
        <w:tc>
          <w:tcPr>
            <w:tcW w:w="6888" w:type="dxa"/>
          </w:tcPr>
          <w:p w14:paraId="1A6307FD" w14:textId="77777777" w:rsidR="004402E0" w:rsidRPr="004402E0" w:rsidRDefault="004402E0" w:rsidP="004402E0">
            <w:pPr>
              <w:pStyle w:val="TableText"/>
            </w:pPr>
            <w:r w:rsidRPr="004402E0">
              <w:t>The process of providing value-added remittance advice services can be as simple as forwarding remittance advice messages to the creditor (or debtor in the case of direct debit) or it may involve more complete A/R reconciliation services.</w:t>
            </w:r>
          </w:p>
        </w:tc>
      </w:tr>
      <w:tr w:rsidR="004402E0" w14:paraId="575EA9BC" w14:textId="77777777" w:rsidTr="00F1014F">
        <w:tc>
          <w:tcPr>
            <w:tcW w:w="1476" w:type="dxa"/>
          </w:tcPr>
          <w:p w14:paraId="0F2AD372" w14:textId="77777777" w:rsidR="004402E0" w:rsidRDefault="004402E0" w:rsidP="004402E0">
            <w:pPr>
              <w:pStyle w:val="TableText"/>
            </w:pPr>
            <w:r>
              <w:t>Trigger</w:t>
            </w:r>
          </w:p>
        </w:tc>
        <w:tc>
          <w:tcPr>
            <w:tcW w:w="6888" w:type="dxa"/>
          </w:tcPr>
          <w:p w14:paraId="78FE85C4" w14:textId="77777777" w:rsidR="004402E0" w:rsidRPr="004402E0" w:rsidRDefault="004402E0" w:rsidP="004402E0">
            <w:pPr>
              <w:pStyle w:val="TableText"/>
            </w:pPr>
            <w:r w:rsidRPr="004402E0">
              <w:t>A payment is received and processed.</w:t>
            </w:r>
          </w:p>
        </w:tc>
      </w:tr>
      <w:tr w:rsidR="004402E0" w14:paraId="0194DF5F" w14:textId="77777777" w:rsidTr="00F1014F">
        <w:tc>
          <w:tcPr>
            <w:tcW w:w="1476" w:type="dxa"/>
          </w:tcPr>
          <w:p w14:paraId="65A2831C" w14:textId="77777777" w:rsidR="004402E0" w:rsidRDefault="004402E0" w:rsidP="004402E0">
            <w:pPr>
              <w:pStyle w:val="TableText"/>
            </w:pPr>
            <w:r>
              <w:t>Pre-conditions</w:t>
            </w:r>
          </w:p>
        </w:tc>
        <w:tc>
          <w:tcPr>
            <w:tcW w:w="6888" w:type="dxa"/>
          </w:tcPr>
          <w:p w14:paraId="268CC601" w14:textId="77777777" w:rsidR="004402E0" w:rsidRPr="004402E0" w:rsidRDefault="004402E0" w:rsidP="004402E0">
            <w:pPr>
              <w:pStyle w:val="TableText"/>
            </w:pPr>
            <w:r w:rsidRPr="004402E0">
              <w:t>Financial Institution and its customer have agreement for additional services such as A/R reconciliation management.</w:t>
            </w:r>
          </w:p>
        </w:tc>
      </w:tr>
      <w:tr w:rsidR="004402E0" w14:paraId="700485EE" w14:textId="77777777" w:rsidTr="00F1014F">
        <w:tc>
          <w:tcPr>
            <w:tcW w:w="1476" w:type="dxa"/>
          </w:tcPr>
          <w:p w14:paraId="4749EC2B" w14:textId="77777777" w:rsidR="004402E0" w:rsidRDefault="004402E0" w:rsidP="004402E0">
            <w:pPr>
              <w:pStyle w:val="TableText"/>
            </w:pPr>
            <w:r>
              <w:t>Post-conditions</w:t>
            </w:r>
          </w:p>
        </w:tc>
        <w:tc>
          <w:tcPr>
            <w:tcW w:w="6888" w:type="dxa"/>
          </w:tcPr>
          <w:p w14:paraId="79F61159" w14:textId="77777777" w:rsidR="004402E0" w:rsidRPr="004402E0" w:rsidRDefault="004402E0" w:rsidP="004402E0">
            <w:pPr>
              <w:pStyle w:val="TableText"/>
            </w:pPr>
            <w:r w:rsidRPr="004402E0">
              <w:t>Accounts receivable records are updated.</w:t>
            </w:r>
          </w:p>
        </w:tc>
      </w:tr>
      <w:tr w:rsidR="004402E0" w14:paraId="3AC5259A" w14:textId="77777777" w:rsidTr="00F1014F">
        <w:tc>
          <w:tcPr>
            <w:tcW w:w="1476" w:type="dxa"/>
          </w:tcPr>
          <w:p w14:paraId="7892EC60" w14:textId="77777777" w:rsidR="004402E0" w:rsidRDefault="004402E0" w:rsidP="004402E0">
            <w:pPr>
              <w:pStyle w:val="TableText"/>
            </w:pPr>
            <w:r>
              <w:t>Role</w:t>
            </w:r>
          </w:p>
        </w:tc>
        <w:tc>
          <w:tcPr>
            <w:tcW w:w="6888" w:type="dxa"/>
          </w:tcPr>
          <w:p w14:paraId="378314E3" w14:textId="77777777" w:rsidR="004402E0" w:rsidRPr="004402E0" w:rsidRDefault="004402E0" w:rsidP="004402E0">
            <w:pPr>
              <w:pStyle w:val="TableText"/>
            </w:pPr>
            <w:r w:rsidRPr="004402E0">
              <w:t>Financial Institution</w:t>
            </w:r>
          </w:p>
        </w:tc>
      </w:tr>
    </w:tbl>
    <w:p w14:paraId="38405651" w14:textId="77777777" w:rsidR="004402E0" w:rsidRDefault="004402E0" w:rsidP="004402E0"/>
    <w:p w14:paraId="173C454F" w14:textId="77777777" w:rsidR="00B5372E" w:rsidRDefault="00B5372E" w:rsidP="008937F9">
      <w:pPr>
        <w:pStyle w:val="Heading1"/>
      </w:pPr>
      <w:bookmarkStart w:id="18" w:name="_Toc57230179"/>
      <w:r>
        <w:t xml:space="preserve">Description of </w:t>
      </w:r>
      <w:r w:rsidRPr="00AD74B9">
        <w:t>BusinessActivities</w:t>
      </w:r>
      <w:bookmarkEnd w:id="18"/>
    </w:p>
    <w:p w14:paraId="7E3BA00B"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5077B69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4B58F6C9"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1BA57F2D" w14:textId="77777777" w:rsidR="00803705" w:rsidRDefault="00803705" w:rsidP="00DD3851">
            <w:pPr>
              <w:pStyle w:val="TableHeading"/>
            </w:pPr>
            <w:r>
              <w:t>Symbol</w:t>
            </w:r>
          </w:p>
        </w:tc>
        <w:tc>
          <w:tcPr>
            <w:tcW w:w="2250" w:type="dxa"/>
          </w:tcPr>
          <w:p w14:paraId="370CA888" w14:textId="77777777" w:rsidR="00803705" w:rsidRDefault="00803705" w:rsidP="00DD3851">
            <w:pPr>
              <w:pStyle w:val="TableHeading"/>
            </w:pPr>
            <w:r>
              <w:t>Name</w:t>
            </w:r>
          </w:p>
        </w:tc>
        <w:tc>
          <w:tcPr>
            <w:tcW w:w="4818" w:type="dxa"/>
          </w:tcPr>
          <w:p w14:paraId="7BAA324F" w14:textId="77777777" w:rsidR="00803705" w:rsidRDefault="00803705" w:rsidP="00DD3851">
            <w:pPr>
              <w:pStyle w:val="TableHeading"/>
            </w:pPr>
            <w:r>
              <w:t>Definition</w:t>
            </w:r>
          </w:p>
        </w:tc>
      </w:tr>
      <w:tr w:rsidR="00803705" w14:paraId="5A190F12" w14:textId="77777777" w:rsidTr="00803705">
        <w:tc>
          <w:tcPr>
            <w:tcW w:w="1296" w:type="dxa"/>
          </w:tcPr>
          <w:p w14:paraId="2F00610D"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10.5pt" o:ole="">
                  <v:imagedata r:id="rId24" o:title=""/>
                </v:shape>
                <o:OLEObject Type="Embed" ProgID="PBrush" ShapeID="_x0000_i1025" DrawAspect="Content" ObjectID="_1681728558" r:id="rId25"/>
              </w:object>
            </w:r>
          </w:p>
        </w:tc>
        <w:tc>
          <w:tcPr>
            <w:tcW w:w="2250" w:type="dxa"/>
          </w:tcPr>
          <w:p w14:paraId="7C5179F3" w14:textId="77777777" w:rsidR="00803705" w:rsidRDefault="00803705" w:rsidP="00DD3851">
            <w:pPr>
              <w:pStyle w:val="TableText"/>
            </w:pPr>
            <w:r>
              <w:t>Start Point</w:t>
            </w:r>
          </w:p>
        </w:tc>
        <w:tc>
          <w:tcPr>
            <w:tcW w:w="4818" w:type="dxa"/>
          </w:tcPr>
          <w:p w14:paraId="5CC058BC" w14:textId="77777777" w:rsidR="00803705" w:rsidRDefault="00803705" w:rsidP="00DD3851">
            <w:pPr>
              <w:pStyle w:val="TableText"/>
            </w:pPr>
            <w:r>
              <w:t>Shows where the lifecycle of the business process commences.</w:t>
            </w:r>
          </w:p>
        </w:tc>
      </w:tr>
      <w:tr w:rsidR="00803705" w14:paraId="64C07BE5" w14:textId="77777777" w:rsidTr="00803705">
        <w:tc>
          <w:tcPr>
            <w:tcW w:w="1296" w:type="dxa"/>
          </w:tcPr>
          <w:p w14:paraId="0E63F92A" w14:textId="77777777" w:rsidR="00803705" w:rsidRDefault="00803705" w:rsidP="00DD3851">
            <w:r>
              <w:object w:dxaOrig="330" w:dyaOrig="315" w14:anchorId="319AE189">
                <v:shape id="_x0000_i1026" type="#_x0000_t75" style="width:18pt;height:16pt" o:ole="">
                  <v:imagedata r:id="rId26" o:title=""/>
                </v:shape>
                <o:OLEObject Type="Embed" ProgID="PBrush" ShapeID="_x0000_i1026" DrawAspect="Content" ObjectID="_1681728559" r:id="rId27"/>
              </w:object>
            </w:r>
          </w:p>
        </w:tc>
        <w:tc>
          <w:tcPr>
            <w:tcW w:w="2250" w:type="dxa"/>
          </w:tcPr>
          <w:p w14:paraId="2A320044" w14:textId="77777777" w:rsidR="00803705" w:rsidRDefault="00803705" w:rsidP="00DD3851">
            <w:pPr>
              <w:pStyle w:val="TableText"/>
            </w:pPr>
            <w:r>
              <w:t>End Point</w:t>
            </w:r>
          </w:p>
        </w:tc>
        <w:tc>
          <w:tcPr>
            <w:tcW w:w="4818" w:type="dxa"/>
          </w:tcPr>
          <w:p w14:paraId="5B40EC92" w14:textId="77777777" w:rsidR="00803705" w:rsidRDefault="00803705" w:rsidP="00DD3851">
            <w:pPr>
              <w:pStyle w:val="TableText"/>
            </w:pPr>
            <w:r>
              <w:t>Shows  where the lifecycle of the business process may ends.</w:t>
            </w:r>
          </w:p>
        </w:tc>
      </w:tr>
      <w:tr w:rsidR="00803705" w14:paraId="2455AEA8" w14:textId="77777777" w:rsidTr="00803705">
        <w:tc>
          <w:tcPr>
            <w:tcW w:w="1296" w:type="dxa"/>
          </w:tcPr>
          <w:p w14:paraId="475DFEBF" w14:textId="77777777" w:rsidR="00803705" w:rsidRDefault="00803705" w:rsidP="00DD3851">
            <w:r>
              <w:object w:dxaOrig="255" w:dyaOrig="315" w14:anchorId="61F70188">
                <v:shape id="_x0000_i1027" type="#_x0000_t75" style="width:13pt;height:16pt" o:ole="">
                  <v:imagedata r:id="rId28" o:title=""/>
                </v:shape>
                <o:OLEObject Type="Embed" ProgID="PBrush" ShapeID="_x0000_i1027" DrawAspect="Content" ObjectID="_1681728560" r:id="rId29"/>
              </w:object>
            </w:r>
          </w:p>
        </w:tc>
        <w:tc>
          <w:tcPr>
            <w:tcW w:w="2250" w:type="dxa"/>
          </w:tcPr>
          <w:p w14:paraId="5B8BA1E8" w14:textId="77777777" w:rsidR="00803705" w:rsidRDefault="00803705" w:rsidP="00DD3851">
            <w:pPr>
              <w:pStyle w:val="TableText"/>
            </w:pPr>
            <w:r>
              <w:t>Lozenge (or diamond)</w:t>
            </w:r>
          </w:p>
        </w:tc>
        <w:tc>
          <w:tcPr>
            <w:tcW w:w="4818" w:type="dxa"/>
          </w:tcPr>
          <w:p w14:paraId="16CF289C" w14:textId="77777777" w:rsidR="00803705" w:rsidRDefault="00803705" w:rsidP="00DD3851">
            <w:pPr>
              <w:pStyle w:val="TableText"/>
            </w:pPr>
            <w:r>
              <w:t>Indicates that a choice between several actions can be made.</w:t>
            </w:r>
          </w:p>
        </w:tc>
      </w:tr>
      <w:tr w:rsidR="00803705" w14:paraId="55458E88" w14:textId="77777777" w:rsidTr="00803705">
        <w:tc>
          <w:tcPr>
            <w:tcW w:w="1296" w:type="dxa"/>
          </w:tcPr>
          <w:p w14:paraId="061A2F89" w14:textId="77777777" w:rsidR="00803705" w:rsidRDefault="00803705" w:rsidP="00DD3851">
            <w:r>
              <w:object w:dxaOrig="780" w:dyaOrig="225" w14:anchorId="3A138EDC">
                <v:shape id="_x0000_i1028" type="#_x0000_t75" style="width:39pt;height:12pt" o:ole="">
                  <v:imagedata r:id="rId30" o:title=""/>
                </v:shape>
                <o:OLEObject Type="Embed" ProgID="PBrush" ShapeID="_x0000_i1028" DrawAspect="Content" ObjectID="_1681728561" r:id="rId31"/>
              </w:object>
            </w:r>
          </w:p>
        </w:tc>
        <w:tc>
          <w:tcPr>
            <w:tcW w:w="2250" w:type="dxa"/>
          </w:tcPr>
          <w:p w14:paraId="01C7FA14" w14:textId="77777777" w:rsidR="00803705" w:rsidRDefault="00803705" w:rsidP="00DD3851">
            <w:pPr>
              <w:pStyle w:val="TableText"/>
            </w:pPr>
            <w:r>
              <w:t>Bar</w:t>
            </w:r>
          </w:p>
        </w:tc>
        <w:tc>
          <w:tcPr>
            <w:tcW w:w="4818" w:type="dxa"/>
          </w:tcPr>
          <w:p w14:paraId="6FD18E1B" w14:textId="77777777" w:rsidR="00803705" w:rsidRDefault="00803705" w:rsidP="00DD3851">
            <w:pPr>
              <w:pStyle w:val="TableText"/>
            </w:pPr>
            <w:r>
              <w:t>Indicates that several actions are initiated in parallel.</w:t>
            </w:r>
          </w:p>
        </w:tc>
      </w:tr>
    </w:tbl>
    <w:p w14:paraId="6879D763" w14:textId="77777777" w:rsidR="00A35A86" w:rsidRDefault="004402E0" w:rsidP="00AD74B9">
      <w:pPr>
        <w:pStyle w:val="Heading2"/>
      </w:pPr>
      <w:bookmarkStart w:id="19" w:name="_Toc57230180"/>
      <w:r w:rsidRPr="004402E0">
        <w:t>Pay invoices and provide remittance details</w:t>
      </w:r>
      <w:bookmarkEnd w:id="19"/>
    </w:p>
    <w:p w14:paraId="2548E4F5" w14:textId="77777777" w:rsidR="004402E0" w:rsidRPr="004402E0" w:rsidRDefault="004402E0" w:rsidP="004402E0">
      <w:r w:rsidRPr="004402E0">
        <w:t>As the illustration below shows, there are several opportunities to simply forward remittance messages as received or to separate the remittance information and store it for later electronic retrieval.  The party or agent who separates the remittance creates a Remittance Location message that the creditor will ultimately receive and use to locate remittance details.</w:t>
      </w:r>
    </w:p>
    <w:p w14:paraId="7884455F" w14:textId="77777777" w:rsidR="004402E0" w:rsidRPr="004402E0" w:rsidRDefault="004402E0" w:rsidP="004402E0"/>
    <w:p w14:paraId="05663A76" w14:textId="77777777" w:rsidR="004402E0" w:rsidRPr="004402E0" w:rsidRDefault="004402E0" w:rsidP="004402E0">
      <w:r w:rsidRPr="004402E0">
        <w:rPr>
          <w:noProof/>
          <w:lang w:eastAsia="en-GB"/>
        </w:rPr>
        <w:drawing>
          <wp:inline distT="0" distB="0" distL="0" distR="0" wp14:anchorId="15A01957" wp14:editId="39F8D3CE">
            <wp:extent cx="5904865" cy="446034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04865" cy="4460348"/>
                    </a:xfrm>
                    <a:prstGeom prst="rect">
                      <a:avLst/>
                    </a:prstGeom>
                    <a:noFill/>
                    <a:ln>
                      <a:noFill/>
                    </a:ln>
                  </pic:spPr>
                </pic:pic>
              </a:graphicData>
            </a:graphic>
          </wp:inline>
        </w:drawing>
      </w:r>
    </w:p>
    <w:p w14:paraId="3DDD788A" w14:textId="77777777" w:rsidR="004402E0" w:rsidRPr="004402E0" w:rsidRDefault="004402E0" w:rsidP="004402E0"/>
    <w:p w14:paraId="74661E65" w14:textId="77777777" w:rsid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14:paraId="0CA907D9" w14:textId="77777777" w:rsidR="004402E0" w:rsidRPr="004402E0" w:rsidRDefault="004402E0" w:rsidP="004402E0"/>
    <w:tbl>
      <w:tblPr>
        <w:tblStyle w:val="TableShaded1stRow"/>
        <w:tblW w:w="0" w:type="auto"/>
        <w:tblLook w:val="04A0" w:firstRow="1" w:lastRow="0" w:firstColumn="1" w:lastColumn="0" w:noHBand="0" w:noVBand="1"/>
      </w:tblPr>
      <w:tblGrid>
        <w:gridCol w:w="2777"/>
        <w:gridCol w:w="3917"/>
        <w:gridCol w:w="1669"/>
      </w:tblGrid>
      <w:tr w:rsidR="00CA6696" w14:paraId="26893DB2"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4B9ECCC0" w14:textId="77777777" w:rsidR="00CA6696" w:rsidRDefault="00CA6696" w:rsidP="00CA6696">
            <w:pPr>
              <w:pStyle w:val="TableHeading"/>
            </w:pPr>
            <w:r>
              <w:t>Step</w:t>
            </w:r>
          </w:p>
        </w:tc>
        <w:tc>
          <w:tcPr>
            <w:tcW w:w="3918" w:type="dxa"/>
          </w:tcPr>
          <w:p w14:paraId="2621AF14" w14:textId="77777777" w:rsidR="00CA6696" w:rsidRDefault="00CA6696" w:rsidP="00CA6696">
            <w:pPr>
              <w:pStyle w:val="TableHeading"/>
            </w:pPr>
            <w:r>
              <w:t>Description</w:t>
            </w:r>
          </w:p>
        </w:tc>
        <w:tc>
          <w:tcPr>
            <w:tcW w:w="1669" w:type="dxa"/>
          </w:tcPr>
          <w:p w14:paraId="7546571F" w14:textId="77777777" w:rsidR="00CA6696" w:rsidRDefault="00CA6696" w:rsidP="00CA6696">
            <w:pPr>
              <w:pStyle w:val="TableHeading"/>
            </w:pPr>
            <w:r>
              <w:t>Initiator</w:t>
            </w:r>
          </w:p>
        </w:tc>
      </w:tr>
      <w:tr w:rsidR="004402E0" w14:paraId="50ACDE27" w14:textId="77777777" w:rsidTr="00CA6696">
        <w:tc>
          <w:tcPr>
            <w:tcW w:w="2778" w:type="dxa"/>
          </w:tcPr>
          <w:p w14:paraId="7A108BD6" w14:textId="77777777" w:rsidR="004402E0" w:rsidRPr="004402E0" w:rsidRDefault="004402E0" w:rsidP="004402E0">
            <w:pPr>
              <w:pStyle w:val="TableText"/>
            </w:pPr>
            <w:r w:rsidRPr="004402E0">
              <w:t>Create and Send Invoices for products or services; create A/R records</w:t>
            </w:r>
          </w:p>
          <w:p w14:paraId="67D17718" w14:textId="77777777" w:rsidR="004402E0" w:rsidRDefault="004402E0" w:rsidP="004402E0">
            <w:pPr>
              <w:pStyle w:val="TableText"/>
            </w:pPr>
          </w:p>
        </w:tc>
        <w:tc>
          <w:tcPr>
            <w:tcW w:w="3918" w:type="dxa"/>
          </w:tcPr>
          <w:p w14:paraId="69D2B25A" w14:textId="77777777" w:rsidR="004402E0" w:rsidRPr="004402E0" w:rsidRDefault="004402E0" w:rsidP="004402E0">
            <w:pPr>
              <w:pStyle w:val="TableText"/>
            </w:pPr>
            <w:r w:rsidRPr="004402E0">
              <w:t>Any party that provides goods or services may create a bill or invoice for those goods and services.  Invoicing is typically done through accounting systems that create accounts receivable records that will be credited when the customer (debtor) pays the invoice(s).</w:t>
            </w:r>
          </w:p>
        </w:tc>
        <w:tc>
          <w:tcPr>
            <w:tcW w:w="1669" w:type="dxa"/>
          </w:tcPr>
          <w:p w14:paraId="53111058" w14:textId="77777777" w:rsidR="004402E0" w:rsidRPr="004402E0" w:rsidRDefault="004402E0" w:rsidP="004402E0">
            <w:pPr>
              <w:pStyle w:val="TableText"/>
            </w:pPr>
            <w:r w:rsidRPr="004402E0">
              <w:t>Creditor</w:t>
            </w:r>
          </w:p>
        </w:tc>
      </w:tr>
      <w:tr w:rsidR="004402E0" w14:paraId="7E32C649" w14:textId="77777777" w:rsidTr="00CA6696">
        <w:tc>
          <w:tcPr>
            <w:tcW w:w="2778" w:type="dxa"/>
          </w:tcPr>
          <w:p w14:paraId="12D36460" w14:textId="77777777" w:rsidR="004402E0" w:rsidRPr="004402E0" w:rsidRDefault="004402E0" w:rsidP="004402E0">
            <w:pPr>
              <w:pStyle w:val="TableText"/>
            </w:pPr>
            <w:r w:rsidRPr="004402E0">
              <w:t>Receive Invoices and Create Accounts Payable</w:t>
            </w:r>
          </w:p>
          <w:p w14:paraId="52BE610F" w14:textId="77777777" w:rsidR="004402E0" w:rsidRDefault="004402E0" w:rsidP="004402E0">
            <w:pPr>
              <w:pStyle w:val="TableText"/>
            </w:pPr>
          </w:p>
        </w:tc>
        <w:tc>
          <w:tcPr>
            <w:tcW w:w="3918" w:type="dxa"/>
          </w:tcPr>
          <w:p w14:paraId="6C9E6067" w14:textId="77777777" w:rsidR="004402E0" w:rsidRPr="004402E0" w:rsidRDefault="004402E0" w:rsidP="004402E0">
            <w:pPr>
              <w:pStyle w:val="TableText"/>
            </w:pPr>
            <w:r w:rsidRPr="004402E0">
              <w:t>Upon receipt of bills and invoices, the debtor (typically) creates accounts payable records from which payments will be generated.  If there are discrepancies between items billed and goods or services received, notations may be made which could result in payable amounts that differ from the invoiced amounts.</w:t>
            </w:r>
          </w:p>
        </w:tc>
        <w:tc>
          <w:tcPr>
            <w:tcW w:w="1669" w:type="dxa"/>
          </w:tcPr>
          <w:p w14:paraId="12E53519" w14:textId="77777777" w:rsidR="004402E0" w:rsidRPr="004402E0" w:rsidRDefault="004402E0" w:rsidP="004402E0">
            <w:pPr>
              <w:pStyle w:val="TableText"/>
            </w:pPr>
            <w:r w:rsidRPr="004402E0">
              <w:t>Debtor</w:t>
            </w:r>
          </w:p>
        </w:tc>
      </w:tr>
      <w:tr w:rsidR="004402E0" w14:paraId="6A7EF4E4" w14:textId="77777777" w:rsidTr="00CA6696">
        <w:tc>
          <w:tcPr>
            <w:tcW w:w="2778" w:type="dxa"/>
          </w:tcPr>
          <w:p w14:paraId="7CEDE649" w14:textId="77777777" w:rsidR="004402E0" w:rsidRPr="004402E0" w:rsidRDefault="004402E0" w:rsidP="004402E0">
            <w:pPr>
              <w:pStyle w:val="TableText"/>
            </w:pPr>
            <w:r w:rsidRPr="004402E0">
              <w:t xml:space="preserve">Create payments and associated remittance message(s)  </w:t>
            </w:r>
          </w:p>
          <w:p w14:paraId="4DA883D1" w14:textId="77777777" w:rsidR="004402E0" w:rsidRDefault="004402E0" w:rsidP="004402E0">
            <w:pPr>
              <w:pStyle w:val="TableText"/>
            </w:pPr>
          </w:p>
        </w:tc>
        <w:tc>
          <w:tcPr>
            <w:tcW w:w="3918" w:type="dxa"/>
          </w:tcPr>
          <w:p w14:paraId="54D5C829" w14:textId="77777777" w:rsidR="004402E0" w:rsidRPr="004402E0" w:rsidRDefault="004402E0" w:rsidP="004402E0">
            <w:pPr>
              <w:pStyle w:val="TableText"/>
            </w:pPr>
            <w:r w:rsidRPr="004402E0">
              <w:t>Typically, A/P systems generate payments and associated remittance advice.  The transfer of funds between debtor and creditor is handled by their respective financial institutions acting as agents. The transmission and forwarding of the remittance advice may be handled directly by the debtor or either agent as described below.</w:t>
            </w:r>
          </w:p>
        </w:tc>
        <w:tc>
          <w:tcPr>
            <w:tcW w:w="1669" w:type="dxa"/>
          </w:tcPr>
          <w:p w14:paraId="286CA191" w14:textId="77777777" w:rsidR="004402E0" w:rsidRPr="004402E0" w:rsidRDefault="004402E0" w:rsidP="004402E0">
            <w:pPr>
              <w:pStyle w:val="TableText"/>
            </w:pPr>
            <w:r w:rsidRPr="004402E0">
              <w:t>Debtor</w:t>
            </w:r>
          </w:p>
        </w:tc>
      </w:tr>
      <w:tr w:rsidR="004402E0" w14:paraId="28FC45F3" w14:textId="77777777" w:rsidTr="00CA6696">
        <w:tc>
          <w:tcPr>
            <w:tcW w:w="2778" w:type="dxa"/>
          </w:tcPr>
          <w:p w14:paraId="2385B808" w14:textId="77777777" w:rsidR="004402E0" w:rsidRPr="004402E0" w:rsidRDefault="004402E0" w:rsidP="004402E0">
            <w:pPr>
              <w:pStyle w:val="TableText"/>
            </w:pPr>
            <w:r w:rsidRPr="004402E0">
              <w:t>Send remittance message directly to Creditor</w:t>
            </w:r>
          </w:p>
          <w:p w14:paraId="5BF1BF48" w14:textId="77777777" w:rsidR="004402E0" w:rsidRDefault="004402E0" w:rsidP="004402E0">
            <w:pPr>
              <w:pStyle w:val="TableText"/>
            </w:pPr>
          </w:p>
        </w:tc>
        <w:tc>
          <w:tcPr>
            <w:tcW w:w="3918" w:type="dxa"/>
          </w:tcPr>
          <w:p w14:paraId="644405B8" w14:textId="77777777" w:rsidR="004402E0" w:rsidRPr="004402E0" w:rsidRDefault="004402E0" w:rsidP="004402E0">
            <w:pPr>
              <w:pStyle w:val="TableText"/>
            </w:pPr>
            <w:r w:rsidRPr="004402E0">
              <w:t>The debtor may send remittance advice directly to creditor. This separates the payment and remittance immediately.</w:t>
            </w:r>
          </w:p>
        </w:tc>
        <w:tc>
          <w:tcPr>
            <w:tcW w:w="1669" w:type="dxa"/>
          </w:tcPr>
          <w:p w14:paraId="209C5882" w14:textId="77777777" w:rsidR="004402E0" w:rsidRPr="004402E0" w:rsidRDefault="004402E0" w:rsidP="004402E0">
            <w:pPr>
              <w:pStyle w:val="TableText"/>
            </w:pPr>
            <w:r w:rsidRPr="004402E0">
              <w:t xml:space="preserve">Debtor or Debtor Agent or Creditor Agent </w:t>
            </w:r>
          </w:p>
        </w:tc>
      </w:tr>
      <w:tr w:rsidR="004402E0" w14:paraId="48AFC96A" w14:textId="77777777" w:rsidTr="00CA6696">
        <w:tc>
          <w:tcPr>
            <w:tcW w:w="2778" w:type="dxa"/>
          </w:tcPr>
          <w:p w14:paraId="71144322" w14:textId="77777777" w:rsidR="004402E0" w:rsidRPr="004402E0" w:rsidRDefault="004402E0" w:rsidP="004402E0">
            <w:pPr>
              <w:pStyle w:val="TableText"/>
            </w:pPr>
            <w:r w:rsidRPr="004402E0">
              <w:t xml:space="preserve">Send remittance advice message </w:t>
            </w:r>
          </w:p>
          <w:p w14:paraId="3160509C" w14:textId="77777777" w:rsidR="004402E0" w:rsidRDefault="004402E0" w:rsidP="004402E0">
            <w:pPr>
              <w:pStyle w:val="TableText"/>
            </w:pPr>
          </w:p>
        </w:tc>
        <w:tc>
          <w:tcPr>
            <w:tcW w:w="3918" w:type="dxa"/>
          </w:tcPr>
          <w:p w14:paraId="570141D1" w14:textId="77777777" w:rsidR="004402E0" w:rsidRPr="004402E0" w:rsidRDefault="004402E0" w:rsidP="004402E0">
            <w:pPr>
              <w:pStyle w:val="TableText"/>
            </w:pPr>
            <w:r w:rsidRPr="004402E0">
              <w:t xml:space="preserve">The remittance advice may be attached to the payment or sent as a separate message. </w:t>
            </w:r>
          </w:p>
        </w:tc>
        <w:tc>
          <w:tcPr>
            <w:tcW w:w="1669" w:type="dxa"/>
          </w:tcPr>
          <w:p w14:paraId="6646E443" w14:textId="77777777" w:rsidR="004402E0" w:rsidRPr="004402E0" w:rsidRDefault="004402E0" w:rsidP="004402E0">
            <w:pPr>
              <w:pStyle w:val="TableText"/>
            </w:pPr>
            <w:r w:rsidRPr="004402E0">
              <w:t xml:space="preserve">Debtor or Debtor Agent or Creditor Agent </w:t>
            </w:r>
          </w:p>
        </w:tc>
      </w:tr>
      <w:tr w:rsidR="004402E0" w14:paraId="772EE821" w14:textId="77777777" w:rsidTr="00CA6696">
        <w:tc>
          <w:tcPr>
            <w:tcW w:w="2778" w:type="dxa"/>
          </w:tcPr>
          <w:p w14:paraId="1ACEB0A4" w14:textId="77777777" w:rsidR="004402E0" w:rsidRPr="004402E0" w:rsidRDefault="004402E0" w:rsidP="004402E0">
            <w:pPr>
              <w:pStyle w:val="TableText"/>
            </w:pPr>
            <w:r w:rsidRPr="004402E0">
              <w:t>Store/Post Remittance information; Create Remittance Location message</w:t>
            </w:r>
          </w:p>
          <w:p w14:paraId="065B41D9" w14:textId="77777777" w:rsidR="004402E0" w:rsidRDefault="004402E0" w:rsidP="004402E0">
            <w:pPr>
              <w:pStyle w:val="TableText"/>
            </w:pPr>
          </w:p>
        </w:tc>
        <w:tc>
          <w:tcPr>
            <w:tcW w:w="3918" w:type="dxa"/>
          </w:tcPr>
          <w:p w14:paraId="75F9D322" w14:textId="77777777" w:rsidR="004402E0" w:rsidRPr="004402E0" w:rsidRDefault="004402E0" w:rsidP="004402E0">
            <w:pPr>
              <w:pStyle w:val="TableText"/>
            </w:pPr>
            <w:r w:rsidRPr="004402E0">
              <w:t>The debtor may store the remittance advice at a previously arranged location for electronic access, or may send the remittance advice via post, email, fax or other non-electronic means.</w:t>
            </w:r>
          </w:p>
          <w:p w14:paraId="0C25AD20" w14:textId="77777777" w:rsidR="004402E0" w:rsidRPr="004402E0" w:rsidRDefault="004402E0" w:rsidP="004402E0">
            <w:pPr>
              <w:pStyle w:val="TableText"/>
            </w:pPr>
            <w:r w:rsidRPr="004402E0">
              <w:t>Similarly, the Debtor Agent or Creditor Agent may separate, store and provide electronic access to remittance advice as a service to their client; creating a Remittance Location message for the creditor.</w:t>
            </w:r>
          </w:p>
        </w:tc>
        <w:tc>
          <w:tcPr>
            <w:tcW w:w="1669" w:type="dxa"/>
          </w:tcPr>
          <w:p w14:paraId="1C6F5C26" w14:textId="77777777" w:rsidR="004402E0" w:rsidRPr="004402E0" w:rsidRDefault="004402E0" w:rsidP="004402E0">
            <w:pPr>
              <w:pStyle w:val="TableText"/>
            </w:pPr>
            <w:r w:rsidRPr="004402E0">
              <w:t>Debtor or Debtor Agent or Creditor Agent</w:t>
            </w:r>
          </w:p>
        </w:tc>
      </w:tr>
      <w:tr w:rsidR="004402E0" w14:paraId="61769B54" w14:textId="77777777" w:rsidTr="00CA6696">
        <w:tc>
          <w:tcPr>
            <w:tcW w:w="2778" w:type="dxa"/>
          </w:tcPr>
          <w:p w14:paraId="5D8C4162" w14:textId="77777777" w:rsidR="004402E0" w:rsidRPr="004402E0" w:rsidRDefault="004402E0" w:rsidP="004402E0">
            <w:pPr>
              <w:pStyle w:val="TableText"/>
            </w:pPr>
            <w:r w:rsidRPr="004402E0">
              <w:t>Send Remittance Location Message</w:t>
            </w:r>
          </w:p>
          <w:p w14:paraId="68B52F21" w14:textId="77777777" w:rsidR="004402E0" w:rsidRDefault="004402E0" w:rsidP="004402E0">
            <w:pPr>
              <w:pStyle w:val="TableText"/>
            </w:pPr>
          </w:p>
        </w:tc>
        <w:tc>
          <w:tcPr>
            <w:tcW w:w="3918" w:type="dxa"/>
          </w:tcPr>
          <w:p w14:paraId="09DDFFB9" w14:textId="77777777" w:rsidR="004402E0" w:rsidRPr="004402E0" w:rsidRDefault="004402E0" w:rsidP="004402E0">
            <w:pPr>
              <w:pStyle w:val="TableText"/>
            </w:pPr>
            <w:r w:rsidRPr="004402E0">
              <w:t>The party or agent who separates the remittance from the payment creates a Remittance Location message that the creditor will ultimately receive and use to locate remittance details.</w:t>
            </w:r>
          </w:p>
        </w:tc>
        <w:tc>
          <w:tcPr>
            <w:tcW w:w="1669" w:type="dxa"/>
          </w:tcPr>
          <w:p w14:paraId="24A823EA" w14:textId="77777777" w:rsidR="004402E0" w:rsidRPr="004402E0" w:rsidRDefault="004402E0" w:rsidP="004402E0">
            <w:pPr>
              <w:pStyle w:val="TableText"/>
            </w:pPr>
            <w:r w:rsidRPr="004402E0">
              <w:t xml:space="preserve">Debtor or Debtor Agent or Creditor Agent </w:t>
            </w:r>
          </w:p>
        </w:tc>
      </w:tr>
      <w:tr w:rsidR="004402E0" w14:paraId="36CB49E9" w14:textId="77777777" w:rsidTr="00CA6696">
        <w:tc>
          <w:tcPr>
            <w:tcW w:w="2778" w:type="dxa"/>
          </w:tcPr>
          <w:p w14:paraId="1E31BEC2" w14:textId="77777777" w:rsidR="004402E0" w:rsidRPr="004402E0" w:rsidRDefault="004402E0" w:rsidP="004402E0">
            <w:pPr>
              <w:pStyle w:val="TableText"/>
            </w:pPr>
            <w:r w:rsidRPr="004402E0">
              <w:t>Receive or retrieve remittance information</w:t>
            </w:r>
          </w:p>
          <w:p w14:paraId="756FD8C3" w14:textId="77777777" w:rsidR="004402E0" w:rsidRDefault="004402E0" w:rsidP="004402E0">
            <w:pPr>
              <w:pStyle w:val="TableText"/>
            </w:pPr>
          </w:p>
        </w:tc>
        <w:tc>
          <w:tcPr>
            <w:tcW w:w="3918" w:type="dxa"/>
          </w:tcPr>
          <w:p w14:paraId="5EDBAB32" w14:textId="77777777" w:rsidR="004402E0" w:rsidRPr="004402E0" w:rsidRDefault="004402E0" w:rsidP="004402E0">
            <w:pPr>
              <w:pStyle w:val="TableText"/>
            </w:pPr>
            <w:r w:rsidRPr="004402E0">
              <w:t>The creditor may receive the remittance advice or the remittance location message from the debtor or an agent.  The creditor then uses this information to update A/R records accordingly</w:t>
            </w:r>
          </w:p>
        </w:tc>
        <w:tc>
          <w:tcPr>
            <w:tcW w:w="1669" w:type="dxa"/>
          </w:tcPr>
          <w:p w14:paraId="2C438ED5" w14:textId="77777777" w:rsidR="004402E0" w:rsidRPr="002F0368" w:rsidRDefault="004402E0" w:rsidP="004402E0">
            <w:pPr>
              <w:pStyle w:val="TableText"/>
              <w:rPr>
                <w:sz w:val="20"/>
              </w:rPr>
            </w:pPr>
            <w:r w:rsidRPr="004402E0">
              <w:t>Creditor</w:t>
            </w:r>
          </w:p>
        </w:tc>
      </w:tr>
      <w:tr w:rsidR="004402E0" w14:paraId="52662876" w14:textId="77777777" w:rsidTr="00CA6696">
        <w:tc>
          <w:tcPr>
            <w:tcW w:w="2778" w:type="dxa"/>
          </w:tcPr>
          <w:p w14:paraId="2FDF42E4" w14:textId="77777777" w:rsidR="004402E0" w:rsidRPr="004402E0" w:rsidRDefault="004402E0" w:rsidP="004402E0">
            <w:pPr>
              <w:pStyle w:val="TableText"/>
            </w:pPr>
            <w:r w:rsidRPr="004402E0">
              <w:t>Associate payments with A/R</w:t>
            </w:r>
          </w:p>
          <w:p w14:paraId="2315F71A" w14:textId="77777777" w:rsidR="004402E0" w:rsidRDefault="004402E0" w:rsidP="004402E0">
            <w:pPr>
              <w:pStyle w:val="TableText"/>
            </w:pPr>
          </w:p>
        </w:tc>
        <w:tc>
          <w:tcPr>
            <w:tcW w:w="3918" w:type="dxa"/>
          </w:tcPr>
          <w:p w14:paraId="1CB564DB" w14:textId="77777777" w:rsidR="004402E0" w:rsidRPr="004402E0" w:rsidRDefault="004402E0" w:rsidP="004402E0">
            <w:pPr>
              <w:pStyle w:val="TableText"/>
            </w:pPr>
            <w:r w:rsidRPr="004402E0">
              <w:t>The payment records and the remittance records include appropriate cross reference ids to facilitate matching (re-association) and reconciliation.</w:t>
            </w:r>
          </w:p>
        </w:tc>
        <w:tc>
          <w:tcPr>
            <w:tcW w:w="1669" w:type="dxa"/>
          </w:tcPr>
          <w:p w14:paraId="75EAF92D" w14:textId="77777777" w:rsidR="004402E0" w:rsidRPr="002F0368" w:rsidRDefault="004402E0" w:rsidP="004402E0">
            <w:pPr>
              <w:pStyle w:val="TableText"/>
              <w:rPr>
                <w:sz w:val="20"/>
              </w:rPr>
            </w:pPr>
            <w:r w:rsidRPr="004402E0">
              <w:t>Creditor</w:t>
            </w:r>
          </w:p>
        </w:tc>
      </w:tr>
      <w:tr w:rsidR="004402E0" w14:paraId="363043A1" w14:textId="77777777" w:rsidTr="00CA6696">
        <w:tc>
          <w:tcPr>
            <w:tcW w:w="2778" w:type="dxa"/>
          </w:tcPr>
          <w:p w14:paraId="342B0D1C" w14:textId="77777777" w:rsidR="004402E0" w:rsidRPr="004402E0" w:rsidRDefault="004402E0" w:rsidP="004402E0">
            <w:pPr>
              <w:pStyle w:val="TableText"/>
            </w:pPr>
            <w:r w:rsidRPr="004402E0">
              <w:t>Reconcile A/R</w:t>
            </w:r>
          </w:p>
          <w:p w14:paraId="72A2C7A1" w14:textId="77777777" w:rsidR="004402E0" w:rsidRDefault="004402E0" w:rsidP="004402E0">
            <w:pPr>
              <w:pStyle w:val="TableText"/>
            </w:pPr>
          </w:p>
        </w:tc>
        <w:tc>
          <w:tcPr>
            <w:tcW w:w="3918" w:type="dxa"/>
          </w:tcPr>
          <w:p w14:paraId="69D1713C" w14:textId="77777777" w:rsidR="004402E0" w:rsidRPr="004402E0" w:rsidRDefault="004402E0" w:rsidP="004402E0">
            <w:pPr>
              <w:pStyle w:val="TableText"/>
            </w:pPr>
            <w:r w:rsidRPr="004402E0">
              <w:t xml:space="preserve">The remittance advice message carries enough information for the creditor to reconcile payments, disputes, discounts, etc. </w:t>
            </w:r>
          </w:p>
        </w:tc>
        <w:tc>
          <w:tcPr>
            <w:tcW w:w="1669" w:type="dxa"/>
          </w:tcPr>
          <w:p w14:paraId="22F1ED7B" w14:textId="77777777" w:rsidR="004402E0" w:rsidRPr="002F0368" w:rsidRDefault="004402E0" w:rsidP="004402E0">
            <w:pPr>
              <w:pStyle w:val="TableText"/>
              <w:rPr>
                <w:sz w:val="20"/>
              </w:rPr>
            </w:pPr>
            <w:r w:rsidRPr="004402E0">
              <w:t>Creditor</w:t>
            </w:r>
          </w:p>
        </w:tc>
      </w:tr>
      <w:tr w:rsidR="004402E0" w14:paraId="6403322B" w14:textId="77777777" w:rsidTr="00CA6696">
        <w:tc>
          <w:tcPr>
            <w:tcW w:w="2778" w:type="dxa"/>
          </w:tcPr>
          <w:p w14:paraId="749F36F3" w14:textId="77777777" w:rsidR="004402E0" w:rsidRPr="004402E0" w:rsidRDefault="004402E0" w:rsidP="004402E0">
            <w:pPr>
              <w:pStyle w:val="TableText"/>
            </w:pPr>
            <w:r w:rsidRPr="004402E0">
              <w:t>Send Remittance Advice (or Remittance Location Advice) to Debtor</w:t>
            </w:r>
          </w:p>
          <w:p w14:paraId="1B0C02B6" w14:textId="77777777" w:rsidR="004402E0" w:rsidRDefault="004402E0" w:rsidP="004402E0">
            <w:pPr>
              <w:pStyle w:val="TableText"/>
            </w:pPr>
          </w:p>
        </w:tc>
        <w:tc>
          <w:tcPr>
            <w:tcW w:w="3918" w:type="dxa"/>
          </w:tcPr>
          <w:p w14:paraId="36D0D277" w14:textId="77777777" w:rsidR="004402E0" w:rsidRPr="004402E0" w:rsidRDefault="004402E0" w:rsidP="004402E0">
            <w:pPr>
              <w:pStyle w:val="TableText"/>
            </w:pPr>
            <w:r w:rsidRPr="004402E0">
              <w:t>In the Direct Debit scenario the Creditor has the ability to initiate payment via Direct Debit.  Therefore, in a reversal of roles, it is the Creditor who provides the remittance information back to the Debtor.</w:t>
            </w:r>
          </w:p>
        </w:tc>
        <w:tc>
          <w:tcPr>
            <w:tcW w:w="1669" w:type="dxa"/>
          </w:tcPr>
          <w:p w14:paraId="0426EA9D" w14:textId="77777777" w:rsidR="004402E0" w:rsidRPr="004402E0" w:rsidRDefault="004402E0" w:rsidP="004402E0">
            <w:pPr>
              <w:pStyle w:val="TableText"/>
            </w:pPr>
            <w:r w:rsidRPr="004402E0">
              <w:t>Creditor</w:t>
            </w:r>
          </w:p>
        </w:tc>
      </w:tr>
      <w:tr w:rsidR="004402E0" w14:paraId="31B53433" w14:textId="77777777" w:rsidTr="00CA6696">
        <w:tc>
          <w:tcPr>
            <w:tcW w:w="2778" w:type="dxa"/>
          </w:tcPr>
          <w:p w14:paraId="69A8911B" w14:textId="77777777" w:rsidR="004402E0" w:rsidRPr="004402E0" w:rsidRDefault="004402E0" w:rsidP="004402E0">
            <w:pPr>
              <w:pStyle w:val="TableText"/>
            </w:pPr>
            <w:r w:rsidRPr="004402E0">
              <w:t>Update A/P</w:t>
            </w:r>
          </w:p>
          <w:p w14:paraId="02D3B1D2" w14:textId="77777777" w:rsidR="004402E0" w:rsidRDefault="004402E0" w:rsidP="004402E0">
            <w:pPr>
              <w:pStyle w:val="TableText"/>
            </w:pPr>
          </w:p>
        </w:tc>
        <w:tc>
          <w:tcPr>
            <w:tcW w:w="3918" w:type="dxa"/>
          </w:tcPr>
          <w:p w14:paraId="0E59862E" w14:textId="77777777" w:rsidR="004402E0" w:rsidRPr="004402E0" w:rsidRDefault="004402E0" w:rsidP="004402E0">
            <w:pPr>
              <w:pStyle w:val="TableText"/>
            </w:pPr>
            <w:r w:rsidRPr="004402E0">
              <w:t>Accounts Payable records are updated when payment is made.  In the Direct Debit scenario, this may occur after RemittanceAdvice is received from Creditor</w:t>
            </w:r>
          </w:p>
        </w:tc>
        <w:tc>
          <w:tcPr>
            <w:tcW w:w="1669" w:type="dxa"/>
          </w:tcPr>
          <w:p w14:paraId="1B7D51BB" w14:textId="77777777" w:rsidR="004402E0" w:rsidRPr="004402E0" w:rsidRDefault="004402E0" w:rsidP="004402E0">
            <w:pPr>
              <w:pStyle w:val="TableText"/>
            </w:pPr>
            <w:r w:rsidRPr="004402E0">
              <w:t>Debtor</w:t>
            </w:r>
          </w:p>
        </w:tc>
      </w:tr>
    </w:tbl>
    <w:p w14:paraId="0FA04406" w14:textId="77777777" w:rsidR="004402E0" w:rsidRDefault="004402E0" w:rsidP="004402E0">
      <w:pPr>
        <w:pStyle w:val="Heading2"/>
      </w:pPr>
      <w:bookmarkStart w:id="20" w:name="_Toc57230181"/>
      <w:r>
        <w:t>P</w:t>
      </w:r>
      <w:r w:rsidRPr="004402E0">
        <w:t>ayment made via direct debit</w:t>
      </w:r>
      <w:bookmarkEnd w:id="20"/>
    </w:p>
    <w:p w14:paraId="125E5633" w14:textId="77777777" w:rsidR="004402E0" w:rsidRPr="004402E0" w:rsidRDefault="004402E0" w:rsidP="004402E0">
      <w:r w:rsidRPr="004402E0">
        <w:t xml:space="preserve">The diagram below illustrates the flow of messages when payment is made via direct debit.  In this case the remittance information flows from creditor to debtor. </w:t>
      </w:r>
    </w:p>
    <w:p w14:paraId="481DA8F6" w14:textId="77777777" w:rsidR="004402E0" w:rsidRPr="004402E0" w:rsidRDefault="004402E0" w:rsidP="004402E0">
      <w:r w:rsidRPr="004402E0">
        <w:rPr>
          <w:noProof/>
          <w:lang w:eastAsia="en-GB"/>
        </w:rPr>
        <w:drawing>
          <wp:inline distT="0" distB="0" distL="0" distR="0" wp14:anchorId="19E25E54" wp14:editId="1C4983DA">
            <wp:extent cx="5904865" cy="4526834"/>
            <wp:effectExtent l="0" t="0" r="63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4865" cy="4526834"/>
                    </a:xfrm>
                    <a:prstGeom prst="rect">
                      <a:avLst/>
                    </a:prstGeom>
                    <a:noFill/>
                    <a:ln>
                      <a:noFill/>
                    </a:ln>
                  </pic:spPr>
                </pic:pic>
              </a:graphicData>
            </a:graphic>
          </wp:inline>
        </w:drawing>
      </w:r>
    </w:p>
    <w:p w14:paraId="34E7B551" w14:textId="77777777" w:rsidR="004402E0" w:rsidRP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14:paraId="3823B6FF" w14:textId="77777777" w:rsidR="00B5372E" w:rsidRDefault="00B5372E" w:rsidP="00A8050C">
      <w:pPr>
        <w:pStyle w:val="Heading1"/>
      </w:pPr>
      <w:bookmarkStart w:id="21" w:name="_Toc57230182"/>
      <w:r w:rsidRPr="00863CED">
        <w:t>BusinessTransactions</w:t>
      </w:r>
      <w:bookmarkEnd w:id="21"/>
    </w:p>
    <w:p w14:paraId="4D3034EB"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4D6B04DF" w14:textId="77777777" w:rsidR="00927B48" w:rsidRPr="00927B48" w:rsidRDefault="00927B48" w:rsidP="00927B48">
      <w:pPr>
        <w:pStyle w:val="Heading2"/>
      </w:pPr>
      <w:bookmarkStart w:id="22" w:name="_Toc57230183"/>
      <w:bookmarkEnd w:id="5"/>
      <w:r>
        <w:t>Introduction</w:t>
      </w:r>
      <w:bookmarkEnd w:id="22"/>
    </w:p>
    <w:p w14:paraId="1DA6AF43" w14:textId="77777777" w:rsidR="00927B48" w:rsidRPr="00927B48" w:rsidRDefault="00927B48" w:rsidP="00927B48">
      <w:r w:rsidRPr="00927B48">
        <w:t>In order to understand these messages and use-cases, it is useful to understand the following key concepts.</w:t>
      </w:r>
    </w:p>
    <w:p w14:paraId="1E9E656C" w14:textId="77777777" w:rsidR="00927B48" w:rsidRPr="00927B48" w:rsidRDefault="00927B48" w:rsidP="00927B48">
      <w:r w:rsidRPr="00927B48">
        <w:t>Payment remittance information may continue to flow with the payment directly in the existing payment initiation messages.  (This document does not modify payment initiation messages.)</w:t>
      </w:r>
    </w:p>
    <w:p w14:paraId="3DA5B009" w14:textId="77777777" w:rsidR="00927B48" w:rsidRPr="00927B48" w:rsidRDefault="00927B48" w:rsidP="00927B48">
      <w:r w:rsidRPr="00927B48">
        <w:t>The remittance detail may be delivered separately through any convenient channel using the new RemittanceAdvice message described in this document.  (See Use-Case 1.)</w:t>
      </w:r>
    </w:p>
    <w:p w14:paraId="185F0DE8" w14:textId="77777777" w:rsidR="00927B48" w:rsidRPr="00927B48" w:rsidRDefault="00927B48" w:rsidP="00927B48">
      <w:r w:rsidRPr="00927B48">
        <w:t>The remittance detail may be housed in a separate location which can be accessed by the creditor.  The RemittanceLocationAdvice message described in this document provides the necessary information for the creditor to know that location. (See Use-Case 2.)</w:t>
      </w:r>
    </w:p>
    <w:p w14:paraId="11A53F72" w14:textId="77777777" w:rsidR="00927B48" w:rsidRDefault="00927B48" w:rsidP="00927B48">
      <w:r w:rsidRPr="00927B48">
        <w:t>Various parties in the communication chain may provide services to separate remittance information from the payment initiation and then send remittances (RemittanceAdvice) separately.  Alternatively, those institutions may store the remittance information and send RemittanceLocationAdvice messages to creditors.  This optional behavior is illustrated in many use-cases as shown below.</w:t>
      </w:r>
    </w:p>
    <w:p w14:paraId="0B7FBACE" w14:textId="77777777" w:rsidR="00927B48" w:rsidRDefault="00927B48" w:rsidP="00927B48">
      <w:pPr>
        <w:pStyle w:val="Graphic"/>
      </w:pPr>
      <w:r w:rsidRPr="00927B48">
        <w:br/>
      </w:r>
      <w:r w:rsidRPr="00927B48">
        <w:rPr>
          <w:noProof/>
          <w:lang w:eastAsia="en-GB"/>
        </w:rPr>
        <w:drawing>
          <wp:inline distT="0" distB="0" distL="0" distR="0" wp14:anchorId="04F13BA3" wp14:editId="358991F0">
            <wp:extent cx="4739640" cy="11811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39640" cy="1181100"/>
                    </a:xfrm>
                    <a:prstGeom prst="rect">
                      <a:avLst/>
                    </a:prstGeom>
                    <a:noFill/>
                    <a:ln>
                      <a:noFill/>
                    </a:ln>
                  </pic:spPr>
                </pic:pic>
              </a:graphicData>
            </a:graphic>
          </wp:inline>
        </w:drawing>
      </w:r>
      <w:r w:rsidRPr="00927B48">
        <w:br/>
      </w:r>
    </w:p>
    <w:p w14:paraId="3E2E21C4" w14:textId="77777777" w:rsidR="00927B48" w:rsidRPr="00927B48" w:rsidRDefault="00927B48" w:rsidP="00927B48">
      <w:r w:rsidRPr="00927B48">
        <w:t xml:space="preserve">In some cases, the CreditorAgent may perform cash management services, re-associating payment and remittance information on behalf of the creditor and subsequently reporting to the creditor via BankToCustomerStatement or BankToCustomerDebitCreditNotification messages. </w:t>
      </w:r>
    </w:p>
    <w:p w14:paraId="0AD22723" w14:textId="77777777" w:rsidR="00927B48" w:rsidRPr="00927B48" w:rsidRDefault="00927B48" w:rsidP="00927B48">
      <w:r w:rsidRPr="00927B48">
        <w:t>In all use-cases the business intent is for the debtor to communicate to the creditor what a payment is for.   Depending upon the business needs, the party originating or receiving the message may be Ultimate Creditor or Ultimate Debtor.</w:t>
      </w:r>
    </w:p>
    <w:p w14:paraId="3B340F68" w14:textId="77777777" w:rsidR="00927B48" w:rsidRPr="00927B48" w:rsidRDefault="00927B48" w:rsidP="00927B48">
      <w:pPr>
        <w:pStyle w:val="Heading2"/>
      </w:pPr>
      <w:bookmarkStart w:id="23" w:name="_Toc352227694"/>
      <w:bookmarkStart w:id="24" w:name="_Toc384800229"/>
      <w:bookmarkStart w:id="25" w:name="_Toc57230184"/>
      <w:r>
        <w:t>Remittance Advice is separate</w:t>
      </w:r>
      <w:r w:rsidRPr="00927B48">
        <w:t>d from the Payment</w:t>
      </w:r>
      <w:bookmarkEnd w:id="23"/>
      <w:r w:rsidRPr="00927B48">
        <w:t xml:space="preserve"> and sent directly to creditor</w:t>
      </w:r>
      <w:bookmarkEnd w:id="24"/>
      <w:bookmarkEnd w:id="25"/>
    </w:p>
    <w:p w14:paraId="573FCA44" w14:textId="77777777" w:rsidR="00927B48" w:rsidRPr="00927B48" w:rsidRDefault="00927B48" w:rsidP="00927B48">
      <w:r w:rsidRPr="00927B48">
        <w:t>The debtor is able to send the RemittanceAdvice directly to Creditor while the payment is sent through the Debtor Agent to the Creditor Agent.  The payment has been issued so the payment identifier is known by the Debtor and included in RemittanceAdvice message.</w:t>
      </w:r>
    </w:p>
    <w:p w14:paraId="453F8977" w14:textId="77777777" w:rsidR="00927B48" w:rsidRDefault="00927B48" w:rsidP="00927B48">
      <w:pPr>
        <w:pStyle w:val="Graphic"/>
      </w:pPr>
      <w:r w:rsidRPr="00927B48">
        <w:rPr>
          <w:noProof/>
          <w:lang w:eastAsia="en-GB"/>
        </w:rPr>
        <w:drawing>
          <wp:inline distT="0" distB="0" distL="0" distR="0" wp14:anchorId="1D27CFD8" wp14:editId="1B5D439A">
            <wp:extent cx="5943600" cy="18943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31897040" w14:textId="77777777" w:rsidR="00927B48" w:rsidRPr="00927B48" w:rsidRDefault="00927B48" w:rsidP="00927B48">
      <w:pPr>
        <w:pStyle w:val="Heading2"/>
      </w:pPr>
      <w:bookmarkStart w:id="26" w:name="_Toc352227695"/>
      <w:bookmarkStart w:id="27" w:name="_Toc384800230"/>
      <w:bookmarkStart w:id="28" w:name="_Toc57230185"/>
      <w:r>
        <w:t xml:space="preserve">Remittance Location Advice is </w:t>
      </w:r>
      <w:bookmarkEnd w:id="26"/>
      <w:r w:rsidRPr="00927B48">
        <w:t>sent directly to creditor</w:t>
      </w:r>
      <w:bookmarkEnd w:id="27"/>
      <w:bookmarkEnd w:id="28"/>
    </w:p>
    <w:p w14:paraId="00A40ED0" w14:textId="77777777" w:rsidR="00927B48" w:rsidRPr="00927B48" w:rsidRDefault="00927B48" w:rsidP="00927B48">
      <w:r w:rsidRPr="00927B48">
        <w:t>This Use-Case is similar to Use-Case 1 but the debtor sends a RemittanceLocationAdvice message rather than the RemittanceAdvice.  The RemittanceLocationAdvice informs the Creditor where the Remittance information will be found.</w:t>
      </w:r>
    </w:p>
    <w:p w14:paraId="30D8E096" w14:textId="77777777" w:rsidR="00927B48" w:rsidRDefault="00927B48" w:rsidP="00927B48">
      <w:pPr>
        <w:pStyle w:val="Graphic"/>
      </w:pPr>
      <w:r w:rsidRPr="00927B48">
        <w:rPr>
          <w:noProof/>
          <w:lang w:eastAsia="en-GB"/>
        </w:rPr>
        <w:drawing>
          <wp:inline distT="0" distB="0" distL="0" distR="0" wp14:anchorId="19BAFFDB" wp14:editId="35F6293C">
            <wp:extent cx="5943600" cy="1894377"/>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0B2C959E" w14:textId="77777777" w:rsidR="00927B48" w:rsidRDefault="00927B48" w:rsidP="00927B48">
      <w:r>
        <w:br w:type="page"/>
      </w:r>
    </w:p>
    <w:p w14:paraId="48747313" w14:textId="77777777" w:rsidR="00927B48" w:rsidRPr="00927B48" w:rsidRDefault="00927B48" w:rsidP="00927B48">
      <w:pPr>
        <w:pStyle w:val="Heading2"/>
      </w:pPr>
      <w:bookmarkStart w:id="29" w:name="_Toc352227696"/>
      <w:bookmarkStart w:id="30" w:name="_Ref380137678"/>
      <w:bookmarkStart w:id="31" w:name="_Ref380137702"/>
      <w:bookmarkStart w:id="32" w:name="_Toc384800231"/>
      <w:bookmarkStart w:id="33" w:name="_Toc57230186"/>
      <w:r>
        <w:t>Debtor Agent separates Remittance from Payment</w:t>
      </w:r>
      <w:bookmarkEnd w:id="29"/>
      <w:r w:rsidRPr="00927B48">
        <w:t xml:space="preserve"> and sends message to Creditor Agent</w:t>
      </w:r>
      <w:bookmarkEnd w:id="30"/>
      <w:bookmarkEnd w:id="31"/>
      <w:bookmarkEnd w:id="32"/>
      <w:bookmarkEnd w:id="33"/>
    </w:p>
    <w:p w14:paraId="366F8997" w14:textId="77777777" w:rsidR="00927B48" w:rsidRPr="00927B48" w:rsidRDefault="00927B48" w:rsidP="00927B48">
      <w:r w:rsidRPr="00927B48">
        <w:t>In this scenario the debtor sends the remittance along with the payment in the CustomerCreditTransferInitiation (pain.001) and the debtor’s FI separates the RemittanceAdvice and sends as a separate message to the Creditor Agent.</w:t>
      </w:r>
    </w:p>
    <w:p w14:paraId="6FFE3461" w14:textId="77777777" w:rsidR="00927B48" w:rsidRPr="00927B48" w:rsidRDefault="00927B48" w:rsidP="00927B48">
      <w:r w:rsidRPr="00927B48">
        <w:t>Alternatively, the Debtor Agent may send a RemittanceLocationAdvice instead of the RemittanceAdvice to the Creditor Agent who would then forward that to the Creditor.</w:t>
      </w:r>
    </w:p>
    <w:p w14:paraId="062C54DE" w14:textId="77777777" w:rsidR="00927B48" w:rsidRDefault="00927B48" w:rsidP="00927B48">
      <w:pPr>
        <w:pStyle w:val="Graphic"/>
      </w:pPr>
      <w:r w:rsidRPr="00927B48">
        <w:rPr>
          <w:noProof/>
          <w:lang w:eastAsia="en-GB"/>
        </w:rPr>
        <w:drawing>
          <wp:inline distT="0" distB="0" distL="0" distR="0" wp14:anchorId="236D9329" wp14:editId="3DB34969">
            <wp:extent cx="5361940" cy="3969385"/>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61940" cy="3969385"/>
                    </a:xfrm>
                    <a:prstGeom prst="rect">
                      <a:avLst/>
                    </a:prstGeom>
                    <a:noFill/>
                    <a:ln>
                      <a:noFill/>
                    </a:ln>
                  </pic:spPr>
                </pic:pic>
              </a:graphicData>
            </a:graphic>
          </wp:inline>
        </w:drawing>
      </w:r>
    </w:p>
    <w:p w14:paraId="6DC08437" w14:textId="77777777" w:rsidR="00927B48" w:rsidRDefault="00927B48" w:rsidP="00927B48">
      <w:r>
        <w:br w:type="page"/>
      </w:r>
    </w:p>
    <w:p w14:paraId="0D9D1B55" w14:textId="77777777" w:rsidR="00927B48" w:rsidRDefault="00927B48" w:rsidP="00927B48">
      <w:pPr>
        <w:pStyle w:val="Heading2"/>
      </w:pPr>
      <w:bookmarkStart w:id="34" w:name="_Toc352227697"/>
      <w:bookmarkStart w:id="35" w:name="_Toc384800232"/>
      <w:bookmarkStart w:id="36" w:name="_Toc57230187"/>
      <w:r>
        <w:t>Creditor Agent separates Remittance from Payment and Delivers Remittance Advice to Creditor</w:t>
      </w:r>
      <w:bookmarkEnd w:id="34"/>
      <w:bookmarkEnd w:id="35"/>
      <w:bookmarkEnd w:id="36"/>
    </w:p>
    <w:p w14:paraId="5F2E4E57" w14:textId="77777777" w:rsidR="00927B48" w:rsidRPr="00927B48" w:rsidRDefault="00927B48" w:rsidP="00927B48">
      <w:r w:rsidRPr="00927B48">
        <w:t xml:space="preserve">This scenario is similar to Section </w:t>
      </w:r>
      <w:r w:rsidRPr="00927B48">
        <w:fldChar w:fldCharType="begin"/>
      </w:r>
      <w:r w:rsidRPr="00927B48">
        <w:instrText xml:space="preserve"> REF _Ref380137678 \r \h </w:instrText>
      </w:r>
      <w:r w:rsidRPr="00927B48">
        <w:fldChar w:fldCharType="separate"/>
      </w:r>
      <w:r w:rsidRPr="00927B48">
        <w:t>6.3</w:t>
      </w:r>
      <w:r w:rsidRPr="00927B48">
        <w:fldChar w:fldCharType="end"/>
      </w:r>
      <w:r w:rsidRPr="00927B48">
        <w:t xml:space="preserve">, however, in this scenario the Creditor Agent rather than the Debtor Agent separates the Remittance Advice from the payment messages. </w:t>
      </w:r>
    </w:p>
    <w:p w14:paraId="0E803DDE" w14:textId="77777777" w:rsidR="00927B48" w:rsidRPr="00927B48" w:rsidRDefault="00927B48" w:rsidP="00927B48">
      <w:r w:rsidRPr="00927B48">
        <w:t>Alternatively, the Creditor Agent can provide a RemittanceLocationAdvice to the Creditor rather than RemittanceAdvice.  For example, the Creditor Agent might provide a service to store RemittanceAdvice and present the remittance on demand.</w:t>
      </w:r>
    </w:p>
    <w:p w14:paraId="68D23474" w14:textId="77777777" w:rsidR="00927B48" w:rsidRPr="00927B48" w:rsidRDefault="00927B48" w:rsidP="00927B48"/>
    <w:p w14:paraId="633338EE" w14:textId="77777777" w:rsidR="00927B48" w:rsidRDefault="00927B48" w:rsidP="00927B48">
      <w:pPr>
        <w:pStyle w:val="Graphic"/>
      </w:pPr>
      <w:r w:rsidRPr="00927B48">
        <w:rPr>
          <w:noProof/>
          <w:lang w:eastAsia="en-GB"/>
        </w:rPr>
        <w:drawing>
          <wp:inline distT="0" distB="0" distL="0" distR="0" wp14:anchorId="0CFFB07C" wp14:editId="4822317B">
            <wp:extent cx="5361940" cy="250063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61940" cy="2500630"/>
                    </a:xfrm>
                    <a:prstGeom prst="rect">
                      <a:avLst/>
                    </a:prstGeom>
                    <a:noFill/>
                    <a:ln>
                      <a:noFill/>
                    </a:ln>
                  </pic:spPr>
                </pic:pic>
              </a:graphicData>
            </a:graphic>
          </wp:inline>
        </w:drawing>
      </w:r>
    </w:p>
    <w:p w14:paraId="3F1BE6CA" w14:textId="77777777" w:rsidR="00927B48" w:rsidRDefault="00927B48" w:rsidP="00927B48">
      <w:pPr>
        <w:pStyle w:val="Heading2"/>
      </w:pPr>
      <w:bookmarkStart w:id="37" w:name="_Toc352227698"/>
      <w:bookmarkStart w:id="38" w:name="_Toc384800233"/>
      <w:bookmarkStart w:id="39" w:name="_Toc57230188"/>
      <w:r>
        <w:t>Debtor Agent separates Remittance from Payment and Sends Remittance Advice to Creditor</w:t>
      </w:r>
      <w:bookmarkEnd w:id="37"/>
      <w:bookmarkEnd w:id="38"/>
      <w:bookmarkEnd w:id="39"/>
    </w:p>
    <w:p w14:paraId="2C71B58A" w14:textId="77777777" w:rsidR="00927B48" w:rsidRPr="00927B48" w:rsidRDefault="00927B48" w:rsidP="00927B48">
      <w:r w:rsidRPr="00927B48">
        <w:t xml:space="preserve">This scenario is also similar to Section </w:t>
      </w:r>
      <w:r w:rsidRPr="00927B48">
        <w:fldChar w:fldCharType="begin"/>
      </w:r>
      <w:r w:rsidRPr="00927B48">
        <w:instrText xml:space="preserve"> REF _Ref380137702 \r \h </w:instrText>
      </w:r>
      <w:r w:rsidRPr="00927B48">
        <w:fldChar w:fldCharType="separate"/>
      </w:r>
      <w:r w:rsidRPr="00927B48">
        <w:t>6.3</w:t>
      </w:r>
      <w:r w:rsidRPr="00927B48">
        <w:fldChar w:fldCharType="end"/>
      </w:r>
      <w:r w:rsidRPr="00927B48">
        <w:t xml:space="preserve">. However, in this scenario the Debtor Agent sends the RemittanceAdvice directly to the Creditor rather than the Creditor Agent. </w:t>
      </w:r>
    </w:p>
    <w:p w14:paraId="214E4707" w14:textId="77777777" w:rsidR="00927B48" w:rsidRPr="00927B48" w:rsidRDefault="00927B48" w:rsidP="00927B48">
      <w:r w:rsidRPr="00927B48">
        <w:t>Alternatively, the Debtor Agent may send a RemittanceLocationAdvice to the Creditor.</w:t>
      </w:r>
    </w:p>
    <w:p w14:paraId="53078D7E" w14:textId="77777777" w:rsidR="00927B48" w:rsidRDefault="00927B48" w:rsidP="00927B48">
      <w:pPr>
        <w:pStyle w:val="Graphic"/>
      </w:pPr>
      <w:r w:rsidRPr="00927B48">
        <w:rPr>
          <w:noProof/>
          <w:lang w:eastAsia="en-GB"/>
        </w:rPr>
        <w:drawing>
          <wp:inline distT="0" distB="0" distL="0" distR="0" wp14:anchorId="31EB5298" wp14:editId="2BCC636B">
            <wp:extent cx="5361940" cy="2549525"/>
            <wp:effectExtent l="0" t="0" r="0" b="317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61940" cy="2549525"/>
                    </a:xfrm>
                    <a:prstGeom prst="rect">
                      <a:avLst/>
                    </a:prstGeom>
                    <a:noFill/>
                    <a:ln>
                      <a:noFill/>
                    </a:ln>
                  </pic:spPr>
                </pic:pic>
              </a:graphicData>
            </a:graphic>
          </wp:inline>
        </w:drawing>
      </w:r>
    </w:p>
    <w:p w14:paraId="63CBEC38" w14:textId="77777777" w:rsidR="00927B48" w:rsidRDefault="00927B48" w:rsidP="00927B48"/>
    <w:p w14:paraId="21320B32" w14:textId="77777777" w:rsidR="00927B48" w:rsidRPr="00927B48" w:rsidRDefault="00927B48" w:rsidP="00927B48">
      <w:pPr>
        <w:pStyle w:val="Heading2"/>
      </w:pPr>
      <w:bookmarkStart w:id="40" w:name="_Toc384800234"/>
      <w:bookmarkStart w:id="41" w:name="_Toc57230189"/>
      <w:r>
        <w:t>Payment is Direct Debit, Creditor sends Remittance Advice to Debtor</w:t>
      </w:r>
      <w:bookmarkEnd w:id="40"/>
      <w:bookmarkEnd w:id="41"/>
    </w:p>
    <w:p w14:paraId="17E43164" w14:textId="77777777" w:rsidR="00927B48" w:rsidRPr="00927B48" w:rsidRDefault="00927B48" w:rsidP="00927B48">
      <w:r w:rsidRPr="00927B48">
        <w:t>In this case the RemittanceAdvice will be sent to the debtor rather than the creditor.  The creditor already knows what the payment is for because the creditor is using a Direct Debit against the debtor’s account for payment.</w:t>
      </w:r>
    </w:p>
    <w:p w14:paraId="284793F5" w14:textId="77777777" w:rsidR="00927B48" w:rsidRPr="00927B48" w:rsidRDefault="00927B48" w:rsidP="00927B48">
      <w:r w:rsidRPr="00927B48">
        <w:t>The creditor sends a CustomerDirectDebit initation to its Creditor Agent which, in turn, sends the direct debit message to the Debtor Agent.  At the same time, the creditor sends both an invoice and remittance advice to the debtor.   As with other scenarios, the creditor may send a RemittanceLocationAdvice rather the RemittanceAdvice to the debtor.</w:t>
      </w:r>
    </w:p>
    <w:p w14:paraId="5D03F48B" w14:textId="77777777" w:rsidR="00927B48" w:rsidRPr="00927B48" w:rsidRDefault="00927B48" w:rsidP="00927B48"/>
    <w:p w14:paraId="7BC970D4" w14:textId="77777777" w:rsidR="00927B48" w:rsidRDefault="00927B48" w:rsidP="00927B48">
      <w:pPr>
        <w:pStyle w:val="Graphic"/>
      </w:pPr>
      <w:r w:rsidRPr="00927B48">
        <w:rPr>
          <w:noProof/>
          <w:lang w:eastAsia="en-GB"/>
        </w:rPr>
        <w:drawing>
          <wp:inline distT="0" distB="0" distL="0" distR="0" wp14:anchorId="447C3D7E" wp14:editId="6D4FED74">
            <wp:extent cx="5361940" cy="3442970"/>
            <wp:effectExtent l="0" t="0" r="0" b="508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1940" cy="3442970"/>
                    </a:xfrm>
                    <a:prstGeom prst="rect">
                      <a:avLst/>
                    </a:prstGeom>
                    <a:noFill/>
                    <a:ln>
                      <a:noFill/>
                    </a:ln>
                  </pic:spPr>
                </pic:pic>
              </a:graphicData>
            </a:graphic>
          </wp:inline>
        </w:drawing>
      </w:r>
    </w:p>
    <w:p w14:paraId="79FA6A46" w14:textId="77777777" w:rsidR="00927B48" w:rsidRDefault="00927B48" w:rsidP="00927B48">
      <w:pPr>
        <w:pStyle w:val="Heading2"/>
      </w:pPr>
      <w:bookmarkStart w:id="42" w:name="_Toc352227700"/>
      <w:bookmarkStart w:id="43" w:name="_Toc384800235"/>
      <w:bookmarkStart w:id="44" w:name="_Toc57230190"/>
      <w:r>
        <w:t>Full bank-operated cash management</w:t>
      </w:r>
      <w:bookmarkEnd w:id="42"/>
      <w:bookmarkEnd w:id="43"/>
      <w:bookmarkEnd w:id="44"/>
    </w:p>
    <w:p w14:paraId="16CC09FA" w14:textId="77777777" w:rsidR="00927B48" w:rsidRPr="00927B48" w:rsidRDefault="00927B48" w:rsidP="00927B48">
      <w:r w:rsidRPr="00927B48">
        <w:t>The payee’s bank links the remittance data to the credit transfer and reports the remittance information on account statement or credit notification.</w:t>
      </w:r>
    </w:p>
    <w:p w14:paraId="2CA769C1" w14:textId="77777777" w:rsidR="00927B48" w:rsidRPr="00927B48" w:rsidRDefault="00927B48" w:rsidP="00927B48"/>
    <w:p w14:paraId="2D90D1DA" w14:textId="77777777" w:rsidR="00927B48" w:rsidRDefault="00927B48" w:rsidP="00927B48">
      <w:pPr>
        <w:pStyle w:val="Graphic"/>
      </w:pPr>
      <w:r w:rsidRPr="00927B48">
        <w:rPr>
          <w:noProof/>
          <w:lang w:eastAsia="en-GB"/>
        </w:rPr>
        <w:drawing>
          <wp:inline distT="0" distB="0" distL="0" distR="0" wp14:anchorId="79F9309B" wp14:editId="67CA98D3">
            <wp:extent cx="5431155" cy="4197985"/>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31155" cy="4197985"/>
                    </a:xfrm>
                    <a:prstGeom prst="rect">
                      <a:avLst/>
                    </a:prstGeom>
                    <a:noFill/>
                    <a:ln>
                      <a:noFill/>
                    </a:ln>
                  </pic:spPr>
                </pic:pic>
              </a:graphicData>
            </a:graphic>
          </wp:inline>
        </w:drawing>
      </w:r>
    </w:p>
    <w:p w14:paraId="27CF6FA3" w14:textId="77777777" w:rsidR="00927B48" w:rsidRDefault="00927B48" w:rsidP="00927B48"/>
    <w:p w14:paraId="5BFA9914" w14:textId="77777777" w:rsidR="00927B48" w:rsidRPr="00E70E7C" w:rsidRDefault="00927B48" w:rsidP="00927B48">
      <w:pPr>
        <w:sectPr w:rsidR="00927B48" w:rsidRPr="00E70E7C" w:rsidSect="00927B48">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37CF7E71" w14:textId="77777777" w:rsidR="00927B48" w:rsidRPr="00927B48" w:rsidRDefault="00927B48" w:rsidP="00927B48">
      <w:pPr>
        <w:pStyle w:val="Heading1"/>
      </w:pPr>
      <w:bookmarkStart w:id="45" w:name="_Toc348941504"/>
      <w:bookmarkStart w:id="46" w:name="_Toc384800236"/>
      <w:bookmarkStart w:id="47" w:name="_Toc57230191"/>
      <w:r w:rsidRPr="00AB186C">
        <w:t>Revision Record</w:t>
      </w:r>
      <w:bookmarkEnd w:id="45"/>
      <w:bookmarkEnd w:id="46"/>
      <w:bookmarkEnd w:id="47"/>
    </w:p>
    <w:p w14:paraId="2E32774A" w14:textId="77777777" w:rsidR="00927B48" w:rsidRPr="00927B48" w:rsidRDefault="00927B48" w:rsidP="00927B48"/>
    <w:tbl>
      <w:tblPr>
        <w:tblStyle w:val="TableGrid"/>
        <w:tblW w:w="0" w:type="auto"/>
        <w:tblLook w:val="04A0" w:firstRow="1" w:lastRow="0" w:firstColumn="1" w:lastColumn="0" w:noHBand="0" w:noVBand="1"/>
      </w:tblPr>
      <w:tblGrid>
        <w:gridCol w:w="1656"/>
        <w:gridCol w:w="1690"/>
        <w:gridCol w:w="1675"/>
        <w:gridCol w:w="1707"/>
        <w:gridCol w:w="1655"/>
      </w:tblGrid>
      <w:tr w:rsidR="00927B48" w:rsidRPr="000A3BA9" w14:paraId="3CC7CBDC" w14:textId="77777777" w:rsidTr="00927B48">
        <w:tc>
          <w:tcPr>
            <w:tcW w:w="1656" w:type="dxa"/>
          </w:tcPr>
          <w:p w14:paraId="61171B3C" w14:textId="77777777" w:rsidR="00927B48" w:rsidRPr="00927B48" w:rsidRDefault="00927B48" w:rsidP="00927B48">
            <w:r w:rsidRPr="00927B48">
              <w:t>Revision</w:t>
            </w:r>
          </w:p>
        </w:tc>
        <w:tc>
          <w:tcPr>
            <w:tcW w:w="1690" w:type="dxa"/>
          </w:tcPr>
          <w:p w14:paraId="4E7CC654" w14:textId="77777777" w:rsidR="00927B48" w:rsidRPr="00927B48" w:rsidRDefault="00927B48" w:rsidP="00927B48">
            <w:r w:rsidRPr="00927B48">
              <w:t>Date</w:t>
            </w:r>
          </w:p>
        </w:tc>
        <w:tc>
          <w:tcPr>
            <w:tcW w:w="1675" w:type="dxa"/>
          </w:tcPr>
          <w:p w14:paraId="23D1762F" w14:textId="77777777" w:rsidR="00927B48" w:rsidRPr="00927B48" w:rsidRDefault="00927B48" w:rsidP="00927B48">
            <w:r w:rsidRPr="00927B48">
              <w:t>Author</w:t>
            </w:r>
          </w:p>
        </w:tc>
        <w:tc>
          <w:tcPr>
            <w:tcW w:w="1707" w:type="dxa"/>
          </w:tcPr>
          <w:p w14:paraId="35AFB19B" w14:textId="77777777" w:rsidR="00927B48" w:rsidRPr="00927B48" w:rsidRDefault="00927B48" w:rsidP="00927B48">
            <w:r w:rsidRPr="00927B48">
              <w:t>Description</w:t>
            </w:r>
          </w:p>
        </w:tc>
        <w:tc>
          <w:tcPr>
            <w:tcW w:w="1655" w:type="dxa"/>
          </w:tcPr>
          <w:p w14:paraId="303D5A8E" w14:textId="77777777" w:rsidR="00927B48" w:rsidRPr="00927B48" w:rsidRDefault="00927B48" w:rsidP="00927B48">
            <w:r w:rsidRPr="00927B48">
              <w:t>Sections affected</w:t>
            </w:r>
          </w:p>
        </w:tc>
      </w:tr>
      <w:tr w:rsidR="00927B48" w:rsidRPr="000A3BA9" w14:paraId="09D6D82F" w14:textId="77777777" w:rsidTr="00927B48">
        <w:tc>
          <w:tcPr>
            <w:tcW w:w="1656" w:type="dxa"/>
          </w:tcPr>
          <w:p w14:paraId="57E47B55" w14:textId="77777777" w:rsidR="00927B48" w:rsidRPr="004A681C" w:rsidRDefault="00B84D28" w:rsidP="0067269C">
            <w:r>
              <w:t>1.0</w:t>
            </w:r>
          </w:p>
        </w:tc>
        <w:tc>
          <w:tcPr>
            <w:tcW w:w="1690" w:type="dxa"/>
          </w:tcPr>
          <w:p w14:paraId="735C3F7F" w14:textId="748CA82A" w:rsidR="00927B48" w:rsidRPr="004A681C" w:rsidRDefault="00927B48" w:rsidP="004E6D76">
            <w:r w:rsidRPr="004A681C">
              <w:t>01 December 20</w:t>
            </w:r>
            <w:r w:rsidR="004E6D76">
              <w:t>20</w:t>
            </w:r>
          </w:p>
        </w:tc>
        <w:tc>
          <w:tcPr>
            <w:tcW w:w="1675" w:type="dxa"/>
          </w:tcPr>
          <w:p w14:paraId="34FCE040" w14:textId="77777777" w:rsidR="00927B48" w:rsidRPr="004A681C" w:rsidRDefault="00927B48" w:rsidP="00927B48">
            <w:r w:rsidRPr="004A681C">
              <w:t>SWIFT</w:t>
            </w:r>
            <w:r>
              <w:t xml:space="preserve">, on behalf of </w:t>
            </w:r>
            <w:r w:rsidRPr="00927B48">
              <w:t>IFX/OAGi</w:t>
            </w:r>
          </w:p>
        </w:tc>
        <w:tc>
          <w:tcPr>
            <w:tcW w:w="1707" w:type="dxa"/>
          </w:tcPr>
          <w:p w14:paraId="6433CD7E" w14:textId="77777777" w:rsidR="00927B48" w:rsidRPr="004A681C" w:rsidRDefault="00927B48" w:rsidP="00927B48">
            <w:r w:rsidRPr="004A681C">
              <w:t>Draft version for SEG review</w:t>
            </w:r>
          </w:p>
        </w:tc>
        <w:tc>
          <w:tcPr>
            <w:tcW w:w="1655" w:type="dxa"/>
          </w:tcPr>
          <w:p w14:paraId="325F373C" w14:textId="77777777" w:rsidR="00927B48" w:rsidRPr="004A681C" w:rsidRDefault="00927B48" w:rsidP="00927B48">
            <w:r w:rsidRPr="004A681C">
              <w:t>All</w:t>
            </w:r>
          </w:p>
        </w:tc>
      </w:tr>
      <w:tr w:rsidR="00927B48" w:rsidRPr="000A3BA9" w14:paraId="13A09599" w14:textId="77777777" w:rsidTr="00927B48">
        <w:tc>
          <w:tcPr>
            <w:tcW w:w="1656" w:type="dxa"/>
          </w:tcPr>
          <w:p w14:paraId="12303F52" w14:textId="052B68FE" w:rsidR="00927B48" w:rsidRPr="00927B48" w:rsidRDefault="00AF30DD" w:rsidP="00927B48">
            <w:r>
              <w:t>2.0</w:t>
            </w:r>
          </w:p>
        </w:tc>
        <w:tc>
          <w:tcPr>
            <w:tcW w:w="1690" w:type="dxa"/>
          </w:tcPr>
          <w:p w14:paraId="5FF9E1C3" w14:textId="2A7CE55C" w:rsidR="00A42807" w:rsidRPr="00927B48" w:rsidRDefault="00AF30DD" w:rsidP="00927B48">
            <w:r>
              <w:t>February 2021</w:t>
            </w:r>
          </w:p>
        </w:tc>
        <w:tc>
          <w:tcPr>
            <w:tcW w:w="1675" w:type="dxa"/>
          </w:tcPr>
          <w:p w14:paraId="1056DFCB" w14:textId="062A25B5" w:rsidR="00927B48" w:rsidRPr="00927B48" w:rsidRDefault="00AF30DD" w:rsidP="00927B48">
            <w:r>
              <w:t>RA</w:t>
            </w:r>
          </w:p>
        </w:tc>
        <w:tc>
          <w:tcPr>
            <w:tcW w:w="1707" w:type="dxa"/>
          </w:tcPr>
          <w:p w14:paraId="6FD41C13" w14:textId="1AD589FC" w:rsidR="00927B48" w:rsidRPr="00927B48" w:rsidRDefault="00AF30DD" w:rsidP="00927B48">
            <w:r>
              <w:t>Final version</w:t>
            </w:r>
          </w:p>
        </w:tc>
        <w:tc>
          <w:tcPr>
            <w:tcW w:w="1655" w:type="dxa"/>
          </w:tcPr>
          <w:p w14:paraId="374600FC" w14:textId="1AD12D17" w:rsidR="00927B48" w:rsidRPr="00927B48" w:rsidRDefault="00AF30DD" w:rsidP="00927B48">
            <w:r>
              <w:t>All</w:t>
            </w:r>
          </w:p>
        </w:tc>
      </w:tr>
      <w:tr w:rsidR="007525C9" w:rsidRPr="000A3BA9" w14:paraId="3E63C6DA" w14:textId="77777777" w:rsidTr="00927B48">
        <w:tc>
          <w:tcPr>
            <w:tcW w:w="1656" w:type="dxa"/>
          </w:tcPr>
          <w:p w14:paraId="1297BE17" w14:textId="72415B6D" w:rsidR="007525C9" w:rsidRDefault="007525C9" w:rsidP="00927B48"/>
        </w:tc>
        <w:tc>
          <w:tcPr>
            <w:tcW w:w="1690" w:type="dxa"/>
          </w:tcPr>
          <w:p w14:paraId="626431F9" w14:textId="77777777" w:rsidR="007525C9" w:rsidRDefault="007525C9" w:rsidP="00927B48"/>
        </w:tc>
        <w:tc>
          <w:tcPr>
            <w:tcW w:w="1675" w:type="dxa"/>
          </w:tcPr>
          <w:p w14:paraId="38DE1172" w14:textId="77777777" w:rsidR="007525C9" w:rsidRDefault="007525C9" w:rsidP="00927B48"/>
        </w:tc>
        <w:tc>
          <w:tcPr>
            <w:tcW w:w="1707" w:type="dxa"/>
          </w:tcPr>
          <w:p w14:paraId="3A502326" w14:textId="77777777" w:rsidR="007525C9" w:rsidRDefault="007525C9" w:rsidP="00927B48"/>
        </w:tc>
        <w:tc>
          <w:tcPr>
            <w:tcW w:w="1655" w:type="dxa"/>
          </w:tcPr>
          <w:p w14:paraId="2F612F63" w14:textId="77777777" w:rsidR="007525C9" w:rsidRDefault="007525C9" w:rsidP="00927B48"/>
        </w:tc>
      </w:tr>
    </w:tbl>
    <w:p w14:paraId="14D06387" w14:textId="77777777" w:rsidR="00927B48" w:rsidRPr="00927B48" w:rsidRDefault="00927B48" w:rsidP="00927B48"/>
    <w:p w14:paraId="1986ECB7" w14:textId="77777777" w:rsidR="00927B48" w:rsidRPr="00927B48" w:rsidRDefault="00927B48" w:rsidP="004E6D76">
      <w:pPr>
        <w:pStyle w:val="BlockLabelBeforeTable"/>
      </w:pPr>
      <w:r w:rsidRPr="00927B48">
        <w:t>Disclaimer:</w:t>
      </w:r>
    </w:p>
    <w:p w14:paraId="6833E492" w14:textId="77777777" w:rsidR="00927B48" w:rsidRPr="00927B48" w:rsidRDefault="00927B48" w:rsidP="00927B48">
      <w:r w:rsidRPr="00927B48">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9D4A8CE" w14:textId="77777777" w:rsidR="00927B48" w:rsidRPr="00927B48" w:rsidRDefault="00927B48" w:rsidP="00927B48">
      <w:r w:rsidRPr="00927B48">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E5CB2A9" w14:textId="77777777" w:rsidR="00927B48" w:rsidRPr="00927B48" w:rsidRDefault="00927B48" w:rsidP="00927B48"/>
    <w:p w14:paraId="253EF6B5" w14:textId="77777777" w:rsidR="00927B48" w:rsidRPr="00927B48" w:rsidRDefault="00927B48" w:rsidP="004E6D76">
      <w:pPr>
        <w:pStyle w:val="BlockLabelBeforeTable"/>
      </w:pPr>
      <w:r w:rsidRPr="00927B48">
        <w:t>Intellectual Property Rights:</w:t>
      </w:r>
    </w:p>
    <w:p w14:paraId="7B8B3426" w14:textId="26E9F812" w:rsidR="00DD3851" w:rsidRDefault="00927B48" w:rsidP="00927B48">
      <w:r w:rsidRPr="00927B48">
        <w:t>The</w:t>
      </w:r>
      <w:r>
        <w:t xml:space="preserve"> </w:t>
      </w:r>
      <w:r w:rsidRPr="00927B48">
        <w:t xml:space="preserve">ISO 20022 MessageDefinitions described in this document were contributed by IFX Forum, Inc. and OAGi. The ISO 20022 IPR policy is available at www.ISO20022.org &gt; About ISO 20022 </w:t>
      </w:r>
      <w:r>
        <w:t>&gt; Intellectual Property Rights.</w:t>
      </w:r>
    </w:p>
    <w:sectPr w:rsidR="00DD3851" w:rsidSect="00927B48">
      <w:headerReference w:type="default" r:id="rId42"/>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2FA7C" w14:textId="77777777" w:rsidR="008E13B7" w:rsidRDefault="008E13B7" w:rsidP="005A6353">
      <w:r>
        <w:separator/>
      </w:r>
    </w:p>
  </w:endnote>
  <w:endnote w:type="continuationSeparator" w:id="0">
    <w:p w14:paraId="0FA08C50" w14:textId="77777777" w:rsidR="008E13B7" w:rsidRDefault="008E13B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46EE" w14:textId="77777777" w:rsidR="00FE6C71" w:rsidRDefault="00FE6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7A0EB" w14:textId="77777777" w:rsidR="004D4F08" w:rsidRDefault="004D4F0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347118B1" w14:textId="77777777" w:rsidTr="00FA65F6">
      <w:trPr>
        <w:cantSplit/>
        <w:trHeight w:hRule="exact" w:val="50"/>
      </w:trPr>
      <w:tc>
        <w:tcPr>
          <w:tcW w:w="9242" w:type="dxa"/>
        </w:tcPr>
        <w:p w14:paraId="76F51D47" w14:textId="77777777" w:rsidR="004D4F08" w:rsidRDefault="004D4F08" w:rsidP="005A6353"/>
      </w:tc>
    </w:tr>
  </w:tbl>
  <w:p w14:paraId="71CD075A" w14:textId="77777777" w:rsidR="004D4F08" w:rsidRDefault="004D4F08" w:rsidP="005A6353">
    <w:r>
      <w:tab/>
    </w:r>
    <w:r w:rsidR="00751A5C">
      <w:tab/>
    </w:r>
    <w:r w:rsidR="00751A5C">
      <w:tab/>
    </w:r>
    <w:r>
      <w:fldChar w:fldCharType="begin"/>
    </w:r>
    <w:r>
      <w:instrText xml:space="preserve"> PAGE </w:instrText>
    </w:r>
    <w:r>
      <w:fldChar w:fldCharType="separate"/>
    </w:r>
    <w:r w:rsidR="0067269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1DBFA" w14:textId="77777777" w:rsidR="00FE6C71" w:rsidRDefault="00FE6C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89BD6" w14:textId="77777777" w:rsidR="004D4F08" w:rsidRDefault="004D4F0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15762E7E" w14:textId="77777777" w:rsidTr="000E2675">
      <w:trPr>
        <w:cantSplit/>
        <w:trHeight w:hRule="exact" w:val="50"/>
      </w:trPr>
      <w:tc>
        <w:tcPr>
          <w:tcW w:w="9242" w:type="dxa"/>
        </w:tcPr>
        <w:p w14:paraId="20EF3FFA" w14:textId="77777777" w:rsidR="004D4F08" w:rsidRDefault="004D4F08" w:rsidP="005A6353"/>
      </w:tc>
    </w:tr>
  </w:tbl>
  <w:p w14:paraId="71E254FD" w14:textId="77777777" w:rsidR="004D4F08" w:rsidRPr="00BB3079" w:rsidRDefault="004D4F0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1A7E9" w14:textId="77777777" w:rsidR="004D4F08" w:rsidRDefault="004D4F0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D4F08" w14:paraId="04AEE9AA" w14:textId="77777777" w:rsidTr="006E0076">
      <w:tc>
        <w:tcPr>
          <w:tcW w:w="4253" w:type="dxa"/>
        </w:tcPr>
        <w:p w14:paraId="0CE36E37" w14:textId="34984582" w:rsidR="004D4F08" w:rsidRDefault="00CF0C84" w:rsidP="000017C4">
          <w:pPr>
            <w:pStyle w:val="Footereven"/>
            <w:rPr>
              <w:noProof/>
            </w:rPr>
          </w:pPr>
          <w:r>
            <w:t xml:space="preserve">Stand-Alone Remittance Advice </w:t>
          </w:r>
          <w:r w:rsidR="00751A5C">
            <w:fldChar w:fldCharType="begin"/>
          </w:r>
          <w:r w:rsidR="00751A5C">
            <w:instrText xml:space="preserve"> STYLEREF  "Product Name"  \* MERGEFORMAT </w:instrText>
          </w:r>
          <w:r w:rsidR="00751A5C">
            <w:rPr>
              <w:noProof/>
            </w:rPr>
            <w:fldChar w:fldCharType="end"/>
          </w:r>
        </w:p>
        <w:p w14:paraId="0C07DBEC" w14:textId="77777777" w:rsidR="004D4F08" w:rsidRPr="006E0076" w:rsidRDefault="004D4F08" w:rsidP="006E0076">
          <w:pPr>
            <w:pStyle w:val="Footerodd"/>
          </w:pPr>
        </w:p>
      </w:tc>
      <w:tc>
        <w:tcPr>
          <w:tcW w:w="567" w:type="dxa"/>
        </w:tcPr>
        <w:p w14:paraId="248C9918" w14:textId="720B6171" w:rsidR="004D4F08" w:rsidRDefault="004D4F08" w:rsidP="000017C4">
          <w:pPr>
            <w:pStyle w:val="Footereven"/>
          </w:pPr>
          <w:r>
            <w:rPr>
              <w:rFonts w:eastAsia="Times"/>
            </w:rPr>
            <w:fldChar w:fldCharType="begin"/>
          </w:r>
          <w:r>
            <w:rPr>
              <w:rFonts w:eastAsia="Times"/>
            </w:rPr>
            <w:instrText xml:space="preserve"> PAGE </w:instrText>
          </w:r>
          <w:r>
            <w:rPr>
              <w:rFonts w:eastAsia="Times"/>
            </w:rPr>
            <w:fldChar w:fldCharType="separate"/>
          </w:r>
          <w:r w:rsidR="00AF30DD">
            <w:rPr>
              <w:rFonts w:eastAsia="Times"/>
              <w:noProof/>
            </w:rPr>
            <w:t>7</w:t>
          </w:r>
          <w:r>
            <w:rPr>
              <w:rFonts w:eastAsia="Times"/>
            </w:rPr>
            <w:fldChar w:fldCharType="end"/>
          </w:r>
        </w:p>
      </w:tc>
      <w:tc>
        <w:tcPr>
          <w:tcW w:w="4394" w:type="dxa"/>
        </w:tcPr>
        <w:p w14:paraId="40D9F593" w14:textId="36923039" w:rsidR="004D4F08" w:rsidRDefault="004D4F08" w:rsidP="00AF30DD">
          <w:pPr>
            <w:pStyle w:val="Footereven"/>
            <w:tabs>
              <w:tab w:val="center" w:pos="2197"/>
              <w:tab w:val="right" w:pos="4394"/>
            </w:tabs>
          </w:pPr>
          <w:r>
            <w:tab/>
          </w:r>
          <w:r>
            <w:tab/>
          </w:r>
          <w:r w:rsidR="00AF30DD">
            <w:t>February</w:t>
          </w:r>
          <w:r w:rsidR="00A42807">
            <w:t xml:space="preserve"> 20</w:t>
          </w:r>
          <w:r w:rsidR="00CB3A22">
            <w:t>2</w:t>
          </w:r>
          <w:r w:rsidR="00AF30DD">
            <w:t>1</w:t>
          </w:r>
          <w:r>
            <w:fldChar w:fldCharType="begin"/>
          </w:r>
          <w:r>
            <w:instrText xml:space="preserve"> STYLEREF  "Release date"  \* MERGEFORMAT </w:instrText>
          </w:r>
          <w:r>
            <w:fldChar w:fldCharType="end"/>
          </w:r>
        </w:p>
      </w:tc>
    </w:tr>
  </w:tbl>
  <w:p w14:paraId="4546C964" w14:textId="77777777" w:rsidR="004D4F08" w:rsidRPr="000017C4" w:rsidRDefault="004D4F08"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8AB5D" w14:textId="77777777" w:rsidR="008E13B7" w:rsidRDefault="008E13B7" w:rsidP="005A6353">
      <w:r>
        <w:separator/>
      </w:r>
    </w:p>
  </w:footnote>
  <w:footnote w:type="continuationSeparator" w:id="0">
    <w:p w14:paraId="059A446D" w14:textId="77777777" w:rsidR="008E13B7" w:rsidRDefault="008E13B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57367" w14:textId="77777777" w:rsidR="004D4F08" w:rsidRDefault="004D4F0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7413D455" w14:textId="77777777" w:rsidTr="006864CC">
      <w:trPr>
        <w:cantSplit/>
        <w:trHeight w:hRule="exact" w:val="50"/>
      </w:trPr>
      <w:tc>
        <w:tcPr>
          <w:tcW w:w="9242" w:type="dxa"/>
        </w:tcPr>
        <w:p w14:paraId="30E8F536" w14:textId="77777777" w:rsidR="004D4F08" w:rsidRDefault="004D4F08" w:rsidP="005A6353"/>
      </w:tc>
    </w:tr>
  </w:tbl>
  <w:p w14:paraId="37C5B82A" w14:textId="77777777" w:rsidR="004D4F08" w:rsidRDefault="004D4F0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6E5F" w14:textId="77777777" w:rsidR="00FE6C71" w:rsidRDefault="00FE6C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4D4F08" w14:paraId="02480FC7"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EE6DC8" w14:textId="77777777" w:rsidR="004D4F08" w:rsidRDefault="004D4F0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6669F" w14:textId="77777777" w:rsidR="004D4F08" w:rsidRDefault="004D4F08" w:rsidP="005A6353">
          <w:pPr>
            <w:pStyle w:val="Header"/>
            <w:rPr>
              <w:lang w:val="fr-BE"/>
            </w:rPr>
          </w:pPr>
        </w:p>
        <w:p w14:paraId="13CBE138" w14:textId="77777777" w:rsidR="004D4F08" w:rsidRDefault="004D4F08" w:rsidP="005A6353">
          <w:pPr>
            <w:pStyle w:val="Header"/>
            <w:rPr>
              <w:lang w:val="fr-BE"/>
            </w:rPr>
          </w:pPr>
        </w:p>
        <w:p w14:paraId="0F8BD3C6" w14:textId="77777777" w:rsidR="004D4F08" w:rsidRDefault="004D4F08" w:rsidP="005A6353">
          <w:pPr>
            <w:pStyle w:val="Header"/>
            <w:rPr>
              <w:lang w:val="fr-BE"/>
            </w:rPr>
          </w:pPr>
        </w:p>
      </w:tc>
    </w:tr>
  </w:tbl>
  <w:p w14:paraId="2191E54A" w14:textId="77777777" w:rsidR="004D4F08" w:rsidRPr="00237847" w:rsidRDefault="004D4F08"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FDCC" w14:textId="77777777" w:rsidR="004D4F08" w:rsidRDefault="004D4F08" w:rsidP="00282FC2">
    <w:pPr>
      <w:pStyle w:val="Headereven"/>
    </w:pPr>
    <w:r>
      <w:t>&lt;Product name&gt; - &lt;Release number&gt;</w:t>
    </w:r>
    <w:r>
      <w:tab/>
    </w:r>
    <w:r w:rsidR="00C67032">
      <w:rPr>
        <w:color w:val="008000"/>
      </w:rPr>
      <w:fldChar w:fldCharType="begin"/>
    </w:r>
    <w:r w:rsidR="00C67032">
      <w:rPr>
        <w:color w:val="008000"/>
      </w:rPr>
      <w:instrText xml:space="preserve"> DOCPROPERTY  Confidentiality  \* MERGEFORMAT </w:instrText>
    </w:r>
    <w:r w:rsidR="00C67032">
      <w:rPr>
        <w:color w:val="008000"/>
      </w:rPr>
      <w:fldChar w:fldCharType="separate"/>
    </w:r>
    <w:r w:rsidRPr="004D4F08">
      <w:rPr>
        <w:color w:val="008000"/>
      </w:rPr>
      <w:t>&lt;CONFIDENTIALITY&gt;</w:t>
    </w:r>
    <w:r w:rsidR="00C67032">
      <w:rPr>
        <w:color w:val="008000"/>
      </w:rPr>
      <w:fldChar w:fldCharType="end"/>
    </w:r>
    <w:r w:rsidRPr="00282FC2">
      <w:rPr>
        <w:color w:val="008000"/>
      </w:rPr>
      <w:t xml:space="preserve"> - </w:t>
    </w:r>
    <w:r w:rsidR="00C67032">
      <w:rPr>
        <w:color w:val="008000"/>
      </w:rPr>
      <w:fldChar w:fldCharType="begin"/>
    </w:r>
    <w:r w:rsidR="00C67032">
      <w:rPr>
        <w:color w:val="008000"/>
      </w:rPr>
      <w:instrText xml:space="preserve"> DOCPROPERTY  "Revision status"  \* MERGEFORMAT </w:instrText>
    </w:r>
    <w:r w:rsidR="00C67032">
      <w:rPr>
        <w:color w:val="008000"/>
      </w:rPr>
      <w:fldChar w:fldCharType="separate"/>
    </w:r>
    <w:r w:rsidRPr="004D4F08">
      <w:rPr>
        <w:color w:val="008000"/>
      </w:rPr>
      <w:t>&lt;REVISION STATUS&gt;</w:t>
    </w:r>
    <w:r w:rsidR="00C67032">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0F6C67C9" w14:textId="77777777" w:rsidTr="000E2675">
      <w:trPr>
        <w:cantSplit/>
        <w:trHeight w:hRule="exact" w:val="50"/>
      </w:trPr>
      <w:tc>
        <w:tcPr>
          <w:tcW w:w="9242" w:type="dxa"/>
        </w:tcPr>
        <w:p w14:paraId="71E23DDE" w14:textId="77777777" w:rsidR="004D4F08" w:rsidRDefault="004D4F08" w:rsidP="005A6353"/>
      </w:tc>
    </w:tr>
  </w:tbl>
  <w:p w14:paraId="4CD6407E" w14:textId="77777777" w:rsidR="004D4F08" w:rsidRDefault="004D4F08"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32436" w14:textId="77777777" w:rsidR="004D4F08" w:rsidRDefault="004D4F08" w:rsidP="00C331E3">
    <w:pPr>
      <w:pStyle w:val="Headerodd"/>
      <w:pBdr>
        <w:bottom w:val="double" w:sz="4" w:space="1" w:color="auto"/>
      </w:pBdr>
      <w:spacing w:before="120" w:line="240" w:lineRule="atLeast"/>
    </w:pPr>
  </w:p>
  <w:p w14:paraId="5E012F31" w14:textId="4280FB07" w:rsidR="004D4F08" w:rsidRDefault="00C6703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AF30DD">
      <w:rPr>
        <w:noProof/>
      </w:rPr>
      <w:t>Message Definition Report Part 1</w:t>
    </w:r>
    <w:r>
      <w:rPr>
        <w:noProof/>
      </w:rPr>
      <w:fldChar w:fldCharType="end"/>
    </w:r>
    <w:r w:rsidR="004D4F08">
      <w:rPr>
        <w:noProof/>
      </w:rPr>
      <w:tab/>
    </w:r>
    <w:r>
      <w:rPr>
        <w:noProof/>
      </w:rPr>
      <w:fldChar w:fldCharType="begin"/>
    </w:r>
    <w:r>
      <w:rPr>
        <w:noProof/>
      </w:rPr>
      <w:instrText xml:space="preserve"> STYLEREF  "Heading 1"  \* MERGEFORMAT </w:instrText>
    </w:r>
    <w:r>
      <w:rPr>
        <w:noProof/>
      </w:rPr>
      <w:fldChar w:fldCharType="separate"/>
    </w:r>
    <w:r w:rsidR="00AF30DD">
      <w:rPr>
        <w:noProof/>
      </w:rPr>
      <w:t>Scope and Functionality</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5E502" w14:textId="77777777" w:rsidR="004D4F08" w:rsidRDefault="004D4F08" w:rsidP="00E20C1F">
    <w:pPr>
      <w:pStyle w:val="Headerodd"/>
      <w:pBdr>
        <w:bottom w:val="double" w:sz="4" w:space="1" w:color="auto"/>
      </w:pBdr>
      <w:spacing w:line="240" w:lineRule="atLeast"/>
    </w:pPr>
  </w:p>
  <w:p w14:paraId="569F6188" w14:textId="09F3B204" w:rsidR="004D4F08" w:rsidRDefault="008E13B7" w:rsidP="00E20C1F">
    <w:pPr>
      <w:pStyle w:val="Headerodd"/>
      <w:pBdr>
        <w:bottom w:val="double" w:sz="4" w:space="1" w:color="auto"/>
      </w:pBdr>
      <w:spacing w:line="240" w:lineRule="atLeast"/>
      <w:rPr>
        <w:noProof/>
      </w:rPr>
    </w:pPr>
    <w:fldSimple w:instr=" STYLEREF  &quot;Document Title&quot;  \* MERGEFORMAT ">
      <w:r w:rsidR="00AF30DD">
        <w:rPr>
          <w:noProof/>
        </w:rPr>
        <w:t>Message Definition Report Part 1</w:t>
      </w:r>
    </w:fldSimple>
    <w:r w:rsidR="004D4F08">
      <w:rPr>
        <w:noProof/>
      </w:rPr>
      <w:tab/>
    </w:r>
    <w:r w:rsidR="00C67032">
      <w:rPr>
        <w:noProof/>
      </w:rPr>
      <w:fldChar w:fldCharType="begin"/>
    </w:r>
    <w:r w:rsidR="00C67032">
      <w:rPr>
        <w:noProof/>
      </w:rPr>
      <w:instrText xml:space="preserve"> STYLEREF  "Heading 1"  \* MERGEFORMAT </w:instrText>
    </w:r>
    <w:r w:rsidR="00C67032">
      <w:rPr>
        <w:noProof/>
      </w:rPr>
      <w:fldChar w:fldCharType="separate"/>
    </w:r>
    <w:r w:rsidR="00AF30DD">
      <w:rPr>
        <w:noProof/>
      </w:rPr>
      <w:t>Revision Record</w:t>
    </w:r>
    <w:r w:rsidR="00C67032">
      <w:rPr>
        <w:noProof/>
      </w:rPr>
      <w:fldChar w:fldCharType="end"/>
    </w:r>
  </w:p>
  <w:p w14:paraId="3B6D7626" w14:textId="77777777" w:rsidR="004D4F08" w:rsidRDefault="004D4F08"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88876B6"/>
    <w:multiLevelType w:val="hybridMultilevel"/>
    <w:tmpl w:val="D884F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0D5ADD"/>
    <w:multiLevelType w:val="multilevel"/>
    <w:tmpl w:val="15D4A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B3A35EC"/>
    <w:multiLevelType w:val="hybridMultilevel"/>
    <w:tmpl w:val="9936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5875EC"/>
    <w:multiLevelType w:val="hybridMultilevel"/>
    <w:tmpl w:val="846A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3"/>
  </w:num>
  <w:num w:numId="2">
    <w:abstractNumId w:val="22"/>
  </w:num>
  <w:num w:numId="3">
    <w:abstractNumId w:val="18"/>
  </w:num>
  <w:num w:numId="4">
    <w:abstractNumId w:val="24"/>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5"/>
  </w:num>
  <w:num w:numId="15">
    <w:abstractNumId w:val="2"/>
  </w:num>
  <w:num w:numId="16">
    <w:abstractNumId w:val="13"/>
  </w:num>
  <w:num w:numId="17">
    <w:abstractNumId w:val="10"/>
  </w:num>
  <w:num w:numId="18">
    <w:abstractNumId w:val="16"/>
  </w:num>
  <w:num w:numId="19">
    <w:abstractNumId w:val="9"/>
  </w:num>
  <w:num w:numId="20">
    <w:abstractNumId w:val="19"/>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5"/>
  </w:num>
  <w:num w:numId="28">
    <w:abstractNumId w:val="14"/>
  </w:num>
  <w:num w:numId="29">
    <w:abstractNumId w:val="11"/>
  </w:num>
  <w:num w:numId="30">
    <w:abstractNumId w:val="12"/>
  </w:num>
  <w:num w:numId="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08"/>
    <w:rsid w:val="000017C4"/>
    <w:rsid w:val="0000191D"/>
    <w:rsid w:val="00001AC8"/>
    <w:rsid w:val="00002EE3"/>
    <w:rsid w:val="0000764E"/>
    <w:rsid w:val="00007E2E"/>
    <w:rsid w:val="00012387"/>
    <w:rsid w:val="00021790"/>
    <w:rsid w:val="00022175"/>
    <w:rsid w:val="00022528"/>
    <w:rsid w:val="00026814"/>
    <w:rsid w:val="00027C67"/>
    <w:rsid w:val="00033355"/>
    <w:rsid w:val="00034F6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D40"/>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071"/>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159"/>
    <w:rsid w:val="00422A04"/>
    <w:rsid w:val="00423208"/>
    <w:rsid w:val="0042596A"/>
    <w:rsid w:val="00427DE3"/>
    <w:rsid w:val="00431339"/>
    <w:rsid w:val="00436476"/>
    <w:rsid w:val="004402E0"/>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4F08"/>
    <w:rsid w:val="004D6A21"/>
    <w:rsid w:val="004E2775"/>
    <w:rsid w:val="004E508A"/>
    <w:rsid w:val="004E5194"/>
    <w:rsid w:val="004E6D76"/>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9C"/>
    <w:rsid w:val="00672DCF"/>
    <w:rsid w:val="00673030"/>
    <w:rsid w:val="00673863"/>
    <w:rsid w:val="00674798"/>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171BE"/>
    <w:rsid w:val="0072163A"/>
    <w:rsid w:val="00724AB5"/>
    <w:rsid w:val="007263C1"/>
    <w:rsid w:val="00732596"/>
    <w:rsid w:val="00732FFF"/>
    <w:rsid w:val="007340D7"/>
    <w:rsid w:val="007354F6"/>
    <w:rsid w:val="007359D3"/>
    <w:rsid w:val="0073697C"/>
    <w:rsid w:val="00737C61"/>
    <w:rsid w:val="007420BE"/>
    <w:rsid w:val="00744B09"/>
    <w:rsid w:val="00751A5C"/>
    <w:rsid w:val="007525C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1FB9"/>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E13B7"/>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27B4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05"/>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C66"/>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807"/>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60C"/>
    <w:rsid w:val="00AC2801"/>
    <w:rsid w:val="00AC3B64"/>
    <w:rsid w:val="00AC7287"/>
    <w:rsid w:val="00AD1C0F"/>
    <w:rsid w:val="00AD69E0"/>
    <w:rsid w:val="00AD74B9"/>
    <w:rsid w:val="00AE6761"/>
    <w:rsid w:val="00AF0900"/>
    <w:rsid w:val="00AF28ED"/>
    <w:rsid w:val="00AF2D18"/>
    <w:rsid w:val="00AF2D24"/>
    <w:rsid w:val="00AF30DD"/>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4D28"/>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67032"/>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3A22"/>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0C8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24F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330"/>
    <w:rsid w:val="00F5114C"/>
    <w:rsid w:val="00F514E4"/>
    <w:rsid w:val="00F60469"/>
    <w:rsid w:val="00F6247B"/>
    <w:rsid w:val="00F67F7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6C71"/>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78CC48"/>
  <w15:docId w15:val="{F32BE2A2-D9C7-4B72-8B61-A06AB29F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png"/><Relationship Id="rId39" Type="http://schemas.openxmlformats.org/officeDocument/2006/relationships/image" Target="media/image13.emf"/><Relationship Id="rId21" Type="http://schemas.openxmlformats.org/officeDocument/2006/relationships/footer" Target="footer4.xml"/><Relationship Id="rId34" Type="http://schemas.openxmlformats.org/officeDocument/2006/relationships/image" Target="media/image8.emf"/><Relationship Id="rId42"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3.bin"/><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6.emf"/><Relationship Id="rId37" Type="http://schemas.openxmlformats.org/officeDocument/2006/relationships/image" Target="media/image11.emf"/><Relationship Id="rId40" Type="http://schemas.openxmlformats.org/officeDocument/2006/relationships/image" Target="media/image14.e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4.png"/><Relationship Id="rId36"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4.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2.bin"/><Relationship Id="rId30" Type="http://schemas.openxmlformats.org/officeDocument/2006/relationships/image" Target="media/image5.png"/><Relationship Id="rId35" Type="http://schemas.openxmlformats.org/officeDocument/2006/relationships/image" Target="media/image9.emf"/><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image" Target="media/image7.emf"/><Relationship Id="rId38" Type="http://schemas.openxmlformats.org/officeDocument/2006/relationships/image" Target="media/image12.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SW-AAACR-34006</_dlc_DocId>
    <_dlc_DocIdUrl xmlns="3893cfbf-5935-464e-a2c5-0f7de141152c">
      <Url>https://planet2.swift.com/ourzone/workspaces/Standards Team/_layouts/15/DocIdRedir.aspx?ID=SW-AAACR-34006</Url>
      <Description>SW-AAACR-34006</Description>
    </_dlc_DocIdUrl>
    <Doc_x0020_type xmlns="79950fd8-114b-4125-bc89-6e0caf5999ad" xsi:nil="true"/>
    <Category xmlns="79950fd8-114b-4125-bc89-6e0caf5999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B0DB-40EE-4D9D-BABD-55D31494F4A8}">
  <ds:schemaRefs>
    <ds:schemaRef ds:uri="http://schemas.microsoft.com/sharepoint/v3/contenttype/forms"/>
  </ds:schemaRefs>
</ds:datastoreItem>
</file>

<file path=customXml/itemProps2.xml><?xml version="1.0" encoding="utf-8"?>
<ds:datastoreItem xmlns:ds="http://schemas.openxmlformats.org/officeDocument/2006/customXml" ds:itemID="{2A7B5FC9-8F72-4312-B0B3-B08F09FC1EF5}">
  <ds:schemaRefs>
    <ds:schemaRef ds:uri="http://www.w3.org/XML/1998/namespace"/>
    <ds:schemaRef ds:uri="79950fd8-114b-4125-bc89-6e0caf5999ad"/>
    <ds:schemaRef ds:uri="http://schemas.microsoft.com/sharepoint/v3"/>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3893cfbf-5935-464e-a2c5-0f7de141152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537666C-1516-4CB9-91DE-AA8EFA772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AC5C1E-2876-4155-A3A1-B99F0786A00F}">
  <ds:schemaRefs>
    <ds:schemaRef ds:uri="http://schemas.microsoft.com/sharepoint/events"/>
  </ds:schemaRefs>
</ds:datastoreItem>
</file>

<file path=customXml/itemProps5.xml><?xml version="1.0" encoding="utf-8"?>
<ds:datastoreItem xmlns:ds="http://schemas.openxmlformats.org/officeDocument/2006/customXml" ds:itemID="{F1831518-EC29-472D-BFDD-9829BE03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Standards_MX_MDR_pt1_v8.dotx</Template>
  <TotalTime>1</TotalTime>
  <Pages>23</Pages>
  <Words>4040</Words>
  <Characters>23032</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ISO 20022 MDR Part 1 - Stand-alone Remittance</vt:lpstr>
    </vt:vector>
  </TitlesOfParts>
  <Company>S.W.I.F.T. SCRL</Company>
  <LinksUpToDate>false</LinksUpToDate>
  <CharactersWithSpaces>27018</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Stand-alone Remittance</dc:title>
  <dc:creator>KUNTZ Vincent</dc:creator>
  <cp:lastModifiedBy>STEENO Aurelie</cp:lastModifiedBy>
  <cp:revision>2</cp:revision>
  <cp:lastPrinted>2012-01-27T10:08:00Z</cp:lastPrinted>
  <dcterms:created xsi:type="dcterms:W3CDTF">2021-05-05T12:01:00Z</dcterms:created>
  <dcterms:modified xsi:type="dcterms:W3CDTF">2021-05-05T12:01:00Z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4c939970-87ba-4eff-8f01-b56ec48f23cd</vt:lpwstr>
  </property>
</Properties>
</file>