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4DC88" w14:textId="77777777" w:rsidR="00FC66CD" w:rsidRDefault="009D22B0" w:rsidP="005A6353">
      <w:pPr>
        <w:pStyle w:val="ProductFamily"/>
      </w:pPr>
      <w:r>
        <w:t>ISO 20022</w:t>
      </w:r>
    </w:p>
    <w:p w14:paraId="339D3CC0" w14:textId="3CF2187D" w:rsidR="00FC66CD" w:rsidRDefault="009D22B0" w:rsidP="005A6353">
      <w:pPr>
        <w:pStyle w:val="ProductName"/>
      </w:pPr>
      <w:r>
        <w:t>Bank Services Billing</w:t>
      </w:r>
      <w:r w:rsidR="0088141B">
        <w:t xml:space="preserve"> </w:t>
      </w:r>
    </w:p>
    <w:p w14:paraId="32306871" w14:textId="77777777" w:rsidR="00FC66CD" w:rsidRDefault="00FC66CD" w:rsidP="005A6353">
      <w:pPr>
        <w:pStyle w:val="Titlepagetext"/>
      </w:pPr>
    </w:p>
    <w:p w14:paraId="062396F6" w14:textId="77777777" w:rsidR="00FC66CD" w:rsidRPr="00657A1D" w:rsidRDefault="00FC66CD" w:rsidP="005A6353">
      <w:pPr>
        <w:pStyle w:val="Productvariant"/>
      </w:pPr>
    </w:p>
    <w:p w14:paraId="1E632207" w14:textId="77777777" w:rsidR="00FC66CD" w:rsidRPr="00657A1D" w:rsidRDefault="000877E0" w:rsidP="005A6353">
      <w:pPr>
        <w:pStyle w:val="DocumentTitle"/>
      </w:pPr>
      <w:r>
        <w:t>Message Definition Report Part 1</w:t>
      </w:r>
    </w:p>
    <w:p w14:paraId="5C1D2508" w14:textId="01ADFD60" w:rsidR="009D22B0" w:rsidRDefault="00C0461C" w:rsidP="009D22B0">
      <w:pPr>
        <w:pStyle w:val="DocumentSubtitle"/>
      </w:pPr>
      <w:r w:rsidRPr="00C0461C">
        <w:t xml:space="preserve">Approved by the Securities SEG on </w:t>
      </w:r>
      <w:r w:rsidR="00526D25">
        <w:t>11</w:t>
      </w:r>
      <w:r w:rsidRPr="00C0461C">
        <w:t xml:space="preserve"> January 202</w:t>
      </w:r>
      <w:r>
        <w:t>1</w:t>
      </w:r>
    </w:p>
    <w:p w14:paraId="6522907A" w14:textId="2DE4C464" w:rsidR="009D22B0" w:rsidRPr="00646E29" w:rsidRDefault="009D22B0" w:rsidP="009D22B0">
      <w:pPr>
        <w:pStyle w:val="Titlepagetext"/>
      </w:pPr>
      <w:r w:rsidRPr="003264A8">
        <w:t xml:space="preserve">This document provides information about the use of the </w:t>
      </w:r>
      <w:r w:rsidR="00C0461C">
        <w:t>Bank S</w:t>
      </w:r>
      <w:r>
        <w:t xml:space="preserve">ervices </w:t>
      </w:r>
      <w:r w:rsidR="00C0461C">
        <w:t>B</w:t>
      </w:r>
      <w:r>
        <w:t xml:space="preserve">illing </w:t>
      </w:r>
      <w:r w:rsidRPr="003264A8">
        <w:t>message</w:t>
      </w:r>
      <w:r>
        <w:t>.</w:t>
      </w:r>
    </w:p>
    <w:p w14:paraId="7A0D79B9" w14:textId="1259B259" w:rsidR="00FC66CD" w:rsidRDefault="00C0461C" w:rsidP="005A6353">
      <w:pPr>
        <w:pStyle w:val="Releasedate"/>
      </w:pPr>
      <w:r>
        <w:t>February 2021</w:t>
      </w:r>
      <w:bookmarkStart w:id="0" w:name="_GoBack"/>
      <w:bookmarkEnd w:id="0"/>
    </w:p>
    <w:p w14:paraId="7203B380" w14:textId="77777777" w:rsidR="00903BF6" w:rsidRDefault="00903BF6" w:rsidP="005A6353">
      <w:pPr>
        <w:pStyle w:val="Releasedate"/>
      </w:pPr>
    </w:p>
    <w:p w14:paraId="56173791"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53BBA77E" w14:textId="77777777" w:rsidR="00FC66CD" w:rsidRDefault="00FC66CD" w:rsidP="00A8050C">
      <w:pPr>
        <w:pStyle w:val="IntroHeading"/>
      </w:pPr>
      <w:bookmarkStart w:id="1" w:name="_Toc314668488"/>
      <w:bookmarkStart w:id="2" w:name="_Toc315438490"/>
      <w:bookmarkStart w:id="3" w:name="_Toc63764888"/>
      <w:r>
        <w:lastRenderedPageBreak/>
        <w:t>Table of Contents</w:t>
      </w:r>
      <w:bookmarkEnd w:id="1"/>
      <w:bookmarkEnd w:id="2"/>
      <w:bookmarkEnd w:id="3"/>
    </w:p>
    <w:p w14:paraId="3C1F764B" w14:textId="191C30F9" w:rsidR="00681D74"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63764888" w:history="1">
        <w:r w:rsidR="00681D74" w:rsidRPr="00B07E96">
          <w:rPr>
            <w:rStyle w:val="Hyperlink"/>
          </w:rPr>
          <w:t>Table of Contents</w:t>
        </w:r>
        <w:r w:rsidR="00681D74">
          <w:rPr>
            <w:webHidden/>
          </w:rPr>
          <w:tab/>
        </w:r>
        <w:r w:rsidR="00681D74">
          <w:rPr>
            <w:webHidden/>
          </w:rPr>
          <w:fldChar w:fldCharType="begin"/>
        </w:r>
        <w:r w:rsidR="00681D74">
          <w:rPr>
            <w:webHidden/>
          </w:rPr>
          <w:instrText xml:space="preserve"> PAGEREF _Toc63764888 \h </w:instrText>
        </w:r>
        <w:r w:rsidR="00681D74">
          <w:rPr>
            <w:webHidden/>
          </w:rPr>
        </w:r>
        <w:r w:rsidR="00681D74">
          <w:rPr>
            <w:webHidden/>
          </w:rPr>
          <w:fldChar w:fldCharType="separate"/>
        </w:r>
        <w:r w:rsidR="00681D74">
          <w:rPr>
            <w:webHidden/>
          </w:rPr>
          <w:t>2</w:t>
        </w:r>
        <w:r w:rsidR="00681D74">
          <w:rPr>
            <w:webHidden/>
          </w:rPr>
          <w:fldChar w:fldCharType="end"/>
        </w:r>
      </w:hyperlink>
    </w:p>
    <w:p w14:paraId="1E09E235" w14:textId="5F7B0ADC" w:rsidR="00681D74" w:rsidRDefault="00526D25">
      <w:pPr>
        <w:pStyle w:val="TOC1"/>
        <w:rPr>
          <w:rFonts w:asciiTheme="minorHAnsi" w:eastAsiaTheme="minorEastAsia" w:hAnsiTheme="minorHAnsi" w:cstheme="minorBidi"/>
          <w:b w:val="0"/>
          <w:sz w:val="22"/>
          <w:szCs w:val="22"/>
          <w:lang w:eastAsia="en-GB"/>
        </w:rPr>
      </w:pPr>
      <w:hyperlink w:anchor="_Toc63764889" w:history="1">
        <w:r w:rsidR="00681D74" w:rsidRPr="00B07E96">
          <w:rPr>
            <w:rStyle w:val="Hyperlink"/>
          </w:rPr>
          <w:t>1</w:t>
        </w:r>
        <w:r w:rsidR="00681D74">
          <w:rPr>
            <w:rFonts w:asciiTheme="minorHAnsi" w:eastAsiaTheme="minorEastAsia" w:hAnsiTheme="minorHAnsi" w:cstheme="minorBidi"/>
            <w:b w:val="0"/>
            <w:sz w:val="22"/>
            <w:szCs w:val="22"/>
            <w:lang w:eastAsia="en-GB"/>
          </w:rPr>
          <w:tab/>
        </w:r>
        <w:r w:rsidR="00681D74" w:rsidRPr="00B07E96">
          <w:rPr>
            <w:rStyle w:val="Hyperlink"/>
          </w:rPr>
          <w:t>Introduction</w:t>
        </w:r>
        <w:r w:rsidR="00681D74">
          <w:rPr>
            <w:webHidden/>
          </w:rPr>
          <w:tab/>
        </w:r>
        <w:r w:rsidR="00681D74">
          <w:rPr>
            <w:webHidden/>
          </w:rPr>
          <w:fldChar w:fldCharType="begin"/>
        </w:r>
        <w:r w:rsidR="00681D74">
          <w:rPr>
            <w:webHidden/>
          </w:rPr>
          <w:instrText xml:space="preserve"> PAGEREF _Toc63764889 \h </w:instrText>
        </w:r>
        <w:r w:rsidR="00681D74">
          <w:rPr>
            <w:webHidden/>
          </w:rPr>
        </w:r>
        <w:r w:rsidR="00681D74">
          <w:rPr>
            <w:webHidden/>
          </w:rPr>
          <w:fldChar w:fldCharType="separate"/>
        </w:r>
        <w:r w:rsidR="00681D74">
          <w:rPr>
            <w:webHidden/>
          </w:rPr>
          <w:t>3</w:t>
        </w:r>
        <w:r w:rsidR="00681D74">
          <w:rPr>
            <w:webHidden/>
          </w:rPr>
          <w:fldChar w:fldCharType="end"/>
        </w:r>
      </w:hyperlink>
    </w:p>
    <w:p w14:paraId="7C37BF40" w14:textId="26730158" w:rsidR="00681D74" w:rsidRDefault="00526D25">
      <w:pPr>
        <w:pStyle w:val="TOC2"/>
        <w:rPr>
          <w:rFonts w:asciiTheme="minorHAnsi" w:eastAsiaTheme="minorEastAsia" w:hAnsiTheme="minorHAnsi" w:cstheme="minorBidi"/>
          <w:snapToGrid/>
          <w:sz w:val="22"/>
          <w:szCs w:val="22"/>
          <w:lang w:eastAsia="en-GB"/>
        </w:rPr>
      </w:pPr>
      <w:hyperlink w:anchor="_Toc63764890" w:history="1">
        <w:r w:rsidR="00681D74" w:rsidRPr="00B07E96">
          <w:rPr>
            <w:rStyle w:val="Hyperlink"/>
          </w:rPr>
          <w:t>1.1</w:t>
        </w:r>
        <w:r w:rsidR="00681D74">
          <w:rPr>
            <w:rFonts w:asciiTheme="minorHAnsi" w:eastAsiaTheme="minorEastAsia" w:hAnsiTheme="minorHAnsi" w:cstheme="minorBidi"/>
            <w:snapToGrid/>
            <w:sz w:val="22"/>
            <w:szCs w:val="22"/>
            <w:lang w:eastAsia="en-GB"/>
          </w:rPr>
          <w:tab/>
        </w:r>
        <w:r w:rsidR="00681D74" w:rsidRPr="00B07E96">
          <w:rPr>
            <w:rStyle w:val="Hyperlink"/>
          </w:rPr>
          <w:t>Terms and Definitions</w:t>
        </w:r>
        <w:r w:rsidR="00681D74">
          <w:rPr>
            <w:webHidden/>
          </w:rPr>
          <w:tab/>
        </w:r>
        <w:r w:rsidR="00681D74">
          <w:rPr>
            <w:webHidden/>
          </w:rPr>
          <w:fldChar w:fldCharType="begin"/>
        </w:r>
        <w:r w:rsidR="00681D74">
          <w:rPr>
            <w:webHidden/>
          </w:rPr>
          <w:instrText xml:space="preserve"> PAGEREF _Toc63764890 \h </w:instrText>
        </w:r>
        <w:r w:rsidR="00681D74">
          <w:rPr>
            <w:webHidden/>
          </w:rPr>
        </w:r>
        <w:r w:rsidR="00681D74">
          <w:rPr>
            <w:webHidden/>
          </w:rPr>
          <w:fldChar w:fldCharType="separate"/>
        </w:r>
        <w:r w:rsidR="00681D74">
          <w:rPr>
            <w:webHidden/>
          </w:rPr>
          <w:t>3</w:t>
        </w:r>
        <w:r w:rsidR="00681D74">
          <w:rPr>
            <w:webHidden/>
          </w:rPr>
          <w:fldChar w:fldCharType="end"/>
        </w:r>
      </w:hyperlink>
    </w:p>
    <w:p w14:paraId="01B0FCB4" w14:textId="11ACAAAC" w:rsidR="00681D74" w:rsidRDefault="00526D25">
      <w:pPr>
        <w:pStyle w:val="TOC2"/>
        <w:rPr>
          <w:rFonts w:asciiTheme="minorHAnsi" w:eastAsiaTheme="minorEastAsia" w:hAnsiTheme="minorHAnsi" w:cstheme="minorBidi"/>
          <w:snapToGrid/>
          <w:sz w:val="22"/>
          <w:szCs w:val="22"/>
          <w:lang w:eastAsia="en-GB"/>
        </w:rPr>
      </w:pPr>
      <w:hyperlink w:anchor="_Toc63764891" w:history="1">
        <w:r w:rsidR="00681D74" w:rsidRPr="00B07E96">
          <w:rPr>
            <w:rStyle w:val="Hyperlink"/>
          </w:rPr>
          <w:t>1.2</w:t>
        </w:r>
        <w:r w:rsidR="00681D74">
          <w:rPr>
            <w:rFonts w:asciiTheme="minorHAnsi" w:eastAsiaTheme="minorEastAsia" w:hAnsiTheme="minorHAnsi" w:cstheme="minorBidi"/>
            <w:snapToGrid/>
            <w:sz w:val="22"/>
            <w:szCs w:val="22"/>
            <w:lang w:eastAsia="en-GB"/>
          </w:rPr>
          <w:tab/>
        </w:r>
        <w:r w:rsidR="00681D74" w:rsidRPr="00B07E96">
          <w:rPr>
            <w:rStyle w:val="Hyperlink"/>
          </w:rPr>
          <w:t>Abbreviations and Acronyms</w:t>
        </w:r>
        <w:r w:rsidR="00681D74">
          <w:rPr>
            <w:webHidden/>
          </w:rPr>
          <w:tab/>
        </w:r>
        <w:r w:rsidR="00681D74">
          <w:rPr>
            <w:webHidden/>
          </w:rPr>
          <w:fldChar w:fldCharType="begin"/>
        </w:r>
        <w:r w:rsidR="00681D74">
          <w:rPr>
            <w:webHidden/>
          </w:rPr>
          <w:instrText xml:space="preserve"> PAGEREF _Toc63764891 \h </w:instrText>
        </w:r>
        <w:r w:rsidR="00681D74">
          <w:rPr>
            <w:webHidden/>
          </w:rPr>
        </w:r>
        <w:r w:rsidR="00681D74">
          <w:rPr>
            <w:webHidden/>
          </w:rPr>
          <w:fldChar w:fldCharType="separate"/>
        </w:r>
        <w:r w:rsidR="00681D74">
          <w:rPr>
            <w:webHidden/>
          </w:rPr>
          <w:t>3</w:t>
        </w:r>
        <w:r w:rsidR="00681D74">
          <w:rPr>
            <w:webHidden/>
          </w:rPr>
          <w:fldChar w:fldCharType="end"/>
        </w:r>
      </w:hyperlink>
    </w:p>
    <w:p w14:paraId="7DDB4201" w14:textId="19801D5D" w:rsidR="00681D74" w:rsidRDefault="00526D25">
      <w:pPr>
        <w:pStyle w:val="TOC2"/>
        <w:rPr>
          <w:rFonts w:asciiTheme="minorHAnsi" w:eastAsiaTheme="minorEastAsia" w:hAnsiTheme="minorHAnsi" w:cstheme="minorBidi"/>
          <w:snapToGrid/>
          <w:sz w:val="22"/>
          <w:szCs w:val="22"/>
          <w:lang w:eastAsia="en-GB"/>
        </w:rPr>
      </w:pPr>
      <w:hyperlink w:anchor="_Toc63764892" w:history="1">
        <w:r w:rsidR="00681D74" w:rsidRPr="00B07E96">
          <w:rPr>
            <w:rStyle w:val="Hyperlink"/>
          </w:rPr>
          <w:t>1.3</w:t>
        </w:r>
        <w:r w:rsidR="00681D74">
          <w:rPr>
            <w:rFonts w:asciiTheme="minorHAnsi" w:eastAsiaTheme="minorEastAsia" w:hAnsiTheme="minorHAnsi" w:cstheme="minorBidi"/>
            <w:snapToGrid/>
            <w:sz w:val="22"/>
            <w:szCs w:val="22"/>
            <w:lang w:eastAsia="en-GB"/>
          </w:rPr>
          <w:tab/>
        </w:r>
        <w:r w:rsidR="00681D74" w:rsidRPr="00B07E96">
          <w:rPr>
            <w:rStyle w:val="Hyperlink"/>
          </w:rPr>
          <w:t>Document Scope and Objectives</w:t>
        </w:r>
        <w:r w:rsidR="00681D74">
          <w:rPr>
            <w:webHidden/>
          </w:rPr>
          <w:tab/>
        </w:r>
        <w:r w:rsidR="00681D74">
          <w:rPr>
            <w:webHidden/>
          </w:rPr>
          <w:fldChar w:fldCharType="begin"/>
        </w:r>
        <w:r w:rsidR="00681D74">
          <w:rPr>
            <w:webHidden/>
          </w:rPr>
          <w:instrText xml:space="preserve"> PAGEREF _Toc63764892 \h </w:instrText>
        </w:r>
        <w:r w:rsidR="00681D74">
          <w:rPr>
            <w:webHidden/>
          </w:rPr>
        </w:r>
        <w:r w:rsidR="00681D74">
          <w:rPr>
            <w:webHidden/>
          </w:rPr>
          <w:fldChar w:fldCharType="separate"/>
        </w:r>
        <w:r w:rsidR="00681D74">
          <w:rPr>
            <w:webHidden/>
          </w:rPr>
          <w:t>3</w:t>
        </w:r>
        <w:r w:rsidR="00681D74">
          <w:rPr>
            <w:webHidden/>
          </w:rPr>
          <w:fldChar w:fldCharType="end"/>
        </w:r>
      </w:hyperlink>
    </w:p>
    <w:p w14:paraId="5F801E8B" w14:textId="1D5B09E9" w:rsidR="00681D74" w:rsidRDefault="00526D25">
      <w:pPr>
        <w:pStyle w:val="TOC2"/>
        <w:rPr>
          <w:rFonts w:asciiTheme="minorHAnsi" w:eastAsiaTheme="minorEastAsia" w:hAnsiTheme="minorHAnsi" w:cstheme="minorBidi"/>
          <w:snapToGrid/>
          <w:sz w:val="22"/>
          <w:szCs w:val="22"/>
          <w:lang w:eastAsia="en-GB"/>
        </w:rPr>
      </w:pPr>
      <w:hyperlink w:anchor="_Toc63764893" w:history="1">
        <w:r w:rsidR="00681D74" w:rsidRPr="00B07E96">
          <w:rPr>
            <w:rStyle w:val="Hyperlink"/>
          </w:rPr>
          <w:t>1.4</w:t>
        </w:r>
        <w:r w:rsidR="00681D74">
          <w:rPr>
            <w:rFonts w:asciiTheme="minorHAnsi" w:eastAsiaTheme="minorEastAsia" w:hAnsiTheme="minorHAnsi" w:cstheme="minorBidi"/>
            <w:snapToGrid/>
            <w:sz w:val="22"/>
            <w:szCs w:val="22"/>
            <w:lang w:eastAsia="en-GB"/>
          </w:rPr>
          <w:tab/>
        </w:r>
        <w:r w:rsidR="00681D74" w:rsidRPr="00B07E96">
          <w:rPr>
            <w:rStyle w:val="Hyperlink"/>
          </w:rPr>
          <w:t>References</w:t>
        </w:r>
        <w:r w:rsidR="00681D74">
          <w:rPr>
            <w:webHidden/>
          </w:rPr>
          <w:tab/>
        </w:r>
        <w:r w:rsidR="00681D74">
          <w:rPr>
            <w:webHidden/>
          </w:rPr>
          <w:fldChar w:fldCharType="begin"/>
        </w:r>
        <w:r w:rsidR="00681D74">
          <w:rPr>
            <w:webHidden/>
          </w:rPr>
          <w:instrText xml:space="preserve"> PAGEREF _Toc63764893 \h </w:instrText>
        </w:r>
        <w:r w:rsidR="00681D74">
          <w:rPr>
            <w:webHidden/>
          </w:rPr>
        </w:r>
        <w:r w:rsidR="00681D74">
          <w:rPr>
            <w:webHidden/>
          </w:rPr>
          <w:fldChar w:fldCharType="separate"/>
        </w:r>
        <w:r w:rsidR="00681D74">
          <w:rPr>
            <w:webHidden/>
          </w:rPr>
          <w:t>4</w:t>
        </w:r>
        <w:r w:rsidR="00681D74">
          <w:rPr>
            <w:webHidden/>
          </w:rPr>
          <w:fldChar w:fldCharType="end"/>
        </w:r>
      </w:hyperlink>
    </w:p>
    <w:p w14:paraId="5120A6EB" w14:textId="2231CF4B" w:rsidR="00681D74" w:rsidRDefault="00526D25">
      <w:pPr>
        <w:pStyle w:val="TOC1"/>
        <w:rPr>
          <w:rFonts w:asciiTheme="minorHAnsi" w:eastAsiaTheme="minorEastAsia" w:hAnsiTheme="minorHAnsi" w:cstheme="minorBidi"/>
          <w:b w:val="0"/>
          <w:sz w:val="22"/>
          <w:szCs w:val="22"/>
          <w:lang w:eastAsia="en-GB"/>
        </w:rPr>
      </w:pPr>
      <w:hyperlink w:anchor="_Toc63764894" w:history="1">
        <w:r w:rsidR="00681D74" w:rsidRPr="00B07E96">
          <w:rPr>
            <w:rStyle w:val="Hyperlink"/>
          </w:rPr>
          <w:t>2</w:t>
        </w:r>
        <w:r w:rsidR="00681D74">
          <w:rPr>
            <w:rFonts w:asciiTheme="minorHAnsi" w:eastAsiaTheme="minorEastAsia" w:hAnsiTheme="minorHAnsi" w:cstheme="minorBidi"/>
            <w:b w:val="0"/>
            <w:sz w:val="22"/>
            <w:szCs w:val="22"/>
            <w:lang w:eastAsia="en-GB"/>
          </w:rPr>
          <w:tab/>
        </w:r>
        <w:r w:rsidR="00681D74" w:rsidRPr="00B07E96">
          <w:rPr>
            <w:rStyle w:val="Hyperlink"/>
          </w:rPr>
          <w:t>Scope and Functionality</w:t>
        </w:r>
        <w:r w:rsidR="00681D74">
          <w:rPr>
            <w:webHidden/>
          </w:rPr>
          <w:tab/>
        </w:r>
        <w:r w:rsidR="00681D74">
          <w:rPr>
            <w:webHidden/>
          </w:rPr>
          <w:fldChar w:fldCharType="begin"/>
        </w:r>
        <w:r w:rsidR="00681D74">
          <w:rPr>
            <w:webHidden/>
          </w:rPr>
          <w:instrText xml:space="preserve"> PAGEREF _Toc63764894 \h </w:instrText>
        </w:r>
        <w:r w:rsidR="00681D74">
          <w:rPr>
            <w:webHidden/>
          </w:rPr>
        </w:r>
        <w:r w:rsidR="00681D74">
          <w:rPr>
            <w:webHidden/>
          </w:rPr>
          <w:fldChar w:fldCharType="separate"/>
        </w:r>
        <w:r w:rsidR="00681D74">
          <w:rPr>
            <w:webHidden/>
          </w:rPr>
          <w:t>5</w:t>
        </w:r>
        <w:r w:rsidR="00681D74">
          <w:rPr>
            <w:webHidden/>
          </w:rPr>
          <w:fldChar w:fldCharType="end"/>
        </w:r>
      </w:hyperlink>
    </w:p>
    <w:p w14:paraId="6CB058D7" w14:textId="75FD437F" w:rsidR="00681D74" w:rsidRDefault="00526D25">
      <w:pPr>
        <w:pStyle w:val="TOC2"/>
        <w:rPr>
          <w:rFonts w:asciiTheme="minorHAnsi" w:eastAsiaTheme="minorEastAsia" w:hAnsiTheme="minorHAnsi" w:cstheme="minorBidi"/>
          <w:snapToGrid/>
          <w:sz w:val="22"/>
          <w:szCs w:val="22"/>
          <w:lang w:eastAsia="en-GB"/>
        </w:rPr>
      </w:pPr>
      <w:hyperlink w:anchor="_Toc63764895" w:history="1">
        <w:r w:rsidR="00681D74" w:rsidRPr="00B07E96">
          <w:rPr>
            <w:rStyle w:val="Hyperlink"/>
          </w:rPr>
          <w:t>2.1</w:t>
        </w:r>
        <w:r w:rsidR="00681D74">
          <w:rPr>
            <w:rFonts w:asciiTheme="minorHAnsi" w:eastAsiaTheme="minorEastAsia" w:hAnsiTheme="minorHAnsi" w:cstheme="minorBidi"/>
            <w:snapToGrid/>
            <w:sz w:val="22"/>
            <w:szCs w:val="22"/>
            <w:lang w:eastAsia="en-GB"/>
          </w:rPr>
          <w:tab/>
        </w:r>
        <w:r w:rsidR="00681D74" w:rsidRPr="00B07E96">
          <w:rPr>
            <w:rStyle w:val="Hyperlink"/>
          </w:rPr>
          <w:t>Background</w:t>
        </w:r>
        <w:r w:rsidR="00681D74">
          <w:rPr>
            <w:webHidden/>
          </w:rPr>
          <w:tab/>
        </w:r>
        <w:r w:rsidR="00681D74">
          <w:rPr>
            <w:webHidden/>
          </w:rPr>
          <w:fldChar w:fldCharType="begin"/>
        </w:r>
        <w:r w:rsidR="00681D74">
          <w:rPr>
            <w:webHidden/>
          </w:rPr>
          <w:instrText xml:space="preserve"> PAGEREF _Toc63764895 \h </w:instrText>
        </w:r>
        <w:r w:rsidR="00681D74">
          <w:rPr>
            <w:webHidden/>
          </w:rPr>
        </w:r>
        <w:r w:rsidR="00681D74">
          <w:rPr>
            <w:webHidden/>
          </w:rPr>
          <w:fldChar w:fldCharType="separate"/>
        </w:r>
        <w:r w:rsidR="00681D74">
          <w:rPr>
            <w:webHidden/>
          </w:rPr>
          <w:t>5</w:t>
        </w:r>
        <w:r w:rsidR="00681D74">
          <w:rPr>
            <w:webHidden/>
          </w:rPr>
          <w:fldChar w:fldCharType="end"/>
        </w:r>
      </w:hyperlink>
    </w:p>
    <w:p w14:paraId="444D1748" w14:textId="4815C128" w:rsidR="00681D74" w:rsidRDefault="00526D25">
      <w:pPr>
        <w:pStyle w:val="TOC2"/>
        <w:rPr>
          <w:rFonts w:asciiTheme="minorHAnsi" w:eastAsiaTheme="minorEastAsia" w:hAnsiTheme="minorHAnsi" w:cstheme="minorBidi"/>
          <w:snapToGrid/>
          <w:sz w:val="22"/>
          <w:szCs w:val="22"/>
          <w:lang w:eastAsia="en-GB"/>
        </w:rPr>
      </w:pPr>
      <w:hyperlink w:anchor="_Toc63764896" w:history="1">
        <w:r w:rsidR="00681D74" w:rsidRPr="00B07E96">
          <w:rPr>
            <w:rStyle w:val="Hyperlink"/>
          </w:rPr>
          <w:t>2.2</w:t>
        </w:r>
        <w:r w:rsidR="00681D74">
          <w:rPr>
            <w:rFonts w:asciiTheme="minorHAnsi" w:eastAsiaTheme="minorEastAsia" w:hAnsiTheme="minorHAnsi" w:cstheme="minorBidi"/>
            <w:snapToGrid/>
            <w:sz w:val="22"/>
            <w:szCs w:val="22"/>
            <w:lang w:eastAsia="en-GB"/>
          </w:rPr>
          <w:tab/>
        </w:r>
        <w:r w:rsidR="00681D74" w:rsidRPr="00B07E96">
          <w:rPr>
            <w:rStyle w:val="Hyperlink"/>
          </w:rPr>
          <w:t>Scope</w:t>
        </w:r>
        <w:r w:rsidR="00681D74">
          <w:rPr>
            <w:webHidden/>
          </w:rPr>
          <w:tab/>
        </w:r>
        <w:r w:rsidR="00681D74">
          <w:rPr>
            <w:webHidden/>
          </w:rPr>
          <w:fldChar w:fldCharType="begin"/>
        </w:r>
        <w:r w:rsidR="00681D74">
          <w:rPr>
            <w:webHidden/>
          </w:rPr>
          <w:instrText xml:space="preserve"> PAGEREF _Toc63764896 \h </w:instrText>
        </w:r>
        <w:r w:rsidR="00681D74">
          <w:rPr>
            <w:webHidden/>
          </w:rPr>
        </w:r>
        <w:r w:rsidR="00681D74">
          <w:rPr>
            <w:webHidden/>
          </w:rPr>
          <w:fldChar w:fldCharType="separate"/>
        </w:r>
        <w:r w:rsidR="00681D74">
          <w:rPr>
            <w:webHidden/>
          </w:rPr>
          <w:t>5</w:t>
        </w:r>
        <w:r w:rsidR="00681D74">
          <w:rPr>
            <w:webHidden/>
          </w:rPr>
          <w:fldChar w:fldCharType="end"/>
        </w:r>
      </w:hyperlink>
    </w:p>
    <w:p w14:paraId="5C8303A4" w14:textId="0ED93AFC" w:rsidR="00681D74" w:rsidRDefault="00526D25">
      <w:pPr>
        <w:pStyle w:val="TOC2"/>
        <w:rPr>
          <w:rFonts w:asciiTheme="minorHAnsi" w:eastAsiaTheme="minorEastAsia" w:hAnsiTheme="minorHAnsi" w:cstheme="minorBidi"/>
          <w:snapToGrid/>
          <w:sz w:val="22"/>
          <w:szCs w:val="22"/>
          <w:lang w:eastAsia="en-GB"/>
        </w:rPr>
      </w:pPr>
      <w:hyperlink w:anchor="_Toc63764897" w:history="1">
        <w:r w:rsidR="00681D74" w:rsidRPr="00B07E96">
          <w:rPr>
            <w:rStyle w:val="Hyperlink"/>
          </w:rPr>
          <w:t>2.3</w:t>
        </w:r>
        <w:r w:rsidR="00681D74">
          <w:rPr>
            <w:rFonts w:asciiTheme="minorHAnsi" w:eastAsiaTheme="minorEastAsia" w:hAnsiTheme="minorHAnsi" w:cstheme="minorBidi"/>
            <w:snapToGrid/>
            <w:sz w:val="22"/>
            <w:szCs w:val="22"/>
            <w:lang w:eastAsia="en-GB"/>
          </w:rPr>
          <w:tab/>
        </w:r>
        <w:r w:rsidR="00681D74" w:rsidRPr="00B07E96">
          <w:rPr>
            <w:rStyle w:val="Hyperlink"/>
          </w:rPr>
          <w:t>Groups of MessageDefinitions and Functionality</w:t>
        </w:r>
        <w:r w:rsidR="00681D74">
          <w:rPr>
            <w:webHidden/>
          </w:rPr>
          <w:tab/>
        </w:r>
        <w:r w:rsidR="00681D74">
          <w:rPr>
            <w:webHidden/>
          </w:rPr>
          <w:fldChar w:fldCharType="begin"/>
        </w:r>
        <w:r w:rsidR="00681D74">
          <w:rPr>
            <w:webHidden/>
          </w:rPr>
          <w:instrText xml:space="preserve"> PAGEREF _Toc63764897 \h </w:instrText>
        </w:r>
        <w:r w:rsidR="00681D74">
          <w:rPr>
            <w:webHidden/>
          </w:rPr>
        </w:r>
        <w:r w:rsidR="00681D74">
          <w:rPr>
            <w:webHidden/>
          </w:rPr>
          <w:fldChar w:fldCharType="separate"/>
        </w:r>
        <w:r w:rsidR="00681D74">
          <w:rPr>
            <w:webHidden/>
          </w:rPr>
          <w:t>5</w:t>
        </w:r>
        <w:r w:rsidR="00681D74">
          <w:rPr>
            <w:webHidden/>
          </w:rPr>
          <w:fldChar w:fldCharType="end"/>
        </w:r>
      </w:hyperlink>
    </w:p>
    <w:p w14:paraId="292F864B" w14:textId="13B87273" w:rsidR="00681D74" w:rsidRDefault="00526D25">
      <w:pPr>
        <w:pStyle w:val="TOC1"/>
        <w:rPr>
          <w:rFonts w:asciiTheme="minorHAnsi" w:eastAsiaTheme="minorEastAsia" w:hAnsiTheme="minorHAnsi" w:cstheme="minorBidi"/>
          <w:b w:val="0"/>
          <w:sz w:val="22"/>
          <w:szCs w:val="22"/>
          <w:lang w:eastAsia="en-GB"/>
        </w:rPr>
      </w:pPr>
      <w:hyperlink w:anchor="_Toc63764898" w:history="1">
        <w:r w:rsidR="00681D74" w:rsidRPr="00B07E96">
          <w:rPr>
            <w:rStyle w:val="Hyperlink"/>
          </w:rPr>
          <w:t>3</w:t>
        </w:r>
        <w:r w:rsidR="00681D74">
          <w:rPr>
            <w:rFonts w:asciiTheme="minorHAnsi" w:eastAsiaTheme="minorEastAsia" w:hAnsiTheme="minorHAnsi" w:cstheme="minorBidi"/>
            <w:b w:val="0"/>
            <w:sz w:val="22"/>
            <w:szCs w:val="22"/>
            <w:lang w:eastAsia="en-GB"/>
          </w:rPr>
          <w:tab/>
        </w:r>
        <w:r w:rsidR="00681D74" w:rsidRPr="00B07E96">
          <w:rPr>
            <w:rStyle w:val="Hyperlink"/>
          </w:rPr>
          <w:t>BusinessRoles and Participants</w:t>
        </w:r>
        <w:r w:rsidR="00681D74">
          <w:rPr>
            <w:webHidden/>
          </w:rPr>
          <w:tab/>
        </w:r>
        <w:r w:rsidR="00681D74">
          <w:rPr>
            <w:webHidden/>
          </w:rPr>
          <w:fldChar w:fldCharType="begin"/>
        </w:r>
        <w:r w:rsidR="00681D74">
          <w:rPr>
            <w:webHidden/>
          </w:rPr>
          <w:instrText xml:space="preserve"> PAGEREF _Toc63764898 \h </w:instrText>
        </w:r>
        <w:r w:rsidR="00681D74">
          <w:rPr>
            <w:webHidden/>
          </w:rPr>
        </w:r>
        <w:r w:rsidR="00681D74">
          <w:rPr>
            <w:webHidden/>
          </w:rPr>
          <w:fldChar w:fldCharType="separate"/>
        </w:r>
        <w:r w:rsidR="00681D74">
          <w:rPr>
            <w:webHidden/>
          </w:rPr>
          <w:t>6</w:t>
        </w:r>
        <w:r w:rsidR="00681D74">
          <w:rPr>
            <w:webHidden/>
          </w:rPr>
          <w:fldChar w:fldCharType="end"/>
        </w:r>
      </w:hyperlink>
    </w:p>
    <w:p w14:paraId="1F3FAB50" w14:textId="7E110FF2" w:rsidR="00681D74" w:rsidRDefault="00526D25">
      <w:pPr>
        <w:pStyle w:val="TOC2"/>
        <w:rPr>
          <w:rFonts w:asciiTheme="minorHAnsi" w:eastAsiaTheme="minorEastAsia" w:hAnsiTheme="minorHAnsi" w:cstheme="minorBidi"/>
          <w:snapToGrid/>
          <w:sz w:val="22"/>
          <w:szCs w:val="22"/>
          <w:lang w:eastAsia="en-GB"/>
        </w:rPr>
      </w:pPr>
      <w:hyperlink w:anchor="_Toc63764899" w:history="1">
        <w:r w:rsidR="00681D74" w:rsidRPr="00B07E96">
          <w:rPr>
            <w:rStyle w:val="Hyperlink"/>
          </w:rPr>
          <w:t>3.1</w:t>
        </w:r>
        <w:r w:rsidR="00681D74">
          <w:rPr>
            <w:rFonts w:asciiTheme="minorHAnsi" w:eastAsiaTheme="minorEastAsia" w:hAnsiTheme="minorHAnsi" w:cstheme="minorBidi"/>
            <w:snapToGrid/>
            <w:sz w:val="22"/>
            <w:szCs w:val="22"/>
            <w:lang w:eastAsia="en-GB"/>
          </w:rPr>
          <w:tab/>
        </w:r>
        <w:r w:rsidR="00681D74" w:rsidRPr="00B07E96">
          <w:rPr>
            <w:rStyle w:val="Hyperlink"/>
          </w:rPr>
          <w:t>Participants and BusinessRoles Definitions</w:t>
        </w:r>
        <w:r w:rsidR="00681D74">
          <w:rPr>
            <w:webHidden/>
          </w:rPr>
          <w:tab/>
        </w:r>
        <w:r w:rsidR="00681D74">
          <w:rPr>
            <w:webHidden/>
          </w:rPr>
          <w:fldChar w:fldCharType="begin"/>
        </w:r>
        <w:r w:rsidR="00681D74">
          <w:rPr>
            <w:webHidden/>
          </w:rPr>
          <w:instrText xml:space="preserve"> PAGEREF _Toc63764899 \h </w:instrText>
        </w:r>
        <w:r w:rsidR="00681D74">
          <w:rPr>
            <w:webHidden/>
          </w:rPr>
        </w:r>
        <w:r w:rsidR="00681D74">
          <w:rPr>
            <w:webHidden/>
          </w:rPr>
          <w:fldChar w:fldCharType="separate"/>
        </w:r>
        <w:r w:rsidR="00681D74">
          <w:rPr>
            <w:webHidden/>
          </w:rPr>
          <w:t>6</w:t>
        </w:r>
        <w:r w:rsidR="00681D74">
          <w:rPr>
            <w:webHidden/>
          </w:rPr>
          <w:fldChar w:fldCharType="end"/>
        </w:r>
      </w:hyperlink>
    </w:p>
    <w:p w14:paraId="689BDB26" w14:textId="6E183910" w:rsidR="00681D74" w:rsidRDefault="00526D25">
      <w:pPr>
        <w:pStyle w:val="TOC2"/>
        <w:rPr>
          <w:rFonts w:asciiTheme="minorHAnsi" w:eastAsiaTheme="minorEastAsia" w:hAnsiTheme="minorHAnsi" w:cstheme="minorBidi"/>
          <w:snapToGrid/>
          <w:sz w:val="22"/>
          <w:szCs w:val="22"/>
          <w:lang w:eastAsia="en-GB"/>
        </w:rPr>
      </w:pPr>
      <w:hyperlink w:anchor="_Toc63764900" w:history="1">
        <w:r w:rsidR="00681D74" w:rsidRPr="00B07E96">
          <w:rPr>
            <w:rStyle w:val="Hyperlink"/>
          </w:rPr>
          <w:t>3.2</w:t>
        </w:r>
        <w:r w:rsidR="00681D74">
          <w:rPr>
            <w:rFonts w:asciiTheme="minorHAnsi" w:eastAsiaTheme="minorEastAsia" w:hAnsiTheme="minorHAnsi" w:cstheme="minorBidi"/>
            <w:snapToGrid/>
            <w:sz w:val="22"/>
            <w:szCs w:val="22"/>
            <w:lang w:eastAsia="en-GB"/>
          </w:rPr>
          <w:tab/>
        </w:r>
        <w:r w:rsidR="00681D74" w:rsidRPr="00B07E96">
          <w:rPr>
            <w:rStyle w:val="Hyperlink"/>
          </w:rPr>
          <w:t>BusinessRoles and Participants Table</w:t>
        </w:r>
        <w:r w:rsidR="00681D74">
          <w:rPr>
            <w:webHidden/>
          </w:rPr>
          <w:tab/>
        </w:r>
        <w:r w:rsidR="00681D74">
          <w:rPr>
            <w:webHidden/>
          </w:rPr>
          <w:fldChar w:fldCharType="begin"/>
        </w:r>
        <w:r w:rsidR="00681D74">
          <w:rPr>
            <w:webHidden/>
          </w:rPr>
          <w:instrText xml:space="preserve"> PAGEREF _Toc63764900 \h </w:instrText>
        </w:r>
        <w:r w:rsidR="00681D74">
          <w:rPr>
            <w:webHidden/>
          </w:rPr>
        </w:r>
        <w:r w:rsidR="00681D74">
          <w:rPr>
            <w:webHidden/>
          </w:rPr>
          <w:fldChar w:fldCharType="separate"/>
        </w:r>
        <w:r w:rsidR="00681D74">
          <w:rPr>
            <w:webHidden/>
          </w:rPr>
          <w:t>6</w:t>
        </w:r>
        <w:r w:rsidR="00681D74">
          <w:rPr>
            <w:webHidden/>
          </w:rPr>
          <w:fldChar w:fldCharType="end"/>
        </w:r>
      </w:hyperlink>
    </w:p>
    <w:p w14:paraId="3E333EC2" w14:textId="01F1AD5B" w:rsidR="00681D74" w:rsidRDefault="00526D25">
      <w:pPr>
        <w:pStyle w:val="TOC1"/>
        <w:rPr>
          <w:rFonts w:asciiTheme="minorHAnsi" w:eastAsiaTheme="minorEastAsia" w:hAnsiTheme="minorHAnsi" w:cstheme="minorBidi"/>
          <w:b w:val="0"/>
          <w:sz w:val="22"/>
          <w:szCs w:val="22"/>
          <w:lang w:eastAsia="en-GB"/>
        </w:rPr>
      </w:pPr>
      <w:hyperlink w:anchor="_Toc63764901" w:history="1">
        <w:r w:rsidR="00681D74" w:rsidRPr="00B07E96">
          <w:rPr>
            <w:rStyle w:val="Hyperlink"/>
          </w:rPr>
          <w:t>4</w:t>
        </w:r>
        <w:r w:rsidR="00681D74">
          <w:rPr>
            <w:rFonts w:asciiTheme="minorHAnsi" w:eastAsiaTheme="minorEastAsia" w:hAnsiTheme="minorHAnsi" w:cstheme="minorBidi"/>
            <w:b w:val="0"/>
            <w:sz w:val="22"/>
            <w:szCs w:val="22"/>
            <w:lang w:eastAsia="en-GB"/>
          </w:rPr>
          <w:tab/>
        </w:r>
        <w:r w:rsidR="00681D74" w:rsidRPr="00B07E96">
          <w:rPr>
            <w:rStyle w:val="Hyperlink"/>
          </w:rPr>
          <w:t>BusinessProcess Description</w:t>
        </w:r>
        <w:r w:rsidR="00681D74">
          <w:rPr>
            <w:webHidden/>
          </w:rPr>
          <w:tab/>
        </w:r>
        <w:r w:rsidR="00681D74">
          <w:rPr>
            <w:webHidden/>
          </w:rPr>
          <w:fldChar w:fldCharType="begin"/>
        </w:r>
        <w:r w:rsidR="00681D74">
          <w:rPr>
            <w:webHidden/>
          </w:rPr>
          <w:instrText xml:space="preserve"> PAGEREF _Toc63764901 \h </w:instrText>
        </w:r>
        <w:r w:rsidR="00681D74">
          <w:rPr>
            <w:webHidden/>
          </w:rPr>
        </w:r>
        <w:r w:rsidR="00681D74">
          <w:rPr>
            <w:webHidden/>
          </w:rPr>
          <w:fldChar w:fldCharType="separate"/>
        </w:r>
        <w:r w:rsidR="00681D74">
          <w:rPr>
            <w:webHidden/>
          </w:rPr>
          <w:t>7</w:t>
        </w:r>
        <w:r w:rsidR="00681D74">
          <w:rPr>
            <w:webHidden/>
          </w:rPr>
          <w:fldChar w:fldCharType="end"/>
        </w:r>
      </w:hyperlink>
    </w:p>
    <w:p w14:paraId="4EFB7F47" w14:textId="7B35F0AE" w:rsidR="00681D74" w:rsidRDefault="00526D25">
      <w:pPr>
        <w:pStyle w:val="TOC1"/>
        <w:rPr>
          <w:rFonts w:asciiTheme="minorHAnsi" w:eastAsiaTheme="minorEastAsia" w:hAnsiTheme="minorHAnsi" w:cstheme="minorBidi"/>
          <w:b w:val="0"/>
          <w:sz w:val="22"/>
          <w:szCs w:val="22"/>
          <w:lang w:eastAsia="en-GB"/>
        </w:rPr>
      </w:pPr>
      <w:hyperlink w:anchor="_Toc63764902" w:history="1">
        <w:r w:rsidR="00681D74" w:rsidRPr="00B07E96">
          <w:rPr>
            <w:rStyle w:val="Hyperlink"/>
          </w:rPr>
          <w:t>5</w:t>
        </w:r>
        <w:r w:rsidR="00681D74">
          <w:rPr>
            <w:rFonts w:asciiTheme="minorHAnsi" w:eastAsiaTheme="minorEastAsia" w:hAnsiTheme="minorHAnsi" w:cstheme="minorBidi"/>
            <w:b w:val="0"/>
            <w:sz w:val="22"/>
            <w:szCs w:val="22"/>
            <w:lang w:eastAsia="en-GB"/>
          </w:rPr>
          <w:tab/>
        </w:r>
        <w:r w:rsidR="00681D74" w:rsidRPr="00B07E96">
          <w:rPr>
            <w:rStyle w:val="Hyperlink"/>
          </w:rPr>
          <w:t>Description of BusinessActivities</w:t>
        </w:r>
        <w:r w:rsidR="00681D74">
          <w:rPr>
            <w:webHidden/>
          </w:rPr>
          <w:tab/>
        </w:r>
        <w:r w:rsidR="00681D74">
          <w:rPr>
            <w:webHidden/>
          </w:rPr>
          <w:fldChar w:fldCharType="begin"/>
        </w:r>
        <w:r w:rsidR="00681D74">
          <w:rPr>
            <w:webHidden/>
          </w:rPr>
          <w:instrText xml:space="preserve"> PAGEREF _Toc63764902 \h </w:instrText>
        </w:r>
        <w:r w:rsidR="00681D74">
          <w:rPr>
            <w:webHidden/>
          </w:rPr>
        </w:r>
        <w:r w:rsidR="00681D74">
          <w:rPr>
            <w:webHidden/>
          </w:rPr>
          <w:fldChar w:fldCharType="separate"/>
        </w:r>
        <w:r w:rsidR="00681D74">
          <w:rPr>
            <w:webHidden/>
          </w:rPr>
          <w:t>8</w:t>
        </w:r>
        <w:r w:rsidR="00681D74">
          <w:rPr>
            <w:webHidden/>
          </w:rPr>
          <w:fldChar w:fldCharType="end"/>
        </w:r>
      </w:hyperlink>
    </w:p>
    <w:p w14:paraId="214EA8BA" w14:textId="6E24C797" w:rsidR="00681D74" w:rsidRDefault="00526D25">
      <w:pPr>
        <w:pStyle w:val="TOC2"/>
        <w:rPr>
          <w:rFonts w:asciiTheme="minorHAnsi" w:eastAsiaTheme="minorEastAsia" w:hAnsiTheme="minorHAnsi" w:cstheme="minorBidi"/>
          <w:snapToGrid/>
          <w:sz w:val="22"/>
          <w:szCs w:val="22"/>
          <w:lang w:eastAsia="en-GB"/>
        </w:rPr>
      </w:pPr>
      <w:hyperlink w:anchor="_Toc63764903" w:history="1">
        <w:r w:rsidR="00681D74" w:rsidRPr="00B07E96">
          <w:rPr>
            <w:rStyle w:val="Hyperlink"/>
          </w:rPr>
          <w:t>5.1</w:t>
        </w:r>
        <w:r w:rsidR="00681D74">
          <w:rPr>
            <w:rFonts w:asciiTheme="minorHAnsi" w:eastAsiaTheme="minorEastAsia" w:hAnsiTheme="minorHAnsi" w:cstheme="minorBidi"/>
            <w:snapToGrid/>
            <w:sz w:val="22"/>
            <w:szCs w:val="22"/>
            <w:lang w:eastAsia="en-GB"/>
          </w:rPr>
          <w:tab/>
        </w:r>
        <w:r w:rsidR="00681D74" w:rsidRPr="00B07E96">
          <w:rPr>
            <w:rStyle w:val="Hyperlink"/>
          </w:rPr>
          <w:t>Bank Services Billing Statement</w:t>
        </w:r>
        <w:r w:rsidR="00681D74">
          <w:rPr>
            <w:webHidden/>
          </w:rPr>
          <w:tab/>
        </w:r>
        <w:r w:rsidR="00681D74">
          <w:rPr>
            <w:webHidden/>
          </w:rPr>
          <w:fldChar w:fldCharType="begin"/>
        </w:r>
        <w:r w:rsidR="00681D74">
          <w:rPr>
            <w:webHidden/>
          </w:rPr>
          <w:instrText xml:space="preserve"> PAGEREF _Toc63764903 \h </w:instrText>
        </w:r>
        <w:r w:rsidR="00681D74">
          <w:rPr>
            <w:webHidden/>
          </w:rPr>
        </w:r>
        <w:r w:rsidR="00681D74">
          <w:rPr>
            <w:webHidden/>
          </w:rPr>
          <w:fldChar w:fldCharType="separate"/>
        </w:r>
        <w:r w:rsidR="00681D74">
          <w:rPr>
            <w:webHidden/>
          </w:rPr>
          <w:t>8</w:t>
        </w:r>
        <w:r w:rsidR="00681D74">
          <w:rPr>
            <w:webHidden/>
          </w:rPr>
          <w:fldChar w:fldCharType="end"/>
        </w:r>
      </w:hyperlink>
    </w:p>
    <w:p w14:paraId="61ABAA8E" w14:textId="15870A3C" w:rsidR="00681D74" w:rsidRDefault="00526D25">
      <w:pPr>
        <w:pStyle w:val="TOC1"/>
        <w:rPr>
          <w:rFonts w:asciiTheme="minorHAnsi" w:eastAsiaTheme="minorEastAsia" w:hAnsiTheme="minorHAnsi" w:cstheme="minorBidi"/>
          <w:b w:val="0"/>
          <w:sz w:val="22"/>
          <w:szCs w:val="22"/>
          <w:lang w:eastAsia="en-GB"/>
        </w:rPr>
      </w:pPr>
      <w:hyperlink w:anchor="_Toc63764904" w:history="1">
        <w:r w:rsidR="00681D74" w:rsidRPr="00B07E96">
          <w:rPr>
            <w:rStyle w:val="Hyperlink"/>
          </w:rPr>
          <w:t>6</w:t>
        </w:r>
        <w:r w:rsidR="00681D74">
          <w:rPr>
            <w:rFonts w:asciiTheme="minorHAnsi" w:eastAsiaTheme="minorEastAsia" w:hAnsiTheme="minorHAnsi" w:cstheme="minorBidi"/>
            <w:b w:val="0"/>
            <w:sz w:val="22"/>
            <w:szCs w:val="22"/>
            <w:lang w:eastAsia="en-GB"/>
          </w:rPr>
          <w:tab/>
        </w:r>
        <w:r w:rsidR="00681D74" w:rsidRPr="00B07E96">
          <w:rPr>
            <w:rStyle w:val="Hyperlink"/>
          </w:rPr>
          <w:t>BusinessTransactions</w:t>
        </w:r>
        <w:r w:rsidR="00681D74">
          <w:rPr>
            <w:webHidden/>
          </w:rPr>
          <w:tab/>
        </w:r>
        <w:r w:rsidR="00681D74">
          <w:rPr>
            <w:webHidden/>
          </w:rPr>
          <w:fldChar w:fldCharType="begin"/>
        </w:r>
        <w:r w:rsidR="00681D74">
          <w:rPr>
            <w:webHidden/>
          </w:rPr>
          <w:instrText xml:space="preserve"> PAGEREF _Toc63764904 \h </w:instrText>
        </w:r>
        <w:r w:rsidR="00681D74">
          <w:rPr>
            <w:webHidden/>
          </w:rPr>
        </w:r>
        <w:r w:rsidR="00681D74">
          <w:rPr>
            <w:webHidden/>
          </w:rPr>
          <w:fldChar w:fldCharType="separate"/>
        </w:r>
        <w:r w:rsidR="00681D74">
          <w:rPr>
            <w:webHidden/>
          </w:rPr>
          <w:t>12</w:t>
        </w:r>
        <w:r w:rsidR="00681D74">
          <w:rPr>
            <w:webHidden/>
          </w:rPr>
          <w:fldChar w:fldCharType="end"/>
        </w:r>
      </w:hyperlink>
    </w:p>
    <w:p w14:paraId="11BAF244" w14:textId="28CFE2BA" w:rsidR="00681D74" w:rsidRDefault="00526D25">
      <w:pPr>
        <w:pStyle w:val="TOC2"/>
        <w:rPr>
          <w:rFonts w:asciiTheme="minorHAnsi" w:eastAsiaTheme="minorEastAsia" w:hAnsiTheme="minorHAnsi" w:cstheme="minorBidi"/>
          <w:snapToGrid/>
          <w:sz w:val="22"/>
          <w:szCs w:val="22"/>
          <w:lang w:eastAsia="en-GB"/>
        </w:rPr>
      </w:pPr>
      <w:hyperlink w:anchor="_Toc63764905" w:history="1">
        <w:r w:rsidR="00681D74" w:rsidRPr="00B07E96">
          <w:rPr>
            <w:rStyle w:val="Hyperlink"/>
          </w:rPr>
          <w:t>6.1</w:t>
        </w:r>
        <w:r w:rsidR="00681D74">
          <w:rPr>
            <w:rFonts w:asciiTheme="minorHAnsi" w:eastAsiaTheme="minorEastAsia" w:hAnsiTheme="minorHAnsi" w:cstheme="minorBidi"/>
            <w:snapToGrid/>
            <w:sz w:val="22"/>
            <w:szCs w:val="22"/>
            <w:lang w:eastAsia="en-GB"/>
          </w:rPr>
          <w:tab/>
        </w:r>
        <w:r w:rsidR="00681D74" w:rsidRPr="00B07E96">
          <w:rPr>
            <w:rStyle w:val="Hyperlink"/>
          </w:rPr>
          <w:t>Bank Services Billing Statement</w:t>
        </w:r>
        <w:r w:rsidR="00681D74">
          <w:rPr>
            <w:webHidden/>
          </w:rPr>
          <w:tab/>
        </w:r>
        <w:r w:rsidR="00681D74">
          <w:rPr>
            <w:webHidden/>
          </w:rPr>
          <w:fldChar w:fldCharType="begin"/>
        </w:r>
        <w:r w:rsidR="00681D74">
          <w:rPr>
            <w:webHidden/>
          </w:rPr>
          <w:instrText xml:space="preserve"> PAGEREF _Toc63764905 \h </w:instrText>
        </w:r>
        <w:r w:rsidR="00681D74">
          <w:rPr>
            <w:webHidden/>
          </w:rPr>
        </w:r>
        <w:r w:rsidR="00681D74">
          <w:rPr>
            <w:webHidden/>
          </w:rPr>
          <w:fldChar w:fldCharType="separate"/>
        </w:r>
        <w:r w:rsidR="00681D74">
          <w:rPr>
            <w:webHidden/>
          </w:rPr>
          <w:t>12</w:t>
        </w:r>
        <w:r w:rsidR="00681D74">
          <w:rPr>
            <w:webHidden/>
          </w:rPr>
          <w:fldChar w:fldCharType="end"/>
        </w:r>
      </w:hyperlink>
    </w:p>
    <w:p w14:paraId="4BECC4AA" w14:textId="061A0DC0" w:rsidR="00681D74" w:rsidRDefault="00526D25">
      <w:pPr>
        <w:pStyle w:val="TOC1"/>
        <w:rPr>
          <w:rFonts w:asciiTheme="minorHAnsi" w:eastAsiaTheme="minorEastAsia" w:hAnsiTheme="minorHAnsi" w:cstheme="minorBidi"/>
          <w:b w:val="0"/>
          <w:sz w:val="22"/>
          <w:szCs w:val="22"/>
          <w:lang w:eastAsia="en-GB"/>
        </w:rPr>
      </w:pPr>
      <w:hyperlink w:anchor="_Toc63764906" w:history="1">
        <w:r w:rsidR="00681D74" w:rsidRPr="00B07E96">
          <w:rPr>
            <w:rStyle w:val="Hyperlink"/>
          </w:rPr>
          <w:t>7</w:t>
        </w:r>
        <w:r w:rsidR="00681D74">
          <w:rPr>
            <w:rFonts w:asciiTheme="minorHAnsi" w:eastAsiaTheme="minorEastAsia" w:hAnsiTheme="minorHAnsi" w:cstheme="minorBidi"/>
            <w:b w:val="0"/>
            <w:sz w:val="22"/>
            <w:szCs w:val="22"/>
            <w:lang w:eastAsia="en-GB"/>
          </w:rPr>
          <w:tab/>
        </w:r>
        <w:r w:rsidR="00681D74" w:rsidRPr="00B07E96">
          <w:rPr>
            <w:rStyle w:val="Hyperlink"/>
          </w:rPr>
          <w:t>Business Examples</w:t>
        </w:r>
        <w:r w:rsidR="00681D74">
          <w:rPr>
            <w:webHidden/>
          </w:rPr>
          <w:tab/>
        </w:r>
        <w:r w:rsidR="00681D74">
          <w:rPr>
            <w:webHidden/>
          </w:rPr>
          <w:fldChar w:fldCharType="begin"/>
        </w:r>
        <w:r w:rsidR="00681D74">
          <w:rPr>
            <w:webHidden/>
          </w:rPr>
          <w:instrText xml:space="preserve"> PAGEREF _Toc63764906 \h </w:instrText>
        </w:r>
        <w:r w:rsidR="00681D74">
          <w:rPr>
            <w:webHidden/>
          </w:rPr>
        </w:r>
        <w:r w:rsidR="00681D74">
          <w:rPr>
            <w:webHidden/>
          </w:rPr>
          <w:fldChar w:fldCharType="separate"/>
        </w:r>
        <w:r w:rsidR="00681D74">
          <w:rPr>
            <w:webHidden/>
          </w:rPr>
          <w:t>13</w:t>
        </w:r>
        <w:r w:rsidR="00681D74">
          <w:rPr>
            <w:webHidden/>
          </w:rPr>
          <w:fldChar w:fldCharType="end"/>
        </w:r>
      </w:hyperlink>
    </w:p>
    <w:p w14:paraId="55417CCE" w14:textId="45BEFF4A" w:rsidR="00681D74" w:rsidRDefault="00526D25">
      <w:pPr>
        <w:pStyle w:val="TOC2"/>
        <w:rPr>
          <w:rFonts w:asciiTheme="minorHAnsi" w:eastAsiaTheme="minorEastAsia" w:hAnsiTheme="minorHAnsi" w:cstheme="minorBidi"/>
          <w:snapToGrid/>
          <w:sz w:val="22"/>
          <w:szCs w:val="22"/>
          <w:lang w:eastAsia="en-GB"/>
        </w:rPr>
      </w:pPr>
      <w:hyperlink w:anchor="_Toc63764907" w:history="1">
        <w:r w:rsidR="00681D74" w:rsidRPr="00B07E96">
          <w:rPr>
            <w:rStyle w:val="Hyperlink"/>
          </w:rPr>
          <w:t>7.1</w:t>
        </w:r>
        <w:r w:rsidR="00681D74">
          <w:rPr>
            <w:rFonts w:asciiTheme="minorHAnsi" w:eastAsiaTheme="minorEastAsia" w:hAnsiTheme="minorHAnsi" w:cstheme="minorBidi"/>
            <w:snapToGrid/>
            <w:sz w:val="22"/>
            <w:szCs w:val="22"/>
            <w:lang w:eastAsia="en-GB"/>
          </w:rPr>
          <w:tab/>
        </w:r>
        <w:r w:rsidR="00681D74" w:rsidRPr="00B07E96">
          <w:rPr>
            <w:rStyle w:val="Hyperlink"/>
          </w:rPr>
          <w:t>Bank Services Billing Statement camt.086.001.04</w:t>
        </w:r>
        <w:r w:rsidR="00681D74">
          <w:rPr>
            <w:webHidden/>
          </w:rPr>
          <w:tab/>
        </w:r>
        <w:r w:rsidR="00681D74">
          <w:rPr>
            <w:webHidden/>
          </w:rPr>
          <w:fldChar w:fldCharType="begin"/>
        </w:r>
        <w:r w:rsidR="00681D74">
          <w:rPr>
            <w:webHidden/>
          </w:rPr>
          <w:instrText xml:space="preserve"> PAGEREF _Toc63764907 \h </w:instrText>
        </w:r>
        <w:r w:rsidR="00681D74">
          <w:rPr>
            <w:webHidden/>
          </w:rPr>
        </w:r>
        <w:r w:rsidR="00681D74">
          <w:rPr>
            <w:webHidden/>
          </w:rPr>
          <w:fldChar w:fldCharType="separate"/>
        </w:r>
        <w:r w:rsidR="00681D74">
          <w:rPr>
            <w:webHidden/>
          </w:rPr>
          <w:t>13</w:t>
        </w:r>
        <w:r w:rsidR="00681D74">
          <w:rPr>
            <w:webHidden/>
          </w:rPr>
          <w:fldChar w:fldCharType="end"/>
        </w:r>
      </w:hyperlink>
    </w:p>
    <w:p w14:paraId="4C5DDCE0" w14:textId="7BA62F58" w:rsidR="00681D74" w:rsidRDefault="00526D25">
      <w:pPr>
        <w:pStyle w:val="TOC1"/>
        <w:rPr>
          <w:rFonts w:asciiTheme="minorHAnsi" w:eastAsiaTheme="minorEastAsia" w:hAnsiTheme="minorHAnsi" w:cstheme="minorBidi"/>
          <w:b w:val="0"/>
          <w:sz w:val="22"/>
          <w:szCs w:val="22"/>
          <w:lang w:eastAsia="en-GB"/>
        </w:rPr>
      </w:pPr>
      <w:hyperlink w:anchor="_Toc63764908" w:history="1">
        <w:r w:rsidR="00681D74" w:rsidRPr="00B07E96">
          <w:rPr>
            <w:rStyle w:val="Hyperlink"/>
          </w:rPr>
          <w:t>8</w:t>
        </w:r>
        <w:r w:rsidR="00681D74">
          <w:rPr>
            <w:rFonts w:asciiTheme="minorHAnsi" w:eastAsiaTheme="minorEastAsia" w:hAnsiTheme="minorHAnsi" w:cstheme="minorBidi"/>
            <w:b w:val="0"/>
            <w:sz w:val="22"/>
            <w:szCs w:val="22"/>
            <w:lang w:eastAsia="en-GB"/>
          </w:rPr>
          <w:tab/>
        </w:r>
        <w:r w:rsidR="00681D74" w:rsidRPr="00B07E96">
          <w:rPr>
            <w:rStyle w:val="Hyperlink"/>
          </w:rPr>
          <w:t>Revision Record</w:t>
        </w:r>
        <w:r w:rsidR="00681D74">
          <w:rPr>
            <w:webHidden/>
          </w:rPr>
          <w:tab/>
        </w:r>
        <w:r w:rsidR="00681D74">
          <w:rPr>
            <w:webHidden/>
          </w:rPr>
          <w:fldChar w:fldCharType="begin"/>
        </w:r>
        <w:r w:rsidR="00681D74">
          <w:rPr>
            <w:webHidden/>
          </w:rPr>
          <w:instrText xml:space="preserve"> PAGEREF _Toc63764908 \h </w:instrText>
        </w:r>
        <w:r w:rsidR="00681D74">
          <w:rPr>
            <w:webHidden/>
          </w:rPr>
        </w:r>
        <w:r w:rsidR="00681D74">
          <w:rPr>
            <w:webHidden/>
          </w:rPr>
          <w:fldChar w:fldCharType="separate"/>
        </w:r>
        <w:r w:rsidR="00681D74">
          <w:rPr>
            <w:webHidden/>
          </w:rPr>
          <w:t>36</w:t>
        </w:r>
        <w:r w:rsidR="00681D74">
          <w:rPr>
            <w:webHidden/>
          </w:rPr>
          <w:fldChar w:fldCharType="end"/>
        </w:r>
      </w:hyperlink>
    </w:p>
    <w:p w14:paraId="477740DB" w14:textId="31664986" w:rsidR="00C45139" w:rsidRPr="00C45139" w:rsidRDefault="00F45CD3" w:rsidP="00C45139">
      <w:pPr>
        <w:pStyle w:val="PreliminaryNote"/>
      </w:pPr>
      <w:r>
        <w:rPr>
          <w:b w:val="0"/>
        </w:rPr>
        <w:fldChar w:fldCharType="end"/>
      </w:r>
      <w:r w:rsidR="00C45139">
        <w:t>Preliminary Note</w:t>
      </w:r>
      <w:r w:rsidR="0083356D">
        <w:t xml:space="preserve"> - this must be deleted for SWIFT and Solution document</w:t>
      </w:r>
    </w:p>
    <w:p w14:paraId="44FFEFBE" w14:textId="77777777" w:rsidR="00C45139" w:rsidRDefault="00C45139" w:rsidP="00C45139">
      <w:pPr>
        <w:pStyle w:val="Normalbeforetable"/>
      </w:pPr>
      <w:r>
        <w:t>The Message Definition Report (MDR) is made of three parts:</w:t>
      </w:r>
    </w:p>
    <w:p w14:paraId="299D323A" w14:textId="77777777" w:rsidR="00C45139" w:rsidRDefault="00C45139" w:rsidP="00C45139">
      <w:pPr>
        <w:pStyle w:val="BlockLabel"/>
      </w:pPr>
      <w:r>
        <w:t>MDR Part 1</w:t>
      </w:r>
    </w:p>
    <w:p w14:paraId="0E9CAB9F"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2B70B05B" w14:textId="77777777" w:rsidR="00C45139" w:rsidRDefault="00C45139" w:rsidP="00C45139">
      <w:pPr>
        <w:pStyle w:val="BlockLabel"/>
      </w:pPr>
      <w:r>
        <w:t>MDR Part 2</w:t>
      </w:r>
    </w:p>
    <w:p w14:paraId="1D2A5260" w14:textId="77777777" w:rsidR="00C45139" w:rsidRDefault="00C45139" w:rsidP="00C45139">
      <w:r>
        <w:t>This is the detailed description of each message definition of the message set. Part 2 is produced by the RA using the model developed by the submitting organisation.</w:t>
      </w:r>
    </w:p>
    <w:p w14:paraId="7BA6F301" w14:textId="77777777" w:rsidR="00C45139" w:rsidRDefault="00C45139" w:rsidP="00C45139">
      <w:pPr>
        <w:pStyle w:val="BlockLabel"/>
      </w:pPr>
      <w:r>
        <w:t>MDR Part 3</w:t>
      </w:r>
    </w:p>
    <w:p w14:paraId="4EC56E2A" w14:textId="77777777" w:rsidR="00C45139" w:rsidRPr="00676636" w:rsidRDefault="00C45139" w:rsidP="00C45139">
      <w:r>
        <w:t>This is an extract if the ISO 20022 Business Model describing the business concepts used in the message set. Part 2 is an Excel document produced by the RA.</w:t>
      </w:r>
    </w:p>
    <w:p w14:paraId="07202464" w14:textId="77777777" w:rsidR="00FC66CD" w:rsidRDefault="00FC66CD" w:rsidP="005A6353"/>
    <w:p w14:paraId="1AD9AB11"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2B847E6C" w14:textId="77777777" w:rsidR="00FC66CD" w:rsidRDefault="000E53BB" w:rsidP="00A8050C">
      <w:pPr>
        <w:pStyle w:val="Heading1"/>
      </w:pPr>
      <w:bookmarkStart w:id="4" w:name="_Toc63764889"/>
      <w:r>
        <w:lastRenderedPageBreak/>
        <w:t>Introduction</w:t>
      </w:r>
      <w:bookmarkEnd w:id="4"/>
    </w:p>
    <w:p w14:paraId="14F2C782" w14:textId="77777777" w:rsidR="00FC66CD" w:rsidRPr="00526C98" w:rsidRDefault="000E53BB" w:rsidP="00A8050C">
      <w:pPr>
        <w:pStyle w:val="Heading2"/>
      </w:pPr>
      <w:bookmarkStart w:id="5" w:name="_Toc63764890"/>
      <w:bookmarkStart w:id="6" w:name="_Toc533501210"/>
      <w:r>
        <w:t>Terms and Definitions</w:t>
      </w:r>
      <w:bookmarkEnd w:id="5"/>
    </w:p>
    <w:p w14:paraId="40DC8AA3"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024B09F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7BF62D5" w14:textId="77777777" w:rsidR="0052733C" w:rsidRPr="0052733C" w:rsidRDefault="0052733C" w:rsidP="0052733C">
            <w:pPr>
              <w:pStyle w:val="TableHeading"/>
            </w:pPr>
            <w:r w:rsidRPr="0052733C">
              <w:t>Term</w:t>
            </w:r>
          </w:p>
        </w:tc>
        <w:tc>
          <w:tcPr>
            <w:tcW w:w="5988" w:type="dxa"/>
            <w:vAlign w:val="bottom"/>
          </w:tcPr>
          <w:p w14:paraId="343F7A7E" w14:textId="77777777" w:rsidR="0052733C" w:rsidRPr="0052733C" w:rsidRDefault="0052733C" w:rsidP="0052733C">
            <w:pPr>
              <w:pStyle w:val="TableHeading"/>
            </w:pPr>
            <w:r w:rsidRPr="0052733C">
              <w:t>Definition</w:t>
            </w:r>
          </w:p>
        </w:tc>
      </w:tr>
      <w:tr w:rsidR="0052733C" w14:paraId="7712E4BB" w14:textId="77777777" w:rsidTr="0052733C">
        <w:tc>
          <w:tcPr>
            <w:tcW w:w="2376" w:type="dxa"/>
          </w:tcPr>
          <w:p w14:paraId="13C9380C"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2977E181"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74563320" w14:textId="77777777" w:rsidTr="0052733C">
        <w:tc>
          <w:tcPr>
            <w:tcW w:w="2376" w:type="dxa"/>
          </w:tcPr>
          <w:p w14:paraId="2ADDD61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1B6B0973"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60CC35B2" w14:textId="77777777" w:rsidTr="0052733C">
        <w:tc>
          <w:tcPr>
            <w:tcW w:w="2376" w:type="dxa"/>
          </w:tcPr>
          <w:p w14:paraId="29F4553A"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1D765CA0"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54E187A5" w14:textId="77777777" w:rsidTr="0052733C">
        <w:tc>
          <w:tcPr>
            <w:tcW w:w="2376" w:type="dxa"/>
          </w:tcPr>
          <w:p w14:paraId="1534EA1F"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2A0675CA"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44F62248" w14:textId="77777777" w:rsidTr="0052733C">
        <w:tc>
          <w:tcPr>
            <w:tcW w:w="2376" w:type="dxa"/>
          </w:tcPr>
          <w:p w14:paraId="6B1DA6CC"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6B94C27D" w14:textId="77777777" w:rsidR="0052733C" w:rsidRPr="0052733C" w:rsidRDefault="0052733C" w:rsidP="0052733C">
            <w:pPr>
              <w:pStyle w:val="TableText"/>
            </w:pPr>
            <w:r w:rsidRPr="0052733C">
              <w:t>Formal description of the structure of a message instance.</w:t>
            </w:r>
          </w:p>
        </w:tc>
      </w:tr>
    </w:tbl>
    <w:p w14:paraId="318DFB26"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2EE8B639" w14:textId="77777777" w:rsidR="00FD654E" w:rsidRDefault="00CD7997" w:rsidP="008F067F">
      <w:pPr>
        <w:pStyle w:val="Heading2"/>
      </w:pPr>
      <w:bookmarkStart w:id="7" w:name="_Toc63764891"/>
      <w:r>
        <w:t>Abbreviations and Acronyms</w:t>
      </w:r>
      <w:bookmarkEnd w:id="7"/>
    </w:p>
    <w:p w14:paraId="30A3853F"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277B6FA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3B81E1" w14:textId="77777777" w:rsidR="0052733C" w:rsidRDefault="0052733C" w:rsidP="00DD3851">
            <w:pPr>
              <w:pStyle w:val="TableHeading"/>
            </w:pPr>
            <w:r>
              <w:t>Abbreviation/Acronyms</w:t>
            </w:r>
          </w:p>
        </w:tc>
        <w:tc>
          <w:tcPr>
            <w:tcW w:w="5989" w:type="dxa"/>
          </w:tcPr>
          <w:p w14:paraId="61F24CDC" w14:textId="77777777" w:rsidR="0052733C" w:rsidRDefault="0052733C" w:rsidP="00DD3851">
            <w:pPr>
              <w:pStyle w:val="TableHeading"/>
            </w:pPr>
            <w:r>
              <w:t>Definition</w:t>
            </w:r>
          </w:p>
        </w:tc>
      </w:tr>
      <w:tr w:rsidR="0052733C" w14:paraId="77838D7A" w14:textId="77777777" w:rsidTr="0052733C">
        <w:tc>
          <w:tcPr>
            <w:tcW w:w="2376" w:type="dxa"/>
          </w:tcPr>
          <w:p w14:paraId="45768047" w14:textId="77777777" w:rsidR="0052733C" w:rsidRPr="00584FAE" w:rsidRDefault="0011049B" w:rsidP="00DD3851">
            <w:pPr>
              <w:pStyle w:val="TableText"/>
            </w:pPr>
            <w:r>
              <w:t>BSB</w:t>
            </w:r>
          </w:p>
        </w:tc>
        <w:tc>
          <w:tcPr>
            <w:tcW w:w="5989" w:type="dxa"/>
          </w:tcPr>
          <w:p w14:paraId="6E24093E" w14:textId="77777777" w:rsidR="0052733C" w:rsidRPr="00584FAE" w:rsidRDefault="0011049B" w:rsidP="00DD3851">
            <w:pPr>
              <w:pStyle w:val="TableText"/>
            </w:pPr>
            <w:r>
              <w:t>Bank Services Billing</w:t>
            </w:r>
          </w:p>
        </w:tc>
      </w:tr>
      <w:tr w:rsidR="0052733C" w14:paraId="2DAE3DEA" w14:textId="77777777" w:rsidTr="0052733C">
        <w:tc>
          <w:tcPr>
            <w:tcW w:w="2376" w:type="dxa"/>
          </w:tcPr>
          <w:p w14:paraId="0CD76833" w14:textId="77777777" w:rsidR="0052733C" w:rsidRDefault="0052733C" w:rsidP="00DD3851">
            <w:pPr>
              <w:pStyle w:val="TableText"/>
            </w:pPr>
            <w:r>
              <w:t>FI</w:t>
            </w:r>
          </w:p>
        </w:tc>
        <w:tc>
          <w:tcPr>
            <w:tcW w:w="5989" w:type="dxa"/>
          </w:tcPr>
          <w:p w14:paraId="3EC52F24" w14:textId="77777777" w:rsidR="0052733C" w:rsidRDefault="0052733C" w:rsidP="00DD3851">
            <w:pPr>
              <w:pStyle w:val="TableText"/>
            </w:pPr>
            <w:r>
              <w:t>Financial Institution</w:t>
            </w:r>
          </w:p>
        </w:tc>
      </w:tr>
      <w:tr w:rsidR="0052733C" w14:paraId="02ADC70E" w14:textId="77777777" w:rsidTr="0052733C">
        <w:tc>
          <w:tcPr>
            <w:tcW w:w="2376" w:type="dxa"/>
          </w:tcPr>
          <w:p w14:paraId="1089F893" w14:textId="77777777" w:rsidR="0052733C" w:rsidRDefault="0052733C" w:rsidP="00DD3851">
            <w:pPr>
              <w:pStyle w:val="TableText"/>
            </w:pPr>
            <w:r>
              <w:t>SLA</w:t>
            </w:r>
          </w:p>
        </w:tc>
        <w:tc>
          <w:tcPr>
            <w:tcW w:w="5989" w:type="dxa"/>
          </w:tcPr>
          <w:p w14:paraId="1811EC95" w14:textId="77777777" w:rsidR="0052733C" w:rsidRDefault="0052733C" w:rsidP="00DD3851">
            <w:pPr>
              <w:pStyle w:val="TableText"/>
            </w:pPr>
            <w:r>
              <w:t>Service Level Agreement</w:t>
            </w:r>
          </w:p>
        </w:tc>
      </w:tr>
      <w:tr w:rsidR="0052733C" w14:paraId="38DAA5F5" w14:textId="77777777" w:rsidTr="0052733C">
        <w:tc>
          <w:tcPr>
            <w:tcW w:w="2376" w:type="dxa"/>
          </w:tcPr>
          <w:p w14:paraId="5FBA1D08" w14:textId="77777777" w:rsidR="0052733C" w:rsidRPr="00584FAE" w:rsidRDefault="0052733C" w:rsidP="00DD3851">
            <w:pPr>
              <w:pStyle w:val="TableText"/>
            </w:pPr>
            <w:r>
              <w:t>SMPG</w:t>
            </w:r>
          </w:p>
        </w:tc>
        <w:tc>
          <w:tcPr>
            <w:tcW w:w="5989" w:type="dxa"/>
          </w:tcPr>
          <w:p w14:paraId="01F8978D" w14:textId="77777777" w:rsidR="0052733C" w:rsidRPr="00584FAE" w:rsidRDefault="0052733C" w:rsidP="00DD3851">
            <w:pPr>
              <w:pStyle w:val="TableText"/>
            </w:pPr>
            <w:r>
              <w:t>Securities Market Practice Group (www.smpg.info)</w:t>
            </w:r>
          </w:p>
        </w:tc>
      </w:tr>
      <w:tr w:rsidR="0052733C" w14:paraId="56F14008" w14:textId="77777777" w:rsidTr="0052733C">
        <w:tc>
          <w:tcPr>
            <w:tcW w:w="2376" w:type="dxa"/>
          </w:tcPr>
          <w:p w14:paraId="371D8884" w14:textId="77777777" w:rsidR="0052733C" w:rsidRPr="000C0DB2" w:rsidRDefault="0052733C" w:rsidP="00DD3851">
            <w:pPr>
              <w:pStyle w:val="TableText"/>
            </w:pPr>
            <w:r>
              <w:t>TWIST</w:t>
            </w:r>
          </w:p>
        </w:tc>
        <w:tc>
          <w:tcPr>
            <w:tcW w:w="5989" w:type="dxa"/>
          </w:tcPr>
          <w:p w14:paraId="030AF8A3" w14:textId="77777777" w:rsidR="0052733C" w:rsidRPr="000C0DB2" w:rsidRDefault="0052733C" w:rsidP="00DD3851">
            <w:pPr>
              <w:pStyle w:val="TableText"/>
            </w:pPr>
            <w:r>
              <w:t>Transaction Workflow Innovation Standards Team</w:t>
            </w:r>
          </w:p>
        </w:tc>
      </w:tr>
      <w:tr w:rsidR="0052733C" w14:paraId="49B9CB3A" w14:textId="77777777" w:rsidTr="0052733C">
        <w:tc>
          <w:tcPr>
            <w:tcW w:w="2376" w:type="dxa"/>
          </w:tcPr>
          <w:p w14:paraId="0032634E" w14:textId="77777777" w:rsidR="0052733C" w:rsidRDefault="0052733C" w:rsidP="00DD3851">
            <w:pPr>
              <w:pStyle w:val="TableText"/>
            </w:pPr>
            <w:r>
              <w:t>XML</w:t>
            </w:r>
          </w:p>
        </w:tc>
        <w:tc>
          <w:tcPr>
            <w:tcW w:w="5989" w:type="dxa"/>
          </w:tcPr>
          <w:p w14:paraId="28185D23" w14:textId="77777777" w:rsidR="0052733C" w:rsidRDefault="0052733C" w:rsidP="00DD3851">
            <w:pPr>
              <w:pStyle w:val="TableText"/>
            </w:pPr>
            <w:proofErr w:type="spellStart"/>
            <w:r>
              <w:t>eXtensible</w:t>
            </w:r>
            <w:proofErr w:type="spellEnd"/>
            <w:r>
              <w:t xml:space="preserve"> Mark-up Language</w:t>
            </w:r>
          </w:p>
        </w:tc>
      </w:tr>
    </w:tbl>
    <w:p w14:paraId="77B64B2E" w14:textId="77777777" w:rsidR="00526C98" w:rsidRDefault="000E53BB" w:rsidP="00A8050C">
      <w:pPr>
        <w:pStyle w:val="Heading2"/>
      </w:pPr>
      <w:bookmarkStart w:id="8" w:name="_Toc63764892"/>
      <w:r w:rsidRPr="000E53BB">
        <w:t>Document Scope and Objectives</w:t>
      </w:r>
      <w:bookmarkEnd w:id="8"/>
    </w:p>
    <w:p w14:paraId="276F1F1F" w14:textId="77777777" w:rsidR="00E20C03" w:rsidRDefault="00E20C03" w:rsidP="0069044F">
      <w:r w:rsidRPr="001A46C4">
        <w:t xml:space="preserve">This document is the first part of the </w:t>
      </w:r>
      <w:r w:rsidR="0011049B">
        <w:t xml:space="preserve">Bank Service Billing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proofErr w:type="spellStart"/>
      <w:r w:rsidR="00DA741C">
        <w:t>B</w:t>
      </w:r>
      <w:r w:rsidR="00E632EE">
        <w:t>usiness</w:t>
      </w:r>
      <w:r w:rsidR="00DA741C">
        <w:t>P</w:t>
      </w:r>
      <w:r w:rsidR="00E632EE" w:rsidRPr="00A72CAE">
        <w:t>rocess</w:t>
      </w:r>
      <w:r w:rsidR="00C82AF8" w:rsidRPr="00A72CAE">
        <w:t>es</w:t>
      </w:r>
      <w:proofErr w:type="spellEnd"/>
      <w:r w:rsidR="00F16AC8" w:rsidRPr="00A72CAE">
        <w:t xml:space="preserve"> co</w:t>
      </w:r>
      <w:r w:rsidR="00E632EE" w:rsidRPr="00A72CAE">
        <w:t>vered in</w:t>
      </w:r>
      <w:r w:rsidR="00F16AC8" w:rsidRPr="00A72CAE">
        <w:t xml:space="preserve"> this document</w:t>
      </w:r>
      <w:r w:rsidRPr="00A72CAE">
        <w:t>.</w:t>
      </w:r>
    </w:p>
    <w:p w14:paraId="6D09A207" w14:textId="77777777" w:rsidR="00E20C03" w:rsidRDefault="00E20C03" w:rsidP="00E20C03">
      <w:r>
        <w:t>This document describes the following:</w:t>
      </w:r>
    </w:p>
    <w:p w14:paraId="2599E878"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C781C3D"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46DFFF11" w14:textId="77777777" w:rsidR="00E20C03" w:rsidRDefault="00E20C03" w:rsidP="00E20C03">
      <w:r>
        <w:lastRenderedPageBreak/>
        <w:t>The main objectives of this document are as follows:</w:t>
      </w:r>
    </w:p>
    <w:p w14:paraId="1A48FDC7"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DA741C">
        <w:t>B</w:t>
      </w:r>
      <w:r w:rsidR="00C82AF8" w:rsidRPr="00A72CAE">
        <w:t>usiness</w:t>
      </w:r>
      <w:r w:rsidR="00DA741C">
        <w:t>P</w:t>
      </w:r>
      <w:r w:rsidR="00C82AF8" w:rsidRPr="00A72CAE">
        <w:t>rocesses</w:t>
      </w:r>
      <w:proofErr w:type="spellEnd"/>
    </w:p>
    <w:p w14:paraId="7D3C8385"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58E896B"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183A8A57"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18D9F57D" w14:textId="77777777" w:rsidR="00E20C03" w:rsidRPr="00F84EE5" w:rsidRDefault="002A331D" w:rsidP="00F84EE5">
      <w:pPr>
        <w:pStyle w:val="ListBullet"/>
      </w:pPr>
      <w:r w:rsidRPr="00F84EE5">
        <w:t>t</w:t>
      </w:r>
      <w:r w:rsidR="00E20C03" w:rsidRPr="00F84EE5">
        <w:t>o provide business examples</w:t>
      </w:r>
    </w:p>
    <w:p w14:paraId="7CAB73A1" w14:textId="77777777" w:rsidR="000E53BB" w:rsidRDefault="00E20C03" w:rsidP="00E632EE">
      <w:r w:rsidRPr="00E20C03">
        <w:t xml:space="preserve">The </w:t>
      </w:r>
      <w:proofErr w:type="spellStart"/>
      <w:r w:rsidR="00DA741C">
        <w:t>M</w:t>
      </w:r>
      <w:r w:rsidRPr="00E20C03">
        <w:t>essage</w:t>
      </w:r>
      <w:r w:rsidR="00DA741C">
        <w:t>D</w:t>
      </w:r>
      <w:r w:rsidRPr="00E20C03">
        <w:t>efinitions</w:t>
      </w:r>
      <w:proofErr w:type="spellEnd"/>
      <w:r w:rsidRPr="00E20C03">
        <w:t xml:space="preserve"> are specified in Message Definition Report Part 2</w:t>
      </w:r>
      <w:r>
        <w:t>.</w:t>
      </w:r>
    </w:p>
    <w:p w14:paraId="587FE2AB" w14:textId="77777777" w:rsidR="00B5372E" w:rsidRDefault="00B5372E" w:rsidP="00A8050C">
      <w:pPr>
        <w:pStyle w:val="Heading2"/>
      </w:pPr>
      <w:bookmarkStart w:id="9" w:name="_Toc63764893"/>
      <w:r>
        <w:t>References</w:t>
      </w:r>
      <w:bookmarkEnd w:id="9"/>
    </w:p>
    <w:tbl>
      <w:tblPr>
        <w:tblStyle w:val="TableShaded1stRow"/>
        <w:tblW w:w="0" w:type="auto"/>
        <w:tblInd w:w="1075" w:type="dxa"/>
        <w:tblLook w:val="04A0" w:firstRow="1" w:lastRow="0" w:firstColumn="1" w:lastColumn="0" w:noHBand="0" w:noVBand="1"/>
      </w:tblPr>
      <w:tblGrid>
        <w:gridCol w:w="4410"/>
        <w:gridCol w:w="1170"/>
        <w:gridCol w:w="1260"/>
        <w:gridCol w:w="1376"/>
      </w:tblGrid>
      <w:tr w:rsidR="0052733C" w14:paraId="3275ED23" w14:textId="77777777" w:rsidTr="0015736F">
        <w:trPr>
          <w:cnfStyle w:val="100000000000" w:firstRow="1" w:lastRow="0" w:firstColumn="0" w:lastColumn="0" w:oddVBand="0" w:evenVBand="0" w:oddHBand="0" w:evenHBand="0" w:firstRowFirstColumn="0" w:firstRowLastColumn="0" w:lastRowFirstColumn="0" w:lastRowLastColumn="0"/>
        </w:trPr>
        <w:tc>
          <w:tcPr>
            <w:tcW w:w="4410" w:type="dxa"/>
          </w:tcPr>
          <w:p w14:paraId="3D27ABA3" w14:textId="77777777" w:rsidR="0052733C" w:rsidRPr="002D3B7B" w:rsidRDefault="0052733C" w:rsidP="00DD3851">
            <w:pPr>
              <w:pStyle w:val="TableHeading"/>
            </w:pPr>
            <w:r w:rsidRPr="002D3B7B">
              <w:t>Document</w:t>
            </w:r>
          </w:p>
        </w:tc>
        <w:tc>
          <w:tcPr>
            <w:tcW w:w="1170" w:type="dxa"/>
          </w:tcPr>
          <w:p w14:paraId="35F06D2C" w14:textId="77777777" w:rsidR="0052733C" w:rsidRPr="002D3B7B" w:rsidRDefault="0052733C" w:rsidP="00DD3851">
            <w:pPr>
              <w:pStyle w:val="TableHeading"/>
            </w:pPr>
            <w:r w:rsidRPr="002D3B7B">
              <w:t>Version</w:t>
            </w:r>
          </w:p>
        </w:tc>
        <w:tc>
          <w:tcPr>
            <w:tcW w:w="1260" w:type="dxa"/>
          </w:tcPr>
          <w:p w14:paraId="63990C78" w14:textId="77777777" w:rsidR="0052733C" w:rsidRPr="002D3B7B" w:rsidRDefault="0052733C" w:rsidP="00DD3851">
            <w:pPr>
              <w:pStyle w:val="TableHeading"/>
            </w:pPr>
            <w:r w:rsidRPr="002D3B7B">
              <w:t>Date</w:t>
            </w:r>
          </w:p>
        </w:tc>
        <w:tc>
          <w:tcPr>
            <w:tcW w:w="1376" w:type="dxa"/>
          </w:tcPr>
          <w:p w14:paraId="01804F7C" w14:textId="77777777" w:rsidR="0052733C" w:rsidRPr="002D3B7B" w:rsidRDefault="0052733C" w:rsidP="00DD3851">
            <w:pPr>
              <w:pStyle w:val="TableHeading"/>
            </w:pPr>
            <w:r w:rsidRPr="002D3B7B">
              <w:t>Author</w:t>
            </w:r>
          </w:p>
        </w:tc>
      </w:tr>
      <w:tr w:rsidR="0052733C" w14:paraId="4759BFFC" w14:textId="77777777" w:rsidTr="0015736F">
        <w:tc>
          <w:tcPr>
            <w:tcW w:w="4410" w:type="dxa"/>
          </w:tcPr>
          <w:p w14:paraId="71172E2E" w14:textId="77777777" w:rsidR="0052733C" w:rsidRPr="002D3B7B" w:rsidRDefault="0011049B" w:rsidP="00DD3851">
            <w:pPr>
              <w:pStyle w:val="TableText"/>
            </w:pPr>
            <w:r>
              <w:t>ISO 20022 Business Justification</w:t>
            </w:r>
          </w:p>
        </w:tc>
        <w:tc>
          <w:tcPr>
            <w:tcW w:w="1170" w:type="dxa"/>
          </w:tcPr>
          <w:p w14:paraId="21539795" w14:textId="77777777" w:rsidR="0052733C" w:rsidRPr="002D3B7B" w:rsidRDefault="0052733C" w:rsidP="00DD3851">
            <w:pPr>
              <w:pStyle w:val="TableText"/>
            </w:pPr>
          </w:p>
        </w:tc>
        <w:tc>
          <w:tcPr>
            <w:tcW w:w="1260" w:type="dxa"/>
          </w:tcPr>
          <w:p w14:paraId="1EEAEA8D" w14:textId="77777777" w:rsidR="0052733C" w:rsidRPr="002D3B7B" w:rsidRDefault="007A01D2" w:rsidP="00DD3851">
            <w:pPr>
              <w:pStyle w:val="TableText"/>
            </w:pPr>
            <w:r>
              <w:t>2012-07-13</w:t>
            </w:r>
          </w:p>
        </w:tc>
        <w:tc>
          <w:tcPr>
            <w:tcW w:w="1376" w:type="dxa"/>
          </w:tcPr>
          <w:p w14:paraId="3534D846" w14:textId="77777777" w:rsidR="0052733C" w:rsidRPr="002D3B7B" w:rsidRDefault="007A01D2" w:rsidP="00DD3851">
            <w:pPr>
              <w:pStyle w:val="TableText"/>
            </w:pPr>
            <w:r>
              <w:t>SWIFT and TWIST</w:t>
            </w:r>
          </w:p>
        </w:tc>
      </w:tr>
      <w:tr w:rsidR="0011049B" w14:paraId="142032F9" w14:textId="77777777" w:rsidTr="0015736F">
        <w:tc>
          <w:tcPr>
            <w:tcW w:w="4410" w:type="dxa"/>
          </w:tcPr>
          <w:p w14:paraId="5926F61F" w14:textId="77777777" w:rsidR="0011049B" w:rsidRPr="0011049B" w:rsidRDefault="0011049B" w:rsidP="0011049B">
            <w:pPr>
              <w:pStyle w:val="TableText"/>
            </w:pPr>
            <w:r>
              <w:t>ISO 20022 Bank Services Billing Message Usage Guideline</w:t>
            </w:r>
          </w:p>
        </w:tc>
        <w:tc>
          <w:tcPr>
            <w:tcW w:w="1170" w:type="dxa"/>
          </w:tcPr>
          <w:p w14:paraId="46BCD95B" w14:textId="54988A7D" w:rsidR="0011049B" w:rsidRPr="00E32C39" w:rsidRDefault="0011049B" w:rsidP="0011049B">
            <w:pPr>
              <w:pStyle w:val="TableText"/>
            </w:pPr>
          </w:p>
        </w:tc>
        <w:tc>
          <w:tcPr>
            <w:tcW w:w="1260" w:type="dxa"/>
          </w:tcPr>
          <w:p w14:paraId="55EB4695" w14:textId="77777777" w:rsidR="0011049B" w:rsidRDefault="0011049B" w:rsidP="00516E91">
            <w:pPr>
              <w:pStyle w:val="TableText"/>
            </w:pPr>
            <w:r>
              <w:t>2012-09-</w:t>
            </w:r>
            <w:r w:rsidRPr="0011049B">
              <w:t xml:space="preserve"> 24</w:t>
            </w:r>
          </w:p>
        </w:tc>
        <w:tc>
          <w:tcPr>
            <w:tcW w:w="1376" w:type="dxa"/>
          </w:tcPr>
          <w:p w14:paraId="3DFFA9C1" w14:textId="77777777" w:rsidR="0011049B" w:rsidRPr="00E32C39" w:rsidRDefault="00516E91" w:rsidP="00516E91">
            <w:pPr>
              <w:pStyle w:val="TableText"/>
            </w:pPr>
            <w:r>
              <w:t>TWIST</w:t>
            </w:r>
          </w:p>
        </w:tc>
      </w:tr>
      <w:tr w:rsidR="000F25FF" w:rsidRPr="0011049B" w14:paraId="0744DFE3" w14:textId="77777777" w:rsidTr="0015736F">
        <w:tc>
          <w:tcPr>
            <w:tcW w:w="4410" w:type="dxa"/>
          </w:tcPr>
          <w:p w14:paraId="3250367A" w14:textId="1DDA9C29" w:rsidR="000F25FF" w:rsidRPr="000F25FF" w:rsidRDefault="000F25FF" w:rsidP="000F25FF">
            <w:pPr>
              <w:pStyle w:val="TableText"/>
            </w:pPr>
            <w:r w:rsidRPr="00981FD2">
              <w:t>ISO 20022 Maintenance Change Request (MCR #170) document  (Payments Maintenance 2020/2021)</w:t>
            </w:r>
          </w:p>
        </w:tc>
        <w:tc>
          <w:tcPr>
            <w:tcW w:w="1170" w:type="dxa"/>
          </w:tcPr>
          <w:p w14:paraId="4A46ACC1" w14:textId="7B05C449" w:rsidR="000F25FF" w:rsidRPr="000F25FF" w:rsidRDefault="000F25FF" w:rsidP="000F25FF">
            <w:pPr>
              <w:pStyle w:val="TableText"/>
            </w:pPr>
          </w:p>
        </w:tc>
        <w:tc>
          <w:tcPr>
            <w:tcW w:w="1260" w:type="dxa"/>
          </w:tcPr>
          <w:p w14:paraId="145E3811" w14:textId="005B064A" w:rsidR="000F25FF" w:rsidRPr="000F25FF" w:rsidRDefault="000F25FF" w:rsidP="000F25FF">
            <w:pPr>
              <w:pStyle w:val="TableText"/>
            </w:pPr>
            <w:r w:rsidRPr="005379F7">
              <w:t>2</w:t>
            </w:r>
            <w:r w:rsidRPr="000F25FF">
              <w:t>020-08-31</w:t>
            </w:r>
          </w:p>
        </w:tc>
        <w:tc>
          <w:tcPr>
            <w:tcW w:w="1376" w:type="dxa"/>
            <w:vAlign w:val="center"/>
          </w:tcPr>
          <w:p w14:paraId="7D999061" w14:textId="25D4245A" w:rsidR="000F25FF" w:rsidRPr="000F25FF" w:rsidRDefault="000F25FF" w:rsidP="000F25FF">
            <w:pPr>
              <w:pStyle w:val="TableText"/>
            </w:pPr>
            <w:r>
              <w:t>SWIFT</w:t>
            </w:r>
          </w:p>
        </w:tc>
      </w:tr>
    </w:tbl>
    <w:p w14:paraId="784DCAAC" w14:textId="77777777" w:rsidR="00B5372E" w:rsidRDefault="00B5372E" w:rsidP="00A8050C">
      <w:pPr>
        <w:pStyle w:val="Heading1"/>
      </w:pPr>
      <w:bookmarkStart w:id="10" w:name="_Toc63764894"/>
      <w:r>
        <w:lastRenderedPageBreak/>
        <w:t>Scope and Functionality</w:t>
      </w:r>
      <w:bookmarkEnd w:id="10"/>
    </w:p>
    <w:p w14:paraId="5B652610" w14:textId="77777777" w:rsidR="00B5372E" w:rsidRDefault="00B5372E" w:rsidP="004D01EB">
      <w:pPr>
        <w:pStyle w:val="Heading2"/>
      </w:pPr>
      <w:bookmarkStart w:id="11" w:name="_Toc63764895"/>
      <w:r>
        <w:t>Background</w:t>
      </w:r>
      <w:bookmarkEnd w:id="11"/>
    </w:p>
    <w:p w14:paraId="52721E23" w14:textId="0EA36E9C" w:rsidR="00936F11" w:rsidRPr="00F84EE5" w:rsidRDefault="00C912AF" w:rsidP="00FD4D04">
      <w:r>
        <w:t xml:space="preserve">This Message Definition Report covers a set of </w:t>
      </w:r>
      <w:r w:rsidR="00702C2E">
        <w:t xml:space="preserve">one single </w:t>
      </w:r>
      <w:r w:rsidR="000F25FF">
        <w:t xml:space="preserve">candidate </w:t>
      </w:r>
      <w:r w:rsidR="00702C2E">
        <w:t xml:space="preserve">ISO 20022 </w:t>
      </w:r>
      <w:proofErr w:type="spellStart"/>
      <w:r w:rsidR="00702C2E">
        <w:t>MessageDefinition</w:t>
      </w:r>
      <w:proofErr w:type="spellEnd"/>
      <w:r w:rsidRPr="009C3408">
        <w:t xml:space="preserve"> developed </w:t>
      </w:r>
      <w:r w:rsidR="00702C2E">
        <w:t xml:space="preserve">jointly </w:t>
      </w:r>
      <w:r w:rsidRPr="009C3408">
        <w:t xml:space="preserve">by </w:t>
      </w:r>
      <w:r w:rsidR="00702C2E">
        <w:t xml:space="preserve">TWIST and </w:t>
      </w:r>
      <w:r w:rsidRPr="009C3408">
        <w:t>SWIFT</w:t>
      </w:r>
      <w:r w:rsidR="000F25FF" w:rsidRPr="000F25FF">
        <w:t xml:space="preserve"> </w:t>
      </w:r>
      <w:r w:rsidR="000F25FF" w:rsidRPr="00F9594D">
        <w:t xml:space="preserve">and </w:t>
      </w:r>
      <w:r w:rsidR="000F25FF">
        <w:t xml:space="preserve">submitted for approval to the </w:t>
      </w:r>
      <w:r w:rsidR="000F25FF" w:rsidRPr="00F9594D">
        <w:t>Payments Standards Evaluation Group (SEG)</w:t>
      </w:r>
      <w:r w:rsidR="00FD4D04">
        <w:t>.</w:t>
      </w:r>
    </w:p>
    <w:p w14:paraId="7EFAF4E2" w14:textId="77777777" w:rsidR="00B5372E" w:rsidRDefault="00B5372E" w:rsidP="004D01EB">
      <w:pPr>
        <w:pStyle w:val="Heading2"/>
      </w:pPr>
      <w:bookmarkStart w:id="12" w:name="_Toc63764896"/>
      <w:r>
        <w:t>Scope</w:t>
      </w:r>
      <w:bookmarkEnd w:id="12"/>
    </w:p>
    <w:p w14:paraId="7C918FF0" w14:textId="77777777" w:rsidR="00665D80" w:rsidRDefault="00C912AF" w:rsidP="00C912AF">
      <w:r>
        <w:t>As described in the ISO 20022 Business Justification, the scope covers the following communication flows:</w:t>
      </w:r>
    </w:p>
    <w:p w14:paraId="774BE48B" w14:textId="77777777" w:rsidR="00702C2E" w:rsidRDefault="00702C2E" w:rsidP="00702C2E">
      <w:r w:rsidRPr="00702C2E">
        <w:t>This Bank Services Billing (BSB) is the result of the reverse engineering of an existing TWIST message standard into</w:t>
      </w:r>
      <w:r>
        <w:t xml:space="preserve"> </w:t>
      </w:r>
      <w:r w:rsidRPr="00702C2E">
        <w:t>ISO 20022. The TWIST standard was published in 2006 using the proprietary TWIST XML syntax. A number of</w:t>
      </w:r>
      <w:r>
        <w:t xml:space="preserve"> </w:t>
      </w:r>
      <w:r w:rsidRPr="00702C2E">
        <w:t>banks and others have implemented the standard. TWIST has continued to maintain this standard since its initial</w:t>
      </w:r>
      <w:r>
        <w:t xml:space="preserve"> </w:t>
      </w:r>
      <w:r w:rsidRPr="00702C2E">
        <w:t>release. The Bank Services Billing provides a standard means for banks to periodically advise their wholesale clients of</w:t>
      </w:r>
      <w:r>
        <w:t xml:space="preserve"> </w:t>
      </w:r>
      <w:r w:rsidRPr="00702C2E">
        <w:t>their use of bank services, and related fees and balances. Electronic in form and generally delivered monthly, the Bank</w:t>
      </w:r>
      <w:r>
        <w:t xml:space="preserve"> </w:t>
      </w:r>
      <w:r w:rsidRPr="00702C2E">
        <w:t>Services Billing provides a standard representation of bank rendered services: transaction types, volumes and related</w:t>
      </w:r>
      <w:r>
        <w:t xml:space="preserve"> </w:t>
      </w:r>
      <w:r w:rsidRPr="00702C2E">
        <w:t>services and the fees associated with that activity. The Bank Services Billing is intended to be equally relevant for use</w:t>
      </w:r>
      <w:r>
        <w:t xml:space="preserve"> </w:t>
      </w:r>
      <w:r w:rsidRPr="00702C2E">
        <w:t>regardless of where bank accounts reside. By design, the Bank Service Billing is intended to cover the EU,</w:t>
      </w:r>
      <w:r>
        <w:t xml:space="preserve"> </w:t>
      </w:r>
      <w:r w:rsidRPr="00702C2E">
        <w:t>Singapore, USA, and other countries. It needs to be recognized however that bank billing and related market practice is</w:t>
      </w:r>
      <w:r>
        <w:t xml:space="preserve"> </w:t>
      </w:r>
      <w:r w:rsidRPr="00702C2E">
        <w:t>complex and diverse across multiple geographies.</w:t>
      </w:r>
    </w:p>
    <w:p w14:paraId="358B9A2A" w14:textId="77777777" w:rsidR="000851E4" w:rsidRDefault="000851E4" w:rsidP="00702C2E">
      <w:pPr>
        <w:pStyle w:val="Heading2"/>
      </w:pPr>
      <w:bookmarkStart w:id="13" w:name="_Toc63764897"/>
      <w:r>
        <w:t xml:space="preserve">Groups of </w:t>
      </w:r>
      <w:proofErr w:type="spellStart"/>
      <w:r w:rsidRPr="00A72CAE">
        <w:t>MessageDefinitions</w:t>
      </w:r>
      <w:proofErr w:type="spellEnd"/>
      <w:r>
        <w:t xml:space="preserve"> and Functionality</w:t>
      </w:r>
      <w:bookmarkEnd w:id="13"/>
    </w:p>
    <w:p w14:paraId="47A605DD" w14:textId="77777777" w:rsidR="00CA5563" w:rsidRPr="000A528A" w:rsidRDefault="007E7DD9" w:rsidP="00CA5563">
      <w:pPr>
        <w:pStyle w:val="Note"/>
      </w:pPr>
      <w:r>
        <w:t>The</w:t>
      </w:r>
      <w:r w:rsidR="00CA5563" w:rsidRPr="00F84EE5">
        <w:t xml:space="preserve"> </w:t>
      </w:r>
      <w:r w:rsidR="00813BE4">
        <w:t>message</w:t>
      </w:r>
      <w:r w:rsidR="00CA5563" w:rsidRPr="00F84EE5">
        <w:t xml:space="preserve"> </w:t>
      </w:r>
      <w:r>
        <w:t>is</w:t>
      </w:r>
      <w:r w:rsidR="00CA5563" w:rsidRPr="00F84EE5">
        <w:t xml:space="preserve"> </w:t>
      </w:r>
      <w:r w:rsidR="00DA741C">
        <w:t xml:space="preserve">intended for use </w:t>
      </w:r>
      <w:r w:rsidR="00CA5563" w:rsidRPr="00F84EE5">
        <w:t>with the ISO 20022 Business App</w:t>
      </w:r>
      <w:r w:rsidR="00361851">
        <w:t>lication Header (head.001</w:t>
      </w:r>
      <w:r w:rsidR="00CA5563" w:rsidRPr="00F84EE5">
        <w:t>). The schema and more information about the Business Application Header (BAH) can be found on</w:t>
      </w:r>
      <w:r w:rsidR="00CA5563">
        <w:t xml:space="preserve"> the www.iso20022.org web site</w:t>
      </w:r>
    </w:p>
    <w:p w14:paraId="473BC980" w14:textId="77777777" w:rsidR="00715699" w:rsidRDefault="00715699" w:rsidP="00F2179B">
      <w:pPr>
        <w:pStyle w:val="Heading3"/>
      </w:pPr>
      <w:r>
        <w:t>Groups</w:t>
      </w:r>
    </w:p>
    <w:p w14:paraId="5BAE01A6" w14:textId="77777777" w:rsidR="0012315C" w:rsidRPr="0012315C" w:rsidRDefault="0012315C" w:rsidP="0012315C">
      <w:r w:rsidRPr="0012315C">
        <w:t>This Bank Service Billing set includes one single message definition:</w:t>
      </w:r>
    </w:p>
    <w:p w14:paraId="3D822874" w14:textId="77777777" w:rsidR="0012315C" w:rsidRDefault="0012315C" w:rsidP="0012315C"/>
    <w:tbl>
      <w:tblPr>
        <w:tblStyle w:val="TableShaded1stRow"/>
        <w:tblW w:w="8364" w:type="dxa"/>
        <w:tblLook w:val="04A0" w:firstRow="1" w:lastRow="0" w:firstColumn="1" w:lastColumn="0" w:noHBand="0" w:noVBand="1"/>
      </w:tblPr>
      <w:tblGrid>
        <w:gridCol w:w="4182"/>
        <w:gridCol w:w="4182"/>
      </w:tblGrid>
      <w:tr w:rsidR="0052733C" w14:paraId="7527F629"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4556BA3D" w14:textId="77777777" w:rsidR="0052733C" w:rsidRPr="0052733C" w:rsidRDefault="00813BE4" w:rsidP="0052733C">
            <w:pPr>
              <w:pStyle w:val="TableHeading"/>
            </w:pPr>
            <w:proofErr w:type="spellStart"/>
            <w:r>
              <w:t>Message</w:t>
            </w:r>
            <w:r w:rsidR="00364E93">
              <w:t>Definition</w:t>
            </w:r>
            <w:proofErr w:type="spellEnd"/>
          </w:p>
        </w:tc>
        <w:tc>
          <w:tcPr>
            <w:tcW w:w="4182" w:type="dxa"/>
          </w:tcPr>
          <w:p w14:paraId="2B3396AB" w14:textId="77777777" w:rsidR="0052733C" w:rsidRPr="0052733C" w:rsidRDefault="00364E93" w:rsidP="0052733C">
            <w:pPr>
              <w:pStyle w:val="TableHeading"/>
            </w:pPr>
            <w:r>
              <w:t>Message Identifier</w:t>
            </w:r>
          </w:p>
        </w:tc>
      </w:tr>
      <w:tr w:rsidR="0052733C" w14:paraId="724D7E47" w14:textId="77777777" w:rsidTr="0052733C">
        <w:tc>
          <w:tcPr>
            <w:tcW w:w="4182" w:type="dxa"/>
          </w:tcPr>
          <w:p w14:paraId="191B6D25" w14:textId="77777777" w:rsidR="0052733C" w:rsidRDefault="007E7DD9" w:rsidP="00DD3851">
            <w:pPr>
              <w:pStyle w:val="TableText"/>
            </w:pPr>
            <w:proofErr w:type="spellStart"/>
            <w:r>
              <w:t>BankServicesBillingStatement</w:t>
            </w:r>
            <w:proofErr w:type="spellEnd"/>
          </w:p>
        </w:tc>
        <w:tc>
          <w:tcPr>
            <w:tcW w:w="4182" w:type="dxa"/>
          </w:tcPr>
          <w:p w14:paraId="4C36EDCC" w14:textId="77777777" w:rsidR="0052733C" w:rsidRDefault="007E7DD9" w:rsidP="00DD3851">
            <w:pPr>
              <w:pStyle w:val="TableText"/>
            </w:pPr>
            <w:r>
              <w:t>camt.086</w:t>
            </w:r>
          </w:p>
        </w:tc>
      </w:tr>
    </w:tbl>
    <w:p w14:paraId="21F25B76" w14:textId="77777777" w:rsidR="00715699" w:rsidRDefault="00715699" w:rsidP="00715699">
      <w:pPr>
        <w:pStyle w:val="Heading3"/>
      </w:pPr>
      <w:r>
        <w:t>Functionality</w:t>
      </w:r>
    </w:p>
    <w:p w14:paraId="69AB8678" w14:textId="77777777" w:rsidR="00665B53" w:rsidRDefault="00715699" w:rsidP="00715699">
      <w:r>
        <w:t>See Message Definition Report Part 2</w:t>
      </w:r>
      <w:r w:rsidR="00364E93">
        <w:t xml:space="preserve"> for the message </w:t>
      </w:r>
      <w:r w:rsidR="007E7DD9">
        <w:t xml:space="preserve">scope </w:t>
      </w:r>
      <w:r w:rsidR="00364E93">
        <w:t>an</w:t>
      </w:r>
      <w:r w:rsidR="007E7DD9">
        <w:t>d format</w:t>
      </w:r>
      <w:r>
        <w:t>.</w:t>
      </w:r>
    </w:p>
    <w:p w14:paraId="7452AA2B" w14:textId="77777777" w:rsidR="00B4382C" w:rsidRDefault="00B4382C" w:rsidP="00715699"/>
    <w:p w14:paraId="22572823" w14:textId="77777777" w:rsidR="00B5372E" w:rsidRDefault="00B5372E" w:rsidP="00765D5B">
      <w:pPr>
        <w:pStyle w:val="Heading1"/>
      </w:pPr>
      <w:bookmarkStart w:id="14" w:name="_Toc63764898"/>
      <w:proofErr w:type="spellStart"/>
      <w:r w:rsidRPr="00863CED">
        <w:lastRenderedPageBreak/>
        <w:t>BusinessRoles</w:t>
      </w:r>
      <w:proofErr w:type="spellEnd"/>
      <w:r>
        <w:t xml:space="preserve"> and </w:t>
      </w:r>
      <w:r w:rsidRPr="00863CED">
        <w:t>Participants</w:t>
      </w:r>
      <w:bookmarkEnd w:id="14"/>
    </w:p>
    <w:p w14:paraId="04AB8B94"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44165D7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290CA0FB"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Pr="00BB6A32">
        <w:t xml:space="preserve">  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4889599" w14:textId="77777777" w:rsidR="00665B53" w:rsidRPr="00E654A9" w:rsidRDefault="00665B53" w:rsidP="00EF6DAD">
      <w:r w:rsidRPr="00BB6A32">
        <w:t xml:space="preserve">In </w:t>
      </w:r>
      <w:r w:rsidRPr="00E654A9">
        <w:t xml:space="preserve">the context of </w:t>
      </w:r>
      <w:r w:rsidR="0012315C">
        <w:t>bank services billing</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66DFF54F" w14:textId="77777777" w:rsidR="00714DA9" w:rsidRPr="00714DA9" w:rsidRDefault="00714DA9" w:rsidP="00F80208">
      <w:pPr>
        <w:pStyle w:val="Heading2"/>
      </w:pPr>
      <w:bookmarkStart w:id="15" w:name="_Toc63764899"/>
      <w:r>
        <w:t xml:space="preserve">Participants and </w:t>
      </w:r>
      <w:proofErr w:type="spellStart"/>
      <w:r w:rsidRPr="00F80208">
        <w:t>BusinessRoles</w:t>
      </w:r>
      <w:proofErr w:type="spellEnd"/>
      <w:r>
        <w:t xml:space="preserve"> Definitions</w:t>
      </w:r>
      <w:bookmarkEnd w:id="15"/>
    </w:p>
    <w:p w14:paraId="38D2B2AA"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1"/>
        <w:gridCol w:w="5718"/>
      </w:tblGrid>
      <w:tr w:rsidR="0052733C" w14:paraId="0B353657"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061CEADE" w14:textId="77777777" w:rsidR="0052733C" w:rsidRDefault="0052733C" w:rsidP="00DD3851">
            <w:pPr>
              <w:pStyle w:val="TableHeading"/>
            </w:pPr>
            <w:r>
              <w:t>Description</w:t>
            </w:r>
          </w:p>
        </w:tc>
        <w:tc>
          <w:tcPr>
            <w:tcW w:w="5899" w:type="dxa"/>
          </w:tcPr>
          <w:p w14:paraId="1E6B0896" w14:textId="77777777" w:rsidR="0052733C" w:rsidRDefault="0052733C" w:rsidP="00DD3851">
            <w:pPr>
              <w:pStyle w:val="TableHeading"/>
            </w:pPr>
            <w:r>
              <w:t>Definition</w:t>
            </w:r>
          </w:p>
        </w:tc>
      </w:tr>
      <w:tr w:rsidR="0052733C" w14:paraId="538FC10A" w14:textId="77777777" w:rsidTr="0052733C">
        <w:tc>
          <w:tcPr>
            <w:tcW w:w="2466" w:type="dxa"/>
          </w:tcPr>
          <w:p w14:paraId="137264E6" w14:textId="77777777" w:rsidR="0052733C" w:rsidRDefault="0052733C" w:rsidP="00DD3851">
            <w:pPr>
              <w:pStyle w:val="TableText"/>
            </w:pPr>
            <w:r>
              <w:t>Account Servicer</w:t>
            </w:r>
          </w:p>
        </w:tc>
        <w:tc>
          <w:tcPr>
            <w:tcW w:w="5899" w:type="dxa"/>
          </w:tcPr>
          <w:p w14:paraId="2695955C" w14:textId="77777777" w:rsidR="0052733C" w:rsidRDefault="0052733C" w:rsidP="0012315C">
            <w:pPr>
              <w:pStyle w:val="TableText"/>
            </w:pPr>
            <w:r>
              <w:t xml:space="preserve">Party that </w:t>
            </w:r>
            <w:r w:rsidR="0012315C">
              <w:t>services the account.</w:t>
            </w:r>
          </w:p>
        </w:tc>
      </w:tr>
      <w:tr w:rsidR="0052733C" w14:paraId="22B7F031" w14:textId="77777777" w:rsidTr="0052733C">
        <w:tc>
          <w:tcPr>
            <w:tcW w:w="2466" w:type="dxa"/>
          </w:tcPr>
          <w:p w14:paraId="4CED7592" w14:textId="77777777" w:rsidR="0052733C" w:rsidRDefault="0052733C" w:rsidP="00DD3851">
            <w:pPr>
              <w:pStyle w:val="TableText"/>
            </w:pPr>
            <w:r>
              <w:t>Account Owner</w:t>
            </w:r>
          </w:p>
        </w:tc>
        <w:tc>
          <w:tcPr>
            <w:tcW w:w="5899" w:type="dxa"/>
          </w:tcPr>
          <w:p w14:paraId="4CC4532E" w14:textId="77777777" w:rsidR="0052733C" w:rsidRDefault="0052733C" w:rsidP="0012315C">
            <w:pPr>
              <w:pStyle w:val="TableText"/>
            </w:pPr>
            <w:r>
              <w:t xml:space="preserve">Party that </w:t>
            </w:r>
            <w:r w:rsidR="0012315C">
              <w:t>hold an account at the financial institution</w:t>
            </w:r>
          </w:p>
        </w:tc>
      </w:tr>
      <w:tr w:rsidR="0052733C" w14:paraId="52A65C25" w14:textId="77777777" w:rsidTr="0052733C">
        <w:tc>
          <w:tcPr>
            <w:tcW w:w="2466" w:type="dxa"/>
          </w:tcPr>
          <w:p w14:paraId="05865189" w14:textId="77777777" w:rsidR="0052733C" w:rsidRDefault="0052733C" w:rsidP="00DD3851">
            <w:pPr>
              <w:pStyle w:val="TableText"/>
            </w:pPr>
          </w:p>
        </w:tc>
        <w:tc>
          <w:tcPr>
            <w:tcW w:w="5899" w:type="dxa"/>
          </w:tcPr>
          <w:p w14:paraId="0CF29E0F" w14:textId="77777777" w:rsidR="0052733C" w:rsidRDefault="0052733C" w:rsidP="00DD3851">
            <w:pPr>
              <w:pStyle w:val="TableText"/>
            </w:pPr>
          </w:p>
        </w:tc>
      </w:tr>
    </w:tbl>
    <w:p w14:paraId="5329E835"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05"/>
        <w:gridCol w:w="5734"/>
      </w:tblGrid>
      <w:tr w:rsidR="0052733C" w14:paraId="710E700D"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09BE2142" w14:textId="77777777" w:rsidR="0052733C" w:rsidRDefault="0052733C" w:rsidP="00DD3851">
            <w:pPr>
              <w:pStyle w:val="TableHeading"/>
            </w:pPr>
            <w:r>
              <w:t>Description</w:t>
            </w:r>
          </w:p>
        </w:tc>
        <w:tc>
          <w:tcPr>
            <w:tcW w:w="5899" w:type="dxa"/>
          </w:tcPr>
          <w:p w14:paraId="5E0E98F2" w14:textId="77777777" w:rsidR="0052733C" w:rsidRDefault="0052733C" w:rsidP="00DD3851">
            <w:pPr>
              <w:pStyle w:val="TableHeading"/>
            </w:pPr>
            <w:r>
              <w:t>Definition</w:t>
            </w:r>
          </w:p>
        </w:tc>
      </w:tr>
      <w:tr w:rsidR="0052733C" w14:paraId="7E2B8768" w14:textId="77777777" w:rsidTr="0052733C">
        <w:tc>
          <w:tcPr>
            <w:tcW w:w="2466" w:type="dxa"/>
          </w:tcPr>
          <w:p w14:paraId="51ED9164" w14:textId="77777777" w:rsidR="0052733C" w:rsidRDefault="0012315C" w:rsidP="00DD3851">
            <w:pPr>
              <w:pStyle w:val="TableText"/>
            </w:pPr>
            <w:r>
              <w:t>Financial Institution (FI)</w:t>
            </w:r>
          </w:p>
        </w:tc>
        <w:tc>
          <w:tcPr>
            <w:tcW w:w="5899" w:type="dxa"/>
          </w:tcPr>
          <w:p w14:paraId="21EF8E1C" w14:textId="77777777" w:rsidR="0052733C" w:rsidRDefault="0012315C" w:rsidP="0012315C">
            <w:pPr>
              <w:pStyle w:val="TableText"/>
            </w:pPr>
            <w:r w:rsidRPr="0012315C">
              <w:t>Bank or institution that initiates the statements contained within the electronic</w:t>
            </w:r>
            <w:r>
              <w:t xml:space="preserve"> </w:t>
            </w:r>
            <w:r w:rsidRPr="0012315C">
              <w:t>message. The recipient of the message, the customer, holds accounts at the FI. Note that the institution that</w:t>
            </w:r>
            <w:r>
              <w:t xml:space="preserve"> </w:t>
            </w:r>
            <w:r w:rsidRPr="0012315C">
              <w:t>physically sends the XML message need not be the institution in which the statement accounts reside, although in</w:t>
            </w:r>
            <w:r>
              <w:t xml:space="preserve"> </w:t>
            </w:r>
            <w:r w:rsidRPr="0012315C">
              <w:t>most cases they are the same. The institution that is responsible for physically sending the message is referred to</w:t>
            </w:r>
            <w:r>
              <w:t xml:space="preserve"> </w:t>
            </w:r>
            <w:r w:rsidRPr="0012315C">
              <w:t>as the “Sender” and is identified in the Statement Header. The FI in which the accounts reside is termed the</w:t>
            </w:r>
            <w:r>
              <w:t xml:space="preserve"> </w:t>
            </w:r>
            <w:r w:rsidRPr="0012315C">
              <w:t xml:space="preserve">“originating” or “domicile” FI and is identified in the </w:t>
            </w:r>
            <w:proofErr w:type="spellStart"/>
            <w:r w:rsidRPr="0012315C">
              <w:t>BankServiceBillingStatement</w:t>
            </w:r>
            <w:proofErr w:type="spellEnd"/>
            <w:r w:rsidRPr="0012315C">
              <w:t xml:space="preserve"> message.</w:t>
            </w:r>
          </w:p>
        </w:tc>
      </w:tr>
      <w:tr w:rsidR="0052733C" w14:paraId="7D42658B" w14:textId="77777777" w:rsidTr="0052733C">
        <w:tc>
          <w:tcPr>
            <w:tcW w:w="2466" w:type="dxa"/>
          </w:tcPr>
          <w:p w14:paraId="66F6ACAC" w14:textId="77777777" w:rsidR="0052733C" w:rsidRDefault="0012315C" w:rsidP="00DD3851">
            <w:pPr>
              <w:pStyle w:val="TableText"/>
            </w:pPr>
            <w:r>
              <w:t>Customer</w:t>
            </w:r>
          </w:p>
        </w:tc>
        <w:tc>
          <w:tcPr>
            <w:tcW w:w="5899" w:type="dxa"/>
          </w:tcPr>
          <w:p w14:paraId="204B211F" w14:textId="77777777" w:rsidR="0052733C" w:rsidRDefault="0012315C" w:rsidP="0012315C">
            <w:pPr>
              <w:pStyle w:val="TableText"/>
            </w:pPr>
            <w:r w:rsidRPr="0012315C">
              <w:t>Corporate, business or other entity that holds accounts at the FI. The statements in the electronic</w:t>
            </w:r>
            <w:r>
              <w:t xml:space="preserve"> </w:t>
            </w:r>
            <w:r w:rsidRPr="0012315C">
              <w:t>message are based on the accounts that the Customer maintains at the originating FI.</w:t>
            </w:r>
          </w:p>
        </w:tc>
      </w:tr>
    </w:tbl>
    <w:p w14:paraId="773E8A0B" w14:textId="77777777" w:rsidR="00FF3CEA" w:rsidRDefault="008447BA" w:rsidP="00A72CAE">
      <w:pPr>
        <w:pStyle w:val="Heading2"/>
      </w:pPr>
      <w:bookmarkStart w:id="16" w:name="_Toc6376490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Look w:val="04A0" w:firstRow="1" w:lastRow="0" w:firstColumn="1" w:lastColumn="0" w:noHBand="0" w:noVBand="1"/>
      </w:tblPr>
      <w:tblGrid>
        <w:gridCol w:w="2722"/>
        <w:gridCol w:w="2708"/>
        <w:gridCol w:w="2709"/>
      </w:tblGrid>
      <w:tr w:rsidR="0052733C" w14:paraId="69492A1C"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3542AE46" w14:textId="77777777" w:rsidR="0052733C" w:rsidRPr="009F1A9D" w:rsidRDefault="0052733C" w:rsidP="009F1A9D">
            <w:pPr>
              <w:pStyle w:val="TableHeading"/>
            </w:pPr>
            <w:proofErr w:type="spellStart"/>
            <w:r w:rsidRPr="009F1A9D">
              <w:t>BusinessRole</w:t>
            </w:r>
            <w:proofErr w:type="spellEnd"/>
          </w:p>
        </w:tc>
        <w:tc>
          <w:tcPr>
            <w:tcW w:w="2788" w:type="dxa"/>
          </w:tcPr>
          <w:p w14:paraId="5A248B05" w14:textId="77777777" w:rsidR="0052733C" w:rsidRPr="009F1A9D" w:rsidRDefault="00214D55" w:rsidP="009F1A9D">
            <w:pPr>
              <w:pStyle w:val="TableHeadingCentre"/>
            </w:pPr>
            <w:r>
              <w:t>Participant</w:t>
            </w:r>
          </w:p>
          <w:p w14:paraId="46F6259E" w14:textId="77777777" w:rsidR="0052733C" w:rsidRPr="009F1A9D" w:rsidRDefault="0052733C" w:rsidP="009F1A9D">
            <w:pPr>
              <w:pStyle w:val="TableHeading"/>
              <w:jc w:val="center"/>
            </w:pPr>
            <w:r w:rsidRPr="009F1A9D">
              <w:t>Account Servicer</w:t>
            </w:r>
          </w:p>
        </w:tc>
        <w:tc>
          <w:tcPr>
            <w:tcW w:w="2789" w:type="dxa"/>
          </w:tcPr>
          <w:p w14:paraId="6C0E0054" w14:textId="77777777" w:rsidR="0052733C" w:rsidRPr="009F1A9D" w:rsidRDefault="00214D55" w:rsidP="009F1A9D">
            <w:pPr>
              <w:pStyle w:val="TableHeading"/>
              <w:jc w:val="center"/>
            </w:pPr>
            <w:r>
              <w:t>Participant</w:t>
            </w:r>
          </w:p>
          <w:p w14:paraId="702F7FDD" w14:textId="77777777" w:rsidR="0052733C" w:rsidRPr="009F1A9D" w:rsidRDefault="0052733C" w:rsidP="009F1A9D">
            <w:pPr>
              <w:pStyle w:val="TableHeading"/>
              <w:jc w:val="center"/>
            </w:pPr>
            <w:r w:rsidRPr="009F1A9D">
              <w:t>Account Owner</w:t>
            </w:r>
          </w:p>
        </w:tc>
      </w:tr>
      <w:tr w:rsidR="0012315C" w14:paraId="23E1E5E7" w14:textId="77777777" w:rsidTr="0052733C">
        <w:tc>
          <w:tcPr>
            <w:tcW w:w="2788" w:type="dxa"/>
          </w:tcPr>
          <w:p w14:paraId="36E15282" w14:textId="77777777" w:rsidR="0012315C" w:rsidRPr="0012315C" w:rsidRDefault="0012315C" w:rsidP="0012315C">
            <w:pPr>
              <w:pStyle w:val="TableText"/>
            </w:pPr>
            <w:r>
              <w:t>Financial Institution</w:t>
            </w:r>
            <w:r w:rsidRPr="0012315C">
              <w:t xml:space="preserve"> (FI)</w:t>
            </w:r>
          </w:p>
        </w:tc>
        <w:tc>
          <w:tcPr>
            <w:tcW w:w="2788" w:type="dxa"/>
          </w:tcPr>
          <w:p w14:paraId="7D271300" w14:textId="77777777" w:rsidR="0012315C" w:rsidRPr="0012315C" w:rsidRDefault="0012315C" w:rsidP="0012315C">
            <w:pPr>
              <w:pStyle w:val="TableTextCentre"/>
            </w:pPr>
            <w:r>
              <w:t>X</w:t>
            </w:r>
          </w:p>
        </w:tc>
        <w:tc>
          <w:tcPr>
            <w:tcW w:w="2789" w:type="dxa"/>
          </w:tcPr>
          <w:p w14:paraId="5F10D5AB" w14:textId="77777777" w:rsidR="0012315C" w:rsidRPr="0012315C" w:rsidRDefault="0012315C" w:rsidP="0012315C">
            <w:pPr>
              <w:pStyle w:val="TableTextCentre"/>
            </w:pPr>
            <w:r>
              <w:t>X</w:t>
            </w:r>
          </w:p>
        </w:tc>
      </w:tr>
      <w:tr w:rsidR="0012315C" w14:paraId="7C4BDF67" w14:textId="77777777" w:rsidTr="0052733C">
        <w:tc>
          <w:tcPr>
            <w:tcW w:w="2788" w:type="dxa"/>
          </w:tcPr>
          <w:p w14:paraId="2C3D8E29" w14:textId="77777777" w:rsidR="0012315C" w:rsidRPr="0012315C" w:rsidRDefault="0012315C" w:rsidP="0012315C">
            <w:pPr>
              <w:pStyle w:val="TableText"/>
            </w:pPr>
            <w:r>
              <w:t>Customer</w:t>
            </w:r>
          </w:p>
        </w:tc>
        <w:tc>
          <w:tcPr>
            <w:tcW w:w="2788" w:type="dxa"/>
          </w:tcPr>
          <w:p w14:paraId="50837A0F" w14:textId="77777777" w:rsidR="0012315C" w:rsidRPr="0012315C" w:rsidRDefault="0012315C" w:rsidP="0012315C">
            <w:pPr>
              <w:pStyle w:val="TableTextCentre"/>
            </w:pPr>
          </w:p>
        </w:tc>
        <w:tc>
          <w:tcPr>
            <w:tcW w:w="2789" w:type="dxa"/>
          </w:tcPr>
          <w:p w14:paraId="5EEE7002" w14:textId="77777777" w:rsidR="0012315C" w:rsidRPr="0012315C" w:rsidRDefault="0012315C" w:rsidP="0012315C">
            <w:pPr>
              <w:pStyle w:val="TableTextCentre"/>
            </w:pPr>
            <w:r>
              <w:t>X</w:t>
            </w:r>
          </w:p>
        </w:tc>
      </w:tr>
    </w:tbl>
    <w:p w14:paraId="05C67B17" w14:textId="77777777" w:rsidR="00B5372E" w:rsidRDefault="00B5372E" w:rsidP="00A8050C">
      <w:pPr>
        <w:pStyle w:val="Heading1"/>
      </w:pPr>
      <w:bookmarkStart w:id="17" w:name="_Toc63764901"/>
      <w:proofErr w:type="spellStart"/>
      <w:r w:rsidRPr="00863CED">
        <w:lastRenderedPageBreak/>
        <w:t>BusinessProcess</w:t>
      </w:r>
      <w:proofErr w:type="spellEnd"/>
      <w:r>
        <w:t xml:space="preserve"> Description</w:t>
      </w:r>
      <w:bookmarkEnd w:id="17"/>
    </w:p>
    <w:p w14:paraId="2A6CE0D2"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2DF9AC5C" w14:textId="77777777" w:rsidR="003C6E4E" w:rsidRDefault="003C6E4E" w:rsidP="003C6E4E">
      <w:pPr>
        <w:pStyle w:val="Normalbeforetable"/>
      </w:pPr>
      <w:r>
        <w:object w:dxaOrig="8110" w:dyaOrig="3295" w14:anchorId="5BD77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164.5pt" o:ole="">
            <v:imagedata r:id="rId23" o:title=""/>
          </v:shape>
          <o:OLEObject Type="Embed" ProgID="Visio.Drawing.11" ShapeID="_x0000_i1025" DrawAspect="Content" ObjectID="_1675612330" r:id="rId24"/>
        </w:object>
      </w:r>
    </w:p>
    <w:p w14:paraId="1EE784BF" w14:textId="77777777" w:rsidR="004D01EB" w:rsidRDefault="0012315C" w:rsidP="004741C3">
      <w:pPr>
        <w:pStyle w:val="BlockLabelBeforeTable"/>
      </w:pPr>
      <w:r>
        <w:t>Bank Services Billing</w:t>
      </w:r>
    </w:p>
    <w:tbl>
      <w:tblPr>
        <w:tblStyle w:val="TableShaded1stRow"/>
        <w:tblW w:w="0" w:type="auto"/>
        <w:tblLook w:val="04A0" w:firstRow="1" w:lastRow="0" w:firstColumn="1" w:lastColumn="0" w:noHBand="0" w:noVBand="1"/>
      </w:tblPr>
      <w:tblGrid>
        <w:gridCol w:w="1543"/>
        <w:gridCol w:w="6596"/>
      </w:tblGrid>
      <w:tr w:rsidR="00803705" w14:paraId="0082137A" w14:textId="77777777" w:rsidTr="0015736F">
        <w:trPr>
          <w:cnfStyle w:val="100000000000" w:firstRow="1" w:lastRow="0" w:firstColumn="0" w:lastColumn="0" w:oddVBand="0" w:evenVBand="0" w:oddHBand="0" w:evenHBand="0" w:firstRowFirstColumn="0" w:firstRowLastColumn="0" w:lastRowFirstColumn="0" w:lastRowLastColumn="0"/>
        </w:trPr>
        <w:tc>
          <w:tcPr>
            <w:tcW w:w="1543" w:type="dxa"/>
          </w:tcPr>
          <w:p w14:paraId="32DC6655" w14:textId="77777777" w:rsidR="00803705" w:rsidRDefault="00803705" w:rsidP="00DD3851">
            <w:pPr>
              <w:pStyle w:val="TableHeading"/>
            </w:pPr>
            <w:r>
              <w:t>Item</w:t>
            </w:r>
          </w:p>
        </w:tc>
        <w:tc>
          <w:tcPr>
            <w:tcW w:w="6596" w:type="dxa"/>
          </w:tcPr>
          <w:p w14:paraId="4C4EA7A4" w14:textId="77777777" w:rsidR="00803705" w:rsidRDefault="00803705" w:rsidP="00DD3851">
            <w:pPr>
              <w:pStyle w:val="TableHeading"/>
            </w:pPr>
            <w:r>
              <w:t>Description</w:t>
            </w:r>
          </w:p>
        </w:tc>
      </w:tr>
      <w:tr w:rsidR="00803705" w14:paraId="797F00D8" w14:textId="77777777" w:rsidTr="0015736F">
        <w:tc>
          <w:tcPr>
            <w:tcW w:w="1543" w:type="dxa"/>
          </w:tcPr>
          <w:p w14:paraId="1931DB15" w14:textId="77777777" w:rsidR="00803705" w:rsidRDefault="00803705" w:rsidP="00DD3851">
            <w:pPr>
              <w:pStyle w:val="TableText"/>
            </w:pPr>
            <w:r>
              <w:t>Definition</w:t>
            </w:r>
          </w:p>
        </w:tc>
        <w:tc>
          <w:tcPr>
            <w:tcW w:w="6596" w:type="dxa"/>
          </w:tcPr>
          <w:p w14:paraId="28AE6B1B" w14:textId="77777777" w:rsidR="00803705" w:rsidRDefault="00803705" w:rsidP="00187F1D">
            <w:pPr>
              <w:pStyle w:val="TableText"/>
            </w:pPr>
            <w:r>
              <w:t>T</w:t>
            </w:r>
            <w:r w:rsidRPr="004741C3">
              <w:t xml:space="preserve">he account servicer </w:t>
            </w:r>
            <w:r w:rsidR="0012315C" w:rsidRPr="0012315C">
              <w:t>provides a standard representation</w:t>
            </w:r>
            <w:r w:rsidR="00187F1D">
              <w:t xml:space="preserve"> </w:t>
            </w:r>
            <w:r w:rsidR="0012315C" w:rsidRPr="0012315C">
              <w:t>of bank rendered services: transaction types, volumes and related</w:t>
            </w:r>
            <w:r w:rsidR="0012315C">
              <w:t xml:space="preserve"> </w:t>
            </w:r>
            <w:r w:rsidR="0012315C" w:rsidRPr="0012315C">
              <w:t>services and the fees associated with that activity</w:t>
            </w:r>
            <w:r w:rsidR="00187F1D">
              <w:t>.</w:t>
            </w:r>
          </w:p>
          <w:p w14:paraId="464FABCF" w14:textId="33FE2783" w:rsidR="003C6E4E" w:rsidRDefault="003C6E4E" w:rsidP="000454E6">
            <w:pPr>
              <w:pStyle w:val="TableText"/>
            </w:pPr>
            <w:r>
              <w:t xml:space="preserve">Bank </w:t>
            </w:r>
            <w:r w:rsidR="000454E6">
              <w:t>services b</w:t>
            </w:r>
            <w:r>
              <w:t xml:space="preserve">illing is part of the overall </w:t>
            </w:r>
            <w:r w:rsidR="000454E6">
              <w:t>a</w:t>
            </w:r>
            <w:r>
              <w:t xml:space="preserve">ccount </w:t>
            </w:r>
            <w:r w:rsidR="000454E6">
              <w:t>m</w:t>
            </w:r>
            <w:r>
              <w:t>anagement processes, which are described in the Account Management message set.</w:t>
            </w:r>
          </w:p>
        </w:tc>
      </w:tr>
      <w:tr w:rsidR="00803705" w14:paraId="3934B616" w14:textId="77777777" w:rsidTr="0015736F">
        <w:tc>
          <w:tcPr>
            <w:tcW w:w="1543" w:type="dxa"/>
          </w:tcPr>
          <w:p w14:paraId="1850627F" w14:textId="77777777" w:rsidR="00803705" w:rsidRDefault="00803705" w:rsidP="00DD3851">
            <w:pPr>
              <w:pStyle w:val="TableText"/>
            </w:pPr>
            <w:r>
              <w:t>Trigger</w:t>
            </w:r>
          </w:p>
        </w:tc>
        <w:tc>
          <w:tcPr>
            <w:tcW w:w="6596" w:type="dxa"/>
          </w:tcPr>
          <w:p w14:paraId="5EDF57B5" w14:textId="255373C0" w:rsidR="00803705" w:rsidRDefault="0012315C" w:rsidP="00DD3851">
            <w:pPr>
              <w:pStyle w:val="TableText"/>
            </w:pPr>
            <w:r>
              <w:t>End of billing period has been reached</w:t>
            </w:r>
            <w:r w:rsidR="000454E6">
              <w:t>.</w:t>
            </w:r>
          </w:p>
        </w:tc>
      </w:tr>
      <w:tr w:rsidR="00803705" w14:paraId="63D2ED34" w14:textId="77777777" w:rsidTr="0015736F">
        <w:tc>
          <w:tcPr>
            <w:tcW w:w="1543" w:type="dxa"/>
          </w:tcPr>
          <w:p w14:paraId="363A4315" w14:textId="77777777" w:rsidR="00803705" w:rsidRDefault="00803705" w:rsidP="00DD3851">
            <w:pPr>
              <w:pStyle w:val="TableText"/>
            </w:pPr>
            <w:r>
              <w:t>Pre-conditions</w:t>
            </w:r>
          </w:p>
        </w:tc>
        <w:tc>
          <w:tcPr>
            <w:tcW w:w="6596" w:type="dxa"/>
          </w:tcPr>
          <w:p w14:paraId="742C5557" w14:textId="77777777" w:rsidR="00803705" w:rsidRDefault="0012315C" w:rsidP="00DD3851">
            <w:pPr>
              <w:pStyle w:val="TableText"/>
            </w:pPr>
            <w:r>
              <w:t>Account servicer has provided a number of services during the billing period, which need to be provided to the account owner</w:t>
            </w:r>
            <w:r w:rsidR="00803705">
              <w:t>.</w:t>
            </w:r>
          </w:p>
        </w:tc>
      </w:tr>
      <w:tr w:rsidR="00803705" w14:paraId="252AFA06" w14:textId="77777777" w:rsidTr="0015736F">
        <w:tc>
          <w:tcPr>
            <w:tcW w:w="1543" w:type="dxa"/>
          </w:tcPr>
          <w:p w14:paraId="2DE2D4CF" w14:textId="77777777" w:rsidR="00803705" w:rsidRDefault="00803705" w:rsidP="00DD3851">
            <w:pPr>
              <w:pStyle w:val="TableText"/>
            </w:pPr>
            <w:r>
              <w:t>Post-conditions</w:t>
            </w:r>
          </w:p>
        </w:tc>
        <w:tc>
          <w:tcPr>
            <w:tcW w:w="6596" w:type="dxa"/>
          </w:tcPr>
          <w:p w14:paraId="720AD8C5" w14:textId="77777777" w:rsidR="00803705" w:rsidRDefault="0012315C" w:rsidP="00DD3851">
            <w:pPr>
              <w:pStyle w:val="TableText"/>
            </w:pPr>
            <w:r>
              <w:t xml:space="preserve">Bank services detailed billing is provided to </w:t>
            </w:r>
            <w:r w:rsidR="00187F1D">
              <w:t>the account owner.</w:t>
            </w:r>
          </w:p>
        </w:tc>
      </w:tr>
      <w:tr w:rsidR="00803705" w14:paraId="5503D833" w14:textId="77777777" w:rsidTr="0015736F">
        <w:tc>
          <w:tcPr>
            <w:tcW w:w="1543" w:type="dxa"/>
          </w:tcPr>
          <w:p w14:paraId="7CC686C7" w14:textId="77777777" w:rsidR="00803705" w:rsidRDefault="00803705" w:rsidP="00DD3851">
            <w:pPr>
              <w:pStyle w:val="TableText"/>
            </w:pPr>
            <w:r>
              <w:t>Role</w:t>
            </w:r>
          </w:p>
        </w:tc>
        <w:tc>
          <w:tcPr>
            <w:tcW w:w="6596" w:type="dxa"/>
          </w:tcPr>
          <w:p w14:paraId="672D6EE3" w14:textId="0CEFFA5E" w:rsidR="00803705" w:rsidRDefault="000454E6" w:rsidP="00DD3851">
            <w:pPr>
              <w:pStyle w:val="TableText"/>
            </w:pPr>
            <w:r>
              <w:t>Account servicer</w:t>
            </w:r>
          </w:p>
        </w:tc>
      </w:tr>
    </w:tbl>
    <w:p w14:paraId="0F89FF49" w14:textId="77777777" w:rsidR="00B5372E" w:rsidRDefault="00B5372E" w:rsidP="008937F9">
      <w:pPr>
        <w:pStyle w:val="Heading1"/>
      </w:pPr>
      <w:bookmarkStart w:id="18" w:name="_Toc63764902"/>
      <w:r>
        <w:lastRenderedPageBreak/>
        <w:t xml:space="preserve">Description of </w:t>
      </w:r>
      <w:r w:rsidRPr="00AD74B9">
        <w:t>BusinessActivities</w:t>
      </w:r>
      <w:bookmarkEnd w:id="18"/>
    </w:p>
    <w:p w14:paraId="3C13566E"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4CE79BAB"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65F9898C"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6C4BC390" w14:textId="77777777" w:rsidR="00803705" w:rsidRDefault="00803705" w:rsidP="00DD3851">
            <w:pPr>
              <w:pStyle w:val="TableHeading"/>
            </w:pPr>
            <w:r>
              <w:t>Symbol</w:t>
            </w:r>
          </w:p>
        </w:tc>
        <w:tc>
          <w:tcPr>
            <w:tcW w:w="2250" w:type="dxa"/>
          </w:tcPr>
          <w:p w14:paraId="319A605A" w14:textId="77777777" w:rsidR="00803705" w:rsidRDefault="00803705" w:rsidP="00DD3851">
            <w:pPr>
              <w:pStyle w:val="TableHeading"/>
            </w:pPr>
            <w:r>
              <w:t>Name</w:t>
            </w:r>
          </w:p>
        </w:tc>
        <w:tc>
          <w:tcPr>
            <w:tcW w:w="4818" w:type="dxa"/>
          </w:tcPr>
          <w:p w14:paraId="0A6F2C0C" w14:textId="77777777" w:rsidR="00803705" w:rsidRDefault="00803705" w:rsidP="00DD3851">
            <w:pPr>
              <w:pStyle w:val="TableHeading"/>
            </w:pPr>
            <w:r>
              <w:t>Definition</w:t>
            </w:r>
          </w:p>
        </w:tc>
      </w:tr>
      <w:tr w:rsidR="00803705" w14:paraId="11250CD6" w14:textId="77777777" w:rsidTr="00803705">
        <w:tc>
          <w:tcPr>
            <w:tcW w:w="1296" w:type="dxa"/>
          </w:tcPr>
          <w:p w14:paraId="311E9AC0" w14:textId="77777777" w:rsidR="00803705" w:rsidRDefault="00803705" w:rsidP="00DD3851">
            <w:r>
              <w:object w:dxaOrig="135" w:dyaOrig="180" w14:anchorId="03FE1815">
                <v:shape id="_x0000_i1026" type="#_x0000_t75" style="width:6.65pt;height:9.95pt" o:ole="">
                  <v:imagedata r:id="rId25" o:title=""/>
                </v:shape>
                <o:OLEObject Type="Embed" ProgID="PBrush" ShapeID="_x0000_i1026" DrawAspect="Content" ObjectID="_1675612331" r:id="rId26"/>
              </w:object>
            </w:r>
          </w:p>
        </w:tc>
        <w:tc>
          <w:tcPr>
            <w:tcW w:w="2250" w:type="dxa"/>
          </w:tcPr>
          <w:p w14:paraId="3ED575DF" w14:textId="77777777" w:rsidR="00803705" w:rsidRDefault="00803705" w:rsidP="00DD3851">
            <w:pPr>
              <w:pStyle w:val="TableText"/>
            </w:pPr>
            <w:r>
              <w:t>Start Point</w:t>
            </w:r>
          </w:p>
        </w:tc>
        <w:tc>
          <w:tcPr>
            <w:tcW w:w="4818" w:type="dxa"/>
          </w:tcPr>
          <w:p w14:paraId="1E17C674" w14:textId="77777777" w:rsidR="00803705" w:rsidRDefault="00803705" w:rsidP="00DD3851">
            <w:pPr>
              <w:pStyle w:val="TableText"/>
            </w:pPr>
            <w:r>
              <w:t>Shows where the lifecycle of the business process commences.</w:t>
            </w:r>
          </w:p>
        </w:tc>
      </w:tr>
      <w:tr w:rsidR="00803705" w14:paraId="5B9F50E8" w14:textId="77777777" w:rsidTr="00803705">
        <w:tc>
          <w:tcPr>
            <w:tcW w:w="1296" w:type="dxa"/>
          </w:tcPr>
          <w:p w14:paraId="556A262A" w14:textId="77777777" w:rsidR="00803705" w:rsidRDefault="00803705" w:rsidP="00DD3851">
            <w:r>
              <w:object w:dxaOrig="330" w:dyaOrig="315" w14:anchorId="319AE189">
                <v:shape id="_x0000_i1027" type="#_x0000_t75" style="width:18.3pt;height:15.5pt" o:ole="">
                  <v:imagedata r:id="rId27" o:title=""/>
                </v:shape>
                <o:OLEObject Type="Embed" ProgID="PBrush" ShapeID="_x0000_i1027" DrawAspect="Content" ObjectID="_1675612332" r:id="rId28"/>
              </w:object>
            </w:r>
          </w:p>
        </w:tc>
        <w:tc>
          <w:tcPr>
            <w:tcW w:w="2250" w:type="dxa"/>
          </w:tcPr>
          <w:p w14:paraId="47CE7BC5" w14:textId="77777777" w:rsidR="00803705" w:rsidRDefault="00803705" w:rsidP="00DD3851">
            <w:pPr>
              <w:pStyle w:val="TableText"/>
            </w:pPr>
            <w:r>
              <w:t>End Point</w:t>
            </w:r>
          </w:p>
        </w:tc>
        <w:tc>
          <w:tcPr>
            <w:tcW w:w="4818" w:type="dxa"/>
          </w:tcPr>
          <w:p w14:paraId="576F15AC" w14:textId="77777777" w:rsidR="00803705" w:rsidRDefault="00803705" w:rsidP="00DD3851">
            <w:pPr>
              <w:pStyle w:val="TableText"/>
            </w:pPr>
            <w:r>
              <w:t>Shows  where the lifecycle of the business process may ends.</w:t>
            </w:r>
          </w:p>
        </w:tc>
      </w:tr>
      <w:tr w:rsidR="00803705" w14:paraId="62AEF00E" w14:textId="77777777" w:rsidTr="00803705">
        <w:tc>
          <w:tcPr>
            <w:tcW w:w="1296" w:type="dxa"/>
          </w:tcPr>
          <w:p w14:paraId="09EFC3EE" w14:textId="77777777" w:rsidR="00803705" w:rsidRDefault="00803705" w:rsidP="00DD3851">
            <w:r>
              <w:object w:dxaOrig="255" w:dyaOrig="315" w14:anchorId="61F70188">
                <v:shape id="_x0000_i1028" type="#_x0000_t75" style="width:12.2pt;height:15.5pt" o:ole="">
                  <v:imagedata r:id="rId29" o:title=""/>
                </v:shape>
                <o:OLEObject Type="Embed" ProgID="PBrush" ShapeID="_x0000_i1028" DrawAspect="Content" ObjectID="_1675612333" r:id="rId30"/>
              </w:object>
            </w:r>
          </w:p>
        </w:tc>
        <w:tc>
          <w:tcPr>
            <w:tcW w:w="2250" w:type="dxa"/>
          </w:tcPr>
          <w:p w14:paraId="7044BF75" w14:textId="77777777" w:rsidR="00803705" w:rsidRDefault="00803705" w:rsidP="00DD3851">
            <w:pPr>
              <w:pStyle w:val="TableText"/>
            </w:pPr>
            <w:r>
              <w:t>Lozenge (or diamond)</w:t>
            </w:r>
          </w:p>
        </w:tc>
        <w:tc>
          <w:tcPr>
            <w:tcW w:w="4818" w:type="dxa"/>
          </w:tcPr>
          <w:p w14:paraId="1871D96D" w14:textId="77777777" w:rsidR="00803705" w:rsidRDefault="00803705" w:rsidP="00DD3851">
            <w:pPr>
              <w:pStyle w:val="TableText"/>
            </w:pPr>
            <w:r>
              <w:t>Indicates that a choice between several actions can be made.</w:t>
            </w:r>
          </w:p>
        </w:tc>
      </w:tr>
      <w:tr w:rsidR="00803705" w14:paraId="62A336E0" w14:textId="77777777" w:rsidTr="00803705">
        <w:tc>
          <w:tcPr>
            <w:tcW w:w="1296" w:type="dxa"/>
          </w:tcPr>
          <w:p w14:paraId="6C3C3189" w14:textId="77777777" w:rsidR="00803705" w:rsidRDefault="00803705" w:rsidP="00DD3851">
            <w:r>
              <w:object w:dxaOrig="780" w:dyaOrig="225" w14:anchorId="3A138EDC">
                <v:shape id="_x0000_i1029" type="#_x0000_t75" style="width:39.9pt;height:11.65pt" o:ole="">
                  <v:imagedata r:id="rId31" o:title=""/>
                </v:shape>
                <o:OLEObject Type="Embed" ProgID="PBrush" ShapeID="_x0000_i1029" DrawAspect="Content" ObjectID="_1675612334" r:id="rId32"/>
              </w:object>
            </w:r>
          </w:p>
        </w:tc>
        <w:tc>
          <w:tcPr>
            <w:tcW w:w="2250" w:type="dxa"/>
          </w:tcPr>
          <w:p w14:paraId="3664A408" w14:textId="77777777" w:rsidR="00803705" w:rsidRDefault="00803705" w:rsidP="00DD3851">
            <w:pPr>
              <w:pStyle w:val="TableText"/>
            </w:pPr>
            <w:r>
              <w:t>Bar</w:t>
            </w:r>
          </w:p>
        </w:tc>
        <w:tc>
          <w:tcPr>
            <w:tcW w:w="4818" w:type="dxa"/>
          </w:tcPr>
          <w:p w14:paraId="4DF59D5F" w14:textId="77777777" w:rsidR="00803705" w:rsidRDefault="00803705" w:rsidP="00DD3851">
            <w:pPr>
              <w:pStyle w:val="TableText"/>
            </w:pPr>
            <w:r>
              <w:t>Indicates that several actions are initiated in parallel.</w:t>
            </w:r>
          </w:p>
        </w:tc>
      </w:tr>
    </w:tbl>
    <w:p w14:paraId="2A7D28C3" w14:textId="77777777" w:rsidR="00A35A86" w:rsidRDefault="003C6E4E" w:rsidP="00AD74B9">
      <w:pPr>
        <w:pStyle w:val="Heading2"/>
      </w:pPr>
      <w:bookmarkStart w:id="19" w:name="_Toc63764903"/>
      <w:r>
        <w:t>Bank Services Billing Statement</w:t>
      </w:r>
      <w:bookmarkEnd w:id="19"/>
    </w:p>
    <w:p w14:paraId="1E917E35" w14:textId="77777777" w:rsidR="003C6E4E" w:rsidRDefault="003C6E4E" w:rsidP="006367CC">
      <w:pPr>
        <w:pStyle w:val="Heading3"/>
      </w:pPr>
      <w:r w:rsidRPr="003C6E4E">
        <w:t>Definitions</w:t>
      </w:r>
    </w:p>
    <w:p w14:paraId="4EA38807" w14:textId="77777777" w:rsidR="0057361C" w:rsidRDefault="0057361C" w:rsidP="003C6E4E">
      <w:r>
        <w:t>In order to introduce the business activities, a number of definition should be first laid out:</w:t>
      </w:r>
    </w:p>
    <w:p w14:paraId="72A64709" w14:textId="77777777" w:rsidR="003C6E4E" w:rsidRPr="003C6E4E" w:rsidRDefault="003C6E4E" w:rsidP="003C6E4E">
      <w:pPr>
        <w:pStyle w:val="ListBullet"/>
      </w:pPr>
      <w:r w:rsidRPr="007B7340">
        <w:rPr>
          <w:rStyle w:val="Bold"/>
        </w:rPr>
        <w:t xml:space="preserve">Relationship: </w:t>
      </w:r>
      <w:r w:rsidRPr="003C6E4E">
        <w:t>collection of accounts held by the Customer in a hierarchical arrangement at the FI. For purposes</w:t>
      </w:r>
      <w:r w:rsidR="0057361C">
        <w:t xml:space="preserve"> </w:t>
      </w:r>
      <w:r w:rsidRPr="003C6E4E">
        <w:t>of this document the lowest level accounts in a relationship are termed “Detail” accounts. They are real deposit/current accounts for which services are performed and which maintain deposit balances. The highest level</w:t>
      </w:r>
      <w:r w:rsidR="0057361C">
        <w:t xml:space="preserve"> </w:t>
      </w:r>
      <w:r w:rsidRPr="003C6E4E">
        <w:t>account in a relationship is termed the “Summary” account. Summary accounts may be real accounts or fictitious</w:t>
      </w:r>
      <w:r w:rsidR="0057361C">
        <w:t xml:space="preserve"> </w:t>
      </w:r>
      <w:r w:rsidRPr="003C6E4E">
        <w:t>entities used solely for summary reporting. By definition there can be only one Summary account in a</w:t>
      </w:r>
      <w:r w:rsidR="0057361C">
        <w:t xml:space="preserve"> </w:t>
      </w:r>
      <w:r w:rsidRPr="003C6E4E">
        <w:t>relationship. Accounts that reside above the Detail level and below the Summary level are termed “Intermediate”</w:t>
      </w:r>
      <w:r w:rsidR="0057361C">
        <w:t xml:space="preserve"> </w:t>
      </w:r>
      <w:r w:rsidRPr="003C6E4E">
        <w:t>accounts. Intermediate accounts may be real accounts or fictitious entities used solely for summary reporting.</w:t>
      </w:r>
      <w:r w:rsidR="0057361C">
        <w:t xml:space="preserve"> </w:t>
      </w:r>
      <w:r w:rsidRPr="003C6E4E">
        <w:t>The term “parent account” refers to any account above the detail level that has accounts “rolling up” to it. By</w:t>
      </w:r>
      <w:r w:rsidR="0057361C">
        <w:t xml:space="preserve"> </w:t>
      </w:r>
      <w:r w:rsidRPr="003C6E4E">
        <w:t>definition, Intermediate accounts and Summary accounts are both Parent accounts.</w:t>
      </w:r>
    </w:p>
    <w:p w14:paraId="700023F2" w14:textId="77777777" w:rsidR="003C6E4E" w:rsidRPr="003C6E4E" w:rsidRDefault="003C6E4E" w:rsidP="003C6E4E">
      <w:pPr>
        <w:pStyle w:val="ListBullet"/>
      </w:pPr>
      <w:r w:rsidRPr="007B7340">
        <w:rPr>
          <w:rStyle w:val="Bold"/>
        </w:rPr>
        <w:t>Billing Relationship:</w:t>
      </w:r>
      <w:r w:rsidRPr="003C6E4E">
        <w:t xml:space="preserve"> Relationship consisting of accounts which all have the same Settlement Currency. This</w:t>
      </w:r>
      <w:r w:rsidR="0057361C">
        <w:t xml:space="preserve"> </w:t>
      </w:r>
      <w:r w:rsidRPr="003C6E4E">
        <w:t>type of relationship hierarchy typically consists of a number of detail deposit/current accounts which roll up to a</w:t>
      </w:r>
      <w:r w:rsidR="0057361C">
        <w:t xml:space="preserve"> </w:t>
      </w:r>
      <w:r w:rsidRPr="003C6E4E">
        <w:t>billing relationship parent account. Charging typically occurs at the billing relationship parent account. Note that</w:t>
      </w:r>
      <w:r w:rsidR="0057361C">
        <w:t xml:space="preserve"> </w:t>
      </w:r>
      <w:r w:rsidRPr="003C6E4E">
        <w:t>multiple Billing Relationships could roll up and be summarized at a higher relationship level. In this structure</w:t>
      </w:r>
      <w:r w:rsidR="0057361C">
        <w:t xml:space="preserve"> </w:t>
      </w:r>
      <w:r w:rsidRPr="003C6E4E">
        <w:t>each of the Billing Relationships could use a different Settlement Currency and reside in a different Tax Region.</w:t>
      </w:r>
    </w:p>
    <w:p w14:paraId="506FE889" w14:textId="77777777" w:rsidR="003C6E4E" w:rsidRPr="003C6E4E" w:rsidRDefault="003C6E4E" w:rsidP="003C6E4E">
      <w:pPr>
        <w:pStyle w:val="ListBullet"/>
      </w:pPr>
      <w:r w:rsidRPr="007B7340">
        <w:rPr>
          <w:rStyle w:val="Bold"/>
        </w:rPr>
        <w:t>Account Balance Currency:</w:t>
      </w:r>
      <w:r w:rsidRPr="003C6E4E">
        <w:t xml:space="preserve"> Currency of the account held in the Deposit, source or feeder application. The</w:t>
      </w:r>
      <w:r w:rsidR="0057361C">
        <w:t xml:space="preserve"> </w:t>
      </w:r>
      <w:r w:rsidRPr="003C6E4E">
        <w:t>Account Balance currency code is carried in the Account Section.</w:t>
      </w:r>
    </w:p>
    <w:p w14:paraId="70389FB7" w14:textId="77777777" w:rsidR="003C6E4E" w:rsidRPr="003C6E4E" w:rsidRDefault="0057361C" w:rsidP="003C6E4E">
      <w:pPr>
        <w:pStyle w:val="ListBullet"/>
      </w:pPr>
      <w:r w:rsidRPr="007B7340">
        <w:rPr>
          <w:rStyle w:val="Bold"/>
        </w:rPr>
        <w:t>S</w:t>
      </w:r>
      <w:r w:rsidR="003C6E4E" w:rsidRPr="007B7340">
        <w:rPr>
          <w:rStyle w:val="Bold"/>
        </w:rPr>
        <w:t>ettlement (Charge) Currency:</w:t>
      </w:r>
      <w:r w:rsidR="003C6E4E" w:rsidRPr="003C6E4E">
        <w:t xml:space="preserve"> Currency in which the billing relationship will be charged or settled. It is</w:t>
      </w:r>
      <w:r>
        <w:t xml:space="preserve"> </w:t>
      </w:r>
      <w:r w:rsidR="003C6E4E" w:rsidRPr="003C6E4E">
        <w:t>viewed that all accounts within a billing relationship must have the same Settlement (charging) Currency. For</w:t>
      </w:r>
      <w:r>
        <w:t xml:space="preserve"> </w:t>
      </w:r>
      <w:r w:rsidR="003C6E4E" w:rsidRPr="003C6E4E">
        <w:t>example, a direct-debit will be created by the system in this currency to collect services charges from the</w:t>
      </w:r>
      <w:r>
        <w:t xml:space="preserve"> </w:t>
      </w:r>
      <w:r w:rsidR="003C6E4E" w:rsidRPr="003C6E4E">
        <w:t>specified customer account. The Settlement Currency code is carried in the Account Section of the message.</w:t>
      </w:r>
    </w:p>
    <w:p w14:paraId="4754286A" w14:textId="77777777" w:rsidR="003C6E4E" w:rsidRPr="003C6E4E" w:rsidRDefault="003C6E4E" w:rsidP="003C6E4E">
      <w:pPr>
        <w:pStyle w:val="ListBullet"/>
      </w:pPr>
      <w:r w:rsidRPr="007B7340">
        <w:rPr>
          <w:rStyle w:val="Bold"/>
        </w:rPr>
        <w:t xml:space="preserve">Service Pricing Currency: </w:t>
      </w:r>
      <w:r w:rsidRPr="003C6E4E">
        <w:t>Currency used to price the service and in which services are accumulated as part of</w:t>
      </w:r>
      <w:r w:rsidR="0057361C">
        <w:t xml:space="preserve"> </w:t>
      </w:r>
      <w:r w:rsidRPr="003C6E4E">
        <w:t>the original transaction. The Service Pricing currency code is carried in the Service Section of the message.</w:t>
      </w:r>
    </w:p>
    <w:p w14:paraId="029F4AF2" w14:textId="77777777" w:rsidR="003C6E4E" w:rsidRPr="003C6E4E" w:rsidRDefault="003C6E4E" w:rsidP="003C6E4E">
      <w:pPr>
        <w:pStyle w:val="ListBullet"/>
      </w:pPr>
      <w:r w:rsidRPr="007B7340">
        <w:rPr>
          <w:rStyle w:val="Bold"/>
        </w:rPr>
        <w:t>Host Currency:</w:t>
      </w:r>
      <w:r w:rsidRPr="003C6E4E">
        <w:t xml:space="preserve"> Currency of the taxing authority to which the institution must pay taxes. Taxes are converted</w:t>
      </w:r>
      <w:r w:rsidR="0057361C">
        <w:t xml:space="preserve"> </w:t>
      </w:r>
      <w:r w:rsidRPr="003C6E4E">
        <w:t>from Service Pricing Currencies directly to this currency for calculating tax payments. Tax payments are settled</w:t>
      </w:r>
      <w:r w:rsidR="0057361C">
        <w:t xml:space="preserve"> </w:t>
      </w:r>
      <w:r w:rsidRPr="003C6E4E">
        <w:t xml:space="preserve">between the Financial Institution and the taxing authority in this </w:t>
      </w:r>
      <w:r w:rsidRPr="003C6E4E">
        <w:lastRenderedPageBreak/>
        <w:t>currency. The Total Tax Amount is then</w:t>
      </w:r>
      <w:r w:rsidR="0057361C">
        <w:t xml:space="preserve"> </w:t>
      </w:r>
      <w:r w:rsidRPr="003C6E4E">
        <w:t>converted to the account’s Settlement (Charge) Currency for collection from the customer. The Host currency</w:t>
      </w:r>
      <w:r w:rsidR="0057361C">
        <w:t xml:space="preserve"> </w:t>
      </w:r>
      <w:r w:rsidRPr="003C6E4E">
        <w:t>code may be carried in the Account Section. Additionally, the Host Currency code must be carried in the Tax</w:t>
      </w:r>
      <w:r w:rsidR="0057361C">
        <w:t xml:space="preserve"> </w:t>
      </w:r>
      <w:r w:rsidRPr="003C6E4E">
        <w:t>Section for each Tax Region contained in the Tax Section. A Summary account may settle taxes with multiple</w:t>
      </w:r>
      <w:r w:rsidR="0057361C">
        <w:t xml:space="preserve"> </w:t>
      </w:r>
      <w:r w:rsidRPr="003C6E4E">
        <w:t>taxing authorities (Tax Regions) if the total relationship contains multiple Billing Relationships.</w:t>
      </w:r>
    </w:p>
    <w:p w14:paraId="340AD0A0" w14:textId="77777777" w:rsidR="003C6E4E" w:rsidRPr="003C6E4E" w:rsidRDefault="003C6E4E" w:rsidP="003C6E4E">
      <w:pPr>
        <w:pStyle w:val="ListBullet"/>
      </w:pPr>
      <w:r w:rsidRPr="007B7340">
        <w:rPr>
          <w:rStyle w:val="Bold"/>
        </w:rPr>
        <w:t>Tax Region:</w:t>
      </w:r>
      <w:r w:rsidRPr="003C6E4E">
        <w:t xml:space="preserve"> Designates a specific tax zone. Accounts are resident/domiciled in a tax region. Not all services are</w:t>
      </w:r>
      <w:r w:rsidR="0057361C">
        <w:t xml:space="preserve"> </w:t>
      </w:r>
      <w:r w:rsidRPr="003C6E4E">
        <w:t>taxable in every tax region. A service may have multiple tax rates in effect in a tax region (e.g. National VAT,</w:t>
      </w:r>
      <w:r w:rsidR="0057361C">
        <w:t xml:space="preserve"> </w:t>
      </w:r>
      <w:r w:rsidRPr="003C6E4E">
        <w:t>Local VAT, per transaction fee). The Tax Region code in which the account is resident is carried in the Account</w:t>
      </w:r>
      <w:r w:rsidR="0057361C">
        <w:t xml:space="preserve"> </w:t>
      </w:r>
      <w:r w:rsidRPr="003C6E4E">
        <w:t>Section. Tax Regions should also be reported in the Service Section since a relationship summary account may</w:t>
      </w:r>
      <w:r w:rsidR="0057361C">
        <w:t xml:space="preserve"> </w:t>
      </w:r>
      <w:r w:rsidRPr="003C6E4E">
        <w:t>contain services from many accounts that reside in different Tax Regions. Tax Region must be reported in the</w:t>
      </w:r>
      <w:r w:rsidR="0057361C">
        <w:t xml:space="preserve"> </w:t>
      </w:r>
      <w:r w:rsidRPr="003C6E4E">
        <w:t>Tax Section.</w:t>
      </w:r>
    </w:p>
    <w:p w14:paraId="1DF25223" w14:textId="77777777" w:rsidR="003C6E4E" w:rsidRPr="003C6E4E" w:rsidRDefault="003C6E4E" w:rsidP="003C6E4E">
      <w:pPr>
        <w:pStyle w:val="ListBullet"/>
      </w:pPr>
      <w:r w:rsidRPr="007B7340">
        <w:rPr>
          <w:rStyle w:val="Bold"/>
        </w:rPr>
        <w:t>Exclusive Tax:</w:t>
      </w:r>
      <w:r w:rsidRPr="003C6E4E">
        <w:t xml:space="preserve"> Represents the method of determining a tax by multiplying the tax rate against the original cost</w:t>
      </w:r>
      <w:r w:rsidR="0057361C">
        <w:t xml:space="preserve"> </w:t>
      </w:r>
      <w:r w:rsidRPr="003C6E4E">
        <w:t>of a good or service. For example, if a service is subject to VAT of 19.5% and costs €10. The tax owed for the</w:t>
      </w:r>
      <w:r w:rsidR="0057361C">
        <w:t xml:space="preserve"> </w:t>
      </w:r>
      <w:r w:rsidRPr="003C6E4E">
        <w:t>service is €1.95. The cost of a good or service is quoted exclusive of tax. The BankServicesBillingStatement</w:t>
      </w:r>
      <w:r w:rsidR="0057361C">
        <w:t xml:space="preserve"> </w:t>
      </w:r>
      <w:r w:rsidRPr="003C6E4E">
        <w:t>message has been designed with the assumption that all bank service fees are quoted exclusive of tax.</w:t>
      </w:r>
    </w:p>
    <w:p w14:paraId="7445C22F" w14:textId="77777777" w:rsidR="003C6E4E" w:rsidRPr="003C6E4E" w:rsidRDefault="003C6E4E" w:rsidP="003C6E4E">
      <w:pPr>
        <w:pStyle w:val="ListBullet"/>
      </w:pPr>
      <w:r w:rsidRPr="007B7340">
        <w:rPr>
          <w:rStyle w:val="Bold"/>
        </w:rPr>
        <w:t xml:space="preserve">Inclusive Tax: </w:t>
      </w:r>
      <w:r w:rsidRPr="003C6E4E">
        <w:t>Represents the method of stating the price of a good or service with the tax already included in</w:t>
      </w:r>
      <w:r w:rsidR="0057361C">
        <w:t xml:space="preserve"> </w:t>
      </w:r>
      <w:r w:rsidRPr="003C6E4E">
        <w:t>the stated price. The cost of a good or service is quoted inclusive of tax. This often provides transparency for the</w:t>
      </w:r>
      <w:r w:rsidR="0057361C">
        <w:t xml:space="preserve"> </w:t>
      </w:r>
      <w:r w:rsidRPr="003C6E4E">
        <w:t>user in terms of “total cost” of a good or service with the tax included. (e.g. $1.30 inclusive of tax). If the cost of</w:t>
      </w:r>
      <w:r w:rsidR="0057361C">
        <w:t xml:space="preserve"> </w:t>
      </w:r>
      <w:r w:rsidRPr="003C6E4E">
        <w:t>the good is $1, the tax component of the service = $.30. The inclusive tax rate is 23% ((($1/$1.30) – 1) x100).</w:t>
      </w:r>
    </w:p>
    <w:p w14:paraId="33376B21" w14:textId="77777777" w:rsidR="003C6E4E" w:rsidRDefault="003C6E4E" w:rsidP="003C6E4E">
      <w:r w:rsidRPr="003C6E4E">
        <w:t>As previously mentioned, the BankServicesBillingStatement message has been designed with the assumption that</w:t>
      </w:r>
      <w:r w:rsidR="0057361C">
        <w:t xml:space="preserve"> </w:t>
      </w:r>
      <w:r w:rsidRPr="003C6E4E">
        <w:t>all bank service fees are quoted exclusive of tax.</w:t>
      </w:r>
    </w:p>
    <w:p w14:paraId="06D20086" w14:textId="77777777" w:rsidR="006367CC" w:rsidRPr="006367CC" w:rsidRDefault="003C6E4E" w:rsidP="006367CC">
      <w:pPr>
        <w:pStyle w:val="Heading3"/>
      </w:pPr>
      <w:r w:rsidRPr="003C6E4E">
        <w:t>Tax Calculations</w:t>
      </w:r>
      <w:r>
        <w:t xml:space="preserve"> and Presentation Options</w:t>
      </w:r>
    </w:p>
    <w:p w14:paraId="416ACB27" w14:textId="77777777" w:rsidR="003C6E4E" w:rsidRPr="003C6E4E" w:rsidRDefault="003C6E4E" w:rsidP="003C6E4E">
      <w:r w:rsidRPr="003C6E4E">
        <w:t>Depending upon which Tax Calculation method a financial institution has implemented various tax related elements</w:t>
      </w:r>
      <w:r w:rsidR="0057361C">
        <w:t xml:space="preserve"> </w:t>
      </w:r>
      <w:r w:rsidRPr="003C6E4E">
        <w:t>within a Service Section and Tax Section may or may not be represented in a statement. The majority of billing</w:t>
      </w:r>
      <w:r w:rsidR="0057361C">
        <w:t xml:space="preserve"> </w:t>
      </w:r>
      <w:r w:rsidRPr="003C6E4E">
        <w:t>applications calculate taxes based on one of four methods. These methods are summarised below. Note that the</w:t>
      </w:r>
      <w:r w:rsidR="0057361C">
        <w:t xml:space="preserve"> </w:t>
      </w:r>
      <w:r w:rsidRPr="003C6E4E">
        <w:t>particular method used in a statement should be identified in the Account Section element Tax Calculation Method.</w:t>
      </w:r>
    </w:p>
    <w:p w14:paraId="39007308" w14:textId="77777777" w:rsidR="003C6E4E" w:rsidRPr="003C6E4E" w:rsidRDefault="003C6E4E" w:rsidP="008B3B15">
      <w:pPr>
        <w:pStyle w:val="ListBullet"/>
      </w:pPr>
      <w:r w:rsidRPr="007B7340">
        <w:rPr>
          <w:rStyle w:val="Bold"/>
        </w:rPr>
        <w:t>Method A:</w:t>
      </w:r>
      <w:r w:rsidRPr="003C6E4E">
        <w:t xml:space="preserve"> Line-by-line per service tax calculation and settlement currency translation. The Tax Section is used</w:t>
      </w:r>
      <w:r w:rsidR="0057361C">
        <w:t xml:space="preserve"> </w:t>
      </w:r>
      <w:r w:rsidRPr="003C6E4E">
        <w:t>for Tax Region general information, registration and invoice numbers. Tax totals should be transmitted in the</w:t>
      </w:r>
      <w:r w:rsidR="0057361C">
        <w:t xml:space="preserve"> </w:t>
      </w:r>
      <w:r w:rsidRPr="003C6E4E">
        <w:t>Tax Section.</w:t>
      </w:r>
    </w:p>
    <w:p w14:paraId="6149C7E8" w14:textId="77777777" w:rsidR="003C6E4E" w:rsidRPr="003C6E4E" w:rsidRDefault="003C6E4E" w:rsidP="008B3B15">
      <w:pPr>
        <w:pStyle w:val="ListBullet"/>
      </w:pPr>
      <w:r w:rsidRPr="007B7340">
        <w:rPr>
          <w:rStyle w:val="Bold"/>
        </w:rPr>
        <w:t>Method B:</w:t>
      </w:r>
      <w:r w:rsidRPr="003C6E4E">
        <w:t xml:space="preserve"> Line-by-line per service tax calculation. The Tax Section is used for Tax Region general information,</w:t>
      </w:r>
      <w:r w:rsidR="0057361C">
        <w:t xml:space="preserve"> </w:t>
      </w:r>
      <w:r w:rsidRPr="003C6E4E">
        <w:t>registration and invoice numbers. Tax totals and settlement currency translation are transmitted in the Tax</w:t>
      </w:r>
      <w:r w:rsidR="0057361C">
        <w:t xml:space="preserve"> </w:t>
      </w:r>
      <w:r w:rsidRPr="003C6E4E">
        <w:t>Section.</w:t>
      </w:r>
    </w:p>
    <w:p w14:paraId="6686EC7D" w14:textId="77777777" w:rsidR="003C6E4E" w:rsidRPr="003C6E4E" w:rsidRDefault="003C6E4E" w:rsidP="008B3B15">
      <w:pPr>
        <w:pStyle w:val="ListBullet"/>
      </w:pPr>
      <w:r w:rsidRPr="007B7340">
        <w:rPr>
          <w:rStyle w:val="Bold"/>
        </w:rPr>
        <w:t>Method C:</w:t>
      </w:r>
      <w:r w:rsidRPr="003C6E4E">
        <w:t xml:space="preserve"> Group Tax Calculation, Group Settlement Translation. The complete Tax Section is required.</w:t>
      </w:r>
    </w:p>
    <w:p w14:paraId="612B761D" w14:textId="77777777" w:rsidR="0057361C" w:rsidRDefault="003C6E4E" w:rsidP="008B3B15">
      <w:pPr>
        <w:pStyle w:val="ListBullet"/>
      </w:pPr>
      <w:r w:rsidRPr="007B7340">
        <w:rPr>
          <w:rStyle w:val="Bold"/>
        </w:rPr>
        <w:t>Method D:</w:t>
      </w:r>
      <w:r w:rsidRPr="003C6E4E">
        <w:t xml:space="preserve"> This simple method of calculation and display requires that all services use the same Pricing</w:t>
      </w:r>
      <w:r w:rsidR="0057361C">
        <w:t xml:space="preserve"> </w:t>
      </w:r>
      <w:r w:rsidRPr="003C6E4E">
        <w:t xml:space="preserve">currency so that the total tax is the simple sum of individual service taxes – all in the same Pricing </w:t>
      </w:r>
      <w:r w:rsidR="0057361C">
        <w:t>C</w:t>
      </w:r>
      <w:r w:rsidRPr="003C6E4E">
        <w:t>urrency. It is</w:t>
      </w:r>
      <w:r w:rsidR="0057361C">
        <w:t xml:space="preserve"> </w:t>
      </w:r>
      <w:r w:rsidRPr="003C6E4E">
        <w:t>similar to methods A and B in that the individual service tax is calculated at the individual line item service level.</w:t>
      </w:r>
      <w:r w:rsidR="0057361C">
        <w:t xml:space="preserve"> </w:t>
      </w:r>
    </w:p>
    <w:p w14:paraId="69E71A54" w14:textId="5F8938E4" w:rsidR="0057361C" w:rsidRPr="003C6E4E" w:rsidRDefault="003C6E4E" w:rsidP="003C6E4E">
      <w:r w:rsidRPr="003C6E4E">
        <w:t>The Tax Section is used for Tax Region general information, registration and invoice numbers. Tax totals should</w:t>
      </w:r>
      <w:r w:rsidR="0057361C">
        <w:t xml:space="preserve"> </w:t>
      </w:r>
      <w:r w:rsidRPr="003C6E4E">
        <w:t>be transmitted in the Tax Section.</w:t>
      </w:r>
    </w:p>
    <w:p w14:paraId="61E9F59C" w14:textId="77777777" w:rsidR="003C6E4E" w:rsidRDefault="0057361C" w:rsidP="007B7340">
      <w:pPr>
        <w:pStyle w:val="Heading3newpage"/>
      </w:pPr>
      <w:r>
        <w:lastRenderedPageBreak/>
        <w:t>Bank Service Billing activities</w:t>
      </w:r>
    </w:p>
    <w:p w14:paraId="4029C339" w14:textId="77777777" w:rsidR="00AD74B9" w:rsidRDefault="0011049B" w:rsidP="0011049B">
      <w:pPr>
        <w:pStyle w:val="Graphic"/>
        <w:jc w:val="left"/>
      </w:pPr>
      <w:r w:rsidRPr="0011049B">
        <w:object w:dxaOrig="9235" w:dyaOrig="9955" w14:anchorId="2A366D1C">
          <v:shape id="_x0000_i1030" type="#_x0000_t75" style="width:461.9pt;height:499pt" o:ole="">
            <v:imagedata r:id="rId33" o:title=""/>
          </v:shape>
          <o:OLEObject Type="Embed" ProgID="Visio.Drawing.11" ShapeID="_x0000_i1030" DrawAspect="Content" ObjectID="_1675612335" r:id="rId34"/>
        </w:object>
      </w:r>
      <w:r w:rsidR="009635AF">
        <w:t xml:space="preserve"> </w:t>
      </w:r>
    </w:p>
    <w:tbl>
      <w:tblPr>
        <w:tblStyle w:val="TableShaded1stRow"/>
        <w:tblW w:w="0" w:type="auto"/>
        <w:tblLook w:val="04A0" w:firstRow="1" w:lastRow="0" w:firstColumn="1" w:lastColumn="0" w:noHBand="0" w:noVBand="1"/>
      </w:tblPr>
      <w:tblGrid>
        <w:gridCol w:w="2704"/>
        <w:gridCol w:w="3800"/>
        <w:gridCol w:w="1635"/>
      </w:tblGrid>
      <w:tr w:rsidR="00CA6696" w14:paraId="1F2509CD" w14:textId="77777777" w:rsidTr="00CA6696">
        <w:trPr>
          <w:cnfStyle w:val="100000000000" w:firstRow="1" w:lastRow="0" w:firstColumn="0" w:lastColumn="0" w:oddVBand="0" w:evenVBand="0" w:oddHBand="0" w:evenHBand="0" w:firstRowFirstColumn="0" w:firstRowLastColumn="0" w:lastRowFirstColumn="0" w:lastRowLastColumn="0"/>
        </w:trPr>
        <w:tc>
          <w:tcPr>
            <w:tcW w:w="2778" w:type="dxa"/>
          </w:tcPr>
          <w:p w14:paraId="1C8C092A" w14:textId="77777777" w:rsidR="00CA6696" w:rsidRDefault="00CA6696" w:rsidP="00CA6696">
            <w:pPr>
              <w:pStyle w:val="TableHeading"/>
            </w:pPr>
            <w:r>
              <w:t>Step</w:t>
            </w:r>
          </w:p>
        </w:tc>
        <w:tc>
          <w:tcPr>
            <w:tcW w:w="3918" w:type="dxa"/>
          </w:tcPr>
          <w:p w14:paraId="434847A1" w14:textId="77777777" w:rsidR="00CA6696" w:rsidRDefault="00CA6696" w:rsidP="00CA6696">
            <w:pPr>
              <w:pStyle w:val="TableHeading"/>
            </w:pPr>
            <w:r>
              <w:t>Description</w:t>
            </w:r>
          </w:p>
        </w:tc>
        <w:tc>
          <w:tcPr>
            <w:tcW w:w="1669" w:type="dxa"/>
          </w:tcPr>
          <w:p w14:paraId="46F0CE3E" w14:textId="77777777" w:rsidR="00CA6696" w:rsidRDefault="00CA6696" w:rsidP="00CA6696">
            <w:pPr>
              <w:pStyle w:val="TableHeading"/>
            </w:pPr>
            <w:r>
              <w:t>Initiator</w:t>
            </w:r>
          </w:p>
        </w:tc>
      </w:tr>
      <w:tr w:rsidR="00CA6696" w14:paraId="75D04D94" w14:textId="77777777" w:rsidTr="00CA6696">
        <w:tc>
          <w:tcPr>
            <w:tcW w:w="2778" w:type="dxa"/>
          </w:tcPr>
          <w:p w14:paraId="6AF5B8D0" w14:textId="77777777" w:rsidR="00CA6696" w:rsidRDefault="0057361C" w:rsidP="0011049B">
            <w:pPr>
              <w:pStyle w:val="TableText"/>
            </w:pPr>
            <w:r>
              <w:t xml:space="preserve">Collect services </w:t>
            </w:r>
            <w:r w:rsidR="0011049B">
              <w:t>data</w:t>
            </w:r>
            <w:r>
              <w:t xml:space="preserve"> for billing</w:t>
            </w:r>
          </w:p>
        </w:tc>
        <w:tc>
          <w:tcPr>
            <w:tcW w:w="3918" w:type="dxa"/>
          </w:tcPr>
          <w:p w14:paraId="6FBFFE5E" w14:textId="77777777" w:rsidR="00CA6696" w:rsidRDefault="00CA6696" w:rsidP="0057361C">
            <w:pPr>
              <w:pStyle w:val="TableText"/>
            </w:pPr>
            <w:r>
              <w:t xml:space="preserve">The account </w:t>
            </w:r>
            <w:r w:rsidR="0057361C">
              <w:t>servicer collects all information to the consolidated for the billing for the period to prepare the billing statement for the specific account.</w:t>
            </w:r>
          </w:p>
        </w:tc>
        <w:tc>
          <w:tcPr>
            <w:tcW w:w="1669" w:type="dxa"/>
          </w:tcPr>
          <w:p w14:paraId="338E5143" w14:textId="77777777" w:rsidR="00CA6696" w:rsidRDefault="0057361C" w:rsidP="00CA6696">
            <w:pPr>
              <w:pStyle w:val="TableText"/>
            </w:pPr>
            <w:r>
              <w:t>Account Servicer</w:t>
            </w:r>
          </w:p>
        </w:tc>
      </w:tr>
      <w:tr w:rsidR="00CA6696" w14:paraId="4B348979" w14:textId="77777777" w:rsidTr="00CA6696">
        <w:tc>
          <w:tcPr>
            <w:tcW w:w="2778" w:type="dxa"/>
          </w:tcPr>
          <w:p w14:paraId="533D2997" w14:textId="77777777" w:rsidR="00CA6696" w:rsidRDefault="0057361C" w:rsidP="00CA6696">
            <w:pPr>
              <w:pStyle w:val="TableText"/>
            </w:pPr>
            <w:r>
              <w:lastRenderedPageBreak/>
              <w:t>Apply tax calculation method</w:t>
            </w:r>
          </w:p>
        </w:tc>
        <w:tc>
          <w:tcPr>
            <w:tcW w:w="3918" w:type="dxa"/>
          </w:tcPr>
          <w:p w14:paraId="6C716563" w14:textId="77777777" w:rsidR="00CA6696" w:rsidRDefault="0057361C" w:rsidP="0057361C">
            <w:pPr>
              <w:pStyle w:val="TableText"/>
            </w:pPr>
            <w:r>
              <w:t xml:space="preserve">Based on the specific tax method required for each specific </w:t>
            </w:r>
            <w:r w:rsidR="009C5C4A">
              <w:t>service</w:t>
            </w:r>
            <w:r>
              <w:t>, the tax calculation is performed</w:t>
            </w:r>
            <w:r w:rsidR="00CA6696">
              <w:t>.</w:t>
            </w:r>
          </w:p>
        </w:tc>
        <w:tc>
          <w:tcPr>
            <w:tcW w:w="1669" w:type="dxa"/>
          </w:tcPr>
          <w:p w14:paraId="554B7782" w14:textId="77777777" w:rsidR="00CA6696" w:rsidRDefault="0057361C" w:rsidP="00CA6696">
            <w:pPr>
              <w:pStyle w:val="TableText"/>
            </w:pPr>
            <w:r>
              <w:t>Account Servicer</w:t>
            </w:r>
          </w:p>
        </w:tc>
      </w:tr>
      <w:tr w:rsidR="0057361C" w14:paraId="078ABB1C" w14:textId="77777777" w:rsidTr="00CA6696">
        <w:tc>
          <w:tcPr>
            <w:tcW w:w="2778" w:type="dxa"/>
          </w:tcPr>
          <w:p w14:paraId="398AB93B" w14:textId="77777777" w:rsidR="0057361C" w:rsidRDefault="009C5C4A" w:rsidP="00CA6696">
            <w:pPr>
              <w:pStyle w:val="TableText"/>
            </w:pPr>
            <w:r>
              <w:t>Prepare</w:t>
            </w:r>
            <w:r w:rsidR="0057361C">
              <w:t xml:space="preserve"> billing statement</w:t>
            </w:r>
          </w:p>
        </w:tc>
        <w:tc>
          <w:tcPr>
            <w:tcW w:w="3918" w:type="dxa"/>
          </w:tcPr>
          <w:p w14:paraId="19F0D0D9" w14:textId="77777777" w:rsidR="0057361C" w:rsidRDefault="009C5C4A" w:rsidP="009C5C4A">
            <w:pPr>
              <w:pStyle w:val="TableText"/>
            </w:pPr>
            <w:r>
              <w:t>The account owner prepares the billing statement, based on the information collected per service, with the adequate tax calculation applied to the service</w:t>
            </w:r>
          </w:p>
        </w:tc>
        <w:tc>
          <w:tcPr>
            <w:tcW w:w="1669" w:type="dxa"/>
          </w:tcPr>
          <w:p w14:paraId="4688C217" w14:textId="77777777" w:rsidR="0057361C" w:rsidRDefault="009C5C4A" w:rsidP="00CA6696">
            <w:pPr>
              <w:pStyle w:val="TableText"/>
            </w:pPr>
            <w:r>
              <w:t>Account Servicer</w:t>
            </w:r>
          </w:p>
        </w:tc>
      </w:tr>
      <w:tr w:rsidR="009C5C4A" w14:paraId="58A498C7" w14:textId="77777777" w:rsidTr="00CA6696">
        <w:tc>
          <w:tcPr>
            <w:tcW w:w="2778" w:type="dxa"/>
          </w:tcPr>
          <w:p w14:paraId="7038D0F9" w14:textId="77777777" w:rsidR="009C5C4A" w:rsidRDefault="009C5C4A" w:rsidP="00CA6696">
            <w:pPr>
              <w:pStyle w:val="TableText"/>
            </w:pPr>
            <w:r>
              <w:t>Send billing statement</w:t>
            </w:r>
          </w:p>
        </w:tc>
        <w:tc>
          <w:tcPr>
            <w:tcW w:w="3918" w:type="dxa"/>
          </w:tcPr>
          <w:p w14:paraId="4EB5DC50" w14:textId="77777777" w:rsidR="009C5C4A" w:rsidRDefault="009C5C4A" w:rsidP="009C5C4A">
            <w:pPr>
              <w:pStyle w:val="TableText"/>
            </w:pPr>
            <w:r>
              <w:t>Once ready, the account servicer forwards the bank services billing statement to the account owner</w:t>
            </w:r>
          </w:p>
        </w:tc>
        <w:tc>
          <w:tcPr>
            <w:tcW w:w="1669" w:type="dxa"/>
          </w:tcPr>
          <w:p w14:paraId="31D1CCA5" w14:textId="77777777" w:rsidR="009C5C4A" w:rsidRDefault="009C5C4A" w:rsidP="00CA6696">
            <w:pPr>
              <w:pStyle w:val="TableText"/>
            </w:pPr>
            <w:r>
              <w:t>Account Servicer</w:t>
            </w:r>
          </w:p>
        </w:tc>
      </w:tr>
      <w:tr w:rsidR="009C5C4A" w14:paraId="6B9F02B2" w14:textId="77777777" w:rsidTr="00CA6696">
        <w:tc>
          <w:tcPr>
            <w:tcW w:w="2778" w:type="dxa"/>
          </w:tcPr>
          <w:p w14:paraId="3D85E508" w14:textId="77777777" w:rsidR="009C5C4A" w:rsidRDefault="009C5C4A" w:rsidP="00CA6696">
            <w:pPr>
              <w:pStyle w:val="TableText"/>
            </w:pPr>
            <w:r>
              <w:t>Reconcile statement</w:t>
            </w:r>
          </w:p>
        </w:tc>
        <w:tc>
          <w:tcPr>
            <w:tcW w:w="3918" w:type="dxa"/>
          </w:tcPr>
          <w:p w14:paraId="54B03C78" w14:textId="77777777" w:rsidR="009C5C4A" w:rsidRDefault="009C5C4A" w:rsidP="009C5C4A">
            <w:pPr>
              <w:pStyle w:val="TableText"/>
            </w:pPr>
            <w:r>
              <w:t>The account owner reconciles the billing statement with the services rendered by the account servicer</w:t>
            </w:r>
          </w:p>
        </w:tc>
        <w:tc>
          <w:tcPr>
            <w:tcW w:w="1669" w:type="dxa"/>
          </w:tcPr>
          <w:p w14:paraId="080CBC43" w14:textId="77777777" w:rsidR="009C5C4A" w:rsidRDefault="009C5C4A" w:rsidP="00CA6696">
            <w:pPr>
              <w:pStyle w:val="TableText"/>
            </w:pPr>
            <w:r>
              <w:t>Account Owner</w:t>
            </w:r>
          </w:p>
        </w:tc>
      </w:tr>
    </w:tbl>
    <w:p w14:paraId="4E3754E2" w14:textId="77777777" w:rsidR="00CA6696" w:rsidRPr="00A35A86" w:rsidRDefault="00CA6696" w:rsidP="00A35A86"/>
    <w:p w14:paraId="3BC0436F" w14:textId="77777777" w:rsidR="00B5372E" w:rsidRDefault="00B5372E" w:rsidP="00A8050C">
      <w:pPr>
        <w:pStyle w:val="Heading1"/>
      </w:pPr>
      <w:bookmarkStart w:id="20" w:name="_Toc63764904"/>
      <w:r w:rsidRPr="00863CED">
        <w:lastRenderedPageBreak/>
        <w:t>BusinessTransactions</w:t>
      </w:r>
      <w:bookmarkEnd w:id="20"/>
    </w:p>
    <w:p w14:paraId="59E7D14A"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2D54E72A" w14:textId="77777777" w:rsidR="003C6E4E" w:rsidRDefault="003C6E4E" w:rsidP="002E1CB1">
      <w:pPr>
        <w:pStyle w:val="Heading2"/>
      </w:pPr>
      <w:bookmarkStart w:id="21" w:name="_Toc63764905"/>
      <w:r>
        <w:t>Bank Services Billing Statement</w:t>
      </w:r>
      <w:bookmarkEnd w:id="21"/>
    </w:p>
    <w:p w14:paraId="2D350396" w14:textId="77777777" w:rsidR="00D66655" w:rsidRDefault="003C6E4E" w:rsidP="003C6E4E">
      <w:pPr>
        <w:pStyle w:val="Normalbeforetable"/>
      </w:pPr>
      <w:r w:rsidRPr="003C6E4E">
        <w:t>The BankServicesBillingStatement message involves a simple workflow, with the financial institution initiating a push</w:t>
      </w:r>
      <w:r>
        <w:t xml:space="preserve"> </w:t>
      </w:r>
      <w:r w:rsidRPr="003C6E4E">
        <w:t>transmission to the recipient. No supplemental messaging related to status, resend, acknowledgement, etc. was</w:t>
      </w:r>
      <w:r>
        <w:t xml:space="preserve"> </w:t>
      </w:r>
      <w:r w:rsidRPr="003C6E4E">
        <w:t>provided for this version of the specification.</w:t>
      </w:r>
      <w:r>
        <w:t xml:space="preserve"> </w:t>
      </w:r>
      <w:r w:rsidRPr="003C6E4E">
        <w:t>Message delivery</w:t>
      </w:r>
      <w:r>
        <w:t xml:space="preserve"> </w:t>
      </w:r>
      <w:r w:rsidRPr="003C6E4E">
        <w:t>(communications protocols, security, handshaking, etc.) will occur by bilateral agreement between</w:t>
      </w:r>
      <w:r>
        <w:t xml:space="preserve"> </w:t>
      </w:r>
      <w:r w:rsidRPr="003C6E4E">
        <w:t>the two parties.</w:t>
      </w:r>
    </w:p>
    <w:p w14:paraId="65D75659" w14:textId="3499EA8D" w:rsidR="00C70DB1" w:rsidRPr="00C70DB1" w:rsidRDefault="007B7340" w:rsidP="007B7340">
      <w:pPr>
        <w:pStyle w:val="Graphic"/>
      </w:pPr>
      <w:r w:rsidRPr="007B7340">
        <w:rPr>
          <w:noProof/>
          <w:lang w:eastAsia="en-GB"/>
        </w:rPr>
        <w:drawing>
          <wp:inline distT="0" distB="0" distL="0" distR="0" wp14:anchorId="0FC80070" wp14:editId="06C57AAB">
            <wp:extent cx="3379470" cy="15982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598295"/>
                    </a:xfrm>
                    <a:prstGeom prst="rect">
                      <a:avLst/>
                    </a:prstGeom>
                    <a:noFill/>
                    <a:ln>
                      <a:noFill/>
                    </a:ln>
                  </pic:spPr>
                </pic:pic>
              </a:graphicData>
            </a:graphic>
          </wp:inline>
        </w:drawing>
      </w:r>
    </w:p>
    <w:p w14:paraId="111891C4" w14:textId="77777777" w:rsidR="000E53BB" w:rsidRDefault="00B5372E" w:rsidP="00A8050C">
      <w:pPr>
        <w:pStyle w:val="Heading1"/>
      </w:pPr>
      <w:bookmarkStart w:id="22" w:name="_Toc63764906"/>
      <w:r>
        <w:lastRenderedPageBreak/>
        <w:t>Business Examples</w:t>
      </w:r>
      <w:bookmarkEnd w:id="22"/>
    </w:p>
    <w:p w14:paraId="769CC239" w14:textId="77777777" w:rsidR="002E1CB1" w:rsidRPr="002E1CB1" w:rsidRDefault="002E1CB1" w:rsidP="002E1CB1">
      <w:r w:rsidRPr="002E1CB1">
        <w:t>This section describes business examples of the use of the various MessageDefinitions.</w:t>
      </w:r>
    </w:p>
    <w:p w14:paraId="76D4037C" w14:textId="2EBA8D36" w:rsidR="00FC66CD" w:rsidRDefault="00187F1D" w:rsidP="009D674F">
      <w:pPr>
        <w:pStyle w:val="Heading2"/>
      </w:pPr>
      <w:bookmarkStart w:id="23" w:name="_Toc63764907"/>
      <w:bookmarkEnd w:id="6"/>
      <w:r>
        <w:t>Bank Services Billing Statement</w:t>
      </w:r>
      <w:r w:rsidR="00C0461C">
        <w:t xml:space="preserve"> </w:t>
      </w:r>
      <w:r w:rsidR="00C0461C" w:rsidRPr="00C0461C">
        <w:t>camt.086.001.04</w:t>
      </w:r>
      <w:bookmarkEnd w:id="23"/>
    </w:p>
    <w:p w14:paraId="3E9692C6" w14:textId="77777777" w:rsidR="00931B59" w:rsidRDefault="00931B59" w:rsidP="00931B59">
      <w:pPr>
        <w:pStyle w:val="BlockLabel"/>
      </w:pPr>
      <w:r>
        <w:t>Description</w:t>
      </w:r>
    </w:p>
    <w:p w14:paraId="318990F8" w14:textId="77777777" w:rsidR="00187F1D" w:rsidRDefault="00187F1D" w:rsidP="00187F1D">
      <w:r>
        <w:t xml:space="preserve">This </w:t>
      </w:r>
      <w:r w:rsidR="007521D8">
        <w:t xml:space="preserve">example of the </w:t>
      </w:r>
      <w:r>
        <w:t>B</w:t>
      </w:r>
      <w:r w:rsidR="007521D8">
        <w:t xml:space="preserve">ank </w:t>
      </w:r>
      <w:r>
        <w:t>S</w:t>
      </w:r>
      <w:r w:rsidR="007521D8">
        <w:t xml:space="preserve">ervices </w:t>
      </w:r>
      <w:r>
        <w:t>B</w:t>
      </w:r>
      <w:r w:rsidR="007521D8">
        <w:t>illing Statement</w:t>
      </w:r>
      <w:r>
        <w:t xml:space="preserve"> message for account number 666777 is designed to illustrate the basic handling of balances, compensation values, services, taxes and currencies</w:t>
      </w:r>
      <w:r w:rsidR="007521D8">
        <w:t>.</w:t>
      </w:r>
      <w:r>
        <w:t xml:space="preserve"> It also includes demographic and contact information. It is well formed and should be accepted by any receiving system with no validation errors. </w:t>
      </w:r>
    </w:p>
    <w:p w14:paraId="058B482C" w14:textId="77777777" w:rsidR="00187F1D" w:rsidRDefault="00187F1D" w:rsidP="00187F1D">
      <w:r>
        <w:t>The application header contains only the minimum required elements. The statement section contains a variety of data, both required and optional, for a single statement.</w:t>
      </w:r>
    </w:p>
    <w:p w14:paraId="4B5C7DCD" w14:textId="77777777" w:rsidR="00187F1D" w:rsidRDefault="00187F1D" w:rsidP="00187F1D">
      <w:pPr>
        <w:pStyle w:val="ListBullet"/>
      </w:pPr>
      <w:r>
        <w:t>The domicile bank is “Twist Bank” with BIC “TWIST409978”.</w:t>
      </w:r>
    </w:p>
    <w:p w14:paraId="3652F5B1" w14:textId="77777777" w:rsidR="00187F1D" w:rsidRDefault="00187F1D" w:rsidP="00187F1D">
      <w:pPr>
        <w:pStyle w:val="ListBullet"/>
      </w:pPr>
      <w:r>
        <w:t xml:space="preserve">The receiver is “ABC Corporation” with BIC “USINFRP”. </w:t>
      </w:r>
    </w:p>
    <w:p w14:paraId="27A86770" w14:textId="77777777" w:rsidR="00187F1D" w:rsidRDefault="00187F1D" w:rsidP="00187F1D">
      <w:pPr>
        <w:pStyle w:val="ListBullet"/>
      </w:pPr>
      <w:r>
        <w:t>The statement is for “Demonstration Account Method C” with bank account number “666777”</w:t>
      </w:r>
    </w:p>
    <w:p w14:paraId="0294E8E4" w14:textId="77777777" w:rsidR="00187F1D" w:rsidRDefault="00187F1D" w:rsidP="00187F1D">
      <w:pPr>
        <w:pStyle w:val="ListBullet"/>
      </w:pPr>
      <w:r>
        <w:t>The period ending date is May 31, 2003.</w:t>
      </w:r>
    </w:p>
    <w:p w14:paraId="25B724F5" w14:textId="77777777" w:rsidR="00187F1D" w:rsidRDefault="00187F1D" w:rsidP="00187F1D">
      <w:pPr>
        <w:pStyle w:val="ListBullet"/>
      </w:pPr>
      <w:r>
        <w:t xml:space="preserve">The account does not use balances to pay fees. Therefore there is no earnings credit amount. </w:t>
      </w:r>
    </w:p>
    <w:p w14:paraId="0327DB17" w14:textId="77777777" w:rsidR="00187F1D" w:rsidRDefault="00187F1D" w:rsidP="00187F1D">
      <w:r>
        <w:t>The demonstration account:</w:t>
      </w:r>
    </w:p>
    <w:p w14:paraId="2B0CBFEC" w14:textId="77777777" w:rsidR="00187F1D" w:rsidRDefault="00187F1D" w:rsidP="00187F1D">
      <w:pPr>
        <w:pStyle w:val="ListBullet"/>
      </w:pPr>
      <w:r>
        <w:t>Is designed to demonstrate Tax Calculation Method C where taxes are calculated on the sum of the taxable service charges.</w:t>
      </w:r>
    </w:p>
    <w:p w14:paraId="232B8DEA" w14:textId="77777777" w:rsidR="00187F1D" w:rsidRPr="00187F1D" w:rsidRDefault="00187F1D" w:rsidP="00187F1D">
      <w:pPr>
        <w:pStyle w:val="ListBullet"/>
      </w:pPr>
      <w:r>
        <w:t xml:space="preserve">The account uses two tax regions and Host currencies: </w:t>
      </w:r>
      <w:r w:rsidRPr="00187F1D">
        <w:t>GB2121234 Great Britain - GBP &amp; DKK123456  Denmark - DKK</w:t>
      </w:r>
    </w:p>
    <w:p w14:paraId="58F017EF" w14:textId="77777777" w:rsidR="00187F1D" w:rsidRPr="00187F1D" w:rsidRDefault="00187F1D" w:rsidP="00187F1D">
      <w:pPr>
        <w:pStyle w:val="ListBullet"/>
      </w:pPr>
      <w:r>
        <w:t xml:space="preserve">Four pricing currencies are used: </w:t>
      </w:r>
      <w:r w:rsidRPr="00187F1D">
        <w:t>GBP, DKK, EUR and USD.</w:t>
      </w:r>
    </w:p>
    <w:p w14:paraId="0DD30212" w14:textId="77777777" w:rsidR="00187F1D" w:rsidRDefault="00187F1D" w:rsidP="00187F1D">
      <w:pPr>
        <w:pStyle w:val="ListBullet"/>
      </w:pPr>
      <w:r>
        <w:t xml:space="preserve">There are two taxes levied on the services taxed in Great Britain– a VAT tax and a City tax </w:t>
      </w:r>
    </w:p>
    <w:p w14:paraId="730322A2" w14:textId="77777777" w:rsidR="00187F1D" w:rsidRDefault="00187F1D" w:rsidP="00187F1D">
      <w:pPr>
        <w:pStyle w:val="ListBullet"/>
      </w:pPr>
      <w:r>
        <w:t xml:space="preserve">Taxable services are displayed in  TaxRegion, ServiceDetail  for each of the two tax regions. </w:t>
      </w:r>
    </w:p>
    <w:p w14:paraId="7C881E42" w14:textId="77777777" w:rsidR="003B17E8" w:rsidRDefault="00FB2BBC" w:rsidP="003B17E8">
      <w:pPr>
        <w:pStyle w:val="BlockLabelBeforeTable"/>
      </w:pPr>
      <w:r>
        <w:t>Business Data</w:t>
      </w:r>
    </w:p>
    <w:tbl>
      <w:tblPr>
        <w:tblStyle w:val="TableShaded1stRow"/>
        <w:tblW w:w="0" w:type="auto"/>
        <w:tblLook w:val="04A0" w:firstRow="1" w:lastRow="0" w:firstColumn="1" w:lastColumn="0" w:noHBand="0" w:noVBand="1"/>
      </w:tblPr>
      <w:tblGrid>
        <w:gridCol w:w="2966"/>
        <w:gridCol w:w="1880"/>
        <w:gridCol w:w="3293"/>
      </w:tblGrid>
      <w:tr w:rsidR="0095001B" w14:paraId="1DAF856A" w14:textId="77777777" w:rsidTr="0095001B">
        <w:trPr>
          <w:cnfStyle w:val="100000000000" w:firstRow="1" w:lastRow="0" w:firstColumn="0" w:lastColumn="0" w:oddVBand="0" w:evenVBand="0" w:oddHBand="0" w:evenHBand="0" w:firstRowFirstColumn="0" w:firstRowLastColumn="0" w:lastRowFirstColumn="0" w:lastRowLastColumn="0"/>
        </w:trPr>
        <w:tc>
          <w:tcPr>
            <w:tcW w:w="3065" w:type="dxa"/>
          </w:tcPr>
          <w:p w14:paraId="0CFDD2A6" w14:textId="77777777" w:rsidR="0095001B" w:rsidRDefault="0095001B" w:rsidP="0095001B">
            <w:pPr>
              <w:pStyle w:val="TableHeading"/>
            </w:pPr>
            <w:r>
              <w:t>Element</w:t>
            </w:r>
          </w:p>
        </w:tc>
        <w:tc>
          <w:tcPr>
            <w:tcW w:w="1887" w:type="dxa"/>
          </w:tcPr>
          <w:p w14:paraId="0086E9C6" w14:textId="77777777" w:rsidR="0095001B" w:rsidRDefault="0095001B" w:rsidP="0095001B">
            <w:pPr>
              <w:pStyle w:val="TableHeading"/>
            </w:pPr>
            <w:r>
              <w:t>XML Tag</w:t>
            </w:r>
          </w:p>
        </w:tc>
        <w:tc>
          <w:tcPr>
            <w:tcW w:w="3413" w:type="dxa"/>
          </w:tcPr>
          <w:p w14:paraId="52C2FEA3" w14:textId="77777777" w:rsidR="0095001B" w:rsidRDefault="0095001B" w:rsidP="0095001B">
            <w:pPr>
              <w:pStyle w:val="TableHeading"/>
            </w:pPr>
            <w:r>
              <w:t>Content</w:t>
            </w:r>
          </w:p>
        </w:tc>
      </w:tr>
      <w:tr w:rsidR="0095001B" w14:paraId="4BAD3883" w14:textId="77777777" w:rsidTr="0095001B">
        <w:tc>
          <w:tcPr>
            <w:tcW w:w="0" w:type="auto"/>
          </w:tcPr>
          <w:p w14:paraId="719DFC69" w14:textId="77777777" w:rsidR="0095001B" w:rsidRDefault="0095001B" w:rsidP="0095001B">
            <w:pPr>
              <w:pStyle w:val="TableText"/>
            </w:pPr>
            <w:r>
              <w:t>Sending Bank</w:t>
            </w:r>
          </w:p>
        </w:tc>
        <w:tc>
          <w:tcPr>
            <w:tcW w:w="0" w:type="auto"/>
          </w:tcPr>
          <w:p w14:paraId="54E93E3B" w14:textId="77777777" w:rsidR="0095001B" w:rsidRDefault="0095001B" w:rsidP="0095001B">
            <w:pPr>
              <w:pStyle w:val="TableText"/>
            </w:pPr>
            <w:r>
              <w:t>&lt;Sndr&gt;&lt;Nm&gt;</w:t>
            </w:r>
          </w:p>
        </w:tc>
        <w:tc>
          <w:tcPr>
            <w:tcW w:w="0" w:type="auto"/>
          </w:tcPr>
          <w:p w14:paraId="13054177" w14:textId="77777777" w:rsidR="0095001B" w:rsidRDefault="0095001B" w:rsidP="0095001B">
            <w:pPr>
              <w:pStyle w:val="TableText"/>
            </w:pPr>
            <w:r>
              <w:t>Twist Bank</w:t>
            </w:r>
          </w:p>
        </w:tc>
      </w:tr>
      <w:tr w:rsidR="0095001B" w14:paraId="1BAF1416" w14:textId="77777777" w:rsidTr="0095001B">
        <w:tc>
          <w:tcPr>
            <w:tcW w:w="0" w:type="auto"/>
          </w:tcPr>
          <w:p w14:paraId="4F5DE1F7" w14:textId="77777777" w:rsidR="0095001B" w:rsidRDefault="0095001B" w:rsidP="0095001B">
            <w:pPr>
              <w:pStyle w:val="TableText"/>
            </w:pPr>
            <w:r>
              <w:t>Sending Bank ID</w:t>
            </w:r>
          </w:p>
        </w:tc>
        <w:tc>
          <w:tcPr>
            <w:tcW w:w="0" w:type="auto"/>
          </w:tcPr>
          <w:p w14:paraId="5FB29B8B" w14:textId="77777777" w:rsidR="0095001B" w:rsidRDefault="0095001B" w:rsidP="0095001B">
            <w:pPr>
              <w:pStyle w:val="TableText"/>
            </w:pPr>
            <w:r>
              <w:t>&lt;OrgId&gt;&lt;AnyBic&gt;</w:t>
            </w:r>
          </w:p>
        </w:tc>
        <w:tc>
          <w:tcPr>
            <w:tcW w:w="0" w:type="auto"/>
          </w:tcPr>
          <w:p w14:paraId="62060307" w14:textId="77777777" w:rsidR="0095001B" w:rsidRDefault="0095001B" w:rsidP="0095001B">
            <w:pPr>
              <w:pStyle w:val="TableText"/>
            </w:pPr>
            <w:r>
              <w:t>TWIST409978</w:t>
            </w:r>
          </w:p>
        </w:tc>
      </w:tr>
      <w:tr w:rsidR="0095001B" w14:paraId="07C28284" w14:textId="77777777" w:rsidTr="0095001B">
        <w:tc>
          <w:tcPr>
            <w:tcW w:w="0" w:type="auto"/>
          </w:tcPr>
          <w:p w14:paraId="26A26317" w14:textId="77777777" w:rsidR="0095001B" w:rsidRDefault="0095001B" w:rsidP="0095001B">
            <w:pPr>
              <w:pStyle w:val="TableText"/>
            </w:pPr>
            <w:r>
              <w:t>Receiver</w:t>
            </w:r>
          </w:p>
        </w:tc>
        <w:tc>
          <w:tcPr>
            <w:tcW w:w="0" w:type="auto"/>
          </w:tcPr>
          <w:p w14:paraId="3EC02DB1" w14:textId="77777777" w:rsidR="0095001B" w:rsidRDefault="0095001B" w:rsidP="0095001B">
            <w:pPr>
              <w:pStyle w:val="TableText"/>
            </w:pPr>
            <w:r>
              <w:t>&lt;Rcvr&gt;&lt;Nm&gt;</w:t>
            </w:r>
          </w:p>
        </w:tc>
        <w:tc>
          <w:tcPr>
            <w:tcW w:w="0" w:type="auto"/>
          </w:tcPr>
          <w:p w14:paraId="6DA5ABF3" w14:textId="77777777" w:rsidR="0095001B" w:rsidRDefault="0095001B" w:rsidP="0095001B">
            <w:pPr>
              <w:pStyle w:val="TableText"/>
            </w:pPr>
            <w:r>
              <w:t>ABC Corporation</w:t>
            </w:r>
          </w:p>
        </w:tc>
      </w:tr>
      <w:tr w:rsidR="0095001B" w14:paraId="4E816C47" w14:textId="77777777" w:rsidTr="0095001B">
        <w:tc>
          <w:tcPr>
            <w:tcW w:w="0" w:type="auto"/>
          </w:tcPr>
          <w:p w14:paraId="4C15B188" w14:textId="77777777" w:rsidR="0095001B" w:rsidRDefault="0095001B" w:rsidP="0095001B">
            <w:pPr>
              <w:pStyle w:val="TableText"/>
            </w:pPr>
            <w:r>
              <w:t>Receiver ID</w:t>
            </w:r>
          </w:p>
        </w:tc>
        <w:tc>
          <w:tcPr>
            <w:tcW w:w="0" w:type="auto"/>
          </w:tcPr>
          <w:p w14:paraId="7748955B" w14:textId="77777777" w:rsidR="0095001B" w:rsidRDefault="0095001B" w:rsidP="0095001B">
            <w:pPr>
              <w:pStyle w:val="TableText"/>
            </w:pPr>
            <w:r>
              <w:t>&lt;OrgId&gt;&lt;AnyBic&gt;</w:t>
            </w:r>
          </w:p>
        </w:tc>
        <w:tc>
          <w:tcPr>
            <w:tcW w:w="0" w:type="auto"/>
          </w:tcPr>
          <w:p w14:paraId="3696B3ED" w14:textId="77777777" w:rsidR="0095001B" w:rsidRDefault="0095001B" w:rsidP="0095001B">
            <w:pPr>
              <w:pStyle w:val="TableText"/>
            </w:pPr>
            <w:r>
              <w:t>USINFRP</w:t>
            </w:r>
          </w:p>
        </w:tc>
      </w:tr>
      <w:tr w:rsidR="0095001B" w14:paraId="6726B8CB" w14:textId="77777777" w:rsidTr="0095001B">
        <w:tc>
          <w:tcPr>
            <w:tcW w:w="0" w:type="auto"/>
          </w:tcPr>
          <w:p w14:paraId="5623D02F" w14:textId="77777777" w:rsidR="0095001B" w:rsidRDefault="0095001B" w:rsidP="0095001B">
            <w:pPr>
              <w:pStyle w:val="TableText"/>
            </w:pPr>
            <w:r>
              <w:t>Statement Ending Date</w:t>
            </w:r>
          </w:p>
        </w:tc>
        <w:tc>
          <w:tcPr>
            <w:tcW w:w="0" w:type="auto"/>
          </w:tcPr>
          <w:p w14:paraId="36F68699" w14:textId="77777777" w:rsidR="0095001B" w:rsidRDefault="0095001B" w:rsidP="0095001B">
            <w:pPr>
              <w:pStyle w:val="TableText"/>
            </w:pPr>
            <w:r>
              <w:t>&lt;FrDt&gt;&lt;ToDt&gt;</w:t>
            </w:r>
          </w:p>
        </w:tc>
        <w:tc>
          <w:tcPr>
            <w:tcW w:w="0" w:type="auto"/>
          </w:tcPr>
          <w:p w14:paraId="2A966829" w14:textId="77777777" w:rsidR="0095001B" w:rsidRDefault="0095001B" w:rsidP="0095001B">
            <w:pPr>
              <w:pStyle w:val="TableText"/>
            </w:pPr>
            <w:r>
              <w:t>2003-05-31</w:t>
            </w:r>
          </w:p>
        </w:tc>
      </w:tr>
      <w:tr w:rsidR="0095001B" w14:paraId="7595B78C" w14:textId="77777777" w:rsidTr="0095001B">
        <w:tc>
          <w:tcPr>
            <w:tcW w:w="0" w:type="auto"/>
          </w:tcPr>
          <w:p w14:paraId="538C4406" w14:textId="77777777" w:rsidR="0095001B" w:rsidRDefault="0095001B" w:rsidP="0095001B">
            <w:pPr>
              <w:pStyle w:val="TableText"/>
            </w:pPr>
            <w:r>
              <w:t>Account Number</w:t>
            </w:r>
          </w:p>
        </w:tc>
        <w:tc>
          <w:tcPr>
            <w:tcW w:w="0" w:type="auto"/>
          </w:tcPr>
          <w:p w14:paraId="471A72D2" w14:textId="77777777" w:rsidR="0095001B" w:rsidRDefault="0095001B" w:rsidP="0095001B">
            <w:pPr>
              <w:pStyle w:val="TableText"/>
            </w:pPr>
            <w:r>
              <w:t>&lt;Othr&gt;&lt;Id&gt;</w:t>
            </w:r>
          </w:p>
        </w:tc>
        <w:tc>
          <w:tcPr>
            <w:tcW w:w="0" w:type="auto"/>
          </w:tcPr>
          <w:p w14:paraId="5CB3B78E" w14:textId="77777777" w:rsidR="0095001B" w:rsidRDefault="0095001B" w:rsidP="0095001B">
            <w:pPr>
              <w:pStyle w:val="TableText"/>
            </w:pPr>
            <w:r>
              <w:t>666777</w:t>
            </w:r>
          </w:p>
        </w:tc>
      </w:tr>
      <w:tr w:rsidR="0095001B" w14:paraId="2CF96A44" w14:textId="77777777" w:rsidTr="0095001B">
        <w:tc>
          <w:tcPr>
            <w:tcW w:w="0" w:type="auto"/>
          </w:tcPr>
          <w:p w14:paraId="0BAF6475" w14:textId="77777777" w:rsidR="0095001B" w:rsidRDefault="0095001B" w:rsidP="0095001B">
            <w:pPr>
              <w:pStyle w:val="TableText"/>
            </w:pPr>
            <w:r>
              <w:t>Account Name</w:t>
            </w:r>
          </w:p>
        </w:tc>
        <w:tc>
          <w:tcPr>
            <w:tcW w:w="0" w:type="auto"/>
          </w:tcPr>
          <w:p w14:paraId="62AD93E0" w14:textId="77777777" w:rsidR="0095001B" w:rsidRPr="0095001B" w:rsidRDefault="0095001B" w:rsidP="0095001B">
            <w:pPr>
              <w:pStyle w:val="TableText"/>
            </w:pPr>
            <w:r>
              <w:t>&lt;Name&gt;</w:t>
            </w:r>
          </w:p>
        </w:tc>
        <w:tc>
          <w:tcPr>
            <w:tcW w:w="0" w:type="auto"/>
          </w:tcPr>
          <w:p w14:paraId="380EDB22" w14:textId="77777777" w:rsidR="0095001B" w:rsidRPr="00653066" w:rsidRDefault="0095001B" w:rsidP="0095001B">
            <w:pPr>
              <w:pStyle w:val="TableText"/>
            </w:pPr>
            <w:r w:rsidRPr="00653066">
              <w:t>Demonstration Account Method C</w:t>
            </w:r>
          </w:p>
        </w:tc>
      </w:tr>
      <w:tr w:rsidR="0095001B" w14:paraId="2562EFA9" w14:textId="77777777" w:rsidTr="0095001B">
        <w:tc>
          <w:tcPr>
            <w:tcW w:w="0" w:type="auto"/>
          </w:tcPr>
          <w:p w14:paraId="776E6E0B" w14:textId="77777777" w:rsidR="0095001B" w:rsidRDefault="0095001B" w:rsidP="0095001B">
            <w:pPr>
              <w:pStyle w:val="TableText"/>
            </w:pPr>
            <w:r>
              <w:t>Tax Method</w:t>
            </w:r>
          </w:p>
        </w:tc>
        <w:tc>
          <w:tcPr>
            <w:tcW w:w="0" w:type="auto"/>
          </w:tcPr>
          <w:p w14:paraId="628096CD" w14:textId="77777777" w:rsidR="0095001B" w:rsidRDefault="0095001B" w:rsidP="0095001B">
            <w:pPr>
              <w:pStyle w:val="TableText"/>
            </w:pPr>
            <w:r>
              <w:t>&lt;Tax&gt;&lt;ClctnMtd&gt;</w:t>
            </w:r>
          </w:p>
        </w:tc>
        <w:tc>
          <w:tcPr>
            <w:tcW w:w="0" w:type="auto"/>
          </w:tcPr>
          <w:p w14:paraId="7A262B95" w14:textId="77777777" w:rsidR="0095001B" w:rsidRDefault="0095001B" w:rsidP="0095001B">
            <w:pPr>
              <w:pStyle w:val="TableText"/>
            </w:pPr>
            <w:r>
              <w:t>Method C</w:t>
            </w:r>
          </w:p>
        </w:tc>
      </w:tr>
      <w:tr w:rsidR="0095001B" w14:paraId="44F3916B" w14:textId="77777777" w:rsidTr="0095001B">
        <w:tc>
          <w:tcPr>
            <w:tcW w:w="0" w:type="auto"/>
          </w:tcPr>
          <w:p w14:paraId="5F90FC09" w14:textId="77777777" w:rsidR="0095001B" w:rsidRDefault="0095001B" w:rsidP="0095001B">
            <w:pPr>
              <w:pStyle w:val="TableText"/>
            </w:pPr>
            <w:r>
              <w:t>Comp Method</w:t>
            </w:r>
          </w:p>
        </w:tc>
        <w:tc>
          <w:tcPr>
            <w:tcW w:w="0" w:type="auto"/>
          </w:tcPr>
          <w:p w14:paraId="5821D6B6" w14:textId="77777777" w:rsidR="0095001B" w:rsidRDefault="0095001B" w:rsidP="0095001B">
            <w:pPr>
              <w:pStyle w:val="TableText"/>
            </w:pPr>
            <w:r>
              <w:t>&lt;CompstnMtd&gt;</w:t>
            </w:r>
          </w:p>
        </w:tc>
        <w:tc>
          <w:tcPr>
            <w:tcW w:w="0" w:type="auto"/>
          </w:tcPr>
          <w:p w14:paraId="2536DE1C" w14:textId="77777777" w:rsidR="0095001B" w:rsidRDefault="0095001B" w:rsidP="0095001B">
            <w:pPr>
              <w:pStyle w:val="TableText"/>
            </w:pPr>
            <w:r>
              <w:t>Delayed Debit</w:t>
            </w:r>
          </w:p>
        </w:tc>
      </w:tr>
      <w:tr w:rsidR="0095001B" w14:paraId="3E79E2A2" w14:textId="77777777" w:rsidTr="0095001B">
        <w:tc>
          <w:tcPr>
            <w:tcW w:w="0" w:type="auto"/>
          </w:tcPr>
          <w:p w14:paraId="4F1E8705" w14:textId="77777777" w:rsidR="0095001B" w:rsidRDefault="0095001B" w:rsidP="0095001B">
            <w:pPr>
              <w:pStyle w:val="TableText"/>
            </w:pPr>
            <w:r>
              <w:t>Account Currency</w:t>
            </w:r>
          </w:p>
        </w:tc>
        <w:tc>
          <w:tcPr>
            <w:tcW w:w="0" w:type="auto"/>
          </w:tcPr>
          <w:p w14:paraId="612E99CA" w14:textId="77777777" w:rsidR="0095001B" w:rsidRDefault="0095001B" w:rsidP="0095001B">
            <w:pPr>
              <w:pStyle w:val="TableText"/>
            </w:pPr>
            <w:r>
              <w:t>&lt;AcctBalCcyCd&gt;</w:t>
            </w:r>
          </w:p>
        </w:tc>
        <w:tc>
          <w:tcPr>
            <w:tcW w:w="0" w:type="auto"/>
          </w:tcPr>
          <w:p w14:paraId="53CEC574" w14:textId="77777777" w:rsidR="0095001B" w:rsidRDefault="0095001B" w:rsidP="0095001B">
            <w:pPr>
              <w:pStyle w:val="TableText"/>
            </w:pPr>
            <w:r>
              <w:t>USD</w:t>
            </w:r>
          </w:p>
        </w:tc>
      </w:tr>
      <w:tr w:rsidR="0095001B" w14:paraId="43B0C641" w14:textId="77777777" w:rsidTr="0095001B">
        <w:tc>
          <w:tcPr>
            <w:tcW w:w="0" w:type="auto"/>
          </w:tcPr>
          <w:p w14:paraId="64F8457A" w14:textId="77777777" w:rsidR="0095001B" w:rsidRDefault="0095001B" w:rsidP="0095001B">
            <w:pPr>
              <w:pStyle w:val="TableText"/>
            </w:pPr>
            <w:r>
              <w:t>Settlement Currency</w:t>
            </w:r>
          </w:p>
        </w:tc>
        <w:tc>
          <w:tcPr>
            <w:tcW w:w="0" w:type="auto"/>
          </w:tcPr>
          <w:p w14:paraId="238E575A" w14:textId="77777777" w:rsidR="0095001B" w:rsidRDefault="0095001B" w:rsidP="0095001B">
            <w:pPr>
              <w:pStyle w:val="TableText"/>
            </w:pPr>
            <w:r>
              <w:t>&lt;SttlmCcyCd&gt;</w:t>
            </w:r>
          </w:p>
        </w:tc>
        <w:tc>
          <w:tcPr>
            <w:tcW w:w="0" w:type="auto"/>
          </w:tcPr>
          <w:p w14:paraId="26B9DF1B" w14:textId="77777777" w:rsidR="0095001B" w:rsidRDefault="0095001B" w:rsidP="0095001B">
            <w:pPr>
              <w:pStyle w:val="TableText"/>
            </w:pPr>
            <w:r>
              <w:t>GBP</w:t>
            </w:r>
          </w:p>
        </w:tc>
      </w:tr>
      <w:tr w:rsidR="0095001B" w14:paraId="26C0A198" w14:textId="77777777" w:rsidTr="0095001B">
        <w:tc>
          <w:tcPr>
            <w:tcW w:w="0" w:type="auto"/>
          </w:tcPr>
          <w:p w14:paraId="6FB29556" w14:textId="77777777" w:rsidR="0095001B" w:rsidRDefault="0095001B" w:rsidP="0095001B">
            <w:pPr>
              <w:pStyle w:val="TableText"/>
            </w:pPr>
            <w:r>
              <w:t>Host Currency</w:t>
            </w:r>
          </w:p>
        </w:tc>
        <w:tc>
          <w:tcPr>
            <w:tcW w:w="0" w:type="auto"/>
          </w:tcPr>
          <w:p w14:paraId="3117E966" w14:textId="77777777" w:rsidR="0095001B" w:rsidRDefault="0095001B" w:rsidP="0095001B">
            <w:pPr>
              <w:pStyle w:val="TableText"/>
            </w:pPr>
            <w:r>
              <w:t>&lt;HstCcyCd&gt;</w:t>
            </w:r>
          </w:p>
        </w:tc>
        <w:tc>
          <w:tcPr>
            <w:tcW w:w="0" w:type="auto"/>
          </w:tcPr>
          <w:p w14:paraId="7D61A9EB" w14:textId="77777777" w:rsidR="0095001B" w:rsidRDefault="0095001B" w:rsidP="0095001B">
            <w:pPr>
              <w:pStyle w:val="TableText"/>
            </w:pPr>
            <w:r>
              <w:t>GBP</w:t>
            </w:r>
          </w:p>
        </w:tc>
      </w:tr>
      <w:tr w:rsidR="0095001B" w14:paraId="292445D7" w14:textId="77777777" w:rsidTr="0095001B">
        <w:tc>
          <w:tcPr>
            <w:tcW w:w="0" w:type="auto"/>
          </w:tcPr>
          <w:p w14:paraId="47041C8F" w14:textId="77777777" w:rsidR="0095001B" w:rsidRDefault="0095001B" w:rsidP="0095001B">
            <w:pPr>
              <w:pStyle w:val="TableText"/>
            </w:pPr>
            <w:r>
              <w:t>Currency Exchange</w:t>
            </w:r>
          </w:p>
        </w:tc>
        <w:tc>
          <w:tcPr>
            <w:tcW w:w="0" w:type="auto"/>
          </w:tcPr>
          <w:p w14:paraId="03C879B6" w14:textId="77777777" w:rsidR="0095001B" w:rsidRDefault="0095001B" w:rsidP="0095001B">
            <w:pPr>
              <w:pStyle w:val="TableText"/>
            </w:pPr>
            <w:r>
              <w:t>&lt;CcyXchng&gt;</w:t>
            </w:r>
          </w:p>
        </w:tc>
        <w:tc>
          <w:tcPr>
            <w:tcW w:w="0" w:type="auto"/>
          </w:tcPr>
          <w:p w14:paraId="3CF1F3D7" w14:textId="77777777" w:rsidR="0095001B" w:rsidRDefault="0095001B" w:rsidP="0095001B">
            <w:pPr>
              <w:pStyle w:val="TableText"/>
            </w:pPr>
            <w:r>
              <w:t>GBP to USD at 1.8</w:t>
            </w:r>
          </w:p>
        </w:tc>
      </w:tr>
      <w:tr w:rsidR="0095001B" w14:paraId="03D982EB" w14:textId="77777777" w:rsidTr="0095001B">
        <w:tc>
          <w:tcPr>
            <w:tcW w:w="0" w:type="auto"/>
          </w:tcPr>
          <w:p w14:paraId="6F980E90" w14:textId="77777777" w:rsidR="0095001B" w:rsidRDefault="0095001B" w:rsidP="0095001B">
            <w:pPr>
              <w:pStyle w:val="TableText"/>
            </w:pPr>
            <w:r>
              <w:t>Currency Exchange</w:t>
            </w:r>
          </w:p>
        </w:tc>
        <w:tc>
          <w:tcPr>
            <w:tcW w:w="0" w:type="auto"/>
          </w:tcPr>
          <w:p w14:paraId="377392C3" w14:textId="77777777" w:rsidR="0095001B" w:rsidRDefault="0095001B" w:rsidP="0095001B">
            <w:pPr>
              <w:pStyle w:val="TableText"/>
            </w:pPr>
            <w:r>
              <w:t>&lt;CcyXchng&gt;</w:t>
            </w:r>
          </w:p>
        </w:tc>
        <w:tc>
          <w:tcPr>
            <w:tcW w:w="0" w:type="auto"/>
          </w:tcPr>
          <w:p w14:paraId="67D224C5" w14:textId="77777777" w:rsidR="0095001B" w:rsidRDefault="0095001B" w:rsidP="0095001B">
            <w:pPr>
              <w:pStyle w:val="TableText"/>
            </w:pPr>
            <w:r>
              <w:t>DKK to USD at 0.288</w:t>
            </w:r>
          </w:p>
        </w:tc>
      </w:tr>
      <w:tr w:rsidR="0095001B" w14:paraId="7F5883FC" w14:textId="77777777" w:rsidTr="0095001B">
        <w:tc>
          <w:tcPr>
            <w:tcW w:w="0" w:type="auto"/>
          </w:tcPr>
          <w:p w14:paraId="4A8033AF" w14:textId="77777777" w:rsidR="0095001B" w:rsidRDefault="0095001B" w:rsidP="0095001B">
            <w:pPr>
              <w:pStyle w:val="TableText"/>
            </w:pPr>
            <w:r>
              <w:lastRenderedPageBreak/>
              <w:t>Ledger Balance-Avg Net</w:t>
            </w:r>
          </w:p>
        </w:tc>
        <w:tc>
          <w:tcPr>
            <w:tcW w:w="0" w:type="auto"/>
          </w:tcPr>
          <w:p w14:paraId="334B90E6" w14:textId="77777777" w:rsidR="0095001B" w:rsidRDefault="0095001B" w:rsidP="0095001B">
            <w:pPr>
              <w:pStyle w:val="TableText"/>
            </w:pPr>
            <w:r>
              <w:t>“LBAN”</w:t>
            </w:r>
          </w:p>
        </w:tc>
        <w:tc>
          <w:tcPr>
            <w:tcW w:w="0" w:type="auto"/>
          </w:tcPr>
          <w:p w14:paraId="7502969A" w14:textId="77777777" w:rsidR="0095001B" w:rsidRDefault="0095001B" w:rsidP="0095001B">
            <w:pPr>
              <w:pStyle w:val="TableText"/>
            </w:pPr>
            <w:r>
              <w:t>337,935.48 USD</w:t>
            </w:r>
          </w:p>
        </w:tc>
      </w:tr>
      <w:tr w:rsidR="0095001B" w14:paraId="32510A48" w14:textId="77777777" w:rsidTr="0095001B">
        <w:tc>
          <w:tcPr>
            <w:tcW w:w="0" w:type="auto"/>
          </w:tcPr>
          <w:p w14:paraId="01CC4613" w14:textId="77777777" w:rsidR="0095001B" w:rsidRDefault="0095001B" w:rsidP="0095001B">
            <w:pPr>
              <w:pStyle w:val="TableText"/>
            </w:pPr>
            <w:r>
              <w:t>Collected Balance-Avg Net</w:t>
            </w:r>
          </w:p>
        </w:tc>
        <w:tc>
          <w:tcPr>
            <w:tcW w:w="0" w:type="auto"/>
          </w:tcPr>
          <w:p w14:paraId="14A8ED32" w14:textId="77777777" w:rsidR="0095001B" w:rsidRDefault="0095001B" w:rsidP="0095001B">
            <w:pPr>
              <w:pStyle w:val="TableText"/>
            </w:pPr>
            <w:r>
              <w:t>“CBAN”</w:t>
            </w:r>
          </w:p>
        </w:tc>
        <w:tc>
          <w:tcPr>
            <w:tcW w:w="0" w:type="auto"/>
          </w:tcPr>
          <w:p w14:paraId="2FA043AD" w14:textId="77777777" w:rsidR="0095001B" w:rsidRDefault="0095001B" w:rsidP="0095001B">
            <w:pPr>
              <w:pStyle w:val="TableText"/>
            </w:pPr>
            <w:r>
              <w:t>266,096.77 USD</w:t>
            </w:r>
          </w:p>
        </w:tc>
      </w:tr>
      <w:tr w:rsidR="0095001B" w14:paraId="30C576D1" w14:textId="77777777" w:rsidTr="0095001B">
        <w:tc>
          <w:tcPr>
            <w:tcW w:w="0" w:type="auto"/>
          </w:tcPr>
          <w:p w14:paraId="6A043C1A" w14:textId="77777777" w:rsidR="0095001B" w:rsidRDefault="0095001B" w:rsidP="0095001B">
            <w:pPr>
              <w:pStyle w:val="TableText"/>
            </w:pPr>
            <w:r>
              <w:t>Taxable Service Charges</w:t>
            </w:r>
          </w:p>
        </w:tc>
        <w:tc>
          <w:tcPr>
            <w:tcW w:w="0" w:type="auto"/>
          </w:tcPr>
          <w:p w14:paraId="3F82AA61" w14:textId="77777777" w:rsidR="0095001B" w:rsidRDefault="0095001B" w:rsidP="0095001B">
            <w:pPr>
              <w:pStyle w:val="TableText"/>
            </w:pPr>
            <w:r>
              <w:t>“TXSC”</w:t>
            </w:r>
          </w:p>
        </w:tc>
        <w:tc>
          <w:tcPr>
            <w:tcW w:w="0" w:type="auto"/>
          </w:tcPr>
          <w:p w14:paraId="12CF2B86" w14:textId="77777777" w:rsidR="0095001B" w:rsidRDefault="0095001B" w:rsidP="0095001B">
            <w:pPr>
              <w:pStyle w:val="TableText"/>
            </w:pPr>
            <w:r>
              <w:t>235.60 GBP</w:t>
            </w:r>
          </w:p>
        </w:tc>
      </w:tr>
      <w:tr w:rsidR="0095001B" w14:paraId="004E727A" w14:textId="77777777" w:rsidTr="0095001B">
        <w:tc>
          <w:tcPr>
            <w:tcW w:w="0" w:type="auto"/>
          </w:tcPr>
          <w:p w14:paraId="226C002D" w14:textId="77777777" w:rsidR="0095001B" w:rsidRDefault="0095001B" w:rsidP="0095001B">
            <w:pPr>
              <w:pStyle w:val="TableText"/>
            </w:pPr>
            <w:r>
              <w:t>Settle Charge Ttl-current Period</w:t>
            </w:r>
          </w:p>
        </w:tc>
        <w:tc>
          <w:tcPr>
            <w:tcW w:w="0" w:type="auto"/>
          </w:tcPr>
          <w:p w14:paraId="244F866E" w14:textId="77777777" w:rsidR="0095001B" w:rsidRDefault="0095001B" w:rsidP="0095001B">
            <w:pPr>
              <w:pStyle w:val="TableText"/>
            </w:pPr>
            <w:r>
              <w:t>“SCCP”</w:t>
            </w:r>
          </w:p>
        </w:tc>
        <w:tc>
          <w:tcPr>
            <w:tcW w:w="0" w:type="auto"/>
          </w:tcPr>
          <w:p w14:paraId="19E4F9C3" w14:textId="77777777" w:rsidR="0095001B" w:rsidRDefault="0095001B" w:rsidP="0095001B">
            <w:pPr>
              <w:pStyle w:val="TableText"/>
            </w:pPr>
            <w:r>
              <w:t>325.6 GBP</w:t>
            </w:r>
          </w:p>
        </w:tc>
      </w:tr>
      <w:tr w:rsidR="0095001B" w14:paraId="4421E77F" w14:textId="77777777" w:rsidTr="0095001B">
        <w:tc>
          <w:tcPr>
            <w:tcW w:w="0" w:type="auto"/>
          </w:tcPr>
          <w:p w14:paraId="5C8A747B" w14:textId="77777777" w:rsidR="0095001B" w:rsidRDefault="0095001B" w:rsidP="0095001B">
            <w:pPr>
              <w:pStyle w:val="TableText"/>
            </w:pPr>
            <w:r>
              <w:t>Service Charges Due Before Tax</w:t>
            </w:r>
          </w:p>
        </w:tc>
        <w:tc>
          <w:tcPr>
            <w:tcW w:w="0" w:type="auto"/>
          </w:tcPr>
          <w:p w14:paraId="46A37B6F" w14:textId="77777777" w:rsidR="0095001B" w:rsidRDefault="0095001B" w:rsidP="0095001B">
            <w:pPr>
              <w:pStyle w:val="TableText"/>
            </w:pPr>
            <w:r>
              <w:t>“SCBT”</w:t>
            </w:r>
          </w:p>
        </w:tc>
        <w:tc>
          <w:tcPr>
            <w:tcW w:w="0" w:type="auto"/>
          </w:tcPr>
          <w:p w14:paraId="08C33701" w14:textId="77777777" w:rsidR="0095001B" w:rsidRDefault="0095001B" w:rsidP="0095001B">
            <w:pPr>
              <w:pStyle w:val="TableText"/>
            </w:pPr>
            <w:r>
              <w:t>325.60 GBP</w:t>
            </w:r>
          </w:p>
        </w:tc>
      </w:tr>
      <w:tr w:rsidR="0095001B" w14:paraId="7D670E1A" w14:textId="77777777" w:rsidTr="0095001B">
        <w:tc>
          <w:tcPr>
            <w:tcW w:w="0" w:type="auto"/>
          </w:tcPr>
          <w:p w14:paraId="63BACD93" w14:textId="77777777" w:rsidR="0095001B" w:rsidRDefault="0095001B" w:rsidP="0095001B">
            <w:pPr>
              <w:pStyle w:val="TableText"/>
            </w:pPr>
            <w:r>
              <w:t>Tax Total Sum</w:t>
            </w:r>
          </w:p>
        </w:tc>
        <w:tc>
          <w:tcPr>
            <w:tcW w:w="0" w:type="auto"/>
          </w:tcPr>
          <w:p w14:paraId="106D6376" w14:textId="77777777" w:rsidR="0095001B" w:rsidRDefault="0095001B" w:rsidP="0095001B">
            <w:pPr>
              <w:pStyle w:val="TableText"/>
            </w:pPr>
            <w:r>
              <w:t>“TXTS”</w:t>
            </w:r>
          </w:p>
        </w:tc>
        <w:tc>
          <w:tcPr>
            <w:tcW w:w="0" w:type="auto"/>
          </w:tcPr>
          <w:p w14:paraId="4F8D5E4A" w14:textId="77777777" w:rsidR="0095001B" w:rsidRDefault="0095001B" w:rsidP="0095001B">
            <w:pPr>
              <w:pStyle w:val="TableText"/>
            </w:pPr>
            <w:r>
              <w:t>38.30 GBP</w:t>
            </w:r>
          </w:p>
        </w:tc>
      </w:tr>
      <w:tr w:rsidR="0095001B" w14:paraId="7B4AD522" w14:textId="77777777" w:rsidTr="0095001B">
        <w:tc>
          <w:tcPr>
            <w:tcW w:w="0" w:type="auto"/>
          </w:tcPr>
          <w:p w14:paraId="7594F7C0" w14:textId="77777777" w:rsidR="0095001B" w:rsidRDefault="0095001B" w:rsidP="0095001B">
            <w:pPr>
              <w:pStyle w:val="TableText"/>
            </w:pPr>
            <w:r>
              <w:t>Tax Total Sum</w:t>
            </w:r>
          </w:p>
        </w:tc>
        <w:tc>
          <w:tcPr>
            <w:tcW w:w="0" w:type="auto"/>
          </w:tcPr>
          <w:p w14:paraId="6EF167C6" w14:textId="77777777" w:rsidR="0095001B" w:rsidRDefault="0095001B" w:rsidP="0095001B">
            <w:pPr>
              <w:pStyle w:val="TableText"/>
            </w:pPr>
            <w:r>
              <w:t>“TXTS”</w:t>
            </w:r>
          </w:p>
        </w:tc>
        <w:tc>
          <w:tcPr>
            <w:tcW w:w="0" w:type="auto"/>
          </w:tcPr>
          <w:p w14:paraId="3E270DD7" w14:textId="77777777" w:rsidR="0095001B" w:rsidRDefault="0095001B" w:rsidP="0095001B">
            <w:pPr>
              <w:pStyle w:val="TableText"/>
            </w:pPr>
            <w:r>
              <w:t>68.94 USD</w:t>
            </w:r>
          </w:p>
        </w:tc>
      </w:tr>
      <w:tr w:rsidR="0095001B" w14:paraId="494AA5BC" w14:textId="77777777" w:rsidTr="0095001B">
        <w:tc>
          <w:tcPr>
            <w:tcW w:w="0" w:type="auto"/>
          </w:tcPr>
          <w:p w14:paraId="00DF6600" w14:textId="77777777" w:rsidR="0095001B" w:rsidRDefault="0095001B" w:rsidP="0095001B">
            <w:pPr>
              <w:pStyle w:val="TableText"/>
            </w:pPr>
            <w:r>
              <w:t>Charges &amp; Taxes Due This Stmnt</w:t>
            </w:r>
          </w:p>
        </w:tc>
        <w:tc>
          <w:tcPr>
            <w:tcW w:w="0" w:type="auto"/>
          </w:tcPr>
          <w:p w14:paraId="1558D02A" w14:textId="77777777" w:rsidR="0095001B" w:rsidRDefault="0095001B" w:rsidP="0095001B">
            <w:pPr>
              <w:pStyle w:val="TableText"/>
            </w:pPr>
            <w:r>
              <w:t>“CTND”</w:t>
            </w:r>
          </w:p>
        </w:tc>
        <w:tc>
          <w:tcPr>
            <w:tcW w:w="0" w:type="auto"/>
          </w:tcPr>
          <w:p w14:paraId="0B369DA6" w14:textId="77777777" w:rsidR="0095001B" w:rsidRDefault="0095001B" w:rsidP="0095001B">
            <w:pPr>
              <w:pStyle w:val="TableText"/>
            </w:pPr>
            <w:r>
              <w:t>363.90 GBP</w:t>
            </w:r>
          </w:p>
        </w:tc>
      </w:tr>
      <w:tr w:rsidR="0095001B" w14:paraId="194419A2" w14:textId="77777777" w:rsidTr="0095001B">
        <w:tc>
          <w:tcPr>
            <w:tcW w:w="0" w:type="auto"/>
          </w:tcPr>
          <w:p w14:paraId="4FC4F6DF" w14:textId="77777777" w:rsidR="0095001B" w:rsidRDefault="0095001B" w:rsidP="0095001B">
            <w:pPr>
              <w:pStyle w:val="TableText"/>
            </w:pPr>
            <w:r>
              <w:t>Non Balance Compensable SVCs</w:t>
            </w:r>
          </w:p>
        </w:tc>
        <w:tc>
          <w:tcPr>
            <w:tcW w:w="0" w:type="auto"/>
          </w:tcPr>
          <w:p w14:paraId="523FBBCD" w14:textId="77777777" w:rsidR="0095001B" w:rsidRDefault="0095001B" w:rsidP="0095001B">
            <w:pPr>
              <w:pStyle w:val="TableText"/>
            </w:pPr>
            <w:r>
              <w:t>“NBCS”</w:t>
            </w:r>
          </w:p>
        </w:tc>
        <w:tc>
          <w:tcPr>
            <w:tcW w:w="0" w:type="auto"/>
          </w:tcPr>
          <w:p w14:paraId="72148BCD" w14:textId="77777777" w:rsidR="0095001B" w:rsidRDefault="0095001B" w:rsidP="0095001B">
            <w:pPr>
              <w:pStyle w:val="TableText"/>
            </w:pPr>
            <w:r>
              <w:t>325.6 GBP</w:t>
            </w:r>
          </w:p>
        </w:tc>
      </w:tr>
      <w:tr w:rsidR="0095001B" w14:paraId="5C33A35F" w14:textId="77777777" w:rsidTr="0095001B">
        <w:tc>
          <w:tcPr>
            <w:tcW w:w="0" w:type="auto"/>
          </w:tcPr>
          <w:p w14:paraId="64980D87" w14:textId="77777777" w:rsidR="0095001B" w:rsidRDefault="0095001B" w:rsidP="0095001B">
            <w:pPr>
              <w:pStyle w:val="TableText"/>
            </w:pPr>
            <w:r>
              <w:t>Total Services</w:t>
            </w:r>
          </w:p>
        </w:tc>
        <w:tc>
          <w:tcPr>
            <w:tcW w:w="0" w:type="auto"/>
          </w:tcPr>
          <w:p w14:paraId="384BDE4B" w14:textId="77777777" w:rsidR="0095001B" w:rsidRDefault="0095001B" w:rsidP="0095001B">
            <w:pPr>
              <w:pStyle w:val="TableText"/>
            </w:pPr>
            <w:r>
              <w:t>&lt;Svc&gt;</w:t>
            </w:r>
          </w:p>
        </w:tc>
        <w:tc>
          <w:tcPr>
            <w:tcW w:w="0" w:type="auto"/>
          </w:tcPr>
          <w:p w14:paraId="519BAC73" w14:textId="77777777" w:rsidR="0095001B" w:rsidRDefault="0095001B" w:rsidP="0095001B">
            <w:pPr>
              <w:pStyle w:val="TableText"/>
            </w:pPr>
            <w:r>
              <w:t>7</w:t>
            </w:r>
          </w:p>
        </w:tc>
      </w:tr>
      <w:tr w:rsidR="0095001B" w14:paraId="1BAC2525" w14:textId="77777777" w:rsidTr="0095001B">
        <w:tc>
          <w:tcPr>
            <w:tcW w:w="0" w:type="auto"/>
          </w:tcPr>
          <w:p w14:paraId="440F6D6C" w14:textId="77777777" w:rsidR="0095001B" w:rsidRDefault="0095001B" w:rsidP="0095001B">
            <w:pPr>
              <w:pStyle w:val="TableText"/>
            </w:pPr>
            <w:r>
              <w:t>Exempt Services</w:t>
            </w:r>
          </w:p>
        </w:tc>
        <w:tc>
          <w:tcPr>
            <w:tcW w:w="0" w:type="auto"/>
          </w:tcPr>
          <w:p w14:paraId="1EE59005" w14:textId="77777777" w:rsidR="0095001B" w:rsidRDefault="0095001B" w:rsidP="0095001B">
            <w:pPr>
              <w:pStyle w:val="TableText"/>
            </w:pPr>
            <w:r>
              <w:t>“XMPT”</w:t>
            </w:r>
          </w:p>
        </w:tc>
        <w:tc>
          <w:tcPr>
            <w:tcW w:w="0" w:type="auto"/>
          </w:tcPr>
          <w:p w14:paraId="67D2C3BD" w14:textId="77777777" w:rsidR="0095001B" w:rsidRDefault="0095001B" w:rsidP="0095001B">
            <w:pPr>
              <w:pStyle w:val="TableText"/>
            </w:pPr>
            <w:r>
              <w:t>2</w:t>
            </w:r>
          </w:p>
        </w:tc>
      </w:tr>
      <w:tr w:rsidR="0095001B" w14:paraId="3D4566E1" w14:textId="77777777" w:rsidTr="0095001B">
        <w:tc>
          <w:tcPr>
            <w:tcW w:w="0" w:type="auto"/>
          </w:tcPr>
          <w:p w14:paraId="3619BD1B" w14:textId="77777777" w:rsidR="0095001B" w:rsidRDefault="0095001B" w:rsidP="0095001B">
            <w:pPr>
              <w:pStyle w:val="TableText"/>
            </w:pPr>
            <w:r>
              <w:t>Taxable Services</w:t>
            </w:r>
          </w:p>
        </w:tc>
        <w:tc>
          <w:tcPr>
            <w:tcW w:w="0" w:type="auto"/>
          </w:tcPr>
          <w:p w14:paraId="14788549" w14:textId="77777777" w:rsidR="0095001B" w:rsidRDefault="0095001B" w:rsidP="0095001B">
            <w:pPr>
              <w:pStyle w:val="TableText"/>
            </w:pPr>
            <w:r>
              <w:t>“TAXE”</w:t>
            </w:r>
          </w:p>
        </w:tc>
        <w:tc>
          <w:tcPr>
            <w:tcW w:w="0" w:type="auto"/>
          </w:tcPr>
          <w:p w14:paraId="6E9DF824" w14:textId="77777777" w:rsidR="0095001B" w:rsidRDefault="0095001B" w:rsidP="0095001B">
            <w:pPr>
              <w:pStyle w:val="TableText"/>
            </w:pPr>
            <w:r>
              <w:t>5</w:t>
            </w:r>
          </w:p>
        </w:tc>
      </w:tr>
      <w:tr w:rsidR="0095001B" w14:paraId="6A9C0326" w14:textId="77777777" w:rsidTr="0095001B">
        <w:trPr>
          <w:trHeight w:val="287"/>
        </w:trPr>
        <w:tc>
          <w:tcPr>
            <w:tcW w:w="0" w:type="auto"/>
          </w:tcPr>
          <w:p w14:paraId="2A888B80" w14:textId="77777777" w:rsidR="0095001B" w:rsidRDefault="0095001B" w:rsidP="0095001B">
            <w:pPr>
              <w:pStyle w:val="TableText"/>
            </w:pPr>
            <w:r>
              <w:t>Tax Region Number</w:t>
            </w:r>
          </w:p>
        </w:tc>
        <w:tc>
          <w:tcPr>
            <w:tcW w:w="0" w:type="auto"/>
          </w:tcPr>
          <w:p w14:paraId="535C6519" w14:textId="77777777" w:rsidR="0095001B" w:rsidRDefault="0095001B" w:rsidP="0095001B">
            <w:pPr>
              <w:pStyle w:val="TableText"/>
            </w:pPr>
            <w:r>
              <w:t>&lt;TaxRgn&gt;&lt;Rgnb&gt;</w:t>
            </w:r>
          </w:p>
        </w:tc>
        <w:tc>
          <w:tcPr>
            <w:tcW w:w="0" w:type="auto"/>
          </w:tcPr>
          <w:p w14:paraId="1A9F4162" w14:textId="77777777" w:rsidR="0095001B" w:rsidRDefault="0095001B" w:rsidP="0095001B">
            <w:pPr>
              <w:pStyle w:val="TableText"/>
            </w:pPr>
            <w:r>
              <w:t xml:space="preserve">DKK123456  </w:t>
            </w:r>
          </w:p>
        </w:tc>
      </w:tr>
      <w:tr w:rsidR="0095001B" w14:paraId="6A00A8E5" w14:textId="77777777" w:rsidTr="0095001B">
        <w:tc>
          <w:tcPr>
            <w:tcW w:w="0" w:type="auto"/>
          </w:tcPr>
          <w:p w14:paraId="7E31ABA2" w14:textId="77777777" w:rsidR="0095001B" w:rsidRDefault="0095001B" w:rsidP="0095001B">
            <w:pPr>
              <w:pStyle w:val="TableText"/>
            </w:pPr>
            <w:r>
              <w:t>Tax Region Name</w:t>
            </w:r>
          </w:p>
        </w:tc>
        <w:tc>
          <w:tcPr>
            <w:tcW w:w="0" w:type="auto"/>
          </w:tcPr>
          <w:p w14:paraId="52925618" w14:textId="77777777" w:rsidR="0095001B" w:rsidRDefault="0095001B" w:rsidP="0095001B">
            <w:pPr>
              <w:pStyle w:val="TableText"/>
            </w:pPr>
            <w:r>
              <w:t>&lt;TaxRgn&gt;&lt;Nm&gt;</w:t>
            </w:r>
          </w:p>
        </w:tc>
        <w:tc>
          <w:tcPr>
            <w:tcW w:w="0" w:type="auto"/>
          </w:tcPr>
          <w:p w14:paraId="52FDB474" w14:textId="77777777" w:rsidR="0095001B" w:rsidRDefault="0095001B" w:rsidP="0095001B">
            <w:pPr>
              <w:pStyle w:val="TableText"/>
            </w:pPr>
            <w:r>
              <w:t>Denmark</w:t>
            </w:r>
          </w:p>
        </w:tc>
      </w:tr>
      <w:tr w:rsidR="0095001B" w14:paraId="04D90488" w14:textId="77777777" w:rsidTr="0095001B">
        <w:tc>
          <w:tcPr>
            <w:tcW w:w="0" w:type="auto"/>
          </w:tcPr>
          <w:p w14:paraId="365C4277" w14:textId="77777777" w:rsidR="0095001B" w:rsidRDefault="0095001B" w:rsidP="0095001B">
            <w:pPr>
              <w:pStyle w:val="TableText"/>
            </w:pPr>
            <w:r>
              <w:t>Taxes Per Service</w:t>
            </w:r>
          </w:p>
        </w:tc>
        <w:tc>
          <w:tcPr>
            <w:tcW w:w="0" w:type="auto"/>
          </w:tcPr>
          <w:p w14:paraId="0C6EB0F1" w14:textId="77777777" w:rsidR="0095001B" w:rsidRDefault="0095001B" w:rsidP="0095001B">
            <w:pPr>
              <w:pStyle w:val="TableText"/>
            </w:pPr>
            <w:r>
              <w:t>&lt;TaxId&gt;</w:t>
            </w:r>
          </w:p>
        </w:tc>
        <w:tc>
          <w:tcPr>
            <w:tcW w:w="0" w:type="auto"/>
          </w:tcPr>
          <w:p w14:paraId="0D86BBA3" w14:textId="77777777" w:rsidR="0095001B" w:rsidRDefault="0095001B" w:rsidP="0095001B">
            <w:pPr>
              <w:pStyle w:val="TableText"/>
            </w:pPr>
            <w:r>
              <w:t>One - VAT tax</w:t>
            </w:r>
          </w:p>
        </w:tc>
      </w:tr>
      <w:tr w:rsidR="0095001B" w14:paraId="75DCFB38" w14:textId="77777777" w:rsidTr="0095001B">
        <w:trPr>
          <w:trHeight w:val="242"/>
        </w:trPr>
        <w:tc>
          <w:tcPr>
            <w:tcW w:w="0" w:type="auto"/>
          </w:tcPr>
          <w:p w14:paraId="148F7E3F" w14:textId="77777777" w:rsidR="0095001B" w:rsidRDefault="0095001B" w:rsidP="0095001B">
            <w:pPr>
              <w:pStyle w:val="TableText"/>
            </w:pPr>
            <w:r>
              <w:t>Tax Due to Region</w:t>
            </w:r>
          </w:p>
        </w:tc>
        <w:tc>
          <w:tcPr>
            <w:tcW w:w="0" w:type="auto"/>
          </w:tcPr>
          <w:p w14:paraId="5FEAEA23" w14:textId="77777777" w:rsidR="0095001B" w:rsidRDefault="0095001B" w:rsidP="0095001B">
            <w:pPr>
              <w:pStyle w:val="TableText"/>
            </w:pPr>
            <w:r>
              <w:t>&lt;TaxDueToRgn&gt;</w:t>
            </w:r>
          </w:p>
        </w:tc>
        <w:tc>
          <w:tcPr>
            <w:tcW w:w="0" w:type="auto"/>
          </w:tcPr>
          <w:p w14:paraId="522523D8" w14:textId="77777777" w:rsidR="0095001B" w:rsidRDefault="0095001B" w:rsidP="0095001B">
            <w:pPr>
              <w:pStyle w:val="TableText"/>
            </w:pPr>
            <w:r>
              <w:t>6.20 DKK</w:t>
            </w:r>
          </w:p>
        </w:tc>
      </w:tr>
      <w:tr w:rsidR="0095001B" w14:paraId="4388A4C1" w14:textId="77777777" w:rsidTr="0095001B">
        <w:trPr>
          <w:trHeight w:val="242"/>
        </w:trPr>
        <w:tc>
          <w:tcPr>
            <w:tcW w:w="0" w:type="auto"/>
          </w:tcPr>
          <w:p w14:paraId="399E86CF" w14:textId="77777777" w:rsidR="0095001B" w:rsidRDefault="0095001B" w:rsidP="0095001B">
            <w:pPr>
              <w:pStyle w:val="TableText"/>
            </w:pPr>
            <w:r>
              <w:t>Tax Region Number</w:t>
            </w:r>
          </w:p>
        </w:tc>
        <w:tc>
          <w:tcPr>
            <w:tcW w:w="0" w:type="auto"/>
          </w:tcPr>
          <w:p w14:paraId="11A68998" w14:textId="77777777" w:rsidR="0095001B" w:rsidRDefault="0095001B" w:rsidP="0095001B">
            <w:pPr>
              <w:pStyle w:val="TableText"/>
            </w:pPr>
            <w:r>
              <w:t>&lt;TaxRgn&gt;&lt;Rgnb&gt;</w:t>
            </w:r>
          </w:p>
        </w:tc>
        <w:tc>
          <w:tcPr>
            <w:tcW w:w="0" w:type="auto"/>
          </w:tcPr>
          <w:p w14:paraId="3CF95041" w14:textId="77777777" w:rsidR="0095001B" w:rsidRDefault="0095001B" w:rsidP="0095001B">
            <w:pPr>
              <w:pStyle w:val="TableText"/>
            </w:pPr>
            <w:r>
              <w:t xml:space="preserve">GB2121234 </w:t>
            </w:r>
          </w:p>
        </w:tc>
      </w:tr>
      <w:tr w:rsidR="0095001B" w14:paraId="58294710" w14:textId="77777777" w:rsidTr="0095001B">
        <w:tc>
          <w:tcPr>
            <w:tcW w:w="0" w:type="auto"/>
          </w:tcPr>
          <w:p w14:paraId="6C256377" w14:textId="77777777" w:rsidR="0095001B" w:rsidRDefault="0095001B" w:rsidP="0095001B">
            <w:pPr>
              <w:pStyle w:val="TableText"/>
            </w:pPr>
            <w:r>
              <w:t>Tax Region Name</w:t>
            </w:r>
          </w:p>
        </w:tc>
        <w:tc>
          <w:tcPr>
            <w:tcW w:w="0" w:type="auto"/>
          </w:tcPr>
          <w:p w14:paraId="7165C6E3" w14:textId="77777777" w:rsidR="0095001B" w:rsidRDefault="0095001B" w:rsidP="0095001B">
            <w:pPr>
              <w:pStyle w:val="TableText"/>
            </w:pPr>
            <w:r>
              <w:t>&lt;TaxRgn&gt;&lt;Nm&gt;</w:t>
            </w:r>
          </w:p>
        </w:tc>
        <w:tc>
          <w:tcPr>
            <w:tcW w:w="0" w:type="auto"/>
          </w:tcPr>
          <w:p w14:paraId="688BD9A4" w14:textId="77777777" w:rsidR="0095001B" w:rsidRDefault="0095001B" w:rsidP="0095001B">
            <w:pPr>
              <w:pStyle w:val="TableText"/>
            </w:pPr>
            <w:r>
              <w:t>Great Britain</w:t>
            </w:r>
          </w:p>
        </w:tc>
      </w:tr>
      <w:tr w:rsidR="0095001B" w14:paraId="5990BDEE" w14:textId="77777777" w:rsidTr="0095001B">
        <w:tc>
          <w:tcPr>
            <w:tcW w:w="0" w:type="auto"/>
          </w:tcPr>
          <w:p w14:paraId="42980C86" w14:textId="77777777" w:rsidR="0095001B" w:rsidRDefault="0095001B" w:rsidP="0095001B">
            <w:pPr>
              <w:pStyle w:val="TableText"/>
            </w:pPr>
            <w:r>
              <w:t>Taxes per service</w:t>
            </w:r>
          </w:p>
        </w:tc>
        <w:tc>
          <w:tcPr>
            <w:tcW w:w="0" w:type="auto"/>
          </w:tcPr>
          <w:p w14:paraId="5E25571B" w14:textId="77777777" w:rsidR="0095001B" w:rsidRDefault="0095001B" w:rsidP="0095001B">
            <w:pPr>
              <w:pStyle w:val="TableText"/>
            </w:pPr>
            <w:r>
              <w:t>&lt;TaxId&gt;</w:t>
            </w:r>
          </w:p>
        </w:tc>
        <w:tc>
          <w:tcPr>
            <w:tcW w:w="0" w:type="auto"/>
          </w:tcPr>
          <w:p w14:paraId="598B8C43" w14:textId="77777777" w:rsidR="0095001B" w:rsidRDefault="0095001B" w:rsidP="0095001B">
            <w:pPr>
              <w:pStyle w:val="TableText"/>
            </w:pPr>
            <w:r>
              <w:t>Two-Vat and City</w:t>
            </w:r>
          </w:p>
        </w:tc>
      </w:tr>
      <w:tr w:rsidR="0095001B" w14:paraId="22BA792F" w14:textId="77777777" w:rsidTr="0095001B">
        <w:tc>
          <w:tcPr>
            <w:tcW w:w="0" w:type="auto"/>
          </w:tcPr>
          <w:p w14:paraId="20D33A44" w14:textId="77777777" w:rsidR="0095001B" w:rsidRDefault="0095001B" w:rsidP="0095001B">
            <w:pPr>
              <w:pStyle w:val="TableText"/>
            </w:pPr>
            <w:r>
              <w:t>Tax Due to Region</w:t>
            </w:r>
          </w:p>
        </w:tc>
        <w:tc>
          <w:tcPr>
            <w:tcW w:w="0" w:type="auto"/>
          </w:tcPr>
          <w:p w14:paraId="626EFE45" w14:textId="77777777" w:rsidR="0095001B" w:rsidRDefault="0095001B" w:rsidP="0095001B">
            <w:pPr>
              <w:pStyle w:val="TableText"/>
            </w:pPr>
            <w:r>
              <w:t>&lt;TaxDueToRgn&gt;</w:t>
            </w:r>
          </w:p>
        </w:tc>
        <w:tc>
          <w:tcPr>
            <w:tcW w:w="0" w:type="auto"/>
          </w:tcPr>
          <w:p w14:paraId="571D866A" w14:textId="77777777" w:rsidR="0095001B" w:rsidRDefault="0095001B" w:rsidP="0095001B">
            <w:pPr>
              <w:pStyle w:val="TableText"/>
            </w:pPr>
            <w:r>
              <w:t>37.31 GBP</w:t>
            </w:r>
          </w:p>
        </w:tc>
      </w:tr>
    </w:tbl>
    <w:p w14:paraId="66C7D065" w14:textId="77777777" w:rsidR="00931B59" w:rsidRDefault="0035445E" w:rsidP="004A3E35">
      <w:pPr>
        <w:pStyle w:val="BlockLabelBeforeXML"/>
      </w:pPr>
      <w:r>
        <w:t>Message Instance</w:t>
      </w:r>
    </w:p>
    <w:p w14:paraId="1A92A81B" w14:textId="77777777" w:rsidR="007A03E7" w:rsidRPr="007A03E7" w:rsidRDefault="007A03E7" w:rsidP="007A03E7">
      <w:pPr>
        <w:pStyle w:val="XMLCode"/>
        <w:rPr>
          <w:highlight w:val="white"/>
        </w:rPr>
      </w:pPr>
      <w:r w:rsidRPr="007A03E7">
        <w:rPr>
          <w:highlight w:val="white"/>
        </w:rPr>
        <w:tab/>
        <w:t>&lt;BkSvcsBllgStmt&gt;</w:t>
      </w:r>
    </w:p>
    <w:p w14:paraId="0747DF7D" w14:textId="77777777" w:rsidR="007A03E7" w:rsidRPr="007A03E7" w:rsidRDefault="007A03E7" w:rsidP="007A03E7">
      <w:pPr>
        <w:pStyle w:val="XMLCode"/>
        <w:rPr>
          <w:highlight w:val="white"/>
        </w:rPr>
      </w:pPr>
      <w:r w:rsidRPr="007A03E7">
        <w:rPr>
          <w:highlight w:val="white"/>
        </w:rPr>
        <w:tab/>
      </w:r>
      <w:r w:rsidRPr="007A03E7">
        <w:rPr>
          <w:highlight w:val="white"/>
        </w:rPr>
        <w:tab/>
        <w:t>&lt;RptHdr&gt;</w:t>
      </w:r>
    </w:p>
    <w:p w14:paraId="6B55836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&lt;RptId&gt;Sample ISO BSB Billing Statement, C&lt;/RptId&gt;</w:t>
      </w:r>
    </w:p>
    <w:p w14:paraId="4A9F84E0" w14:textId="77777777" w:rsidR="007A03E7" w:rsidRPr="007A03E7" w:rsidRDefault="007A03E7" w:rsidP="007A03E7">
      <w:pPr>
        <w:pStyle w:val="XMLCode"/>
        <w:rPr>
          <w:highlight w:val="white"/>
        </w:rPr>
      </w:pPr>
      <w:r w:rsidRPr="007A03E7">
        <w:rPr>
          <w:highlight w:val="white"/>
        </w:rPr>
        <w:tab/>
      </w:r>
      <w:r w:rsidRPr="007A03E7">
        <w:rPr>
          <w:highlight w:val="white"/>
        </w:rPr>
        <w:tab/>
        <w:t>&lt;/RptHdr&gt;</w:t>
      </w:r>
    </w:p>
    <w:p w14:paraId="64B95984" w14:textId="77777777" w:rsidR="007A03E7" w:rsidRPr="007A03E7" w:rsidRDefault="007A03E7" w:rsidP="007A03E7">
      <w:pPr>
        <w:pStyle w:val="XMLCode"/>
        <w:rPr>
          <w:highlight w:val="white"/>
        </w:rPr>
      </w:pPr>
      <w:r w:rsidRPr="007A03E7">
        <w:rPr>
          <w:highlight w:val="white"/>
        </w:rPr>
        <w:tab/>
      </w:r>
      <w:r w:rsidRPr="007A03E7">
        <w:rPr>
          <w:highlight w:val="white"/>
        </w:rPr>
        <w:tab/>
        <w:t>&lt;BllgStmtGrp&gt;</w:t>
      </w:r>
    </w:p>
    <w:p w14:paraId="35AC1C7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&lt;GrpId&gt;Group 1 of 1&lt;/GrpId&gt;</w:t>
      </w:r>
    </w:p>
    <w:p w14:paraId="26CD7A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&lt;Sndr&gt;</w:t>
      </w:r>
    </w:p>
    <w:p w14:paraId="33DC40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&lt;Nm&gt;TWIST BANK&lt;/Nm&gt;</w:t>
      </w:r>
    </w:p>
    <w:p w14:paraId="239A3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&lt;LglNm&gt;London Branch&lt;/LglNm&gt;</w:t>
      </w:r>
    </w:p>
    <w:p w14:paraId="6EEBA20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60B3F8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735F9F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&lt;Cd&gt;BIZZ&lt;/Cd&gt;</w:t>
      </w:r>
    </w:p>
    <w:p w14:paraId="3683B5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75CD30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&lt;Dept&gt;Cash Management&lt;/Dept&gt;</w:t>
      </w:r>
    </w:p>
    <w:p w14:paraId="5BC271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&lt;SubDept&gt;Billing&lt;/SubDept&gt;</w:t>
      </w:r>
    </w:p>
    <w:p w14:paraId="4D7AEEB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&lt;StrtNm&gt;123 First Street&lt;/StrtNm&gt;</w:t>
      </w:r>
    </w:p>
    <w:p w14:paraId="002468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&lt;BldgNb&gt;CMBL&lt;/BldgNb&gt;</w:t>
      </w:r>
    </w:p>
    <w:p w14:paraId="0FDA17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&lt;BldgNm&gt;Ramsey House&lt;/BldgNm&gt;</w:t>
      </w:r>
    </w:p>
    <w:p w14:paraId="3CC092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&lt;Flr&gt;14&lt;/Flr&gt;</w:t>
      </w:r>
    </w:p>
    <w:p w14:paraId="42D255E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&lt;PstBx&gt;11111-2222&lt;/PstBx&gt;</w:t>
      </w:r>
    </w:p>
    <w:p w14:paraId="1A35E1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&lt;Room&gt;1408&lt;/Room&gt;</w:t>
      </w:r>
    </w:p>
    <w:p w14:paraId="200C2A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&lt;PstCd&gt;0987-1234567890&lt;/PstCd&gt;</w:t>
      </w:r>
    </w:p>
    <w:p w14:paraId="0DC94D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&lt;TwnNm&gt;London&lt;/TwnNm&gt;</w:t>
      </w:r>
    </w:p>
    <w:p w14:paraId="7EB683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&lt;CtrySubDvsn&gt;England&lt;/CtrySubDvsn&gt;</w:t>
      </w:r>
    </w:p>
    <w:p w14:paraId="3AEA22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432D7A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&lt;AdrLine&gt;123 First Street&lt;/AdrLine&gt;</w:t>
      </w:r>
    </w:p>
    <w:p w14:paraId="42AE3C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&lt;AdrLine&gt;London TW1 St&lt;/AdrLine&gt;</w:t>
      </w:r>
    </w:p>
    <w:p w14:paraId="3155AB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&lt;AdrLine&gt;United Kingdom&lt;/AdrLine&gt;</w:t>
      </w:r>
    </w:p>
    <w:p w14:paraId="3EB1F1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&lt;AdrLine&gt;Northern Hemisphere&lt;/AdrLine&gt;</w:t>
      </w:r>
    </w:p>
    <w:p w14:paraId="4B82EC0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&lt;AdrLine&gt;Earth&lt;/AdrLine&gt;</w:t>
      </w:r>
    </w:p>
    <w:p w14:paraId="78A535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7502B7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043A62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4EEBA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&lt;AnyBIC&gt;MIKEUSB0&lt;/AnyBIC&gt;</w:t>
      </w:r>
    </w:p>
    <w:p w14:paraId="408635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77B83C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72000A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&lt;/Sndr&gt;</w:t>
      </w:r>
    </w:p>
    <w:p w14:paraId="06B15E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&lt;SndrIndvCtct&gt;</w:t>
      </w:r>
    </w:p>
    <w:p w14:paraId="5D870E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214B60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&lt;Nm&gt;Ronald Ramsey&lt;/Nm&gt;</w:t>
      </w:r>
    </w:p>
    <w:p w14:paraId="63C15A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&lt;PhneNb&gt;+144-207-555-1234&lt;/PhneNb&gt;</w:t>
      </w:r>
    </w:p>
    <w:p w14:paraId="0BAB58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&lt;MobNb&gt;+144-207-987-5432&lt;/MobNb&gt;</w:t>
      </w:r>
    </w:p>
    <w:p w14:paraId="47781F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&lt;FaxNb&gt;+144-207-555-4321&lt;/FaxNb&gt;</w:t>
      </w:r>
    </w:p>
    <w:p w14:paraId="66651C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&lt;EmailAdr&gt;info@twiststandards.org&lt;/EmailAdr&gt;</w:t>
      </w:r>
    </w:p>
    <w:p w14:paraId="50013C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5A75E5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&lt;ChanlTp&gt;AIM&lt;/ChanlTp&gt;</w:t>
      </w:r>
    </w:p>
    <w:p w14:paraId="77E3C3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&lt;Id&gt;glaxine@rosamund.com&lt;/Id&gt;</w:t>
      </w:r>
    </w:p>
    <w:p w14:paraId="77D305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75868F0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462930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&lt;/SndrIndvCtct&gt;</w:t>
      </w:r>
    </w:p>
    <w:p w14:paraId="353BF9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&lt;Rcvr&gt;</w:t>
      </w:r>
    </w:p>
    <w:p w14:paraId="58E2F2E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&lt;Nm&gt;ABC Corporation&lt;/Nm&gt;</w:t>
      </w:r>
    </w:p>
    <w:p w14:paraId="158DEB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&lt;LglNm&gt;Corporate Headquarters&lt;/LglNm&gt;</w:t>
      </w:r>
    </w:p>
    <w:p w14:paraId="009AF2E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536672CB"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&lt;AdrTp&gt;</w:t>
      </w:r>
    </w:p>
    <w:p w14:paraId="1C4EC9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&lt;Cd&gt;BIZZ&lt;/Cd&gt;</w:t>
      </w:r>
    </w:p>
    <w:p w14:paraId="15A3DD3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&lt;/AdrTp&gt;</w:t>
      </w:r>
    </w:p>
    <w:p w14:paraId="4A6B23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&lt;Dept&gt;Accounting&lt;/Dept&gt;</w:t>
      </w:r>
    </w:p>
    <w:p w14:paraId="0B3D19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&lt;SubDept&gt;Billing&lt;/SubDept&gt;</w:t>
      </w:r>
    </w:p>
    <w:p w14:paraId="421A3B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&lt;StrtNm&gt;74 High Road&lt;/StrtNm&gt;</w:t>
      </w:r>
    </w:p>
    <w:p w14:paraId="03711E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&lt;BldgNb&gt;Building 3&lt;/BldgNb&gt;</w:t>
      </w:r>
    </w:p>
    <w:p w14:paraId="25AB80C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&lt;BldgNm&gt;International Custom House&lt;/BldgNm&gt;</w:t>
      </w:r>
    </w:p>
    <w:p w14:paraId="3F78CE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&lt;Flr&gt;25&lt;/Flr&gt;</w:t>
      </w:r>
    </w:p>
    <w:p w14:paraId="18912E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&lt;PstBx&gt;AB1 2CD&lt;/PstBx&gt;</w:t>
      </w:r>
    </w:p>
    <w:p w14:paraId="149FD2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&lt;Room&gt;Room 214A&lt;/Room&gt;</w:t>
      </w:r>
    </w:p>
    <w:p w14:paraId="5268EF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&lt;PstCd&gt;PO 12345-1234&lt;/PstCd&gt;</w:t>
      </w:r>
    </w:p>
    <w:p w14:paraId="1EAF66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&lt;TwnNm&gt;London&lt;/TwnNm&gt;</w:t>
      </w:r>
    </w:p>
    <w:p w14:paraId="49F59C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&lt;CtrySubDvsn&gt;England&lt;/CtrySubDvsn&gt;</w:t>
      </w:r>
    </w:p>
    <w:p w14:paraId="6E9205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72FBB4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&lt;AdrLine&gt;International Computer House&lt;/AdrLine&gt;</w:t>
      </w:r>
    </w:p>
    <w:p w14:paraId="3D509E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&lt;AdrLine&gt;74 High Road&lt;/AdrLine&gt;</w:t>
      </w:r>
    </w:p>
    <w:p w14:paraId="58D132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&lt;AdrLine&gt;LONDON AB1 2CD&lt;/AdrLine&gt;</w:t>
      </w:r>
    </w:p>
    <w:p w14:paraId="6C8AAED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&lt;AdrLine&gt;United Kingdom&lt;/AdrLine&gt;</w:t>
      </w:r>
    </w:p>
    <w:p w14:paraId="1F6248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&lt;AdrLine&gt;Europe&lt;/AdrLine&gt;</w:t>
      </w:r>
    </w:p>
    <w:p w14:paraId="187A60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&lt;/PstlAdr&gt;</w:t>
      </w:r>
    </w:p>
    <w:p w14:paraId="29C73B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5B3B5E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0F9316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&lt;AnyBIC&gt;OSIBSBB0&lt;/AnyBIC&gt;</w:t>
      </w:r>
    </w:p>
    <w:p w14:paraId="18E42B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&lt;/OrgId&gt;</w:t>
      </w:r>
    </w:p>
    <w:p w14:paraId="0453F2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&lt;/Id&gt;</w:t>
      </w:r>
    </w:p>
    <w:p w14:paraId="238736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&lt;/Rcvr&gt;</w:t>
      </w:r>
    </w:p>
    <w:p w14:paraId="153377B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&lt;RcvrIndvCtct&gt;</w:t>
      </w:r>
    </w:p>
    <w:p w14:paraId="72853D8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7C96B3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&lt;Nm&gt;James Johnson&lt;/Nm&gt;</w:t>
      </w:r>
    </w:p>
    <w:p w14:paraId="3C74AD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&lt;PhneNb&gt;+144-220-232-1234&lt;/PhneNb&gt;</w:t>
      </w:r>
    </w:p>
    <w:p w14:paraId="633A8F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&lt;MobNb&gt;+144-220-687-5432&lt;/MobNb&gt;</w:t>
      </w:r>
    </w:p>
    <w:p w14:paraId="589AE3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&lt;FaxNb&gt;+144-220-909-4321&lt;/FaxNb&gt;</w:t>
      </w:r>
    </w:p>
    <w:p w14:paraId="490B753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&lt;EmailAdr&gt;j.johnson@twiststandards.org&lt;/EmailAdr&gt;</w:t>
      </w:r>
    </w:p>
    <w:p w14:paraId="579BCC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0EF5432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&lt;ChanlTp&gt;AIM&lt;/ChanlTp&gt;</w:t>
      </w:r>
    </w:p>
    <w:p w14:paraId="721DF0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&lt;Id&gt;robocall@btyebit.com&lt;/Id&gt;</w:t>
      </w:r>
    </w:p>
    <w:p w14:paraId="019AAD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&lt;/Othr&gt;</w:t>
      </w:r>
    </w:p>
    <w:p w14:paraId="261003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4F62C5C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t>&lt;/RcvrIndvCtct&gt;</w:t>
      </w:r>
    </w:p>
    <w:p w14:paraId="1B4B24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&lt;BllgStmt&gt;</w:t>
      </w:r>
    </w:p>
    <w:p w14:paraId="2CBD54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&lt;StmtId&gt;Billing statement for acct D-666777&lt;/StmtId&gt;</w:t>
      </w:r>
    </w:p>
    <w:p w14:paraId="764D5C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&lt;FrToDt&gt;</w:t>
      </w:r>
    </w:p>
    <w:p w14:paraId="10D4DB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&lt;FrDt&gt;2003-05-01&lt;/FrDt&gt;</w:t>
      </w:r>
    </w:p>
    <w:p w14:paraId="5102D69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&lt;ToDt&gt;2003-05-31&lt;/ToDt&gt;</w:t>
      </w:r>
    </w:p>
    <w:p w14:paraId="74EF58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&lt;/FrToDt&gt;</w:t>
      </w:r>
    </w:p>
    <w:p w14:paraId="1D35BE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&lt;CreDtTm&gt;2003-05-31T08:35:30&lt;/CreDtTm&gt;</w:t>
      </w:r>
    </w:p>
    <w:p w14:paraId="31DDC1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&lt;Sts&gt;ORGN&lt;/Sts&gt;</w:t>
      </w:r>
    </w:p>
    <w:p w14:paraId="23584E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&lt;AcctChrtcs&gt;</w:t>
      </w:r>
    </w:p>
    <w:p w14:paraId="0DC237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&lt;AcctLvl&gt;DETL&lt;/AcctLvl&gt;</w:t>
      </w:r>
    </w:p>
    <w:p w14:paraId="6EE91E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&lt;CshAcct&gt;</w:t>
      </w:r>
    </w:p>
    <w:p w14:paraId="004A8B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46D926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13B41F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&lt;Id&gt;666777&lt;/Id&gt;</w:t>
      </w:r>
    </w:p>
    <w:p w14:paraId="002019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&lt;Issr&gt;Twist Bank&lt;/Issr&gt;</w:t>
      </w:r>
    </w:p>
    <w:p w14:paraId="6A8678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43CFD1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16AB996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02846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&lt;Cd&gt;SACC&lt;/Cd&gt;</w:t>
      </w:r>
    </w:p>
    <w:p w14:paraId="341262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05746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&lt;Nm&gt;Demonstration Account Method C&lt;/Nm&gt;</w:t>
      </w:r>
    </w:p>
    <w:p w14:paraId="6F4686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&lt;/CshAcct&gt;</w:t>
      </w:r>
    </w:p>
    <w:p w14:paraId="7FB0D2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&lt;AcctSvcr&gt;</w:t>
      </w:r>
    </w:p>
    <w:p w14:paraId="3D931E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&lt;FinInstnId&gt;</w:t>
      </w:r>
    </w:p>
    <w:p w14:paraId="4FFE02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&lt;BICFI&gt;ISOBSBD0&lt;/BICFI&gt;</w:t>
      </w:r>
    </w:p>
    <w:p w14:paraId="5EBD7C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&lt;/FinInstnId&gt;</w:t>
      </w:r>
    </w:p>
    <w:p w14:paraId="266AF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&lt;/AcctSvcr&gt;</w:t>
      </w:r>
    </w:p>
    <w:p w14:paraId="6FA62C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&lt;CompstnMtd&gt;DDBT&lt;/CompstnMtd&gt;</w:t>
      </w:r>
    </w:p>
    <w:p w14:paraId="5503B7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&lt;DbtAcct&gt;</w:t>
      </w:r>
    </w:p>
    <w:p w14:paraId="0AAB47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67DC8B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&lt;Id&gt;333222111&lt;/Id&gt;</w:t>
      </w:r>
    </w:p>
    <w:p w14:paraId="12CD7A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&lt;Issr&gt;Twist Bank&lt;/Issr&gt;</w:t>
      </w:r>
    </w:p>
    <w:p w14:paraId="6FD808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4DBB83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&lt;/DbtAcct&gt;</w:t>
      </w:r>
    </w:p>
    <w:p w14:paraId="2DC0AA4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&lt;DelydDbtDt&gt;2003-06-15&lt;/DelydDbtDt&gt;</w:t>
      </w:r>
    </w:p>
    <w:p w14:paraId="53526D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&lt;SttlmAdvc&gt;Account 12344321 will be automatically debited for charges due on 2003-06-15&lt;/SttlmAdvc&gt;</w:t>
      </w:r>
    </w:p>
    <w:p w14:paraId="1C46123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&lt;AcctBalCcyCd&gt;USD&lt;/AcctBalCcyCd&gt;</w:t>
      </w:r>
    </w:p>
    <w:p w14:paraId="47357A5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&lt;SttlmCcyCd&gt;GBP&lt;/SttlmCcyCd&gt;</w:t>
      </w:r>
    </w:p>
    <w:p w14:paraId="69A2EB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&lt;HstCcyCd&gt;GBP&lt;/HstCcyCd&gt;</w:t>
      </w:r>
    </w:p>
    <w:p w14:paraId="2A22A8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&lt;Tax&gt;</w:t>
      </w:r>
    </w:p>
    <w:p w14:paraId="0EA259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&lt;ClctnMtd&gt;MTDC&lt;/ClctnMtd&gt;</w:t>
      </w:r>
    </w:p>
    <w:p w14:paraId="055D8D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711140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&lt;NonResCtry&gt;</w:t>
      </w:r>
    </w:p>
    <w:p w14:paraId="3DECE45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&lt;Ctry&gt;GB&lt;/Ctry&gt;</w:t>
      </w:r>
    </w:p>
    <w:p w14:paraId="4401474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&lt;/NonResCtry&gt;</w:t>
      </w:r>
    </w:p>
    <w:p w14:paraId="001969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&lt;/Tax&gt;</w:t>
      </w:r>
    </w:p>
    <w:p w14:paraId="69FBED7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&lt;AcctSvcrCtct&gt;</w:t>
      </w:r>
    </w:p>
    <w:p w14:paraId="00D166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&lt;Nm&gt;Joe Pedestrian&lt;/Nm&gt;</w:t>
      </w:r>
    </w:p>
    <w:p w14:paraId="7C4842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&lt;/AcctSvcrCtct&gt;</w:t>
      </w:r>
    </w:p>
    <w:p w14:paraId="7B3A76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&lt;/AcctChrtcs&gt;</w:t>
      </w:r>
    </w:p>
    <w:p w14:paraId="0CDC0E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&lt;RateData&gt;</w:t>
      </w:r>
    </w:p>
    <w:p w14:paraId="712805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275B7F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&lt;Cd&gt;WFG&lt;/Cd&gt;</w:t>
      </w:r>
    </w:p>
    <w:p w14:paraId="7C29623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w:t>
      </w:r>
    </w:p>
    <w:p w14:paraId="5AA9C5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&lt;Val&gt;1.456&lt;/Val&gt;</w:t>
      </w:r>
    </w:p>
    <w:p w14:paraId="3E0B95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&lt;DaysInPrd&gt;30&lt;/DaysInPrd&gt;</w:t>
      </w:r>
    </w:p>
    <w:p w14:paraId="5D63BD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&lt;DaysInYr&gt;365&lt;/DaysInYr&gt;</w:t>
      </w:r>
    </w:p>
    <w:p w14:paraId="5672FD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&lt;/RateData&gt;</w:t>
      </w:r>
    </w:p>
    <w:p w14:paraId="147FDB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81837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&lt;SrcCcy&gt;DKK&lt;/SrcCcy&gt;</w:t>
      </w:r>
    </w:p>
    <w:p w14:paraId="2417F4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&lt;TrgtCcy&gt;GBP&lt;/TrgtCcy&gt;</w:t>
      </w:r>
    </w:p>
    <w:p w14:paraId="45FFB8B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&lt;XchgRate&gt;0.16&lt;/XchgRate&gt;</w:t>
      </w:r>
    </w:p>
    <w:p w14:paraId="7E5E38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Kroner to Pound Sterling&lt;/Desc&gt;</w:t>
      </w:r>
    </w:p>
    <w:p w14:paraId="7F9DB4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&lt;UnitCcy&gt;GBP&lt;/UnitCcy&gt;</w:t>
      </w:r>
    </w:p>
    <w:p w14:paraId="602F999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&lt;Cmnts&gt;Denmark Host to Settlement currency translation&lt;/Cmnts&gt;</w:t>
      </w:r>
    </w:p>
    <w:p w14:paraId="1D24D9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29A995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69E123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7D24BB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&lt;SrcCcy&gt;EUR&lt;/SrcCcy&gt;</w:t>
      </w:r>
    </w:p>
    <w:p w14:paraId="052B1C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&lt;TrgtCcy&gt;DKK&lt;/TrgtCcy&gt;</w:t>
      </w:r>
    </w:p>
    <w:p w14:paraId="61FFB9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&lt;XchgRate&gt;4.2&lt;/XchgRate&gt;</w:t>
      </w:r>
    </w:p>
    <w:p w14:paraId="2A77AF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&lt;Desc&gt;Euro to Denmark Kroner&lt;/Desc&gt;</w:t>
      </w:r>
    </w:p>
    <w:p w14:paraId="4C9B80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&lt;UnitCcy&gt;DKK&lt;/UnitCcy&gt;</w:t>
      </w:r>
    </w:p>
    <w:p w14:paraId="049204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&lt;Cmnts&gt;Euro Price to Denmark Host&lt;/Cmnts&gt;</w:t>
      </w:r>
    </w:p>
    <w:p w14:paraId="70B583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7E9084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92EC334"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&lt;CcyXchg&gt;</w:t>
      </w:r>
    </w:p>
    <w:p w14:paraId="620352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&lt;SrcCcy&gt;EUR&lt;/SrcCcy&gt;</w:t>
      </w:r>
    </w:p>
    <w:p w14:paraId="34874D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&lt;TrgtCcy&gt;GBP&lt;/TrgtCcy&gt;</w:t>
      </w:r>
    </w:p>
    <w:p w14:paraId="45B415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&lt;XchgRate&gt;0.66&lt;/XchgRate&gt;</w:t>
      </w:r>
    </w:p>
    <w:p w14:paraId="28AE0F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&lt;Desc&gt;Euro to Pounds Sterling&lt;/Desc&gt;</w:t>
      </w:r>
    </w:p>
    <w:p w14:paraId="3887892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&lt;UnitCcy&gt;GBP&lt;/UnitCcy&gt;</w:t>
      </w:r>
    </w:p>
    <w:p w14:paraId="42A59C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&lt;Cmnts&gt;Euro Price to Pound Sterling Settle&lt;/Cmnts&gt;</w:t>
      </w:r>
    </w:p>
    <w:p w14:paraId="666DB8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1A59DE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04C873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910127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&lt;SrcCcy&gt;GBP&lt;/SrcCcy&gt;</w:t>
      </w:r>
    </w:p>
    <w:p w14:paraId="18A104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&lt;TrgtCcy&gt;USD&lt;/TrgtCcy&gt;</w:t>
      </w:r>
    </w:p>
    <w:p w14:paraId="7429D48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&lt;XchgRate&gt;1.8&lt;/XchgRate&gt;</w:t>
      </w:r>
    </w:p>
    <w:p w14:paraId="03CA9F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&lt;Desc&gt;Pounds Sterling to USD&lt;/Desc&gt;</w:t>
      </w:r>
    </w:p>
    <w:p w14:paraId="0F4A39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&lt;UnitCcy&gt;USD&lt;/UnitCcy&gt;</w:t>
      </w:r>
    </w:p>
    <w:p w14:paraId="2D9B11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&lt;Cmnts&gt;GBP Settle to USA Balance&lt;/Cmnts&gt;</w:t>
      </w:r>
    </w:p>
    <w:p w14:paraId="3104E8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245C9E2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02C5D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10D5E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&lt;SrcCcy&gt;DKK&lt;/SrcCcy&gt;</w:t>
      </w:r>
    </w:p>
    <w:p w14:paraId="48EABA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&lt;TrgtCcy&gt;USD&lt;/TrgtCcy&gt;</w:t>
      </w:r>
    </w:p>
    <w:p w14:paraId="7013FF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&lt;XchgRate&gt;0.288&lt;/XchgRate&gt;</w:t>
      </w:r>
    </w:p>
    <w:p w14:paraId="4A496C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Kroner to USD&lt;/Desc&gt;</w:t>
      </w:r>
    </w:p>
    <w:p w14:paraId="7DDE30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&lt;UnitCcy&gt;USD&lt;/UnitCcy&gt;</w:t>
      </w:r>
    </w:p>
    <w:p w14:paraId="4FE86F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&lt;Cmnts&gt;Denmark Host to USA Balance&lt;/Cmnts&gt;</w:t>
      </w:r>
    </w:p>
    <w:p w14:paraId="231006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&lt;QtnDt&gt;2003-06-01T09:00:00&lt;/QtnDt&gt;</w:t>
      </w:r>
    </w:p>
    <w:p w14:paraId="38CCA2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&lt;/CcyXchg&gt;</w:t>
      </w:r>
    </w:p>
    <w:p w14:paraId="1D7021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71D492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0B86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&lt;Cd&gt;LBNM&lt;/Cd&gt;</w:t>
      </w:r>
    </w:p>
    <w:p w14:paraId="6C4540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7D932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227408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Ccy="USD"&gt;337935.48&lt;/Amt&gt;</w:t>
      </w:r>
    </w:p>
    <w:p w14:paraId="587653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E7479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56D92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&lt;CcyTp&gt;ACCT&lt;/CcyTp&gt;</w:t>
      </w:r>
    </w:p>
    <w:p w14:paraId="37A5CD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6EC2662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32D5DC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16CADD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&lt;Cd&gt;CBAN&lt;/Cd&gt;</w:t>
      </w:r>
    </w:p>
    <w:p w14:paraId="51562F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725DC1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11DF81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Ccy="USD"&gt;266096.77&lt;/Amt&gt;</w:t>
      </w:r>
    </w:p>
    <w:p w14:paraId="466F4B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69EE5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8D446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&lt;CcyTp&gt;ACCT&lt;/CcyTp&gt;</w:t>
      </w:r>
    </w:p>
    <w:p w14:paraId="52AD66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&lt;/Bal&gt;</w:t>
      </w:r>
    </w:p>
    <w:p w14:paraId="61457E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420778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3A461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&lt;Cd&gt;TXSC&lt;/Cd&gt;</w:t>
      </w:r>
    </w:p>
    <w:p w14:paraId="444E1A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62BE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7E2DA2E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Ccy="GBP"&gt;235.60&lt;/Amt&gt;</w:t>
      </w:r>
    </w:p>
    <w:p w14:paraId="37CEEC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840C0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73320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4F745AE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3DD0F5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45B0A0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039C955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&lt;Cd&gt;SCCP&lt;/Cd&gt;</w:t>
      </w:r>
    </w:p>
    <w:p w14:paraId="291A32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D1F8A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E20A8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Ccy="GBP"&gt;325.6&lt;/Amt&gt;</w:t>
      </w:r>
    </w:p>
    <w:p w14:paraId="75F09F9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B2846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3251E6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020B11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7D9C16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6819B5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D4B58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&lt;Cd&gt;SCBT&lt;/Cd&gt;</w:t>
      </w:r>
    </w:p>
    <w:p w14:paraId="0E92E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56377B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3F536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Ccy="GBP"&gt;325.60&lt;/Amt&gt;</w:t>
      </w:r>
    </w:p>
    <w:p w14:paraId="312FE0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4B68E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3A7A6B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058994C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0A1D10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820FE4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&lt;Tp&gt;</w:t>
      </w:r>
    </w:p>
    <w:p w14:paraId="44C760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&lt;Cd&gt;TXTS&lt;/Cd&gt;</w:t>
      </w:r>
    </w:p>
    <w:p w14:paraId="2FCB1A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1DCE19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6C1D1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Ccy="GBP"&gt;38.30&lt;/Amt&gt;</w:t>
      </w:r>
    </w:p>
    <w:p w14:paraId="548757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73101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5E20F6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319FE1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5D9B00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E81855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9E4FA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&lt;Cd&gt;TXTS&lt;/Cd&gt;</w:t>
      </w:r>
    </w:p>
    <w:p w14:paraId="105D6FB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6B9315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4AA94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Ccy="USD"&gt;68.94&lt;/Amt&gt;</w:t>
      </w:r>
    </w:p>
    <w:p w14:paraId="1EFF78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9CBA51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2488A2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28E1C2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780240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0963BC4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23B054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&lt;Cd&gt;CTND&lt;/Cd&gt;</w:t>
      </w:r>
    </w:p>
    <w:p w14:paraId="3D4636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49A8B8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68A91D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Ccy="GBP"&gt;363.90&lt;/Amt&gt;</w:t>
      </w:r>
    </w:p>
    <w:p w14:paraId="3AD0C3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5EFA1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0513D40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64B964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3753AA4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1FB72D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5149D5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&lt;Cd&gt;NBCS&lt;/Cd&gt;</w:t>
      </w:r>
    </w:p>
    <w:p w14:paraId="188B8DA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w:t>
      </w:r>
    </w:p>
    <w:p w14:paraId="3CC722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3E8FF7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Ccy="GBP"&gt;325.6&lt;/Amt&gt;</w:t>
      </w:r>
    </w:p>
    <w:p w14:paraId="34283C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6B0A9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&lt;/Val&gt;</w:t>
      </w:r>
    </w:p>
    <w:p w14:paraId="42556D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&lt;CcyTp&gt;STLM&lt;/CcyTp&gt;</w:t>
      </w:r>
    </w:p>
    <w:p w14:paraId="62547E1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&lt;/Compstn&gt;</w:t>
      </w:r>
    </w:p>
    <w:p w14:paraId="5E7508DF"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&lt;Svc&gt;</w:t>
      </w:r>
    </w:p>
    <w:p w14:paraId="4AE243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54F11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55748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&lt;Id&gt;NY12345&lt;/Id&gt;</w:t>
      </w:r>
    </w:p>
    <w:p w14:paraId="208849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2788119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2A178C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&lt;Cd&gt;STOR&lt;/Cd&gt;</w:t>
      </w:r>
    </w:p>
    <w:p w14:paraId="646A38C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5A11D3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78F597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00C814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&lt;Desc&gt;GENERAL SRVS&lt;/Desc&gt;</w:t>
      </w:r>
    </w:p>
    <w:p w14:paraId="16CB02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51D8F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5A2801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BD737B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A8142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6BD916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24BC0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Ccy="GBP"&gt;150.000000&lt;/Amt&gt;</w:t>
      </w:r>
    </w:p>
    <w:p w14:paraId="2F31A4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E9350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477F6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5937E3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0314A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0DFC68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273F12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39B506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0CDD6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23A4A9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7F1A156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26B480C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5BD93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4DD33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4FBC6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39F700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53E02E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&lt;TaxRsn&gt;</w:t>
      </w:r>
    </w:p>
    <w:p w14:paraId="5A751F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&lt;Cd&gt;RSN990&lt;/Cd&gt;</w:t>
      </w:r>
    </w:p>
    <w:p w14:paraId="5A427C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&lt;Expltn&gt;Always taxed in this region&lt;/Expltn&gt;</w:t>
      </w:r>
    </w:p>
    <w:p w14:paraId="439EAD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&lt;/TaxRsn&gt;</w:t>
      </w:r>
    </w:p>
    <w:p w14:paraId="39760E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010FDD1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t>&lt;/Svc&gt;</w:t>
      </w:r>
    </w:p>
    <w:p w14:paraId="58A1A6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4C8BD25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B1044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A2BF1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&lt;Id&gt;0110&lt;/Id&gt;</w:t>
      </w:r>
    </w:p>
    <w:p w14:paraId="72E20ED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&lt;Desc&gt;Maintenance Fee&lt;/Desc&gt;</w:t>
      </w:r>
    </w:p>
    <w:p w14:paraId="656169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&lt;SvcTp&gt;GENERAL SRVS&lt;/SvcTp&gt;</w:t>
      </w:r>
    </w:p>
    <w:p w14:paraId="650F161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ED01E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13EE2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48B07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24B42E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2F5E68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3CC58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Ccy="GBP"&gt;27.000000&lt;/Amt&gt;</w:t>
      </w:r>
    </w:p>
    <w:p w14:paraId="6172DDA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EAD62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2C9D09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1F91D8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39363F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7139AE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4CE0A7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617C1B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2DAB5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013A4B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CA3C9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026471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26066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74B95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19B8D8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6362D0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60D71B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73FB5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211067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231E8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FA43A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A54A1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&lt;Id&gt;0330&lt;/Id&gt;</w:t>
      </w:r>
    </w:p>
    <w:p w14:paraId="4BD111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&lt;Desc&gt;Wire Transfer&lt;/Desc&gt;</w:t>
      </w:r>
    </w:p>
    <w:p w14:paraId="2EAB03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71AA81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352D841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&lt;Id&gt;350300&lt;/Id&gt;</w:t>
      </w:r>
    </w:p>
    <w:p w14:paraId="2E321C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5387131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&lt;SvcTp&gt;WIRE SRVS&lt;/SvcTp&gt;</w:t>
      </w:r>
    </w:p>
    <w:p w14:paraId="7FF49C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61AE1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304A93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81687D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366B3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&lt;Ccy&gt;DKK&lt;/Ccy&gt;</w:t>
      </w:r>
    </w:p>
    <w:p w14:paraId="260E7D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4E300A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Ccy="DKK"&gt;40.000000&lt;/Amt&gt;</w:t>
      </w:r>
    </w:p>
    <w:p w14:paraId="639DD4B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8F5A7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4324D6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774A32F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&lt;Rule&gt;Large WTO&lt;/Rule&gt;</w:t>
      </w:r>
    </w:p>
    <w:p w14:paraId="7491A66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2A905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79488C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F34CE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57D41FC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FD2F4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AF1EE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0E448E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Ccy="GBP"&gt;6.4&lt;/Amt&gt;</w:t>
      </w:r>
    </w:p>
    <w:p w14:paraId="772650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3DD6B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307EED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105E8C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162FB6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&lt;Rgn&gt;DKK123456&lt;/Rgn&gt;</w:t>
      </w:r>
    </w:p>
    <w:p w14:paraId="3F7356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6BE51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E55ABB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7A9A82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2A4D9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59299AB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&lt;Id&gt;0003&lt;/Id&gt;</w:t>
      </w:r>
    </w:p>
    <w:p w14:paraId="2C21BB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&lt;Desc&gt;Checks&lt;/Desc&gt;</w:t>
      </w:r>
    </w:p>
    <w:p w14:paraId="251271C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4FA41A7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65981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&lt;Id&gt;100220&lt;/Id&gt;</w:t>
      </w:r>
    </w:p>
    <w:p w14:paraId="16B852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384360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&lt;SvcTp&gt;DEBIT SRVS&lt;/SvcTp&gt;</w:t>
      </w:r>
    </w:p>
    <w:p w14:paraId="0BDFF5C9"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9E4D0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&lt;Vol&gt;1000&lt;/Vol&gt;</w:t>
      </w:r>
    </w:p>
    <w:p w14:paraId="4A30C53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C0A4E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26AEE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1B4077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34222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Ccy="GBP"&gt;.085000&lt;/Amt&gt;</w:t>
      </w:r>
    </w:p>
    <w:p w14:paraId="6B3C5A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564C07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5376A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39F699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&lt;Rule&gt;Large WTO&lt;/Rule&gt;</w:t>
      </w:r>
    </w:p>
    <w:p w14:paraId="446298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1581355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&lt;PmtMtd&gt;INVS&lt;/PmtMtd&gt;</w:t>
      </w:r>
    </w:p>
    <w:p w14:paraId="18E78E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64A7E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72DA67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FC12B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70ADFE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5E01AA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00E502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C8A6E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15C1D1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77DD3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412CEDF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&lt;Rgn&gt;GB2121234&lt;/Rgn&gt;</w:t>
      </w:r>
    </w:p>
    <w:p w14:paraId="73B280E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220761F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104681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7BE972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5E45D0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4D2E78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&lt;Id&gt;101021&lt;/Id&gt;</w:t>
      </w:r>
    </w:p>
    <w:p w14:paraId="0A0939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&lt;Desc&gt;GENERAL SRVS&lt;/Desc&gt;</w:t>
      </w:r>
    </w:p>
    <w:p w14:paraId="1EEFCF5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70F1653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77C5B6F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770817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0C68AC3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&lt;Ccy&gt;EUR&lt;/Ccy&gt;</w:t>
      </w:r>
    </w:p>
    <w:p w14:paraId="26A425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24FF4C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Ccy="EUR"&gt;20.000000&lt;/Amt&gt;</w:t>
      </w:r>
    </w:p>
    <w:p w14:paraId="506E3D8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03C1A1A"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0CC213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&lt;Mtd&gt;DPRC&lt;/Mtd&gt;</w:t>
      </w:r>
    </w:p>
    <w:p w14:paraId="0C7A22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481C1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&lt;PmtMtd&gt;BCMP&lt;/PmtMtd&gt;</w:t>
      </w:r>
    </w:p>
    <w:p w14:paraId="40E479E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18269B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Ccy="DKK"&gt;20.00&lt;/Amt&gt;</w:t>
      </w:r>
    </w:p>
    <w:p w14:paraId="1C29F5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0BDAB5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763EEC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FCBC93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Ccy="GBP"&gt;13.2&lt;/Amt&gt;</w:t>
      </w:r>
    </w:p>
    <w:p w14:paraId="37F23D8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32F775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F02959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&lt;BalReqrdAcctAmt&gt;</w:t>
      </w:r>
    </w:p>
    <w:p w14:paraId="11313F7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Ccy="GBP"&gt;2500.34&lt;/Amt&gt;</w:t>
      </w:r>
    </w:p>
    <w:p w14:paraId="295C4C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4F106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&lt;/BalReqrdAcctAmt&gt;</w:t>
      </w:r>
    </w:p>
    <w:p w14:paraId="3D88AC7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F4D69C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&lt;Cd&gt;TAXE&lt;/Cd&gt;</w:t>
      </w:r>
    </w:p>
    <w:p w14:paraId="17E016F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&lt;Rgn&gt;DKK123456&lt;/Rgn&gt;</w:t>
      </w:r>
    </w:p>
    <w:p w14:paraId="0ADDDE7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7CAD5C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1C8DE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3202CD5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08D1E4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30CFA48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&lt;Id&gt;101060&lt;/Id&gt;</w:t>
      </w:r>
    </w:p>
    <w:p w14:paraId="28E75F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&lt;Desc&gt;Snapshot Statement&lt;/Desc&gt;</w:t>
      </w:r>
    </w:p>
    <w:p w14:paraId="4F48966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EBE0D5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4C1361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1E907E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86368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8B94F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&lt;Vol&gt;3&lt;/Vol&gt;</w:t>
      </w:r>
    </w:p>
    <w:p w14:paraId="481C7A3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0789DE7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4F2905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73C8B4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5C228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Ccy="GBP"&gt;13.000000&lt;/Amt&gt;</w:t>
      </w:r>
    </w:p>
    <w:p w14:paraId="349512B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5FCF1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3D0F80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62C71C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0BB04C4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&lt;PmtMtd&gt;PVCH&lt;/PmtMtd&gt;</w:t>
      </w:r>
    </w:p>
    <w:p w14:paraId="056B6A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04E961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Ccy="GBP"&gt;39.00&lt;/Amt&gt;</w:t>
      </w:r>
    </w:p>
    <w:p w14:paraId="0851D4C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65C472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5D22AF3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16A870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Ccy="GBP"&gt;39.00&lt;/Amt&gt;</w:t>
      </w:r>
    </w:p>
    <w:p w14:paraId="56FA50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BE3247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33FBD4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5F1643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&lt;Cd&gt;XMPT&lt;/Cd&gt;</w:t>
      </w:r>
    </w:p>
    <w:p w14:paraId="741BC4E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685E9F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11087F6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0E0B74E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8913C8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26CCDD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&lt;Id&gt;101101&lt;/Id&gt;</w:t>
      </w:r>
    </w:p>
    <w:p w14:paraId="1C5EBB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&lt;Desc&gt;Bank Originated Debit&lt;/Desc&gt;</w:t>
      </w:r>
    </w:p>
    <w:p w14:paraId="794E29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469BEBF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&lt;Issr&gt;AFP&lt;/Issr&gt;</w:t>
      </w:r>
    </w:p>
    <w:p w14:paraId="66B77CE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&lt;Id&gt;100000&lt;/Id&gt;</w:t>
      </w:r>
    </w:p>
    <w:p w14:paraId="283F89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&lt;/CmonCd&gt;</w:t>
      </w:r>
    </w:p>
    <w:p w14:paraId="288BD1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6E513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D347E0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1D2B57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5B8987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&lt;Ccy&gt;GBP&lt;/Ccy&gt;</w:t>
      </w:r>
    </w:p>
    <w:p w14:paraId="461C521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4785DD6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Ccy="GBP"&gt;1.230000&lt;/Amt&gt;</w:t>
      </w:r>
    </w:p>
    <w:p w14:paraId="758B6F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14F5B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C6340F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&lt;Mtd&gt;UPRC&lt;/Mtd&gt;</w:t>
      </w:r>
    </w:p>
    <w:p w14:paraId="66BFB9B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&lt;/Pric&gt;</w:t>
      </w:r>
    </w:p>
    <w:p w14:paraId="644393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&lt;PmtMtd&gt;BCMP&lt;/PmtMtd&gt;</w:t>
      </w:r>
    </w:p>
    <w:p w14:paraId="0F80FA7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2158A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Ccy="GBP"&gt;1.23&lt;/Amt&gt;</w:t>
      </w:r>
    </w:p>
    <w:p w14:paraId="6F6CB1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7D0E257"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&lt;/OrgnlChrgPric&gt;</w:t>
      </w:r>
    </w:p>
    <w:p w14:paraId="6387FA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729FD5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Ccy="GBP"&gt;1.23&lt;/Amt&gt;</w:t>
      </w:r>
    </w:p>
    <w:p w14:paraId="78C529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EDFB6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&lt;/OrgnlChrgSttlmAmt&gt;</w:t>
      </w:r>
    </w:p>
    <w:p w14:paraId="27744FF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342C250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&lt;Cd&gt;XMPT&lt;/Cd&gt;</w:t>
      </w:r>
    </w:p>
    <w:p w14:paraId="1C961C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&lt;/TaxDsgnt&gt;</w:t>
      </w:r>
    </w:p>
    <w:p w14:paraId="45C8486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&lt;/Svc&gt;</w:t>
      </w:r>
    </w:p>
    <w:p w14:paraId="2F8E8B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0A89D5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&lt;RgnNb&gt;DKK123456&lt;/RgnNb&gt;</w:t>
      </w:r>
    </w:p>
    <w:p w14:paraId="64CBF96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&lt;RgnNm&gt;Denmark&lt;/RgnNm&gt;</w:t>
      </w:r>
    </w:p>
    <w:p w14:paraId="002CA8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&lt;CstmrTaxId&gt;989812222324590&lt;/CstmrTaxId&gt;</w:t>
      </w:r>
    </w:p>
    <w:p w14:paraId="4C56C6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&lt;PtDt&gt;2007-06-30&lt;/PtDt&gt;</w:t>
      </w:r>
    </w:p>
    <w:p w14:paraId="3812C0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426A7C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&lt;VATRegnNb&gt;DK111222333&lt;/VATRegnNb&gt;</w:t>
      </w:r>
    </w:p>
    <w:p w14:paraId="0A2928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&lt;TaxRegnNb&gt;DKVAT-099&lt;/TaxRegnNb&gt;</w:t>
      </w:r>
    </w:p>
    <w:p w14:paraId="67F347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7AFE873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&lt;NmPrfx&gt;MIST&lt;/NmPrfx&gt;</w:t>
      </w:r>
    </w:p>
    <w:p w14:paraId="11969B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&lt;Nm&gt;Bjorn Bigsby&lt;/Nm&gt;</w:t>
      </w:r>
    </w:p>
    <w:p w14:paraId="59E7D30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&lt;PhneNb&gt;+140-207-333-4444&lt;/PhneNb&gt;</w:t>
      </w:r>
    </w:p>
    <w:p w14:paraId="2D983C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&lt;MobNb&gt;+140-207-333-5555&lt;/MobNb&gt;</w:t>
      </w:r>
    </w:p>
    <w:p w14:paraId="4466AB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&lt;FaxNb&gt;+140-207-098-7654&lt;/FaxNb&gt;</w:t>
      </w:r>
    </w:p>
    <w:p w14:paraId="31C50E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&lt;EmailAdr&gt;BJB@SWIFT.com&lt;/EmailAdr&gt;</w:t>
      </w:r>
    </w:p>
    <w:p w14:paraId="6FCF999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0A444B4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&lt;ChanlTp&gt;MAIL&lt;/ChanlTp&gt;</w:t>
      </w:r>
    </w:p>
    <w:p w14:paraId="79082AA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&lt;Id&gt;sjw.gamil.com&lt;/Id&gt;</w:t>
      </w:r>
    </w:p>
    <w:p w14:paraId="4959E0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&lt;/Othr&gt;</w:t>
      </w:r>
    </w:p>
    <w:p w14:paraId="18047F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7F90EF8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76417D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498911B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&lt;InvcNb&gt;DKNOT-12114&lt;/InvcNb&gt;</w:t>
      </w:r>
    </w:p>
    <w:p w14:paraId="2A7975D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10AB9E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2DBB28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15D33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&lt;Id&gt;0330&lt;/Id&gt;</w:t>
      </w:r>
    </w:p>
    <w:p w14:paraId="4F7E0D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&lt;Desc&gt;Wire Transfer&lt;/Desc&gt;</w:t>
      </w:r>
    </w:p>
    <w:p w14:paraId="31CCD2B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9BD70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1391E88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5F9200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7F1B7B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C6C3FA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3FD3C1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39A26E4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76CC5F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2F2CB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76E22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72ED7C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4B17CA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6AC528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&lt;Id&gt;101021&lt;/Id&gt;</w:t>
      </w:r>
    </w:p>
    <w:p w14:paraId="28BD0D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&lt;Desc&gt;Account Maintenance&lt;/Desc&gt;</w:t>
      </w:r>
    </w:p>
    <w:p w14:paraId="77A9E40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4B9D4D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6CBEEED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3DCA1F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723F4DA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19241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2DE28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7FCEABF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36A8E47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851CE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456F98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547B1C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0A7CA75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&lt;HstCcy&gt;DKK&lt;/HstCcy&gt;</w:t>
      </w:r>
    </w:p>
    <w:p w14:paraId="6B2C925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27F6F6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485610D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8D11E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97D0AB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4D11C41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3D9C48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Ccy="DKK"&gt;40.00&lt;/Amt&gt;</w:t>
      </w:r>
    </w:p>
    <w:p w14:paraId="2F88B0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9EAB7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2C9E74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55F7CD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1E93DD4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299CB9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Ccy="EUR"&gt;20.00&lt;/Amt&gt;</w:t>
      </w:r>
    </w:p>
    <w:p w14:paraId="7C88DD06"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994231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331329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012E24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Ccy="DKK"&gt;84.00&lt;/Amt&gt;</w:t>
      </w:r>
    </w:p>
    <w:p w14:paraId="623FC12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2E1C3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6A11D0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48883E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2DD690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Ccy="DKK"&gt;124.00&lt;/Amt&gt;</w:t>
      </w:r>
    </w:p>
    <w:p w14:paraId="1B71A6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20046D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0FA9843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7540EB3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&lt;Nb&gt;DENVAT213243&lt;/Nb&gt;</w:t>
      </w:r>
    </w:p>
    <w:p w14:paraId="568BBB2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&lt;Desc&gt;Denmark VAT Tax&lt;/Desc&gt;</w:t>
      </w:r>
    </w:p>
    <w:p w14:paraId="49968C1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&lt;Rate&gt;0.05&lt;/Rate&gt;</w:t>
      </w:r>
    </w:p>
    <w:p w14:paraId="2F88796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1A5A5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6ACD033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6012B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05EF85B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50EA06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3D05D6A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2409521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49FDC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53EA76D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4DEDA2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5464945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319AA21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Ccy="GBP"&gt;0.99&lt;/Amt&gt;</w:t>
      </w:r>
    </w:p>
    <w:p w14:paraId="1449552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C556CB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5439CD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489079B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Ccy="DKK"&gt;6.20&lt;/Amt&gt;</w:t>
      </w:r>
    </w:p>
    <w:p w14:paraId="699A17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792E7A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39CD03F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091E444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692ECD1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&lt;RgnNb&gt;GB2121234&lt;/RgnNb&gt;</w:t>
      </w:r>
    </w:p>
    <w:p w14:paraId="437F79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&lt;RgnNm&gt;Great Britain&lt;/RgnNm&gt;</w:t>
      </w:r>
    </w:p>
    <w:p w14:paraId="0C586A3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&lt;CstmrTaxId&gt;CUSNUMOVERRIDE&lt;/CstmrTaxId&gt;</w:t>
      </w:r>
    </w:p>
    <w:p w14:paraId="36EED881"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&lt;PtDt&gt;2007-06-30&lt;/PtDt&gt;</w:t>
      </w:r>
    </w:p>
    <w:p w14:paraId="03F4ACA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5C8F2E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&lt;VATRegnNb&gt;GB-879009&lt;/VATRegnNb&gt;</w:t>
      </w:r>
    </w:p>
    <w:p w14:paraId="7C05019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&lt;TaxRegnNb&gt;INV#4455GB&lt;/TaxRegnNb&gt;</w:t>
      </w:r>
    </w:p>
    <w:p w14:paraId="6719DD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664549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&lt;Nm&gt;Reginald Dentin&lt;/Nm&gt;</w:t>
      </w:r>
    </w:p>
    <w:p w14:paraId="0B2FFF2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&lt;PhneNb&gt;+144-289-123-4567&lt;/PhneNb&gt;</w:t>
      </w:r>
    </w:p>
    <w:p w14:paraId="4B5B45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&lt;MobNb&gt;+144-289-321-7654&lt;/MobNb&gt;</w:t>
      </w:r>
    </w:p>
    <w:p w14:paraId="0796134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&lt;FaxNb&gt;+144-289-123-4599&lt;/FaxNb&gt;</w:t>
      </w:r>
    </w:p>
    <w:p w14:paraId="236F3D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&lt;EmailAdr&gt;reginald.dentin@twistbank.org&lt;/EmailAdr&gt;</w:t>
      </w:r>
    </w:p>
    <w:p w14:paraId="7D84F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&lt;PrefrdMtd&gt;MAIL&lt;/PrefrdMtd&gt;</w:t>
      </w:r>
    </w:p>
    <w:p w14:paraId="7105BE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&lt;/TaxCtct&gt;</w:t>
      </w:r>
    </w:p>
    <w:p w14:paraId="04628C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&lt;/SndgFI&gt;</w:t>
      </w:r>
    </w:p>
    <w:p w14:paraId="53B2268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&lt;InvcNb&gt;INV#4455GB&lt;/InvcNb&gt;</w:t>
      </w:r>
    </w:p>
    <w:p w14:paraId="747E2A8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2732F43C" w14:textId="77777777" w:rsidR="007A03E7" w:rsidRPr="007A03E7" w:rsidRDefault="007A03E7" w:rsidP="007A03E7">
      <w:pPr>
        <w:pStyle w:val="XMLCode"/>
        <w:rPr>
          <w:highlight w:val="white"/>
          <w:lang w:val="fr-B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lang w:val="fr-BE"/>
        </w:rPr>
        <w:t>&lt;SvcDtl&gt;</w:t>
      </w:r>
    </w:p>
    <w:p w14:paraId="68D05E43"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&lt;BkSvc&gt;</w:t>
      </w:r>
    </w:p>
    <w:p w14:paraId="1CBD2096"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&lt;Id&gt;0004&lt;/Id&gt;</w:t>
      </w:r>
    </w:p>
    <w:p w14:paraId="1E97D1B7" w14:textId="77777777" w:rsidR="007A03E7" w:rsidRPr="007A03E7" w:rsidRDefault="007A03E7" w:rsidP="007A03E7">
      <w:pPr>
        <w:pStyle w:val="XMLCode"/>
        <w:rPr>
          <w:highlight w:val="white"/>
          <w:lang w:val="fr-B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t>&lt;Desc&gt;Deposits&lt;/Desc&gt;</w:t>
      </w:r>
    </w:p>
    <w:p w14:paraId="41552E4D" w14:textId="77777777" w:rsidR="007A03E7" w:rsidRPr="007A03E7" w:rsidRDefault="007A03E7" w:rsidP="007A03E7">
      <w:pPr>
        <w:pStyle w:val="XMLCode"/>
        <w:rPr>
          <w:highlight w:val="white"/>
        </w:rPr>
      </w:pP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lang w:val="fr-BE"/>
        </w:rPr>
        <w:tab/>
      </w:r>
      <w:r w:rsidRPr="007A03E7">
        <w:rPr>
          <w:highlight w:val="white"/>
        </w:rPr>
        <w:t>&lt;/BkSvc&gt;</w:t>
      </w:r>
    </w:p>
    <w:p w14:paraId="7BDE0B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&lt;Vol&gt;1&lt;/Vol&gt;</w:t>
      </w:r>
    </w:p>
    <w:p w14:paraId="105DAB9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48C4EC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45B694A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87201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18A1C10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1077F1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Ccy="GBP"&gt;150.00&lt;/Amt&gt;</w:t>
      </w:r>
    </w:p>
    <w:p w14:paraId="64843C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01BBE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377C1B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244F77D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17B5AF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3008684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&lt;Id&gt;0110&lt;/Id&gt;</w:t>
      </w:r>
    </w:p>
    <w:p w14:paraId="4D9613C2" w14:textId="77777777" w:rsidR="007A03E7" w:rsidRPr="00B16F85" w:rsidRDefault="007A03E7" w:rsidP="007A03E7">
      <w:pPr>
        <w:pStyle w:val="XMLCode"/>
        <w:rPr>
          <w:highlight w:val="white"/>
          <w:lang w:val="fr-B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B16F85">
        <w:rPr>
          <w:highlight w:val="white"/>
          <w:lang w:val="fr-BE"/>
        </w:rPr>
        <w:t>&lt;Desc&gt;Maintenance Fee&lt;/Desc&gt;</w:t>
      </w:r>
    </w:p>
    <w:p w14:paraId="1180E5C0" w14:textId="77777777" w:rsidR="007A03E7" w:rsidRPr="00B16F85" w:rsidRDefault="007A03E7" w:rsidP="007A03E7">
      <w:pPr>
        <w:pStyle w:val="XMLCode"/>
        <w:rPr>
          <w:highlight w:val="white"/>
          <w:lang w:val="fr-BE"/>
        </w:rPr>
      </w:pP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t>&lt;/BkSvc&gt;</w:t>
      </w:r>
    </w:p>
    <w:p w14:paraId="18FABC49" w14:textId="77777777" w:rsidR="007A03E7" w:rsidRPr="007A03E7" w:rsidRDefault="007A03E7" w:rsidP="007A03E7">
      <w:pPr>
        <w:pStyle w:val="XMLCode"/>
        <w:rPr>
          <w:highlight w:val="white"/>
        </w:rPr>
      </w:pP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B16F85">
        <w:rPr>
          <w:highlight w:val="white"/>
          <w:lang w:val="fr-BE"/>
        </w:rPr>
        <w:tab/>
      </w:r>
      <w:r w:rsidRPr="007A03E7">
        <w:rPr>
          <w:highlight w:val="white"/>
        </w:rPr>
        <w:t>&lt;Vol&gt;1&lt;/Vol&gt;</w:t>
      </w:r>
    </w:p>
    <w:p w14:paraId="6616059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5E0B60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48B55F9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215E0D"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282201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3B8E17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Ccy="GBP"&gt;27.00&lt;/Amt&gt;</w:t>
      </w:r>
    </w:p>
    <w:p w14:paraId="551624D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D8FEF8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25E5A4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75E3B54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3BAD961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0D64E18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&lt;Id&gt;0003&lt;/Id&gt;</w:t>
      </w:r>
    </w:p>
    <w:p w14:paraId="722CCFB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&lt;Desc&gt;Checks&lt;/Desc&gt;</w:t>
      </w:r>
    </w:p>
    <w:p w14:paraId="3C29408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&lt;/BkSvc&gt;</w:t>
      </w:r>
    </w:p>
    <w:p w14:paraId="159D329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&lt;Vol&gt;1000&lt;/Vol&gt;</w:t>
      </w:r>
    </w:p>
    <w:p w14:paraId="4AA9AF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6AAB9A6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Ccy="GBP"&gt;0.085&lt;/Amt&gt;</w:t>
      </w:r>
    </w:p>
    <w:p w14:paraId="544EF72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46C3A3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&lt;/UnitPric&gt;</w:t>
      </w:r>
    </w:p>
    <w:p w14:paraId="7701CF1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1B722B9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Ccy="GBP"&gt;85.00&lt;/Amt&gt;</w:t>
      </w:r>
    </w:p>
    <w:p w14:paraId="05FE83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FFD970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&lt;/SvcChrgAmt&gt;</w:t>
      </w:r>
    </w:p>
    <w:p w14:paraId="0E978F2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&lt;/SvcDtl&gt;</w:t>
      </w:r>
    </w:p>
    <w:p w14:paraId="675CB4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A959A1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&lt;HstCcy&gt;GBP&lt;/HstCcy&gt;</w:t>
      </w:r>
    </w:p>
    <w:p w14:paraId="0844AAA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4D53F47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28D6D96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555FA35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109B5F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&lt;/SrcAmt&gt;</w:t>
      </w:r>
    </w:p>
    <w:p w14:paraId="7C96A68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3A7ECB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2D3EAFE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8EF99F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&lt;/HstAmt&gt;</w:t>
      </w:r>
    </w:p>
    <w:p w14:paraId="7AF1AF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&lt;/TaxblSvcChrgConvs&gt;</w:t>
      </w:r>
    </w:p>
    <w:p w14:paraId="24D3AE4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67D0B4E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Ccy="GBP"&gt;191.32&lt;/Amt&gt;</w:t>
      </w:r>
    </w:p>
    <w:p w14:paraId="4CB7D73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3C8D4D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&lt;/TtlTaxblSvcChrgHstAmt&gt;</w:t>
      </w:r>
    </w:p>
    <w:p w14:paraId="0A991C5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2EE1C55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&lt;Nb&gt;GBVAT&lt;/Nb&gt;</w:t>
      </w:r>
    </w:p>
    <w:p w14:paraId="265DA016"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&lt;Desc&gt;United Kingdom VAT&lt;/Desc&gt;</w:t>
      </w:r>
    </w:p>
    <w:p w14:paraId="70D325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&lt;Rate&gt;0.1750000000&lt;/Rate&gt;</w:t>
      </w:r>
    </w:p>
    <w:p w14:paraId="6F62452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8036CB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Ccy="GBP"&gt;33.48&lt;/Amt&gt;</w:t>
      </w:r>
    </w:p>
    <w:p w14:paraId="266D8A7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365814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781D1AF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0F9F787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73DCB90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&lt;Nb&gt;LCTYGBVAT&lt;/Nb&gt;</w:t>
      </w:r>
    </w:p>
    <w:p w14:paraId="75B2446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&lt;Desc&gt;London City Tax&lt;/Desc&gt;</w:t>
      </w:r>
    </w:p>
    <w:p w14:paraId="52F7637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&lt;Rate&gt;0.02&lt;/Rate&gt;</w:t>
      </w:r>
    </w:p>
    <w:p w14:paraId="77AF6E5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2028326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Ccy="GBP"&gt;3.83&lt;/Amt&gt;</w:t>
      </w:r>
    </w:p>
    <w:p w14:paraId="41237C8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096C32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&lt;/TtlTaxAmt&gt;</w:t>
      </w:r>
    </w:p>
    <w:p w14:paraId="16E70A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&lt;/TaxId&gt;</w:t>
      </w:r>
    </w:p>
    <w:p w14:paraId="389019A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0B361B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35D651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A110C7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&lt;/TtlTax&gt;</w:t>
      </w:r>
    </w:p>
    <w:p w14:paraId="7B18339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&lt;/TaxClctn&gt;</w:t>
      </w:r>
    </w:p>
    <w:p w14:paraId="6A809D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&lt;/MtdC&gt;</w:t>
      </w:r>
    </w:p>
    <w:p w14:paraId="631D4EE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7669E08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56D722E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663215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&lt;/SttlmAmt&gt;</w:t>
      </w:r>
    </w:p>
    <w:p w14:paraId="740287CD"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2020C01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Ccy="GBP"&gt;37.31&lt;/Amt&gt;</w:t>
      </w:r>
    </w:p>
    <w:p w14:paraId="23759BC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1E6EDD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&lt;/TaxDueToRgn&gt;</w:t>
      </w:r>
    </w:p>
    <w:p w14:paraId="433E962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&lt;/TaxRgn&gt;</w:t>
      </w:r>
    </w:p>
    <w:p w14:paraId="531298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&lt;BalAdjstmnt&gt;</w:t>
      </w:r>
    </w:p>
    <w:p w14:paraId="0B7153E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&lt;Tp&gt;FLOT&lt;/Tp&gt;</w:t>
      </w:r>
    </w:p>
    <w:p w14:paraId="15AC598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&lt;Desc&gt;Adjustment&lt;/Desc&gt;</w:t>
      </w:r>
    </w:p>
    <w:p w14:paraId="0FF341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&lt;BalAmt&gt;</w:t>
      </w:r>
    </w:p>
    <w:p w14:paraId="022A3A3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Ccy="GBP"&gt;234.56&lt;/Amt&gt;</w:t>
      </w:r>
    </w:p>
    <w:p w14:paraId="29086A09"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&lt;Sgn&gt;false&lt;/Sgn&gt;</w:t>
      </w:r>
    </w:p>
    <w:p w14:paraId="42D8A02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&lt;/BalAmt&gt;</w:t>
      </w:r>
    </w:p>
    <w:p w14:paraId="0B84001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&lt;ErrDt&gt;2003-05-15&lt;/ErrDt&gt;</w:t>
      </w:r>
    </w:p>
    <w:p w14:paraId="620312C5"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&lt;PstngDt&gt;2003-06-02&lt;/PstngDt&gt;</w:t>
      </w:r>
    </w:p>
    <w:p w14:paraId="2AF3E8C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&lt;Days&gt;18&lt;/Days&gt;</w:t>
      </w:r>
    </w:p>
    <w:p w14:paraId="6A370D7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&lt;EarngsAdjstmntAmt&gt;</w:t>
      </w:r>
    </w:p>
    <w:p w14:paraId="5D0D486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Ccy="GBP"&gt;12.34&lt;/Amt&gt;</w:t>
      </w:r>
    </w:p>
    <w:p w14:paraId="619F890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&lt;Sgn&gt;false&lt;/Sgn&gt;</w:t>
      </w:r>
    </w:p>
    <w:p w14:paraId="4057F9A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&lt;/EarngsAdjstmntAmt&gt;</w:t>
      </w:r>
    </w:p>
    <w:p w14:paraId="0A11530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&lt;/BalAdjstmnt&gt;</w:t>
      </w:r>
    </w:p>
    <w:p w14:paraId="55AB522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&lt;SvcAdjstmnt&gt;</w:t>
      </w:r>
    </w:p>
    <w:p w14:paraId="287C038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&lt;Tp&gt;COMP&lt;/Tp&gt;</w:t>
      </w:r>
    </w:p>
    <w:p w14:paraId="38A120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&lt;Desc&gt;Error Correction&lt;/Desc&gt;</w:t>
      </w:r>
    </w:p>
    <w:p w14:paraId="1866A8A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&lt;Amt&gt;</w:t>
      </w:r>
    </w:p>
    <w:p w14:paraId="3560F67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Ccy="GBP"&gt;43.21&lt;/Amt&gt;</w:t>
      </w:r>
    </w:p>
    <w:p w14:paraId="63DB3CD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6CBA049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&lt;/Amt&gt;</w:t>
      </w:r>
    </w:p>
    <w:p w14:paraId="374F9BD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&lt;BalReqrdAmt&gt;</w:t>
      </w:r>
    </w:p>
    <w:p w14:paraId="041AE99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Ccy="GBP"&gt;1.02&lt;/Amt&gt;</w:t>
      </w:r>
    </w:p>
    <w:p w14:paraId="178109B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4C5DCD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&lt;/BalReqrdAmt&gt;</w:t>
      </w:r>
    </w:p>
    <w:p w14:paraId="459FA22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&lt;ErrDt&gt;2003-05-31&lt;/ErrDt&gt;</w:t>
      </w:r>
    </w:p>
    <w:p w14:paraId="181D535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&lt;AdjstmntId&gt;0004&lt;/AdjstmntId&gt;</w:t>
      </w:r>
    </w:p>
    <w:p w14:paraId="3812226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2ABE399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5EB4E2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&lt;Cd&gt;STOR&lt;/Cd&gt;</w:t>
      </w:r>
    </w:p>
    <w:p w14:paraId="5C753BDC"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&lt;/Issr&gt;</w:t>
      </w:r>
    </w:p>
    <w:p w14:paraId="18863DF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&lt;Id&gt;NY12345&lt;/Id&gt;</w:t>
      </w:r>
    </w:p>
    <w:p w14:paraId="7104EF4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&lt;/SubSvc&gt;</w:t>
      </w:r>
    </w:p>
    <w:p w14:paraId="655D0F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&lt;PricChng&gt;</w:t>
      </w:r>
    </w:p>
    <w:p w14:paraId="3E163FE8"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Ccy="GBP"&gt;10&lt;/Amt&gt;</w:t>
      </w:r>
    </w:p>
    <w:p w14:paraId="769E823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39F771F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&lt;/PricChng&gt;</w:t>
      </w:r>
    </w:p>
    <w:p w14:paraId="64DD05A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&lt;OrgnlPric&gt;</w:t>
      </w:r>
    </w:p>
    <w:p w14:paraId="0E2E8C1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Ccy="GBP"&gt;20&lt;/Amt&gt;</w:t>
      </w:r>
    </w:p>
    <w:p w14:paraId="2AC23A6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78487E8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&lt;/OrgnlPric&gt;</w:t>
      </w:r>
    </w:p>
    <w:p w14:paraId="1029EDF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&lt;NewPric&gt;</w:t>
      </w:r>
    </w:p>
    <w:p w14:paraId="339ABAC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Ccy="GBP"&gt;30&lt;/Amt&gt;</w:t>
      </w:r>
    </w:p>
    <w:p w14:paraId="51FC37EA"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53F9DAC2"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&lt;/NewPric&gt;</w:t>
      </w:r>
    </w:p>
    <w:p w14:paraId="334A1AA5"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&lt;VolChng&gt;20&lt;/VolChng&gt;</w:t>
      </w:r>
    </w:p>
    <w:p w14:paraId="3CED016F" w14:textId="77777777" w:rsidR="007A03E7" w:rsidRPr="007A03E7" w:rsidRDefault="007A03E7" w:rsidP="007A03E7">
      <w:pPr>
        <w:pStyle w:val="XMLCode"/>
        <w:rPr>
          <w:highlight w:val="white"/>
        </w:rPr>
      </w:pPr>
      <w:r w:rsidRPr="007A03E7">
        <w:rPr>
          <w:highlight w:val="white"/>
        </w:rPr>
        <w:lastRenderedPageBreak/>
        <w:tab/>
      </w:r>
      <w:r w:rsidRPr="007A03E7">
        <w:rPr>
          <w:highlight w:val="white"/>
        </w:rPr>
        <w:tab/>
      </w:r>
      <w:r w:rsidRPr="007A03E7">
        <w:rPr>
          <w:highlight w:val="white"/>
        </w:rPr>
        <w:tab/>
      </w:r>
      <w:r w:rsidRPr="007A03E7">
        <w:rPr>
          <w:highlight w:val="white"/>
        </w:rPr>
        <w:tab/>
      </w:r>
      <w:r w:rsidRPr="007A03E7">
        <w:rPr>
          <w:highlight w:val="white"/>
        </w:rPr>
        <w:tab/>
        <w:t>&lt;OrgnlVol&gt;5&lt;/OrgnlVol&gt;</w:t>
      </w:r>
    </w:p>
    <w:p w14:paraId="6B5CE2D4"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&lt;NewVol&gt;25&lt;/NewVol&gt;</w:t>
      </w:r>
    </w:p>
    <w:p w14:paraId="6576C13F"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&lt;OrgnlChrgAmt&gt;</w:t>
      </w:r>
    </w:p>
    <w:p w14:paraId="17E06CD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Ccy="GBP"&gt;100&lt;/Amt&gt;</w:t>
      </w:r>
    </w:p>
    <w:p w14:paraId="17BB937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1214707B"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&lt;/OrgnlChrgAmt&gt;</w:t>
      </w:r>
    </w:p>
    <w:p w14:paraId="352BE006"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&lt;NewChrgAmt&gt;</w:t>
      </w:r>
    </w:p>
    <w:p w14:paraId="6F3E08A3"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&lt;Amt Ccy="GBP"&gt;750&lt;/Amt&gt;</w:t>
      </w:r>
    </w:p>
    <w:p w14:paraId="39DE59D7"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&lt;Sgn&gt;true&lt;/Sgn&gt;</w:t>
      </w:r>
    </w:p>
    <w:p w14:paraId="22295411"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r>
      <w:r w:rsidRPr="007A03E7">
        <w:rPr>
          <w:highlight w:val="white"/>
        </w:rPr>
        <w:tab/>
        <w:t>&lt;/NewChrgAmt&gt;</w:t>
      </w:r>
    </w:p>
    <w:p w14:paraId="268AC42E"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r>
      <w:r w:rsidRPr="007A03E7">
        <w:rPr>
          <w:highlight w:val="white"/>
        </w:rPr>
        <w:tab/>
        <w:t>&lt;/SvcAdjstmnt&gt;</w:t>
      </w:r>
    </w:p>
    <w:p w14:paraId="3494CE70" w14:textId="77777777" w:rsidR="007A03E7" w:rsidRPr="007A03E7" w:rsidRDefault="007A03E7" w:rsidP="007A03E7">
      <w:pPr>
        <w:pStyle w:val="XMLCode"/>
        <w:rPr>
          <w:highlight w:val="white"/>
        </w:rPr>
      </w:pPr>
      <w:r w:rsidRPr="007A03E7">
        <w:rPr>
          <w:highlight w:val="white"/>
        </w:rPr>
        <w:tab/>
      </w:r>
      <w:r w:rsidRPr="007A03E7">
        <w:rPr>
          <w:highlight w:val="white"/>
        </w:rPr>
        <w:tab/>
      </w:r>
      <w:r w:rsidRPr="007A03E7">
        <w:rPr>
          <w:highlight w:val="white"/>
        </w:rPr>
        <w:tab/>
        <w:t>&lt;/BllgStmt&gt;</w:t>
      </w:r>
    </w:p>
    <w:p w14:paraId="4BC05B3B" w14:textId="77777777" w:rsidR="007A03E7" w:rsidRPr="007A03E7" w:rsidRDefault="007A03E7" w:rsidP="007A03E7">
      <w:pPr>
        <w:pStyle w:val="XMLCode"/>
        <w:rPr>
          <w:highlight w:val="white"/>
        </w:rPr>
      </w:pPr>
      <w:r w:rsidRPr="007A03E7">
        <w:rPr>
          <w:highlight w:val="white"/>
        </w:rPr>
        <w:tab/>
      </w:r>
      <w:r w:rsidRPr="007A03E7">
        <w:rPr>
          <w:highlight w:val="white"/>
        </w:rPr>
        <w:tab/>
        <w:t>&lt;/BllgStmtGrp&gt;</w:t>
      </w:r>
    </w:p>
    <w:p w14:paraId="2D78B748" w14:textId="77777777" w:rsidR="00D5111F" w:rsidRDefault="007A03E7" w:rsidP="007A03E7">
      <w:pPr>
        <w:pStyle w:val="XMLCode"/>
      </w:pPr>
      <w:r w:rsidRPr="007A03E7">
        <w:rPr>
          <w:highlight w:val="white"/>
        </w:rPr>
        <w:tab/>
        <w:t>&lt;/BkSvcsBllgStmt&gt;</w:t>
      </w:r>
    </w:p>
    <w:p w14:paraId="27C01E1F" w14:textId="77777777" w:rsidR="00176D27" w:rsidRPr="00176D27" w:rsidRDefault="00176D27" w:rsidP="00176D27">
      <w:pPr>
        <w:sectPr w:rsidR="00176D27" w:rsidRPr="00176D27" w:rsidSect="006E0076">
          <w:headerReference w:type="even" r:id="rId36"/>
          <w:headerReference w:type="default" r:id="rId37"/>
          <w:footerReference w:type="even" r:id="rId38"/>
          <w:type w:val="oddPage"/>
          <w:pgSz w:w="11909" w:h="15840" w:code="9"/>
          <w:pgMar w:top="1021" w:right="1304" w:bottom="1701" w:left="1304" w:header="567" w:footer="567" w:gutter="0"/>
          <w:cols w:space="720"/>
        </w:sectPr>
      </w:pPr>
    </w:p>
    <w:p w14:paraId="10505F56" w14:textId="77777777" w:rsidR="0095001B" w:rsidRPr="002460A4" w:rsidRDefault="0095001B" w:rsidP="0095001B">
      <w:pPr>
        <w:pStyle w:val="Heading1"/>
      </w:pPr>
      <w:bookmarkStart w:id="24" w:name="_Toc348941504"/>
      <w:bookmarkStart w:id="25" w:name="_Toc349914635"/>
      <w:bookmarkStart w:id="26" w:name="_Toc412731884"/>
      <w:bookmarkStart w:id="27" w:name="_Toc437437164"/>
      <w:bookmarkStart w:id="28" w:name="_Toc437519336"/>
      <w:bookmarkStart w:id="29" w:name="_Toc63764908"/>
      <w:r w:rsidRPr="00AB186C">
        <w:lastRenderedPageBreak/>
        <w:t>Revision Record</w:t>
      </w:r>
      <w:bookmarkEnd w:id="24"/>
      <w:bookmarkEnd w:id="25"/>
      <w:bookmarkEnd w:id="26"/>
      <w:bookmarkEnd w:id="27"/>
      <w:bookmarkEnd w:id="28"/>
      <w:bookmarkEnd w:id="29"/>
    </w:p>
    <w:p w14:paraId="76661212" w14:textId="77777777" w:rsidR="0095001B" w:rsidRPr="002460A4" w:rsidRDefault="0095001B" w:rsidP="0095001B"/>
    <w:tbl>
      <w:tblPr>
        <w:tblStyle w:val="TableShaded1stRow"/>
        <w:tblW w:w="0" w:type="auto"/>
        <w:tblLook w:val="04A0" w:firstRow="1" w:lastRow="0" w:firstColumn="1" w:lastColumn="0" w:noHBand="0" w:noVBand="1"/>
      </w:tblPr>
      <w:tblGrid>
        <w:gridCol w:w="1183"/>
        <w:gridCol w:w="1530"/>
        <w:gridCol w:w="1170"/>
        <w:gridCol w:w="2659"/>
        <w:gridCol w:w="1597"/>
      </w:tblGrid>
      <w:tr w:rsidR="0095001B" w:rsidRPr="0090251C" w14:paraId="23075B55" w14:textId="77777777" w:rsidTr="007B7340">
        <w:trPr>
          <w:cnfStyle w:val="100000000000" w:firstRow="1" w:lastRow="0" w:firstColumn="0" w:lastColumn="0" w:oddVBand="0" w:evenVBand="0" w:oddHBand="0" w:evenHBand="0" w:firstRowFirstColumn="0" w:firstRowLastColumn="0" w:lastRowFirstColumn="0" w:lastRowLastColumn="0"/>
        </w:trPr>
        <w:tc>
          <w:tcPr>
            <w:tcW w:w="1183" w:type="dxa"/>
          </w:tcPr>
          <w:p w14:paraId="44D046B5" w14:textId="77777777" w:rsidR="0095001B" w:rsidRPr="0095001B" w:rsidRDefault="0095001B" w:rsidP="007B7340">
            <w:pPr>
              <w:pStyle w:val="TableHeading"/>
            </w:pPr>
            <w:r w:rsidRPr="002460A4">
              <w:t>Revision</w:t>
            </w:r>
          </w:p>
        </w:tc>
        <w:tc>
          <w:tcPr>
            <w:tcW w:w="1530" w:type="dxa"/>
          </w:tcPr>
          <w:p w14:paraId="05356580" w14:textId="77777777" w:rsidR="0095001B" w:rsidRPr="0095001B" w:rsidRDefault="0095001B" w:rsidP="007B7340">
            <w:pPr>
              <w:pStyle w:val="TableHeading"/>
            </w:pPr>
            <w:r w:rsidRPr="002460A4">
              <w:t>Date</w:t>
            </w:r>
          </w:p>
        </w:tc>
        <w:tc>
          <w:tcPr>
            <w:tcW w:w="1170" w:type="dxa"/>
          </w:tcPr>
          <w:p w14:paraId="6C838782" w14:textId="77777777" w:rsidR="0095001B" w:rsidRPr="0095001B" w:rsidRDefault="0095001B" w:rsidP="007B7340">
            <w:pPr>
              <w:pStyle w:val="TableHeading"/>
            </w:pPr>
            <w:r w:rsidRPr="002460A4">
              <w:t>Author</w:t>
            </w:r>
          </w:p>
        </w:tc>
        <w:tc>
          <w:tcPr>
            <w:tcW w:w="2659" w:type="dxa"/>
          </w:tcPr>
          <w:p w14:paraId="0CF28648" w14:textId="77777777" w:rsidR="0095001B" w:rsidRPr="0095001B" w:rsidRDefault="0095001B" w:rsidP="007B7340">
            <w:pPr>
              <w:pStyle w:val="TableHeading"/>
            </w:pPr>
            <w:r w:rsidRPr="002460A4">
              <w:t>Description</w:t>
            </w:r>
          </w:p>
        </w:tc>
        <w:tc>
          <w:tcPr>
            <w:tcW w:w="1597" w:type="dxa"/>
          </w:tcPr>
          <w:p w14:paraId="4F163BF7" w14:textId="77777777" w:rsidR="0095001B" w:rsidRPr="0095001B" w:rsidRDefault="0095001B" w:rsidP="007B7340">
            <w:pPr>
              <w:pStyle w:val="TableHeading"/>
            </w:pPr>
            <w:r w:rsidRPr="002460A4">
              <w:t>Sections affected</w:t>
            </w:r>
          </w:p>
        </w:tc>
      </w:tr>
      <w:tr w:rsidR="007B7340" w:rsidRPr="00CB42A4" w14:paraId="632AA156" w14:textId="77777777" w:rsidTr="007B7340">
        <w:tc>
          <w:tcPr>
            <w:tcW w:w="1183" w:type="dxa"/>
          </w:tcPr>
          <w:p w14:paraId="6C47953B" w14:textId="77777777" w:rsidR="007B7340" w:rsidRPr="007B7340" w:rsidRDefault="007B7340" w:rsidP="007B7340">
            <w:pPr>
              <w:pStyle w:val="TableText"/>
            </w:pPr>
            <w:r w:rsidRPr="007B7340">
              <w:t>1.0</w:t>
            </w:r>
          </w:p>
        </w:tc>
        <w:tc>
          <w:tcPr>
            <w:tcW w:w="1530" w:type="dxa"/>
          </w:tcPr>
          <w:p w14:paraId="1134F1F8" w14:textId="68F2D66E" w:rsidR="007B7340" w:rsidRPr="007B7340" w:rsidRDefault="007B7340" w:rsidP="007B7340">
            <w:pPr>
              <w:pStyle w:val="TableText"/>
            </w:pPr>
            <w:r w:rsidRPr="007B7340">
              <w:t>9 February 2021</w:t>
            </w:r>
          </w:p>
        </w:tc>
        <w:tc>
          <w:tcPr>
            <w:tcW w:w="1170" w:type="dxa"/>
          </w:tcPr>
          <w:p w14:paraId="3733828C" w14:textId="2D777354" w:rsidR="007B7340" w:rsidRPr="007B7340" w:rsidRDefault="007B7340" w:rsidP="007B7340">
            <w:pPr>
              <w:pStyle w:val="TableText"/>
            </w:pPr>
            <w:r w:rsidRPr="007B7340">
              <w:t>SWIFT</w:t>
            </w:r>
          </w:p>
        </w:tc>
        <w:tc>
          <w:tcPr>
            <w:tcW w:w="2659" w:type="dxa"/>
          </w:tcPr>
          <w:p w14:paraId="4E240B53" w14:textId="67978786" w:rsidR="007B7340" w:rsidRPr="007B7340" w:rsidRDefault="007B7340" w:rsidP="007B7340">
            <w:pPr>
              <w:pStyle w:val="TableText"/>
            </w:pPr>
            <w:r w:rsidRPr="007B7340">
              <w:t>Updates for maintenance 2020-2021</w:t>
            </w:r>
          </w:p>
        </w:tc>
        <w:tc>
          <w:tcPr>
            <w:tcW w:w="1597" w:type="dxa"/>
          </w:tcPr>
          <w:p w14:paraId="57D36085" w14:textId="77777777" w:rsidR="007B7340" w:rsidRPr="007B7340" w:rsidRDefault="007B7340" w:rsidP="007B7340">
            <w:pPr>
              <w:pStyle w:val="TableText"/>
            </w:pPr>
            <w:r w:rsidRPr="007B7340">
              <w:t>All</w:t>
            </w:r>
          </w:p>
        </w:tc>
      </w:tr>
    </w:tbl>
    <w:p w14:paraId="4E6A640C" w14:textId="77777777" w:rsidR="007B7340" w:rsidRPr="007B7340" w:rsidRDefault="007B7340" w:rsidP="007B7340">
      <w:pPr>
        <w:pStyle w:val="BlockLabel"/>
      </w:pPr>
      <w:r w:rsidRPr="007B7340">
        <w:t>Disclaimer</w:t>
      </w:r>
    </w:p>
    <w:p w14:paraId="628D0A62" w14:textId="77777777" w:rsidR="007B7340" w:rsidRPr="007B7340" w:rsidRDefault="007B7340" w:rsidP="007B7340">
      <w:r w:rsidRPr="007B7340">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57D42C43" w14:textId="77777777" w:rsidR="007B7340" w:rsidRPr="007B7340" w:rsidRDefault="007B7340" w:rsidP="007B7340">
      <w:r w:rsidRPr="007B7340">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1B2FE4E" w14:textId="77777777" w:rsidR="007B7340" w:rsidRPr="007B7340" w:rsidRDefault="007B7340" w:rsidP="007B7340">
      <w:pPr>
        <w:pStyle w:val="BlockLabel"/>
      </w:pPr>
      <w:r w:rsidRPr="007B7340">
        <w:t>Intellectual Property Rights</w:t>
      </w:r>
    </w:p>
    <w:p w14:paraId="4AD2A265" w14:textId="77777777" w:rsidR="007B7340" w:rsidRPr="007B7340" w:rsidRDefault="007B7340" w:rsidP="007B7340">
      <w:r w:rsidRPr="007B7340">
        <w:t>The ISO 20022 MessageDefinitions described in this document were contributed by SWIFT. The ISO 20022 IPR policy is available at www.ISO20022.org &gt; About ISO 20022 &gt; Intellectual Property Rights.</w:t>
      </w:r>
    </w:p>
    <w:p w14:paraId="4A05B6EA" w14:textId="34A8E51D" w:rsidR="00DD3851" w:rsidRDefault="00DD3851" w:rsidP="007B7340"/>
    <w:sectPr w:rsidR="00DD3851" w:rsidSect="006E0076">
      <w:headerReference w:type="default" r:id="rId39"/>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54763" w14:textId="77777777" w:rsidR="000454E6" w:rsidRDefault="000454E6" w:rsidP="005A6353">
      <w:r>
        <w:separator/>
      </w:r>
    </w:p>
  </w:endnote>
  <w:endnote w:type="continuationSeparator" w:id="0">
    <w:p w14:paraId="6655E378" w14:textId="77777777" w:rsidR="000454E6" w:rsidRDefault="000454E6"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72779" w14:textId="77777777" w:rsidR="00681D74" w:rsidRDefault="00681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9684" w14:textId="77777777" w:rsidR="000454E6" w:rsidRPr="00154689" w:rsidRDefault="000454E6" w:rsidP="00154689">
    <w:pPr>
      <w:pStyle w:val="Footerodd"/>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454E6" w14:paraId="2566C2D8" w14:textId="77777777" w:rsidTr="007131A3">
      <w:tc>
        <w:tcPr>
          <w:tcW w:w="4253" w:type="dxa"/>
        </w:tcPr>
        <w:p w14:paraId="04EA378C" w14:textId="77777777" w:rsidR="000454E6" w:rsidRPr="00154689" w:rsidRDefault="000454E6" w:rsidP="009609B8">
          <w:pPr>
            <w:pStyle w:val="Footereven"/>
          </w:pPr>
          <w:r>
            <w:rPr>
              <w:noProof/>
            </w:rPr>
            <w:fldChar w:fldCharType="begin"/>
          </w:r>
          <w:r>
            <w:rPr>
              <w:noProof/>
              <w:lang w:eastAsia="en-US"/>
            </w:rPr>
            <w:instrText xml:space="preserve"> STYLEREF  "Product Name"  \* MERGEFORMAT </w:instrText>
          </w:r>
          <w:r>
            <w:rPr>
              <w:noProof/>
            </w:rPr>
            <w:fldChar w:fldCharType="separate"/>
          </w:r>
          <w:r>
            <w:rPr>
              <w:noProof/>
            </w:rPr>
            <w:t>Bank Services Billing</w:t>
          </w:r>
          <w:r>
            <w:rPr>
              <w:noProof/>
            </w:rPr>
            <w:fldChar w:fldCharType="end"/>
          </w:r>
        </w:p>
      </w:tc>
      <w:tc>
        <w:tcPr>
          <w:tcW w:w="567" w:type="dxa"/>
        </w:tcPr>
        <w:p w14:paraId="2861B76C" w14:textId="77777777" w:rsidR="000454E6" w:rsidRPr="00154689" w:rsidRDefault="000454E6" w:rsidP="00154689">
          <w:pPr>
            <w:pStyle w:val="Footereven"/>
          </w:pPr>
          <w:r w:rsidRPr="00154689">
            <w:rPr>
              <w:rFonts w:eastAsia="Times"/>
            </w:rPr>
            <w:fldChar w:fldCharType="begin"/>
          </w:r>
          <w:r w:rsidRPr="00154689">
            <w:rPr>
              <w:rFonts w:eastAsia="Times"/>
            </w:rPr>
            <w:instrText xml:space="preserve"> PAGE </w:instrText>
          </w:r>
          <w:r w:rsidRPr="00154689">
            <w:rPr>
              <w:rFonts w:eastAsia="Times"/>
            </w:rPr>
            <w:fldChar w:fldCharType="separate"/>
          </w:r>
          <w:r>
            <w:rPr>
              <w:rFonts w:eastAsia="Times"/>
              <w:noProof/>
            </w:rPr>
            <w:t>2</w:t>
          </w:r>
          <w:r w:rsidRPr="00154689">
            <w:rPr>
              <w:rFonts w:eastAsia="Times"/>
            </w:rPr>
            <w:fldChar w:fldCharType="end"/>
          </w:r>
        </w:p>
      </w:tc>
      <w:tc>
        <w:tcPr>
          <w:tcW w:w="4394" w:type="dxa"/>
        </w:tcPr>
        <w:p w14:paraId="47C6819A" w14:textId="77777777" w:rsidR="000454E6" w:rsidRPr="00154689" w:rsidRDefault="000454E6" w:rsidP="00154689">
          <w:pPr>
            <w:pStyle w:val="Footereven"/>
          </w:pPr>
          <w:r w:rsidRPr="00154689">
            <w:tab/>
          </w:r>
          <w:r w:rsidRPr="00154689">
            <w:tab/>
            <w:t>01 December 2015</w:t>
          </w:r>
          <w:r w:rsidRPr="00154689">
            <w:fldChar w:fldCharType="begin"/>
          </w:r>
          <w:r w:rsidRPr="00154689">
            <w:instrText xml:space="preserve"> STYLEREF  "Release date"  \* MERGEFORMAT </w:instrText>
          </w:r>
          <w:r w:rsidRPr="00154689">
            <w:fldChar w:fldCharType="end"/>
          </w:r>
        </w:p>
      </w:tc>
    </w:tr>
  </w:tbl>
  <w:p w14:paraId="724DA066" w14:textId="77777777" w:rsidR="000454E6" w:rsidRPr="00154689" w:rsidRDefault="000454E6" w:rsidP="001546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62A5F" w14:textId="77777777" w:rsidR="00681D74" w:rsidRDefault="00681D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DECC8" w14:textId="77777777" w:rsidR="000454E6" w:rsidRDefault="000454E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2437980C" w14:textId="77777777" w:rsidTr="000E2675">
      <w:trPr>
        <w:cantSplit/>
        <w:trHeight w:hRule="exact" w:val="50"/>
      </w:trPr>
      <w:tc>
        <w:tcPr>
          <w:tcW w:w="9242" w:type="dxa"/>
        </w:tcPr>
        <w:p w14:paraId="4881521A" w14:textId="77777777" w:rsidR="000454E6" w:rsidRDefault="000454E6" w:rsidP="005A6353"/>
      </w:tc>
    </w:tr>
  </w:tbl>
  <w:p w14:paraId="03D0DC1B" w14:textId="77777777" w:rsidR="000454E6" w:rsidRPr="00BB3079" w:rsidRDefault="000454E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814FB" w14:textId="77777777" w:rsidR="000454E6" w:rsidRDefault="000454E6"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454E6" w14:paraId="6148771A" w14:textId="77777777" w:rsidTr="006E0076">
      <w:tc>
        <w:tcPr>
          <w:tcW w:w="4253" w:type="dxa"/>
        </w:tcPr>
        <w:p w14:paraId="4289A4FE" w14:textId="77777777" w:rsidR="000454E6" w:rsidRPr="006E0076" w:rsidRDefault="000454E6" w:rsidP="004E0CE9">
          <w:pPr>
            <w:pStyle w:val="Footereven"/>
            <w:rPr>
              <w:noProof/>
            </w:rPr>
          </w:pPr>
          <w:r>
            <w:t>Bank Services Billing</w:t>
          </w:r>
        </w:p>
      </w:tc>
      <w:tc>
        <w:tcPr>
          <w:tcW w:w="567" w:type="dxa"/>
        </w:tcPr>
        <w:p w14:paraId="358B8CE0" w14:textId="3B56C217" w:rsidR="000454E6" w:rsidRDefault="000454E6" w:rsidP="000017C4">
          <w:pPr>
            <w:pStyle w:val="Footereven"/>
          </w:pPr>
          <w:r>
            <w:rPr>
              <w:rFonts w:eastAsia="Times"/>
            </w:rPr>
            <w:fldChar w:fldCharType="begin"/>
          </w:r>
          <w:r>
            <w:rPr>
              <w:rFonts w:eastAsia="Times"/>
            </w:rPr>
            <w:instrText xml:space="preserve"> PAGE </w:instrText>
          </w:r>
          <w:r>
            <w:rPr>
              <w:rFonts w:eastAsia="Times"/>
            </w:rPr>
            <w:fldChar w:fldCharType="separate"/>
          </w:r>
          <w:r w:rsidR="00526D25">
            <w:rPr>
              <w:rFonts w:eastAsia="Times"/>
              <w:noProof/>
            </w:rPr>
            <w:t>21</w:t>
          </w:r>
          <w:r>
            <w:rPr>
              <w:rFonts w:eastAsia="Times"/>
            </w:rPr>
            <w:fldChar w:fldCharType="end"/>
          </w:r>
        </w:p>
      </w:tc>
      <w:tc>
        <w:tcPr>
          <w:tcW w:w="4394" w:type="dxa"/>
        </w:tcPr>
        <w:p w14:paraId="45A836BB" w14:textId="39D7896B" w:rsidR="000454E6" w:rsidRDefault="000454E6" w:rsidP="00681D74">
          <w:pPr>
            <w:pStyle w:val="Footereven"/>
            <w:tabs>
              <w:tab w:val="center" w:pos="2197"/>
              <w:tab w:val="right" w:pos="4394"/>
            </w:tabs>
          </w:pPr>
          <w:r>
            <w:tab/>
          </w:r>
          <w:r>
            <w:tab/>
          </w:r>
          <w:r w:rsidR="00681D74">
            <w:t>9 February 2021</w:t>
          </w:r>
          <w:r>
            <w:fldChar w:fldCharType="begin"/>
          </w:r>
          <w:r>
            <w:instrText xml:space="preserve"> STYLEREF  "Release date"  \* MERGEFORMAT </w:instrText>
          </w:r>
          <w:r>
            <w:fldChar w:fldCharType="end"/>
          </w:r>
        </w:p>
      </w:tc>
    </w:tr>
  </w:tbl>
  <w:p w14:paraId="340E121D" w14:textId="77777777" w:rsidR="000454E6" w:rsidRPr="000017C4" w:rsidRDefault="000454E6"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92CD" w14:textId="77777777" w:rsidR="000454E6" w:rsidRDefault="000454E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09F8D4CE" w14:textId="77777777" w:rsidTr="000E2675">
      <w:trPr>
        <w:cantSplit/>
        <w:trHeight w:hRule="exact" w:val="50"/>
      </w:trPr>
      <w:tc>
        <w:tcPr>
          <w:tcW w:w="9242" w:type="dxa"/>
        </w:tcPr>
        <w:p w14:paraId="32127AAC" w14:textId="77777777" w:rsidR="000454E6" w:rsidRDefault="000454E6" w:rsidP="005A6353"/>
      </w:tc>
    </w:tr>
  </w:tbl>
  <w:p w14:paraId="2A089EC8" w14:textId="77777777" w:rsidR="000454E6" w:rsidRPr="00BB3079" w:rsidRDefault="000454E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95645C">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608ED" w14:textId="77777777" w:rsidR="000454E6" w:rsidRDefault="000454E6" w:rsidP="005A6353">
      <w:r>
        <w:separator/>
      </w:r>
    </w:p>
  </w:footnote>
  <w:footnote w:type="continuationSeparator" w:id="0">
    <w:p w14:paraId="275EA3E4" w14:textId="77777777" w:rsidR="000454E6" w:rsidRDefault="000454E6"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A02D4" w14:textId="77777777" w:rsidR="000454E6" w:rsidRDefault="000454E6"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3E6DE09B" w14:textId="77777777" w:rsidTr="006864CC">
      <w:trPr>
        <w:cantSplit/>
        <w:trHeight w:hRule="exact" w:val="50"/>
      </w:trPr>
      <w:tc>
        <w:tcPr>
          <w:tcW w:w="9242" w:type="dxa"/>
        </w:tcPr>
        <w:p w14:paraId="6B9B4333" w14:textId="77777777" w:rsidR="000454E6" w:rsidRDefault="000454E6" w:rsidP="005A6353"/>
      </w:tc>
    </w:tr>
  </w:tbl>
  <w:p w14:paraId="184E7580" w14:textId="77777777" w:rsidR="000454E6" w:rsidRDefault="000454E6"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AD7A" w14:textId="77777777" w:rsidR="00681D74" w:rsidRDefault="00681D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0454E6" w14:paraId="2B96146A"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1AE041C" w14:textId="77777777" w:rsidR="000454E6" w:rsidRDefault="000454E6"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E06E8D" w14:textId="77777777" w:rsidR="000454E6" w:rsidRDefault="000454E6" w:rsidP="005A6353">
          <w:pPr>
            <w:pStyle w:val="Header"/>
            <w:rPr>
              <w:lang w:val="fr-BE"/>
            </w:rPr>
          </w:pPr>
        </w:p>
        <w:p w14:paraId="4BFE02E5" w14:textId="77777777" w:rsidR="000454E6" w:rsidRDefault="000454E6" w:rsidP="005A6353">
          <w:pPr>
            <w:pStyle w:val="Header"/>
            <w:rPr>
              <w:lang w:val="fr-BE"/>
            </w:rPr>
          </w:pPr>
        </w:p>
        <w:p w14:paraId="6AC1E5B4" w14:textId="77777777" w:rsidR="000454E6" w:rsidRDefault="000454E6" w:rsidP="005A6353">
          <w:pPr>
            <w:pStyle w:val="Header"/>
            <w:rPr>
              <w:lang w:val="fr-BE"/>
            </w:rPr>
          </w:pPr>
        </w:p>
      </w:tc>
    </w:tr>
  </w:tbl>
  <w:p w14:paraId="379A012C" w14:textId="77777777" w:rsidR="000454E6" w:rsidRPr="00237847" w:rsidRDefault="000454E6"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D92F2" w14:textId="77777777" w:rsidR="000454E6" w:rsidRDefault="000454E6"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95645C">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95645C">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59FCAEBC" w14:textId="77777777" w:rsidTr="000E2675">
      <w:trPr>
        <w:cantSplit/>
        <w:trHeight w:hRule="exact" w:val="50"/>
      </w:trPr>
      <w:tc>
        <w:tcPr>
          <w:tcW w:w="9242" w:type="dxa"/>
        </w:tcPr>
        <w:p w14:paraId="298B244F" w14:textId="77777777" w:rsidR="000454E6" w:rsidRDefault="000454E6" w:rsidP="005A6353"/>
      </w:tc>
    </w:tr>
  </w:tbl>
  <w:p w14:paraId="4DC83970" w14:textId="77777777" w:rsidR="000454E6" w:rsidRDefault="000454E6"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B74A" w14:textId="77777777" w:rsidR="000454E6" w:rsidRDefault="000454E6" w:rsidP="00C331E3">
    <w:pPr>
      <w:pStyle w:val="Headerodd"/>
      <w:pBdr>
        <w:bottom w:val="double" w:sz="4" w:space="1" w:color="auto"/>
      </w:pBdr>
      <w:spacing w:before="120" w:line="240" w:lineRule="atLeast"/>
    </w:pPr>
  </w:p>
  <w:p w14:paraId="082F78FD" w14:textId="58B7C939" w:rsidR="000454E6" w:rsidRDefault="000454E6"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526D25">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526D25">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F8EF4" w14:textId="77777777" w:rsidR="000454E6" w:rsidRDefault="000454E6"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454E6" w14:paraId="75A07D90" w14:textId="77777777" w:rsidTr="000E2675">
      <w:trPr>
        <w:cantSplit/>
        <w:trHeight w:hRule="exact" w:val="50"/>
      </w:trPr>
      <w:tc>
        <w:tcPr>
          <w:tcW w:w="9242" w:type="dxa"/>
        </w:tcPr>
        <w:p w14:paraId="45AC14A3" w14:textId="77777777" w:rsidR="000454E6" w:rsidRDefault="000454E6" w:rsidP="005A6353"/>
      </w:tc>
    </w:tr>
  </w:tbl>
  <w:p w14:paraId="28FE010A" w14:textId="77777777" w:rsidR="000454E6" w:rsidRDefault="000454E6"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A3E1F" w14:textId="77777777" w:rsidR="000454E6" w:rsidRDefault="000454E6"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454E6" w14:paraId="1D3E4F82" w14:textId="77777777" w:rsidTr="00724AB5">
      <w:tc>
        <w:tcPr>
          <w:tcW w:w="4253" w:type="dxa"/>
        </w:tcPr>
        <w:p w14:paraId="2C8DDC7E" w14:textId="43D9BE09" w:rsidR="000454E6" w:rsidRDefault="000454E6"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526D25">
            <w:rPr>
              <w:noProof/>
            </w:rPr>
            <w:t>Message Definition Report Part 1</w:t>
          </w:r>
          <w:r>
            <w:rPr>
              <w:noProof/>
            </w:rPr>
            <w:fldChar w:fldCharType="end"/>
          </w:r>
        </w:p>
      </w:tc>
      <w:tc>
        <w:tcPr>
          <w:tcW w:w="567" w:type="dxa"/>
        </w:tcPr>
        <w:p w14:paraId="59508E37" w14:textId="77777777" w:rsidR="000454E6" w:rsidRDefault="000454E6" w:rsidP="00E11451">
          <w:pPr>
            <w:pStyle w:val="Headereven"/>
          </w:pPr>
        </w:p>
      </w:tc>
      <w:tc>
        <w:tcPr>
          <w:tcW w:w="4394" w:type="dxa"/>
        </w:tcPr>
        <w:p w14:paraId="026CA68E" w14:textId="556948F0" w:rsidR="000454E6" w:rsidRDefault="000454E6"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526D25">
            <w:rPr>
              <w:noProof/>
            </w:rPr>
            <w:t>Business</w:t>
          </w:r>
          <w:r w:rsidR="00526D25">
            <w:rPr>
              <w:noProof/>
              <w:lang w:eastAsia="en-US"/>
            </w:rPr>
            <w:t xml:space="preserve"> Examples</w:t>
          </w:r>
          <w:r>
            <w:rPr>
              <w:noProof/>
            </w:rPr>
            <w:fldChar w:fldCharType="end"/>
          </w:r>
        </w:p>
      </w:tc>
    </w:tr>
  </w:tbl>
  <w:p w14:paraId="7A7CF15D" w14:textId="77777777" w:rsidR="000454E6" w:rsidRDefault="000454E6"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7DC1B" w14:textId="77777777" w:rsidR="000454E6" w:rsidRDefault="000454E6" w:rsidP="00E20C1F">
    <w:pPr>
      <w:pStyle w:val="Headerodd"/>
      <w:pBdr>
        <w:bottom w:val="double" w:sz="4" w:space="1" w:color="auto"/>
      </w:pBdr>
      <w:spacing w:line="240" w:lineRule="atLeast"/>
    </w:pPr>
  </w:p>
  <w:p w14:paraId="0333BB2C" w14:textId="559B32D2" w:rsidR="000454E6" w:rsidRDefault="000454E6"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526D25">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526D25">
      <w:rPr>
        <w:noProof/>
      </w:rPr>
      <w:t>Revision Record</w:t>
    </w:r>
    <w:r>
      <w:rPr>
        <w:noProof/>
      </w:rPr>
      <w:fldChar w:fldCharType="end"/>
    </w:r>
  </w:p>
  <w:p w14:paraId="72A045C6" w14:textId="77777777" w:rsidR="000454E6" w:rsidRDefault="000454E6"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2827C8A"/>
    <w:multiLevelType w:val="hybridMultilevel"/>
    <w:tmpl w:val="10A29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D710C90"/>
    <w:multiLevelType w:val="hybridMultilevel"/>
    <w:tmpl w:val="2D0EE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6"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0"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1"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2"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0"/>
  </w:num>
  <w:num w:numId="2">
    <w:abstractNumId w:val="19"/>
  </w:num>
  <w:num w:numId="3">
    <w:abstractNumId w:val="15"/>
  </w:num>
  <w:num w:numId="4">
    <w:abstractNumId w:val="21"/>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8"/>
  </w:num>
  <w:num w:numId="14">
    <w:abstractNumId w:val="22"/>
  </w:num>
  <w:num w:numId="15">
    <w:abstractNumId w:val="2"/>
  </w:num>
  <w:num w:numId="16">
    <w:abstractNumId w:val="11"/>
  </w:num>
  <w:num w:numId="17">
    <w:abstractNumId w:val="10"/>
  </w:num>
  <w:num w:numId="18">
    <w:abstractNumId w:val="13"/>
  </w:num>
  <w:num w:numId="19">
    <w:abstractNumId w:val="9"/>
  </w:num>
  <w:num w:numId="20">
    <w:abstractNumId w:val="16"/>
  </w:num>
  <w:num w:numId="21">
    <w:abstractNumId w:val="17"/>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4"/>
  </w:num>
  <w:num w:numId="2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5C"/>
    <w:rsid w:val="000017C4"/>
    <w:rsid w:val="0000191D"/>
    <w:rsid w:val="00001AC8"/>
    <w:rsid w:val="00002EE3"/>
    <w:rsid w:val="00002F95"/>
    <w:rsid w:val="0000764E"/>
    <w:rsid w:val="00012387"/>
    <w:rsid w:val="00021790"/>
    <w:rsid w:val="00022175"/>
    <w:rsid w:val="00022528"/>
    <w:rsid w:val="00026814"/>
    <w:rsid w:val="00027C67"/>
    <w:rsid w:val="00033355"/>
    <w:rsid w:val="000353A8"/>
    <w:rsid w:val="0004007E"/>
    <w:rsid w:val="000408B1"/>
    <w:rsid w:val="00043038"/>
    <w:rsid w:val="00043FDC"/>
    <w:rsid w:val="000454E6"/>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578"/>
    <w:rsid w:val="000906F7"/>
    <w:rsid w:val="00095809"/>
    <w:rsid w:val="000A15E5"/>
    <w:rsid w:val="000A2910"/>
    <w:rsid w:val="000A4349"/>
    <w:rsid w:val="000A528A"/>
    <w:rsid w:val="000A5C61"/>
    <w:rsid w:val="000A5F59"/>
    <w:rsid w:val="000A6454"/>
    <w:rsid w:val="000B160B"/>
    <w:rsid w:val="000B1881"/>
    <w:rsid w:val="000B23FB"/>
    <w:rsid w:val="000B3AB0"/>
    <w:rsid w:val="000B3FF5"/>
    <w:rsid w:val="000C16D5"/>
    <w:rsid w:val="000D23EE"/>
    <w:rsid w:val="000D2EA0"/>
    <w:rsid w:val="000D3040"/>
    <w:rsid w:val="000D3FDA"/>
    <w:rsid w:val="000D5FC4"/>
    <w:rsid w:val="000E1EA4"/>
    <w:rsid w:val="000E2675"/>
    <w:rsid w:val="000E53BB"/>
    <w:rsid w:val="000E5626"/>
    <w:rsid w:val="000E7A5E"/>
    <w:rsid w:val="000F25FF"/>
    <w:rsid w:val="000F48CC"/>
    <w:rsid w:val="000F4B1B"/>
    <w:rsid w:val="000F7FE0"/>
    <w:rsid w:val="0010237A"/>
    <w:rsid w:val="00110390"/>
    <w:rsid w:val="0011049B"/>
    <w:rsid w:val="0011062C"/>
    <w:rsid w:val="00120821"/>
    <w:rsid w:val="00122B75"/>
    <w:rsid w:val="0012315C"/>
    <w:rsid w:val="00133F0B"/>
    <w:rsid w:val="00137EB4"/>
    <w:rsid w:val="001434FC"/>
    <w:rsid w:val="0014371E"/>
    <w:rsid w:val="001447BA"/>
    <w:rsid w:val="00144B7A"/>
    <w:rsid w:val="001470F2"/>
    <w:rsid w:val="00147F37"/>
    <w:rsid w:val="00154689"/>
    <w:rsid w:val="0015736F"/>
    <w:rsid w:val="00165005"/>
    <w:rsid w:val="00165A7B"/>
    <w:rsid w:val="001703A8"/>
    <w:rsid w:val="0017372E"/>
    <w:rsid w:val="001744B1"/>
    <w:rsid w:val="00176D27"/>
    <w:rsid w:val="001834B7"/>
    <w:rsid w:val="00184FF4"/>
    <w:rsid w:val="001876E4"/>
    <w:rsid w:val="00187F1D"/>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0C8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1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97AA4"/>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6E4E"/>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5A78"/>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6BC7"/>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0CE9"/>
    <w:rsid w:val="004E2775"/>
    <w:rsid w:val="004E508A"/>
    <w:rsid w:val="004E5194"/>
    <w:rsid w:val="004E7565"/>
    <w:rsid w:val="004F3C56"/>
    <w:rsid w:val="004F717E"/>
    <w:rsid w:val="004F7F9F"/>
    <w:rsid w:val="0050332A"/>
    <w:rsid w:val="00504C0E"/>
    <w:rsid w:val="00515B5E"/>
    <w:rsid w:val="00516E91"/>
    <w:rsid w:val="00517AD5"/>
    <w:rsid w:val="005210B1"/>
    <w:rsid w:val="005243D5"/>
    <w:rsid w:val="0052573B"/>
    <w:rsid w:val="00526C98"/>
    <w:rsid w:val="00526D25"/>
    <w:rsid w:val="0052733C"/>
    <w:rsid w:val="00527977"/>
    <w:rsid w:val="005414BF"/>
    <w:rsid w:val="00541D70"/>
    <w:rsid w:val="00542BA6"/>
    <w:rsid w:val="00543CAD"/>
    <w:rsid w:val="00546DC3"/>
    <w:rsid w:val="00551F84"/>
    <w:rsid w:val="005627F5"/>
    <w:rsid w:val="005633B5"/>
    <w:rsid w:val="00566678"/>
    <w:rsid w:val="00571B54"/>
    <w:rsid w:val="00572875"/>
    <w:rsid w:val="0057361C"/>
    <w:rsid w:val="005844D6"/>
    <w:rsid w:val="00584FAE"/>
    <w:rsid w:val="00590B92"/>
    <w:rsid w:val="00592CE2"/>
    <w:rsid w:val="005930E4"/>
    <w:rsid w:val="0059570F"/>
    <w:rsid w:val="0059725E"/>
    <w:rsid w:val="005A1FD7"/>
    <w:rsid w:val="005A5116"/>
    <w:rsid w:val="005A6353"/>
    <w:rsid w:val="005A756E"/>
    <w:rsid w:val="005B39A5"/>
    <w:rsid w:val="005C079E"/>
    <w:rsid w:val="005C3874"/>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B25"/>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1D74"/>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2CB3"/>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2C2E"/>
    <w:rsid w:val="0070375E"/>
    <w:rsid w:val="0071144A"/>
    <w:rsid w:val="007131A3"/>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21D8"/>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5618"/>
    <w:rsid w:val="00796F9C"/>
    <w:rsid w:val="007A01D2"/>
    <w:rsid w:val="007A03E7"/>
    <w:rsid w:val="007A1E85"/>
    <w:rsid w:val="007A1F4E"/>
    <w:rsid w:val="007A2E1D"/>
    <w:rsid w:val="007A51C0"/>
    <w:rsid w:val="007A7468"/>
    <w:rsid w:val="007B1740"/>
    <w:rsid w:val="007B4714"/>
    <w:rsid w:val="007B61B4"/>
    <w:rsid w:val="007B7340"/>
    <w:rsid w:val="007C12BA"/>
    <w:rsid w:val="007C7B1D"/>
    <w:rsid w:val="007D2941"/>
    <w:rsid w:val="007D4318"/>
    <w:rsid w:val="007E395D"/>
    <w:rsid w:val="007E56F0"/>
    <w:rsid w:val="007E7DD9"/>
    <w:rsid w:val="007F1A37"/>
    <w:rsid w:val="007F5DFB"/>
    <w:rsid w:val="00800C40"/>
    <w:rsid w:val="00801093"/>
    <w:rsid w:val="008011AA"/>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141B"/>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B15"/>
    <w:rsid w:val="008B3CF8"/>
    <w:rsid w:val="008B44EC"/>
    <w:rsid w:val="008B718A"/>
    <w:rsid w:val="008B78B6"/>
    <w:rsid w:val="008B79DA"/>
    <w:rsid w:val="008C16FB"/>
    <w:rsid w:val="008C1818"/>
    <w:rsid w:val="008C36F7"/>
    <w:rsid w:val="008D229A"/>
    <w:rsid w:val="008F067F"/>
    <w:rsid w:val="008F0EC2"/>
    <w:rsid w:val="008F15A3"/>
    <w:rsid w:val="008F1878"/>
    <w:rsid w:val="008F23C3"/>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B"/>
    <w:rsid w:val="0095001F"/>
    <w:rsid w:val="0095072B"/>
    <w:rsid w:val="009534D0"/>
    <w:rsid w:val="00955638"/>
    <w:rsid w:val="0095645C"/>
    <w:rsid w:val="00957D73"/>
    <w:rsid w:val="00957DC7"/>
    <w:rsid w:val="009609B8"/>
    <w:rsid w:val="00960A6B"/>
    <w:rsid w:val="00962286"/>
    <w:rsid w:val="0096292A"/>
    <w:rsid w:val="009635AF"/>
    <w:rsid w:val="00965BA7"/>
    <w:rsid w:val="00970DC8"/>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5C4A"/>
    <w:rsid w:val="009C6DA1"/>
    <w:rsid w:val="009D1817"/>
    <w:rsid w:val="009D22B0"/>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0069"/>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6F85"/>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61C"/>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4FA2"/>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A741C"/>
    <w:rsid w:val="00DB3BC8"/>
    <w:rsid w:val="00DB4641"/>
    <w:rsid w:val="00DB5AF7"/>
    <w:rsid w:val="00DC0BB8"/>
    <w:rsid w:val="00DD2D98"/>
    <w:rsid w:val="00DD3313"/>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3F75"/>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1B57"/>
    <w:rsid w:val="00F44048"/>
    <w:rsid w:val="00F45CD3"/>
    <w:rsid w:val="00F462E3"/>
    <w:rsid w:val="00F5114C"/>
    <w:rsid w:val="00F514E4"/>
    <w:rsid w:val="00F60469"/>
    <w:rsid w:val="00F6247B"/>
    <w:rsid w:val="00F648A5"/>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FC"/>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CFAE18"/>
  <w15:docId w15:val="{DA5F0483-734A-4E68-AF49-0BD9209D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oleObject" Target="embeddings/oleObject2.bin"/><Relationship Id="rId39" Type="http://schemas.openxmlformats.org/officeDocument/2006/relationships/header" Target="header8.xml"/><Relationship Id="rId21" Type="http://schemas.openxmlformats.org/officeDocument/2006/relationships/footer" Target="footer4.xml"/><Relationship Id="rId34" Type="http://schemas.openxmlformats.org/officeDocument/2006/relationships/oleObject" Target="embeddings/oleObject6.bin"/><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4.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oleObject" Target="embeddings/oleObject3.bin"/><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3.png"/><Relationship Id="rId30" Type="http://schemas.openxmlformats.org/officeDocument/2006/relationships/oleObject" Target="embeddings/oleObject4.bin"/><Relationship Id="rId35" Type="http://schemas.openxmlformats.org/officeDocument/2006/relationships/image" Target="media/image7.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png"/><Relationship Id="rId33" Type="http://schemas.openxmlformats.org/officeDocument/2006/relationships/image" Target="media/image6.emf"/><Relationship Id="rId38"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SW-AAACS-48173</_dlc_DocId>
    <_dlc_DocIdUrl xmlns="3893cfbf-5935-464e-a2c5-0f7de141152c">
      <Url>https://planet2.swift.com/ourzone/workspaces/Standards Team/_layouts/15/DocIdRedir.aspx?ID=SW-AAACS-48173</Url>
      <Description>SW-AAACS-48173</Description>
    </_dlc_DocIdUrl>
    <Doc_x0020_type xmlns="79950fd8-114b-4125-bc89-6e0caf5999ad" xsi:nil="true"/>
    <Category xmlns="79950fd8-114b-4125-bc89-6e0caf5999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85C0C-86F9-495C-96B5-427FFCD68AB4}">
  <ds:schemaRefs>
    <ds:schemaRef ds:uri="http://schemas.microsoft.com/sharepoint/events"/>
  </ds:schemaRefs>
</ds:datastoreItem>
</file>

<file path=customXml/itemProps2.xml><?xml version="1.0" encoding="utf-8"?>
<ds:datastoreItem xmlns:ds="http://schemas.openxmlformats.org/officeDocument/2006/customXml" ds:itemID="{9DFC3045-8A70-4332-82F1-B5D5A7F5C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7E527-42A7-4C77-827D-E834E1FC796B}">
  <ds:schemaRefs>
    <ds:schemaRef ds:uri="http://schemas.microsoft.com/office/2006/documentManagement/types"/>
    <ds:schemaRef ds:uri="http://schemas.microsoft.com/office/2006/metadata/properties"/>
    <ds:schemaRef ds:uri="http://schemas.openxmlformats.org/package/2006/metadata/core-properties"/>
    <ds:schemaRef ds:uri="3893cfbf-5935-464e-a2c5-0f7de141152c"/>
    <ds:schemaRef ds:uri="http://purl.org/dc/elements/1.1/"/>
    <ds:schemaRef ds:uri="79950fd8-114b-4125-bc89-6e0caf5999ad"/>
    <ds:schemaRef ds:uri="http://schemas.microsoft.com/office/infopath/2007/PartnerControls"/>
    <ds:schemaRef ds:uri="http://purl.org/dc/term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1A5119AB-1929-4E7F-A0A1-4D6B4167A97C}">
  <ds:schemaRefs>
    <ds:schemaRef ds:uri="http://schemas.microsoft.com/sharepoint/v3/contenttype/forms"/>
  </ds:schemaRefs>
</ds:datastoreItem>
</file>

<file path=customXml/itemProps5.xml><?xml version="1.0" encoding="utf-8"?>
<ds:datastoreItem xmlns:ds="http://schemas.openxmlformats.org/officeDocument/2006/customXml" ds:itemID="{4D7D7C64-F480-4697-AA82-53CB5E6E6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Standards_MX_MDR_pt1_v8.dotx</Template>
  <TotalTime>0</TotalTime>
  <Pages>36</Pages>
  <Words>4266</Words>
  <Characters>37949</Characters>
  <Application>Microsoft Office Word</Application>
  <DocSecurity>0</DocSecurity>
  <Lines>1649</Lines>
  <Paragraphs>1055</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41160</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KUNTZ Vincent</dc:creator>
  <cp:lastModifiedBy>STEENO Aurelie</cp:lastModifiedBy>
  <cp:revision>2</cp:revision>
  <cp:lastPrinted>2012-01-27T10:08:00Z</cp:lastPrinted>
  <dcterms:created xsi:type="dcterms:W3CDTF">2021-02-23T18:05:00Z</dcterms:created>
  <dcterms:modified xsi:type="dcterms:W3CDTF">2021-02-23T18:05:00Z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c5e687aa-1aa7-4273-b170-e43d5e995bc0</vt:lpwstr>
  </property>
</Properties>
</file>